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7895F" w14:textId="23A9884B" w:rsidR="00AD404E" w:rsidRPr="003D7C30" w:rsidRDefault="00AD404E" w:rsidP="00C44CFB">
      <w:pPr>
        <w:pStyle w:val="ShapkaDocumentu"/>
        <w:spacing w:after="0"/>
        <w:ind w:left="10915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C44CFB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Pr="003D7C30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14:paraId="00A8AF7F" w14:textId="0749DCC8" w:rsidR="00DB01BB" w:rsidRPr="00C44CFB" w:rsidRDefault="00DB01BB" w:rsidP="00C44CFB">
      <w:pPr>
        <w:pStyle w:val="ShapkaDocumentu"/>
        <w:spacing w:after="0"/>
        <w:ind w:left="10915"/>
        <w:jc w:val="left"/>
        <w:rPr>
          <w:rFonts w:ascii="Times New Roman" w:hAnsi="Times New Roman" w:cs="Times New Roman"/>
          <w:sz w:val="24"/>
          <w:szCs w:val="24"/>
        </w:rPr>
      </w:pPr>
      <w:r w:rsidRPr="00C44CFB">
        <w:rPr>
          <w:rFonts w:ascii="Times New Roman" w:hAnsi="Times New Roman" w:cs="Times New Roman"/>
          <w:sz w:val="24"/>
          <w:szCs w:val="24"/>
        </w:rPr>
        <w:t>Додаток 3</w:t>
      </w:r>
      <w:r w:rsidRPr="00C44CFB">
        <w:rPr>
          <w:rFonts w:ascii="Times New Roman" w:hAnsi="Times New Roman" w:cs="Times New Roman"/>
          <w:sz w:val="24"/>
          <w:szCs w:val="24"/>
        </w:rPr>
        <w:br/>
        <w:t xml:space="preserve">до Положення про територіальну підсистему єдиної державної системи цивільного захисту </w:t>
      </w:r>
      <w:r w:rsidRPr="00C44CFB">
        <w:rPr>
          <w:rFonts w:ascii="Times New Roman" w:hAnsi="Times New Roman" w:cs="Times New Roman"/>
          <w:sz w:val="24"/>
          <w:szCs w:val="24"/>
        </w:rPr>
        <w:br/>
        <w:t>Львівської області</w:t>
      </w:r>
    </w:p>
    <w:p w14:paraId="62613D27" w14:textId="77777777" w:rsidR="000A1EBF" w:rsidRPr="00C44CFB" w:rsidRDefault="000A1EBF" w:rsidP="00C44CFB">
      <w:pPr>
        <w:pStyle w:val="ShapkaDocumentu"/>
        <w:spacing w:after="0"/>
        <w:ind w:left="10915"/>
        <w:jc w:val="left"/>
        <w:rPr>
          <w:rFonts w:ascii="Times New Roman" w:hAnsi="Times New Roman" w:cs="Times New Roman"/>
          <w:sz w:val="24"/>
          <w:szCs w:val="24"/>
        </w:rPr>
      </w:pPr>
      <w:r w:rsidRPr="00C44CFB">
        <w:rPr>
          <w:rFonts w:ascii="Times New Roman" w:hAnsi="Times New Roman" w:cs="Times New Roman"/>
          <w:sz w:val="24"/>
          <w:szCs w:val="24"/>
        </w:rPr>
        <w:t>(пункт 14)</w:t>
      </w:r>
    </w:p>
    <w:p w14:paraId="63A1EC9D" w14:textId="77777777" w:rsidR="00F8531D" w:rsidRPr="00C44CFB" w:rsidRDefault="00F8531D" w:rsidP="00C44CFB">
      <w:pPr>
        <w:pStyle w:val="24"/>
        <w:shd w:val="clear" w:color="auto" w:fill="auto"/>
        <w:spacing w:after="0" w:line="240" w:lineRule="auto"/>
        <w:ind w:left="10915"/>
        <w:rPr>
          <w:sz w:val="24"/>
          <w:szCs w:val="24"/>
        </w:rPr>
      </w:pPr>
      <w:r w:rsidRPr="00C44CFB">
        <w:rPr>
          <w:sz w:val="24"/>
          <w:szCs w:val="24"/>
        </w:rPr>
        <w:t>(у редакції розпорядження начальника обласної військової адміністрації</w:t>
      </w:r>
    </w:p>
    <w:p w14:paraId="55FF215E" w14:textId="77777777" w:rsidR="00F8531D" w:rsidRPr="00C44CFB" w:rsidRDefault="00F8531D" w:rsidP="00C44CFB">
      <w:pPr>
        <w:ind w:left="10915"/>
      </w:pPr>
      <w:r w:rsidRPr="00C44CFB">
        <w:t>від ___________ № __________)</w:t>
      </w:r>
    </w:p>
    <w:p w14:paraId="6D6C0252" w14:textId="77777777" w:rsidR="00F8531D" w:rsidRPr="00C44CFB" w:rsidRDefault="00F8531D" w:rsidP="00C44CFB">
      <w:pPr>
        <w:pStyle w:val="ShapkaDocumentu"/>
        <w:spacing w:after="0"/>
        <w:ind w:left="10490"/>
        <w:jc w:val="left"/>
        <w:rPr>
          <w:rFonts w:ascii="Times New Roman" w:hAnsi="Times New Roman" w:cs="Times New Roman"/>
        </w:rPr>
      </w:pPr>
    </w:p>
    <w:p w14:paraId="4773ECD7" w14:textId="77777777" w:rsidR="00DB01BB" w:rsidRPr="00C44CFB" w:rsidRDefault="00DB01BB" w:rsidP="00C44CFB">
      <w:pPr>
        <w:pStyle w:val="afd"/>
        <w:rPr>
          <w:sz w:val="28"/>
          <w:szCs w:val="28"/>
        </w:rPr>
      </w:pPr>
      <w:r w:rsidRPr="00C44CFB">
        <w:rPr>
          <w:rFonts w:ascii="Times New Roman" w:hAnsi="Times New Roman" w:cs="Times New Roman"/>
          <w:b w:val="0"/>
          <w:sz w:val="28"/>
          <w:szCs w:val="28"/>
        </w:rPr>
        <w:t xml:space="preserve">ПЕРЕЛІК </w:t>
      </w:r>
      <w:r w:rsidRPr="00C44CFB">
        <w:rPr>
          <w:rFonts w:ascii="Times New Roman" w:hAnsi="Times New Roman" w:cs="Times New Roman"/>
          <w:b w:val="0"/>
          <w:sz w:val="28"/>
          <w:szCs w:val="28"/>
        </w:rPr>
        <w:br/>
        <w:t xml:space="preserve">сил цивільного захисту територіальної підсистеми єдиної державної системи цивільного захисту  Львівської області </w:t>
      </w:r>
    </w:p>
    <w:p w14:paraId="4551DA15" w14:textId="77777777" w:rsidR="008D2B86" w:rsidRPr="00C44CFB" w:rsidRDefault="008D2B86" w:rsidP="00C44CFB">
      <w:pPr>
        <w:widowControl w:val="0"/>
        <w:rPr>
          <w:b/>
        </w:rPr>
      </w:pPr>
    </w:p>
    <w:tbl>
      <w:tblPr>
        <w:tblW w:w="15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"/>
        <w:gridCol w:w="20"/>
        <w:gridCol w:w="439"/>
        <w:gridCol w:w="36"/>
        <w:gridCol w:w="4530"/>
        <w:gridCol w:w="3231"/>
        <w:gridCol w:w="3118"/>
        <w:gridCol w:w="36"/>
        <w:gridCol w:w="994"/>
        <w:gridCol w:w="3112"/>
      </w:tblGrid>
      <w:tr w:rsidR="00AC4603" w:rsidRPr="00C44CFB" w14:paraId="50EB7903" w14:textId="77777777" w:rsidTr="007662F3">
        <w:trPr>
          <w:cantSplit/>
          <w:trHeight w:val="1469"/>
          <w:tblHeader/>
        </w:trPr>
        <w:tc>
          <w:tcPr>
            <w:tcW w:w="598" w:type="dxa"/>
            <w:gridSpan w:val="4"/>
            <w:shd w:val="clear" w:color="auto" w:fill="FFFFFF"/>
            <w:vAlign w:val="center"/>
          </w:tcPr>
          <w:p w14:paraId="702839A2" w14:textId="77777777" w:rsidR="00AC782D" w:rsidRPr="00C44CFB" w:rsidRDefault="00AC782D" w:rsidP="00D04755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№</w:t>
            </w:r>
          </w:p>
          <w:p w14:paraId="5237EC2B" w14:textId="77777777" w:rsidR="00AC782D" w:rsidRPr="00C44CFB" w:rsidRDefault="00AC782D" w:rsidP="00D04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з/п</w:t>
            </w:r>
          </w:p>
        </w:tc>
        <w:tc>
          <w:tcPr>
            <w:tcW w:w="4530" w:type="dxa"/>
            <w:shd w:val="clear" w:color="auto" w:fill="FFFFFF"/>
            <w:vAlign w:val="center"/>
          </w:tcPr>
          <w:p w14:paraId="466C1240" w14:textId="77777777" w:rsidR="00AC782D" w:rsidRPr="00C44CFB" w:rsidRDefault="00AC782D" w:rsidP="00D04755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Найменування підрозділу</w:t>
            </w:r>
          </w:p>
          <w:p w14:paraId="3B04F8EB" w14:textId="77777777" w:rsidR="00AC782D" w:rsidRPr="00C44CFB" w:rsidRDefault="00AC782D" w:rsidP="00D04755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відомча (територіальна)</w:t>
            </w:r>
          </w:p>
          <w:p w14:paraId="48CE16C7" w14:textId="77777777" w:rsidR="00AC782D" w:rsidRPr="00C44CFB" w:rsidRDefault="00AC782D" w:rsidP="00D04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належність</w:t>
            </w:r>
          </w:p>
        </w:tc>
        <w:tc>
          <w:tcPr>
            <w:tcW w:w="3231" w:type="dxa"/>
            <w:shd w:val="clear" w:color="auto" w:fill="FFFFFF"/>
            <w:vAlign w:val="center"/>
          </w:tcPr>
          <w:p w14:paraId="254CAE1B" w14:textId="77777777" w:rsidR="00AC782D" w:rsidRPr="00C44CFB" w:rsidRDefault="00AC782D" w:rsidP="00D04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Найменування формувань</w:t>
            </w:r>
          </w:p>
        </w:tc>
        <w:tc>
          <w:tcPr>
            <w:tcW w:w="3154" w:type="dxa"/>
            <w:gridSpan w:val="2"/>
            <w:shd w:val="clear" w:color="auto" w:fill="FFFFFF"/>
            <w:vAlign w:val="center"/>
          </w:tcPr>
          <w:p w14:paraId="09C0052C" w14:textId="77777777" w:rsidR="00AC782D" w:rsidRPr="00C44CFB" w:rsidRDefault="00AC782D" w:rsidP="00D04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Місце розташування та телефон</w:t>
            </w:r>
          </w:p>
        </w:tc>
        <w:tc>
          <w:tcPr>
            <w:tcW w:w="994" w:type="dxa"/>
            <w:shd w:val="clear" w:color="auto" w:fill="FFFFFF"/>
            <w:textDirection w:val="btLr"/>
            <w:vAlign w:val="center"/>
          </w:tcPr>
          <w:p w14:paraId="269327C7" w14:textId="78E0F195" w:rsidR="00AC782D" w:rsidRPr="00C44CFB" w:rsidRDefault="009042BF" w:rsidP="00D04755">
            <w:pPr>
              <w:widowControl w:val="0"/>
              <w:spacing w:line="21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="00AC782D" w:rsidRPr="00C44CFB">
              <w:rPr>
                <w:sz w:val="20"/>
                <w:szCs w:val="20"/>
              </w:rPr>
              <w:t xml:space="preserve">исельність формування </w:t>
            </w:r>
            <w:r w:rsidR="00B35112" w:rsidRPr="00C44CFB">
              <w:rPr>
                <w:sz w:val="20"/>
                <w:szCs w:val="20"/>
              </w:rPr>
              <w:t>/</w:t>
            </w:r>
            <w:r w:rsidR="00AC782D" w:rsidRPr="00C44CFB">
              <w:rPr>
                <w:sz w:val="20"/>
                <w:szCs w:val="20"/>
              </w:rPr>
              <w:t>чисельність чергової зміни</w:t>
            </w:r>
          </w:p>
        </w:tc>
        <w:tc>
          <w:tcPr>
            <w:tcW w:w="3112" w:type="dxa"/>
            <w:shd w:val="clear" w:color="auto" w:fill="FFFFFF"/>
            <w:vAlign w:val="center"/>
          </w:tcPr>
          <w:p w14:paraId="7669B902" w14:textId="77777777" w:rsidR="00AC782D" w:rsidRPr="00C44CFB" w:rsidRDefault="00AC782D" w:rsidP="00D0475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Завдання, які виконує формування, райони (об’єкти)</w:t>
            </w:r>
          </w:p>
        </w:tc>
      </w:tr>
      <w:tr w:rsidR="00356ED3" w:rsidRPr="00C44CFB" w14:paraId="11810DC1" w14:textId="77777777" w:rsidTr="009E77A1">
        <w:trPr>
          <w:trHeight w:val="281"/>
        </w:trPr>
        <w:tc>
          <w:tcPr>
            <w:tcW w:w="15619" w:type="dxa"/>
            <w:gridSpan w:val="10"/>
            <w:vAlign w:val="center"/>
          </w:tcPr>
          <w:p w14:paraId="748E4885" w14:textId="77777777" w:rsidR="00356ED3" w:rsidRPr="00C44CFB" w:rsidRDefault="00356ED3" w:rsidP="001018CC">
            <w:pPr>
              <w:widowControl w:val="0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СПЕЦІАЛІЗОВАНИХ СЛУЖБ ЦИВІЛЬНОГО ЗАХИСТУ ОБЛАСТІ</w:t>
            </w:r>
          </w:p>
        </w:tc>
      </w:tr>
      <w:tr w:rsidR="00356ED3" w:rsidRPr="00C44CFB" w14:paraId="61E1C6D5" w14:textId="77777777" w:rsidTr="009E77A1">
        <w:trPr>
          <w:trHeight w:val="271"/>
        </w:trPr>
        <w:tc>
          <w:tcPr>
            <w:tcW w:w="15619" w:type="dxa"/>
            <w:gridSpan w:val="10"/>
            <w:vAlign w:val="center"/>
          </w:tcPr>
          <w:p w14:paraId="1EF96D46" w14:textId="77777777" w:rsidR="00356ED3" w:rsidRPr="00C44CFB" w:rsidRDefault="00356ED3" w:rsidP="001018CC">
            <w:pPr>
              <w:widowControl w:val="0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І. ПОЖЕЖНО-РЯТУВАЛЬНА СПЕЦІАЛІЗОВАНА СЛУЖБА</w:t>
            </w:r>
          </w:p>
        </w:tc>
      </w:tr>
      <w:tr w:rsidR="00AC4603" w:rsidRPr="00C44CFB" w14:paraId="64FD6683" w14:textId="77777777" w:rsidTr="009E77A1">
        <w:trPr>
          <w:trHeight w:val="275"/>
        </w:trPr>
        <w:tc>
          <w:tcPr>
            <w:tcW w:w="15619" w:type="dxa"/>
            <w:gridSpan w:val="10"/>
            <w:vAlign w:val="center"/>
          </w:tcPr>
          <w:p w14:paraId="2D95C042" w14:textId="77777777" w:rsidR="00AC4603" w:rsidRPr="00C44CFB" w:rsidRDefault="00AC4603" w:rsidP="00C44CFB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СИЛИ, ЯКІ ПІДПОРЯДКОВУЮТЬСЯ ДСНС УКРАЇНИ</w:t>
            </w:r>
          </w:p>
        </w:tc>
      </w:tr>
      <w:tr w:rsidR="00AC4603" w:rsidRPr="00C44CFB" w14:paraId="47518B4C" w14:textId="77777777" w:rsidTr="009E77A1">
        <w:trPr>
          <w:trHeight w:val="198"/>
        </w:trPr>
        <w:tc>
          <w:tcPr>
            <w:tcW w:w="15619" w:type="dxa"/>
            <w:gridSpan w:val="10"/>
          </w:tcPr>
          <w:p w14:paraId="0DFA4CC8" w14:textId="77777777" w:rsidR="00AC4603" w:rsidRPr="00C44CFB" w:rsidRDefault="00AC4603" w:rsidP="00C44CFB">
            <w:pPr>
              <w:jc w:val="center"/>
              <w:rPr>
                <w:b/>
                <w:bCs w:val="0"/>
                <w:sz w:val="20"/>
              </w:rPr>
            </w:pPr>
            <w:r w:rsidRPr="00C44CFB">
              <w:rPr>
                <w:b/>
                <w:bCs w:val="0"/>
                <w:sz w:val="20"/>
              </w:rPr>
              <w:t>АВАРІЙНО-РЯТУВАЛЬНІ ЗАГОНИ, ПОЖЕЖНО-РЯТУВАЛЬНІ ЗАГОНИ, ПОЖЕЖНО-РЯТУВАЛЬНІ ПІДРОЗДІЛИ,</w:t>
            </w:r>
          </w:p>
          <w:p w14:paraId="56604C07" w14:textId="77777777" w:rsidR="00AC4603" w:rsidRPr="00C44CFB" w:rsidRDefault="00AC4603" w:rsidP="00C44CFB">
            <w:pPr>
              <w:jc w:val="center"/>
              <w:rPr>
                <w:b/>
                <w:bCs w:val="0"/>
                <w:sz w:val="20"/>
              </w:rPr>
            </w:pPr>
            <w:r w:rsidRPr="00C44CFB">
              <w:rPr>
                <w:b/>
                <w:bCs w:val="0"/>
                <w:sz w:val="20"/>
              </w:rPr>
              <w:t>ГОЛОВНОГО УПРАВЛІННЯ ДСНС УКРАЇНИ У ЛЬВІВСЬКІЙ ОБЛАСТІ</w:t>
            </w:r>
          </w:p>
        </w:tc>
      </w:tr>
      <w:tr w:rsidR="006F2812" w:rsidRPr="006F2812" w14:paraId="1D7E6D93" w14:textId="77777777" w:rsidTr="00FB1B54">
        <w:trPr>
          <w:trHeight w:val="124"/>
        </w:trPr>
        <w:tc>
          <w:tcPr>
            <w:tcW w:w="598" w:type="dxa"/>
            <w:gridSpan w:val="4"/>
          </w:tcPr>
          <w:p w14:paraId="1E59CBE3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5EF7ECE" w14:textId="1F7A124C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7FE09FA4" w14:textId="291CB04C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4CA42069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3"/>
                <w:sz w:val="20"/>
              </w:rPr>
              <w:t xml:space="preserve"> </w:t>
            </w:r>
            <w:r w:rsidRPr="006F2812">
              <w:rPr>
                <w:sz w:val="20"/>
              </w:rPr>
              <w:t>Львів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вул.</w:t>
            </w:r>
          </w:p>
          <w:p w14:paraId="4F7C3CF4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pacing w:val="-2"/>
                <w:sz w:val="20"/>
              </w:rPr>
              <w:t>Б.Хмельницького,193</w:t>
            </w:r>
          </w:p>
          <w:p w14:paraId="67B99B8B" w14:textId="6C3B2A3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(032) 252 02 04, 067 740 51 </w:t>
            </w:r>
            <w:r w:rsidRPr="006F2812">
              <w:rPr>
                <w:spacing w:val="-5"/>
                <w:sz w:val="20"/>
              </w:rPr>
              <w:t>55</w:t>
            </w:r>
          </w:p>
        </w:tc>
        <w:tc>
          <w:tcPr>
            <w:tcW w:w="994" w:type="dxa"/>
            <w:vAlign w:val="center"/>
          </w:tcPr>
          <w:p w14:paraId="5690FFF5" w14:textId="34CE739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48/-</w:t>
            </w:r>
          </w:p>
        </w:tc>
        <w:tc>
          <w:tcPr>
            <w:tcW w:w="3112" w:type="dxa"/>
            <w:vAlign w:val="center"/>
          </w:tcPr>
          <w:p w14:paraId="13B83964" w14:textId="6F344C87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4649D7D8" w14:textId="77777777" w:rsidTr="00FB1B54">
        <w:trPr>
          <w:trHeight w:val="124"/>
        </w:trPr>
        <w:tc>
          <w:tcPr>
            <w:tcW w:w="598" w:type="dxa"/>
            <w:gridSpan w:val="4"/>
          </w:tcPr>
          <w:p w14:paraId="163E5561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05E2DD2" w14:textId="4468C27D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6810CB58" w14:textId="01FA2189" w:rsidR="00D05B05" w:rsidRPr="006F2812" w:rsidRDefault="00D05B05" w:rsidP="00D05B05">
            <w:pPr>
              <w:jc w:val="center"/>
              <w:rPr>
                <w:sz w:val="20"/>
                <w:szCs w:val="20"/>
                <w:lang w:val="ru-RU"/>
              </w:rPr>
            </w:pPr>
            <w:r w:rsidRPr="006F2812">
              <w:rPr>
                <w:sz w:val="20"/>
              </w:rPr>
              <w:t xml:space="preserve">1 ДПРЧ 1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3E53C5D" w14:textId="77777777" w:rsidR="00D05B05" w:rsidRPr="006F2812" w:rsidRDefault="00D05B05" w:rsidP="00D05B05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м. Львів вул. Підвальна, 6, (032)239-02-71</w:t>
            </w:r>
          </w:p>
          <w:p w14:paraId="662A03A3" w14:textId="2F4949A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4DA7C52" w14:textId="3C49B37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47/11</w:t>
            </w:r>
          </w:p>
        </w:tc>
        <w:tc>
          <w:tcPr>
            <w:tcW w:w="3112" w:type="dxa"/>
            <w:vAlign w:val="center"/>
          </w:tcPr>
          <w:p w14:paraId="7CE05C82" w14:textId="72761053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449D1794" w14:textId="77777777" w:rsidTr="00FB1B54">
        <w:trPr>
          <w:trHeight w:val="124"/>
        </w:trPr>
        <w:tc>
          <w:tcPr>
            <w:tcW w:w="598" w:type="dxa"/>
            <w:gridSpan w:val="4"/>
          </w:tcPr>
          <w:p w14:paraId="19EA539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D964EDA" w14:textId="365D4048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1A5BF077" w14:textId="3277D50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2 ДПРЧ 1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40A78AC" w14:textId="3A33992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 xml:space="preserve">м. Львів вул. </w:t>
            </w:r>
            <w:proofErr w:type="spellStart"/>
            <w:r w:rsidRPr="006F2812">
              <w:rPr>
                <w:sz w:val="20"/>
                <w:szCs w:val="20"/>
              </w:rPr>
              <w:t>Кузневича</w:t>
            </w:r>
            <w:proofErr w:type="spellEnd"/>
            <w:r w:rsidRPr="006F2812">
              <w:rPr>
                <w:sz w:val="20"/>
                <w:szCs w:val="20"/>
              </w:rPr>
              <w:t>, 6, (032)292-61-16</w:t>
            </w:r>
          </w:p>
        </w:tc>
        <w:tc>
          <w:tcPr>
            <w:tcW w:w="994" w:type="dxa"/>
            <w:vAlign w:val="center"/>
          </w:tcPr>
          <w:p w14:paraId="40C424C4" w14:textId="688818F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39/11</w:t>
            </w:r>
          </w:p>
        </w:tc>
        <w:tc>
          <w:tcPr>
            <w:tcW w:w="3112" w:type="dxa"/>
            <w:vAlign w:val="center"/>
          </w:tcPr>
          <w:p w14:paraId="3FC35B94" w14:textId="48323F07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7D836F46" w14:textId="77777777" w:rsidTr="00FB1B54">
        <w:trPr>
          <w:trHeight w:val="411"/>
        </w:trPr>
        <w:tc>
          <w:tcPr>
            <w:tcW w:w="598" w:type="dxa"/>
            <w:gridSpan w:val="4"/>
          </w:tcPr>
          <w:p w14:paraId="599E684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D141C27" w14:textId="4AA8C915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7788D743" w14:textId="483706C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3 ДПРЧ </w:t>
            </w:r>
            <w:r w:rsidRPr="006F2812">
              <w:rPr>
                <w:spacing w:val="-2"/>
                <w:sz w:val="20"/>
              </w:rPr>
              <w:t>1 ДПРЗ</w:t>
            </w:r>
          </w:p>
        </w:tc>
        <w:tc>
          <w:tcPr>
            <w:tcW w:w="3154" w:type="dxa"/>
            <w:gridSpan w:val="2"/>
            <w:vAlign w:val="center"/>
          </w:tcPr>
          <w:p w14:paraId="24EF1C49" w14:textId="020C5D4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м. Львів вул. Богдана Хмельницького, 193, (032)252-02-04</w:t>
            </w:r>
          </w:p>
        </w:tc>
        <w:tc>
          <w:tcPr>
            <w:tcW w:w="994" w:type="dxa"/>
            <w:vAlign w:val="center"/>
          </w:tcPr>
          <w:p w14:paraId="041CEF65" w14:textId="2F6279B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44/9</w:t>
            </w:r>
          </w:p>
        </w:tc>
        <w:tc>
          <w:tcPr>
            <w:tcW w:w="3112" w:type="dxa"/>
            <w:vAlign w:val="center"/>
          </w:tcPr>
          <w:p w14:paraId="6518A51E" w14:textId="6FE3C83B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77BB1C4D" w14:textId="77777777" w:rsidTr="00FB1B54">
        <w:trPr>
          <w:trHeight w:val="124"/>
        </w:trPr>
        <w:tc>
          <w:tcPr>
            <w:tcW w:w="598" w:type="dxa"/>
            <w:gridSpan w:val="4"/>
          </w:tcPr>
          <w:p w14:paraId="3650C88A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42A3691" w14:textId="1085681D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205A72C2" w14:textId="68F7CA9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4 ДПРЧ </w:t>
            </w:r>
            <w:r w:rsidRPr="006F2812">
              <w:rPr>
                <w:spacing w:val="-2"/>
                <w:sz w:val="20"/>
              </w:rPr>
              <w:t>1 ДПРЗ</w:t>
            </w:r>
          </w:p>
        </w:tc>
        <w:tc>
          <w:tcPr>
            <w:tcW w:w="3154" w:type="dxa"/>
            <w:gridSpan w:val="2"/>
            <w:vAlign w:val="center"/>
          </w:tcPr>
          <w:p w14:paraId="6AFF9053" w14:textId="6ADEB4FA" w:rsidR="00D05B05" w:rsidRPr="006F2812" w:rsidRDefault="00D05B05" w:rsidP="001018CC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м. Львів, вул. Володимира Великого, 56, (032)263-30-03</w:t>
            </w:r>
          </w:p>
        </w:tc>
        <w:tc>
          <w:tcPr>
            <w:tcW w:w="994" w:type="dxa"/>
            <w:vAlign w:val="center"/>
          </w:tcPr>
          <w:p w14:paraId="6950A42E" w14:textId="2E851C02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65/16</w:t>
            </w:r>
          </w:p>
        </w:tc>
        <w:tc>
          <w:tcPr>
            <w:tcW w:w="3112" w:type="dxa"/>
            <w:vAlign w:val="center"/>
          </w:tcPr>
          <w:p w14:paraId="55B7656E" w14:textId="43903E1C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60733743" w14:textId="77777777" w:rsidTr="00FB1B54">
        <w:trPr>
          <w:trHeight w:val="124"/>
        </w:trPr>
        <w:tc>
          <w:tcPr>
            <w:tcW w:w="598" w:type="dxa"/>
            <w:gridSpan w:val="4"/>
          </w:tcPr>
          <w:p w14:paraId="6039B307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095F387" w14:textId="0FAB99A8" w:rsidR="00D05B05" w:rsidRPr="006F2812" w:rsidRDefault="00D05B05" w:rsidP="00D05B05">
            <w:pPr>
              <w:ind w:firstLine="119"/>
              <w:jc w:val="both"/>
              <w:rPr>
                <w:lang w:val="ru-RU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33AC4FAB" w14:textId="45328192" w:rsidR="00D05B05" w:rsidRPr="006F2812" w:rsidRDefault="00D05B05" w:rsidP="00D05B05">
            <w:pPr>
              <w:jc w:val="center"/>
              <w:rPr>
                <w:sz w:val="20"/>
                <w:szCs w:val="20"/>
                <w:lang w:val="ru-RU"/>
              </w:rPr>
            </w:pPr>
            <w:r w:rsidRPr="006F2812">
              <w:rPr>
                <w:sz w:val="20"/>
              </w:rPr>
              <w:t xml:space="preserve">29 ДПРЧ </w:t>
            </w:r>
            <w:r w:rsidRPr="006F2812">
              <w:rPr>
                <w:spacing w:val="-2"/>
                <w:sz w:val="20"/>
              </w:rPr>
              <w:t>1 ДПРЗ</w:t>
            </w:r>
          </w:p>
        </w:tc>
        <w:tc>
          <w:tcPr>
            <w:tcW w:w="3154" w:type="dxa"/>
            <w:gridSpan w:val="2"/>
            <w:vAlign w:val="center"/>
          </w:tcPr>
          <w:p w14:paraId="3DA19914" w14:textId="77777777" w:rsidR="00D05B05" w:rsidRPr="006F2812" w:rsidRDefault="00D05B05" w:rsidP="00D05B05">
            <w:pPr>
              <w:tabs>
                <w:tab w:val="left" w:pos="8174"/>
              </w:tabs>
              <w:ind w:left="126" w:right="163"/>
              <w:jc w:val="center"/>
              <w:rPr>
                <w:rFonts w:cs="Tahoma"/>
                <w:sz w:val="20"/>
                <w:szCs w:val="20"/>
              </w:rPr>
            </w:pPr>
            <w:proofErr w:type="spellStart"/>
            <w:r w:rsidRPr="006F2812">
              <w:rPr>
                <w:sz w:val="20"/>
                <w:szCs w:val="20"/>
              </w:rPr>
              <w:t>м.Львів</w:t>
            </w:r>
            <w:proofErr w:type="spellEnd"/>
            <w:r w:rsidRPr="006F2812">
              <w:rPr>
                <w:sz w:val="20"/>
                <w:szCs w:val="20"/>
              </w:rPr>
              <w:t xml:space="preserve">, </w:t>
            </w:r>
            <w:proofErr w:type="spellStart"/>
            <w:r w:rsidRPr="006F2812">
              <w:rPr>
                <w:sz w:val="20"/>
                <w:szCs w:val="20"/>
              </w:rPr>
              <w:t>вул.Вулецька</w:t>
            </w:r>
            <w:proofErr w:type="spellEnd"/>
            <w:r w:rsidRPr="006F2812">
              <w:rPr>
                <w:sz w:val="20"/>
                <w:szCs w:val="20"/>
              </w:rPr>
              <w:t>, 11, (032)270-54-66</w:t>
            </w:r>
          </w:p>
          <w:p w14:paraId="68C71F24" w14:textId="46B6BBB2" w:rsidR="00D05B05" w:rsidRPr="006F2812" w:rsidRDefault="00D05B05" w:rsidP="00D05B05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vAlign w:val="center"/>
          </w:tcPr>
          <w:p w14:paraId="3A02861D" w14:textId="7B7A6256" w:rsidR="00D05B05" w:rsidRPr="006F2812" w:rsidRDefault="00D05B05" w:rsidP="00D05B05">
            <w:pPr>
              <w:jc w:val="center"/>
              <w:rPr>
                <w:sz w:val="20"/>
                <w:szCs w:val="20"/>
                <w:lang w:val="ru-RU"/>
              </w:rPr>
            </w:pPr>
            <w:r w:rsidRPr="006F2812">
              <w:rPr>
                <w:sz w:val="20"/>
                <w:szCs w:val="20"/>
              </w:rPr>
              <w:t>48/12</w:t>
            </w:r>
          </w:p>
        </w:tc>
        <w:tc>
          <w:tcPr>
            <w:tcW w:w="3112" w:type="dxa"/>
            <w:vAlign w:val="center"/>
          </w:tcPr>
          <w:p w14:paraId="0DDFDECE" w14:textId="211B87C9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3CC01DB8" w14:textId="77777777" w:rsidTr="00FB1B54">
        <w:trPr>
          <w:trHeight w:val="124"/>
        </w:trPr>
        <w:tc>
          <w:tcPr>
            <w:tcW w:w="598" w:type="dxa"/>
            <w:gridSpan w:val="4"/>
          </w:tcPr>
          <w:p w14:paraId="3F1BE88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CB50938" w14:textId="3834FE51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382F7253" w14:textId="640D2A29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30 ДПРЧ 1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681764B2" w14:textId="77777777" w:rsidR="00D05B05" w:rsidRPr="006F2812" w:rsidRDefault="00D05B05" w:rsidP="00D05B05">
            <w:pPr>
              <w:tabs>
                <w:tab w:val="left" w:pos="8174"/>
              </w:tabs>
              <w:ind w:left="126" w:right="163"/>
              <w:jc w:val="center"/>
              <w:rPr>
                <w:rFonts w:cs="Tahoma"/>
                <w:sz w:val="20"/>
                <w:szCs w:val="20"/>
              </w:rPr>
            </w:pPr>
            <w:proofErr w:type="spellStart"/>
            <w:r w:rsidRPr="006F2812">
              <w:rPr>
                <w:sz w:val="20"/>
                <w:szCs w:val="20"/>
              </w:rPr>
              <w:t>м.Львів</w:t>
            </w:r>
            <w:proofErr w:type="spellEnd"/>
            <w:r w:rsidRPr="006F2812">
              <w:rPr>
                <w:sz w:val="20"/>
                <w:szCs w:val="20"/>
              </w:rPr>
              <w:t xml:space="preserve">, вул. </w:t>
            </w:r>
            <w:proofErr w:type="spellStart"/>
            <w:r w:rsidRPr="006F2812">
              <w:rPr>
                <w:sz w:val="20"/>
                <w:szCs w:val="20"/>
              </w:rPr>
              <w:t>Козельницька</w:t>
            </w:r>
            <w:proofErr w:type="spellEnd"/>
            <w:r w:rsidRPr="006F2812">
              <w:rPr>
                <w:sz w:val="20"/>
                <w:szCs w:val="20"/>
              </w:rPr>
              <w:t>, 9, (032)270-65-33</w:t>
            </w:r>
          </w:p>
          <w:p w14:paraId="662A2E60" w14:textId="335F15D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B4205E4" w14:textId="647EFFE4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30/7</w:t>
            </w:r>
          </w:p>
        </w:tc>
        <w:tc>
          <w:tcPr>
            <w:tcW w:w="3112" w:type="dxa"/>
            <w:vAlign w:val="center"/>
          </w:tcPr>
          <w:p w14:paraId="2EE9070C" w14:textId="772BB800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2D775396" w14:textId="77777777" w:rsidTr="00FB1B54">
        <w:trPr>
          <w:trHeight w:val="124"/>
        </w:trPr>
        <w:tc>
          <w:tcPr>
            <w:tcW w:w="598" w:type="dxa"/>
            <w:gridSpan w:val="4"/>
          </w:tcPr>
          <w:p w14:paraId="3140E4D3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1974959" w14:textId="633EC099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43E594E1" w14:textId="796F9D4C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31 ДПРЧ 1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49F26625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Львів, вул. Шевченка, 325, (032)291-39-83</w:t>
            </w:r>
          </w:p>
          <w:p w14:paraId="598D4265" w14:textId="3F3DDDC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B39018C" w14:textId="734564E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50/11</w:t>
            </w:r>
          </w:p>
        </w:tc>
        <w:tc>
          <w:tcPr>
            <w:tcW w:w="3112" w:type="dxa"/>
            <w:vAlign w:val="center"/>
          </w:tcPr>
          <w:p w14:paraId="74FD1E10" w14:textId="483C7BA9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343F9C86" w14:textId="77777777" w:rsidTr="00FB1B54">
        <w:trPr>
          <w:trHeight w:val="124"/>
        </w:trPr>
        <w:tc>
          <w:tcPr>
            <w:tcW w:w="598" w:type="dxa"/>
            <w:gridSpan w:val="4"/>
          </w:tcPr>
          <w:p w14:paraId="55CE5A10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861F6F8" w14:textId="5360CD8C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114C7C29" w14:textId="43BA54D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32 ДПРЧ 1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4FB0AA42" w14:textId="5E54B169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proofErr w:type="spellStart"/>
            <w:r w:rsidRPr="006F2812">
              <w:rPr>
                <w:sz w:val="20"/>
              </w:rPr>
              <w:t>сел</w:t>
            </w:r>
            <w:proofErr w:type="spellEnd"/>
            <w:r w:rsidRPr="006F2812">
              <w:rPr>
                <w:sz w:val="20"/>
              </w:rPr>
              <w:t>. Брюховичі, вул. Незалежності, 56, (032)234-68-48</w:t>
            </w:r>
          </w:p>
        </w:tc>
        <w:tc>
          <w:tcPr>
            <w:tcW w:w="994" w:type="dxa"/>
            <w:vAlign w:val="center"/>
          </w:tcPr>
          <w:p w14:paraId="4780843C" w14:textId="7227010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23/4</w:t>
            </w:r>
          </w:p>
        </w:tc>
        <w:tc>
          <w:tcPr>
            <w:tcW w:w="3112" w:type="dxa"/>
            <w:vAlign w:val="center"/>
          </w:tcPr>
          <w:p w14:paraId="285DDEF8" w14:textId="5D5F5B5C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7D989DEB" w14:textId="77777777" w:rsidTr="00FB1B54">
        <w:trPr>
          <w:trHeight w:val="124"/>
        </w:trPr>
        <w:tc>
          <w:tcPr>
            <w:tcW w:w="598" w:type="dxa"/>
            <w:gridSpan w:val="4"/>
          </w:tcPr>
          <w:p w14:paraId="07647EA6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5B6219" w14:textId="2E40AEF7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DCF30FA" w14:textId="02850BB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61 ДПРЧ </w:t>
            </w:r>
            <w:r w:rsidRPr="006F2812">
              <w:rPr>
                <w:spacing w:val="-2"/>
                <w:sz w:val="20"/>
              </w:rPr>
              <w:t>1ДПРЗ</w:t>
            </w:r>
          </w:p>
        </w:tc>
        <w:tc>
          <w:tcPr>
            <w:tcW w:w="3154" w:type="dxa"/>
            <w:gridSpan w:val="2"/>
            <w:vAlign w:val="center"/>
          </w:tcPr>
          <w:p w14:paraId="0D090304" w14:textId="451EC74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proofErr w:type="spellStart"/>
            <w:r w:rsidRPr="006F2812">
              <w:rPr>
                <w:sz w:val="20"/>
              </w:rPr>
              <w:t>м.Винники</w:t>
            </w:r>
            <w:proofErr w:type="spellEnd"/>
            <w:r w:rsidRPr="006F2812">
              <w:rPr>
                <w:sz w:val="20"/>
              </w:rPr>
              <w:t>, вул. Генерала Сергія Дмитровського,14, (029) 296 33 39</w:t>
            </w:r>
          </w:p>
        </w:tc>
        <w:tc>
          <w:tcPr>
            <w:tcW w:w="994" w:type="dxa"/>
            <w:vAlign w:val="center"/>
          </w:tcPr>
          <w:p w14:paraId="2DC574F0" w14:textId="48D045F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26/5</w:t>
            </w:r>
          </w:p>
        </w:tc>
        <w:tc>
          <w:tcPr>
            <w:tcW w:w="3112" w:type="dxa"/>
            <w:vAlign w:val="center"/>
          </w:tcPr>
          <w:p w14:paraId="0B23F5C8" w14:textId="7919DF29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3560DE27" w14:textId="77777777" w:rsidTr="00FB1B54">
        <w:trPr>
          <w:trHeight w:val="124"/>
        </w:trPr>
        <w:tc>
          <w:tcPr>
            <w:tcW w:w="598" w:type="dxa"/>
            <w:gridSpan w:val="4"/>
          </w:tcPr>
          <w:p w14:paraId="62EF3D46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F0E9ED8" w14:textId="70932971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3EF073F9" w14:textId="58A9D68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62 ДПРЧ </w:t>
            </w:r>
            <w:r w:rsidRPr="006F2812">
              <w:rPr>
                <w:spacing w:val="-2"/>
                <w:sz w:val="20"/>
              </w:rPr>
              <w:t>1ДПРЗ</w:t>
            </w:r>
          </w:p>
        </w:tc>
        <w:tc>
          <w:tcPr>
            <w:tcW w:w="3154" w:type="dxa"/>
            <w:gridSpan w:val="2"/>
            <w:vAlign w:val="center"/>
          </w:tcPr>
          <w:p w14:paraId="0696CF7C" w14:textId="77777777" w:rsidR="00D05B05" w:rsidRPr="006F2812" w:rsidRDefault="00D05B05" w:rsidP="00D05B05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proofErr w:type="spellStart"/>
            <w:r w:rsidRPr="006F2812">
              <w:rPr>
                <w:sz w:val="20"/>
              </w:rPr>
              <w:t>м.Львів</w:t>
            </w:r>
            <w:proofErr w:type="spellEnd"/>
            <w:r w:rsidRPr="006F2812">
              <w:rPr>
                <w:sz w:val="20"/>
              </w:rPr>
              <w:t>, вул. Земельна, 19, (032)230-09-46</w:t>
            </w:r>
          </w:p>
          <w:p w14:paraId="2C2A77AE" w14:textId="379DFB82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43E0894" w14:textId="62A2797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29/6</w:t>
            </w:r>
          </w:p>
        </w:tc>
        <w:tc>
          <w:tcPr>
            <w:tcW w:w="3112" w:type="dxa"/>
            <w:vAlign w:val="center"/>
          </w:tcPr>
          <w:p w14:paraId="0ADC02B7" w14:textId="0E1BF8D9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7D59D42E" w14:textId="77777777" w:rsidTr="00FB1B54">
        <w:trPr>
          <w:trHeight w:val="124"/>
        </w:trPr>
        <w:tc>
          <w:tcPr>
            <w:tcW w:w="598" w:type="dxa"/>
            <w:gridSpan w:val="4"/>
          </w:tcPr>
          <w:p w14:paraId="6037566F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5FBB91D" w14:textId="62264C09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64F970BD" w14:textId="723FDFB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17775A23" w14:textId="77777777" w:rsidR="00D05B05" w:rsidRPr="006F2812" w:rsidRDefault="00D05B05" w:rsidP="00D05B05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6F2812">
              <w:rPr>
                <w:sz w:val="20"/>
              </w:rPr>
              <w:t>м. Шептицький, вул. Б. Хмельницького, 30</w:t>
            </w:r>
          </w:p>
          <w:p w14:paraId="17FA4B96" w14:textId="58C9A99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(03249) 3-12-62,</w:t>
            </w:r>
          </w:p>
        </w:tc>
        <w:tc>
          <w:tcPr>
            <w:tcW w:w="994" w:type="dxa"/>
            <w:vAlign w:val="center"/>
          </w:tcPr>
          <w:p w14:paraId="783269D1" w14:textId="4B7BB429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29/-</w:t>
            </w:r>
          </w:p>
        </w:tc>
        <w:tc>
          <w:tcPr>
            <w:tcW w:w="3112" w:type="dxa"/>
            <w:vAlign w:val="center"/>
          </w:tcPr>
          <w:p w14:paraId="41127D33" w14:textId="63BB6C79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25769AFC" w14:textId="77777777" w:rsidTr="00FB1B54">
        <w:trPr>
          <w:trHeight w:val="124"/>
        </w:trPr>
        <w:tc>
          <w:tcPr>
            <w:tcW w:w="598" w:type="dxa"/>
            <w:gridSpan w:val="4"/>
          </w:tcPr>
          <w:p w14:paraId="7A2DF3ED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FF3B7D1" w14:textId="283D4728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3DFBC58" w14:textId="51DFA44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10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0BADC3A3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Броди, вул. Гончарська, </w:t>
            </w:r>
            <w:r w:rsidRPr="006F2812">
              <w:rPr>
                <w:spacing w:val="-10"/>
                <w:sz w:val="20"/>
              </w:rPr>
              <w:t>7</w:t>
            </w:r>
          </w:p>
          <w:p w14:paraId="494959A1" w14:textId="2436EC2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(266) 4-30-</w:t>
            </w:r>
            <w:r w:rsidRPr="006F2812">
              <w:rPr>
                <w:spacing w:val="-5"/>
                <w:sz w:val="20"/>
              </w:rPr>
              <w:t>07</w:t>
            </w:r>
          </w:p>
        </w:tc>
        <w:tc>
          <w:tcPr>
            <w:tcW w:w="994" w:type="dxa"/>
            <w:vAlign w:val="center"/>
          </w:tcPr>
          <w:p w14:paraId="1E005147" w14:textId="6A0E66E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50/9</w:t>
            </w:r>
          </w:p>
        </w:tc>
        <w:tc>
          <w:tcPr>
            <w:tcW w:w="3112" w:type="dxa"/>
            <w:vAlign w:val="center"/>
          </w:tcPr>
          <w:p w14:paraId="0D3AD7D4" w14:textId="458E00AF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0B37CE44" w14:textId="77777777" w:rsidTr="00FB1B54">
        <w:trPr>
          <w:trHeight w:val="124"/>
        </w:trPr>
        <w:tc>
          <w:tcPr>
            <w:tcW w:w="598" w:type="dxa"/>
            <w:gridSpan w:val="4"/>
          </w:tcPr>
          <w:p w14:paraId="52248D83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F55BDDE" w14:textId="73BD1AD4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10E8B78" w14:textId="38BB2E6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39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FEF0059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смт.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Підкамінь, </w:t>
            </w:r>
            <w:r w:rsidRPr="006F2812">
              <w:rPr>
                <w:spacing w:val="-4"/>
                <w:sz w:val="20"/>
              </w:rPr>
              <w:t>вул.</w:t>
            </w:r>
          </w:p>
          <w:p w14:paraId="48D1BEDE" w14:textId="0EED509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Незалежності, 31</w:t>
            </w:r>
            <w:r w:rsidRPr="006F2812">
              <w:rPr>
                <w:spacing w:val="50"/>
                <w:sz w:val="20"/>
              </w:rPr>
              <w:t xml:space="preserve"> </w:t>
            </w:r>
            <w:r w:rsidRPr="006F2812">
              <w:rPr>
                <w:sz w:val="20"/>
              </w:rPr>
              <w:t>(264)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3-14-</w:t>
            </w:r>
            <w:r w:rsidRPr="006F2812">
              <w:rPr>
                <w:spacing w:val="-5"/>
                <w:sz w:val="20"/>
              </w:rPr>
              <w:t>41</w:t>
            </w:r>
          </w:p>
        </w:tc>
        <w:tc>
          <w:tcPr>
            <w:tcW w:w="994" w:type="dxa"/>
            <w:vAlign w:val="center"/>
          </w:tcPr>
          <w:p w14:paraId="31942A72" w14:textId="413A81A9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2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1C2D26D7" w14:textId="7C8CF613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12CEA7C7" w14:textId="77777777" w:rsidTr="00FB1B54">
        <w:trPr>
          <w:trHeight w:val="124"/>
        </w:trPr>
        <w:tc>
          <w:tcPr>
            <w:tcW w:w="598" w:type="dxa"/>
            <w:gridSpan w:val="4"/>
          </w:tcPr>
          <w:p w14:paraId="76F0B71B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BAD6DB0" w14:textId="46C93442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1755BB8D" w14:textId="2FE69D79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40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3D33E819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с.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Заболотці,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Шкільна,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5"/>
                <w:sz w:val="20"/>
              </w:rPr>
              <w:t>13</w:t>
            </w:r>
          </w:p>
          <w:p w14:paraId="4F08D60E" w14:textId="0B5BE951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(266) 3-62-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2108BC04" w14:textId="601280EC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13//3</w:t>
            </w:r>
          </w:p>
        </w:tc>
        <w:tc>
          <w:tcPr>
            <w:tcW w:w="3112" w:type="dxa"/>
            <w:vAlign w:val="center"/>
          </w:tcPr>
          <w:p w14:paraId="6721B2A1" w14:textId="40E8B5ED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4A8C47F4" w14:textId="77777777" w:rsidTr="00FB1B54">
        <w:trPr>
          <w:trHeight w:val="124"/>
        </w:trPr>
        <w:tc>
          <w:tcPr>
            <w:tcW w:w="598" w:type="dxa"/>
            <w:gridSpan w:val="4"/>
          </w:tcPr>
          <w:p w14:paraId="1D07363E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8B89DCC" w14:textId="3A9816EC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1D8A7A92" w14:textId="77B41CB2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13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53BDC502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Золочів, вул. </w:t>
            </w:r>
            <w:proofErr w:type="spellStart"/>
            <w:r w:rsidRPr="006F2812">
              <w:rPr>
                <w:sz w:val="20"/>
              </w:rPr>
              <w:t>Л.Українки</w:t>
            </w:r>
            <w:proofErr w:type="spellEnd"/>
            <w:r w:rsidRPr="006F2812">
              <w:rPr>
                <w:sz w:val="20"/>
              </w:rPr>
              <w:t xml:space="preserve">, </w:t>
            </w:r>
            <w:r w:rsidRPr="006F2812">
              <w:rPr>
                <w:spacing w:val="-10"/>
                <w:sz w:val="20"/>
              </w:rPr>
              <w:t>4</w:t>
            </w:r>
          </w:p>
          <w:p w14:paraId="0ECFCC78" w14:textId="323BD0B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(265) 4-23-</w:t>
            </w:r>
            <w:r w:rsidRPr="006F2812">
              <w:rPr>
                <w:spacing w:val="-5"/>
                <w:sz w:val="20"/>
              </w:rPr>
              <w:t>11</w:t>
            </w:r>
          </w:p>
        </w:tc>
        <w:tc>
          <w:tcPr>
            <w:tcW w:w="994" w:type="dxa"/>
            <w:vAlign w:val="center"/>
          </w:tcPr>
          <w:p w14:paraId="54E3DB8E" w14:textId="3BC3DBE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51/9</w:t>
            </w:r>
          </w:p>
        </w:tc>
        <w:tc>
          <w:tcPr>
            <w:tcW w:w="3112" w:type="dxa"/>
            <w:vAlign w:val="center"/>
          </w:tcPr>
          <w:p w14:paraId="446AA6C2" w14:textId="63D7B5FC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3099134E" w14:textId="77777777" w:rsidTr="00FB1B54">
        <w:trPr>
          <w:trHeight w:val="124"/>
        </w:trPr>
        <w:tc>
          <w:tcPr>
            <w:tcW w:w="598" w:type="dxa"/>
            <w:gridSpan w:val="4"/>
          </w:tcPr>
          <w:p w14:paraId="02B12F90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27A6B92" w14:textId="656D5D8F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D7DAC17" w14:textId="2FAB2F1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43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553932CE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before="137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смт. Поморяни, вул. </w:t>
            </w:r>
            <w:proofErr w:type="spellStart"/>
            <w:r w:rsidRPr="006F2812">
              <w:rPr>
                <w:spacing w:val="-2"/>
                <w:sz w:val="20"/>
              </w:rPr>
              <w:t>Загребеля</w:t>
            </w:r>
            <w:proofErr w:type="spellEnd"/>
            <w:r w:rsidRPr="006F2812">
              <w:rPr>
                <w:spacing w:val="-2"/>
                <w:sz w:val="20"/>
              </w:rPr>
              <w:t>,</w:t>
            </w:r>
          </w:p>
          <w:p w14:paraId="293FB5FD" w14:textId="0E5EF94F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18, (265) 5-83-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0C357744" w14:textId="6C8EF17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2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7A2D22B3" w14:textId="42D22AB0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256DDB1A" w14:textId="77777777" w:rsidTr="00FB1B54">
        <w:trPr>
          <w:trHeight w:val="124"/>
        </w:trPr>
        <w:tc>
          <w:tcPr>
            <w:tcW w:w="598" w:type="dxa"/>
            <w:gridSpan w:val="4"/>
          </w:tcPr>
          <w:p w14:paraId="7B866EE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F5A60E6" w14:textId="13BC6E4B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7944397C" w14:textId="3EDFEA3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14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F2A32CD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Буськ, </w:t>
            </w:r>
            <w:proofErr w:type="spellStart"/>
            <w:r w:rsidRPr="006F2812">
              <w:rPr>
                <w:sz w:val="20"/>
              </w:rPr>
              <w:t>пл</w:t>
            </w:r>
            <w:proofErr w:type="spellEnd"/>
            <w:r w:rsidRPr="006F2812">
              <w:rPr>
                <w:sz w:val="20"/>
              </w:rPr>
              <w:t xml:space="preserve">. Ринок, </w:t>
            </w:r>
            <w:r w:rsidRPr="006F2812">
              <w:rPr>
                <w:spacing w:val="-5"/>
                <w:sz w:val="20"/>
              </w:rPr>
              <w:t>19</w:t>
            </w:r>
          </w:p>
          <w:p w14:paraId="495E3379" w14:textId="00EBB9F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(264) 2-16-</w:t>
            </w:r>
            <w:r w:rsidRPr="006F2812">
              <w:rPr>
                <w:spacing w:val="-5"/>
                <w:sz w:val="20"/>
              </w:rPr>
              <w:t>36</w:t>
            </w:r>
          </w:p>
        </w:tc>
        <w:tc>
          <w:tcPr>
            <w:tcW w:w="994" w:type="dxa"/>
            <w:vAlign w:val="center"/>
          </w:tcPr>
          <w:p w14:paraId="3DE97250" w14:textId="6E4AFEB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26/4</w:t>
            </w:r>
          </w:p>
        </w:tc>
        <w:tc>
          <w:tcPr>
            <w:tcW w:w="3112" w:type="dxa"/>
            <w:vAlign w:val="center"/>
          </w:tcPr>
          <w:p w14:paraId="3FD33A3C" w14:textId="4E1BA514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5630C7F1" w14:textId="77777777" w:rsidTr="00FB1B54">
        <w:trPr>
          <w:trHeight w:val="124"/>
        </w:trPr>
        <w:tc>
          <w:tcPr>
            <w:tcW w:w="598" w:type="dxa"/>
            <w:gridSpan w:val="4"/>
          </w:tcPr>
          <w:p w14:paraId="027B3CFB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CDF1611" w14:textId="1598BE6B" w:rsidR="00D05B05" w:rsidRPr="006F2812" w:rsidRDefault="00D05B05" w:rsidP="00D05B05">
            <w:pPr>
              <w:ind w:firstLine="119"/>
              <w:jc w:val="both"/>
              <w:rPr>
                <w:sz w:val="20"/>
                <w:szCs w:val="18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255E5C74" w14:textId="1FCDD3A8" w:rsidR="00D05B05" w:rsidRPr="006F2812" w:rsidRDefault="00D05B05" w:rsidP="00D05B05">
            <w:pPr>
              <w:ind w:right="-108"/>
              <w:jc w:val="center"/>
              <w:rPr>
                <w:sz w:val="20"/>
                <w:szCs w:val="18"/>
              </w:rPr>
            </w:pPr>
            <w:r w:rsidRPr="006F2812">
              <w:rPr>
                <w:sz w:val="20"/>
              </w:rPr>
              <w:t>44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363DA421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смт.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Олесько, вул.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І. </w:t>
            </w:r>
            <w:proofErr w:type="spellStart"/>
            <w:r w:rsidRPr="006F2812">
              <w:rPr>
                <w:sz w:val="20"/>
              </w:rPr>
              <w:t>Труша</w:t>
            </w:r>
            <w:proofErr w:type="spellEnd"/>
            <w:r w:rsidRPr="006F2812">
              <w:rPr>
                <w:sz w:val="20"/>
              </w:rPr>
              <w:t xml:space="preserve">, </w:t>
            </w:r>
            <w:r w:rsidRPr="006F2812">
              <w:rPr>
                <w:spacing w:val="-5"/>
                <w:sz w:val="20"/>
              </w:rPr>
              <w:t>13</w:t>
            </w:r>
          </w:p>
          <w:p w14:paraId="300D8331" w14:textId="75CE667E" w:rsidR="00D05B05" w:rsidRPr="006F2812" w:rsidRDefault="00D05B05" w:rsidP="00D05B05">
            <w:pPr>
              <w:jc w:val="center"/>
              <w:rPr>
                <w:sz w:val="20"/>
                <w:szCs w:val="18"/>
              </w:rPr>
            </w:pPr>
            <w:r w:rsidRPr="006F2812">
              <w:rPr>
                <w:sz w:val="20"/>
              </w:rPr>
              <w:t>(264) 2-51-</w:t>
            </w:r>
            <w:r w:rsidRPr="006F2812">
              <w:rPr>
                <w:spacing w:val="-5"/>
                <w:sz w:val="20"/>
              </w:rPr>
              <w:t>86</w:t>
            </w:r>
          </w:p>
        </w:tc>
        <w:tc>
          <w:tcPr>
            <w:tcW w:w="994" w:type="dxa"/>
            <w:vAlign w:val="center"/>
          </w:tcPr>
          <w:p w14:paraId="116EB95C" w14:textId="0A3EEE2E" w:rsidR="00D05B05" w:rsidRPr="006F2812" w:rsidRDefault="00D05B05" w:rsidP="00D05B05">
            <w:pPr>
              <w:jc w:val="center"/>
              <w:rPr>
                <w:sz w:val="20"/>
                <w:szCs w:val="18"/>
              </w:rPr>
            </w:pPr>
            <w:r w:rsidRPr="006F2812">
              <w:rPr>
                <w:spacing w:val="-4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5FC9A7A1" w14:textId="2B441EAC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6F2812" w:rsidRPr="006F2812" w14:paraId="09D55C2E" w14:textId="77777777" w:rsidTr="00FB1B54">
        <w:trPr>
          <w:trHeight w:val="124"/>
        </w:trPr>
        <w:tc>
          <w:tcPr>
            <w:tcW w:w="598" w:type="dxa"/>
            <w:gridSpan w:val="4"/>
          </w:tcPr>
          <w:p w14:paraId="28735D71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CD47950" w14:textId="6F597CA8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2E3ED3EC" w14:textId="57102082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18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0BBEF39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</w:t>
            </w:r>
            <w:proofErr w:type="spellStart"/>
            <w:r w:rsidRPr="006F2812">
              <w:rPr>
                <w:sz w:val="20"/>
              </w:rPr>
              <w:t>К.Бузька</w:t>
            </w:r>
            <w:proofErr w:type="spellEnd"/>
            <w:r w:rsidRPr="006F2812">
              <w:rPr>
                <w:sz w:val="20"/>
              </w:rPr>
              <w:t xml:space="preserve">, вул. </w:t>
            </w:r>
            <w:r w:rsidRPr="006F2812">
              <w:rPr>
                <w:spacing w:val="-2"/>
                <w:sz w:val="20"/>
              </w:rPr>
              <w:t>Незалежності,</w:t>
            </w:r>
          </w:p>
          <w:p w14:paraId="3B54C0E7" w14:textId="64D528EF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62, (254) 2-44-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3D79324A" w14:textId="609040C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27/4</w:t>
            </w:r>
          </w:p>
        </w:tc>
        <w:tc>
          <w:tcPr>
            <w:tcW w:w="3112" w:type="dxa"/>
            <w:vAlign w:val="center"/>
          </w:tcPr>
          <w:p w14:paraId="6D8B0896" w14:textId="1910DD1E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3ED3EDF5" w14:textId="77777777" w:rsidTr="00FB1B54">
        <w:trPr>
          <w:trHeight w:val="124"/>
        </w:trPr>
        <w:tc>
          <w:tcPr>
            <w:tcW w:w="598" w:type="dxa"/>
            <w:gridSpan w:val="4"/>
          </w:tcPr>
          <w:p w14:paraId="593E0396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B1C7825" w14:textId="36FF99CC" w:rsidR="00D05B05" w:rsidRPr="006F2812" w:rsidRDefault="00D05B05" w:rsidP="00D05B05">
            <w:pPr>
              <w:ind w:firstLine="119"/>
              <w:jc w:val="both"/>
              <w:rPr>
                <w:sz w:val="20"/>
                <w:szCs w:val="18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4E39F76F" w14:textId="06BBEF0B" w:rsidR="00D05B05" w:rsidRPr="006F2812" w:rsidRDefault="00D05B05" w:rsidP="00D05B05">
            <w:pPr>
              <w:ind w:right="-108"/>
              <w:jc w:val="center"/>
              <w:rPr>
                <w:sz w:val="20"/>
                <w:szCs w:val="18"/>
              </w:rPr>
            </w:pPr>
            <w:r w:rsidRPr="006F2812">
              <w:rPr>
                <w:sz w:val="20"/>
              </w:rPr>
              <w:t xml:space="preserve">20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589E4EEF" w14:textId="72CE3ADB" w:rsidR="00D05B05" w:rsidRPr="006F2812" w:rsidRDefault="00D05B05" w:rsidP="00D05B05">
            <w:pPr>
              <w:jc w:val="center"/>
              <w:rPr>
                <w:sz w:val="20"/>
                <w:szCs w:val="18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Перемишляни,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Галицька, </w:t>
            </w:r>
            <w:r w:rsidRPr="006F2812">
              <w:rPr>
                <w:spacing w:val="-4"/>
                <w:sz w:val="20"/>
              </w:rPr>
              <w:t>79а</w:t>
            </w:r>
            <w:r w:rsidRPr="006F2812">
              <w:rPr>
                <w:sz w:val="20"/>
              </w:rPr>
              <w:tab/>
              <w:t>(263) 2-15-01</w:t>
            </w:r>
          </w:p>
        </w:tc>
        <w:tc>
          <w:tcPr>
            <w:tcW w:w="994" w:type="dxa"/>
            <w:vAlign w:val="center"/>
          </w:tcPr>
          <w:p w14:paraId="4C46FE31" w14:textId="6CB4D6CC" w:rsidR="00D05B05" w:rsidRPr="006F2812" w:rsidRDefault="00D05B05" w:rsidP="00D05B05">
            <w:pPr>
              <w:jc w:val="center"/>
              <w:rPr>
                <w:sz w:val="20"/>
                <w:szCs w:val="18"/>
              </w:rPr>
            </w:pPr>
            <w:r w:rsidRPr="006F2812">
              <w:rPr>
                <w:spacing w:val="-4"/>
                <w:sz w:val="20"/>
              </w:rPr>
              <w:t>28/4</w:t>
            </w:r>
          </w:p>
        </w:tc>
        <w:tc>
          <w:tcPr>
            <w:tcW w:w="3112" w:type="dxa"/>
            <w:vAlign w:val="center"/>
          </w:tcPr>
          <w:p w14:paraId="5A926FB2" w14:textId="70A13808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5CCA715B" w14:textId="77777777" w:rsidTr="00FB1B54">
        <w:trPr>
          <w:trHeight w:val="124"/>
        </w:trPr>
        <w:tc>
          <w:tcPr>
            <w:tcW w:w="598" w:type="dxa"/>
            <w:gridSpan w:val="4"/>
          </w:tcPr>
          <w:p w14:paraId="635CB83A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147C4F" w14:textId="73EF88B5" w:rsidR="00D05B05" w:rsidRPr="006F2812" w:rsidRDefault="00D05B05" w:rsidP="00D05B05">
            <w:pPr>
              <w:ind w:firstLine="119"/>
              <w:jc w:val="both"/>
              <w:rPr>
                <w:sz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67F1CA79" w14:textId="475C870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42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6AA869E6" w14:textId="43B6154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Глиняни,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Шептицького, 2а, (265) 5-16-01</w:t>
            </w:r>
          </w:p>
        </w:tc>
        <w:tc>
          <w:tcPr>
            <w:tcW w:w="994" w:type="dxa"/>
            <w:vAlign w:val="center"/>
          </w:tcPr>
          <w:p w14:paraId="59F38C32" w14:textId="3B5C166C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6F564CBA" w14:textId="56D4F2D7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7A246546" w14:textId="77777777" w:rsidTr="00FB1B54">
        <w:trPr>
          <w:trHeight w:val="124"/>
        </w:trPr>
        <w:tc>
          <w:tcPr>
            <w:tcW w:w="598" w:type="dxa"/>
            <w:gridSpan w:val="4"/>
          </w:tcPr>
          <w:p w14:paraId="5D6B9E94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4AF6A89" w14:textId="4275187E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896CA48" w14:textId="2139735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50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3409A03A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29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Бібрка, вул. Шевченка, </w:t>
            </w:r>
            <w:r w:rsidRPr="006F2812">
              <w:rPr>
                <w:spacing w:val="-10"/>
                <w:sz w:val="20"/>
              </w:rPr>
              <w:t>3</w:t>
            </w:r>
          </w:p>
          <w:p w14:paraId="01C3A91E" w14:textId="7054949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(263) 4-17-</w:t>
            </w:r>
            <w:r w:rsidRPr="006F2812">
              <w:rPr>
                <w:spacing w:val="-5"/>
                <w:sz w:val="20"/>
              </w:rPr>
              <w:t>70</w:t>
            </w:r>
          </w:p>
        </w:tc>
        <w:tc>
          <w:tcPr>
            <w:tcW w:w="994" w:type="dxa"/>
            <w:vAlign w:val="center"/>
          </w:tcPr>
          <w:p w14:paraId="4A3B8A56" w14:textId="77D4E4D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6936E60D" w14:textId="3D5C7F6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6E5A563A" w14:textId="77777777" w:rsidTr="00FB1B54">
        <w:trPr>
          <w:trHeight w:val="124"/>
        </w:trPr>
        <w:tc>
          <w:tcPr>
            <w:tcW w:w="598" w:type="dxa"/>
            <w:gridSpan w:val="4"/>
          </w:tcPr>
          <w:p w14:paraId="614E257D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E011E61" w14:textId="20903DCE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BF72D47" w14:textId="589FC1D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21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03DBD27D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Радехів, вул.</w:t>
            </w:r>
            <w:r w:rsidRPr="006F2812">
              <w:rPr>
                <w:spacing w:val="-1"/>
                <w:sz w:val="20"/>
              </w:rPr>
              <w:t xml:space="preserve"> </w:t>
            </w:r>
            <w:proofErr w:type="spellStart"/>
            <w:r w:rsidRPr="006F2812">
              <w:rPr>
                <w:sz w:val="20"/>
              </w:rPr>
              <w:t>Стоянівська</w:t>
            </w:r>
            <w:proofErr w:type="spellEnd"/>
            <w:r w:rsidRPr="006F2812">
              <w:rPr>
                <w:sz w:val="20"/>
              </w:rPr>
              <w:t xml:space="preserve">, </w:t>
            </w:r>
            <w:r w:rsidRPr="006F2812">
              <w:rPr>
                <w:spacing w:val="-5"/>
                <w:sz w:val="20"/>
              </w:rPr>
              <w:t>21</w:t>
            </w:r>
          </w:p>
          <w:p w14:paraId="3490E5EB" w14:textId="2326AB2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(255) 2-16-</w:t>
            </w:r>
            <w:r w:rsidRPr="006F2812">
              <w:rPr>
                <w:spacing w:val="-5"/>
                <w:sz w:val="20"/>
              </w:rPr>
              <w:t>60</w:t>
            </w:r>
          </w:p>
        </w:tc>
        <w:tc>
          <w:tcPr>
            <w:tcW w:w="994" w:type="dxa"/>
            <w:vAlign w:val="center"/>
          </w:tcPr>
          <w:p w14:paraId="36FD0DC4" w14:textId="1D81A5C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25/4</w:t>
            </w:r>
          </w:p>
        </w:tc>
        <w:tc>
          <w:tcPr>
            <w:tcW w:w="3112" w:type="dxa"/>
            <w:vAlign w:val="center"/>
          </w:tcPr>
          <w:p w14:paraId="2505E621" w14:textId="11C29C1E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529C26E3" w14:textId="77777777" w:rsidTr="00FB1B54">
        <w:trPr>
          <w:trHeight w:val="124"/>
        </w:trPr>
        <w:tc>
          <w:tcPr>
            <w:tcW w:w="598" w:type="dxa"/>
            <w:gridSpan w:val="4"/>
          </w:tcPr>
          <w:p w14:paraId="1AAAF1E6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F9152BF" w14:textId="71EBDAED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352062D9" w14:textId="003AA08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22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642BFF47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Сокаль,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Чайковського, </w:t>
            </w:r>
            <w:r w:rsidRPr="006F2812">
              <w:rPr>
                <w:spacing w:val="-10"/>
                <w:sz w:val="20"/>
              </w:rPr>
              <w:t>5</w:t>
            </w:r>
          </w:p>
          <w:p w14:paraId="13347B32" w14:textId="06ED2A2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(257) 2-02-</w:t>
            </w:r>
            <w:r w:rsidRPr="006F2812">
              <w:rPr>
                <w:spacing w:val="-5"/>
                <w:sz w:val="20"/>
              </w:rPr>
              <w:t>49</w:t>
            </w:r>
          </w:p>
        </w:tc>
        <w:tc>
          <w:tcPr>
            <w:tcW w:w="994" w:type="dxa"/>
            <w:vAlign w:val="center"/>
          </w:tcPr>
          <w:p w14:paraId="5F66DD0B" w14:textId="5376D67C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19/4</w:t>
            </w:r>
          </w:p>
        </w:tc>
        <w:tc>
          <w:tcPr>
            <w:tcW w:w="3112" w:type="dxa"/>
            <w:vAlign w:val="center"/>
          </w:tcPr>
          <w:p w14:paraId="083ACB76" w14:textId="110F355B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127508A9" w14:textId="77777777" w:rsidTr="00FB1B54">
        <w:trPr>
          <w:trHeight w:val="124"/>
        </w:trPr>
        <w:tc>
          <w:tcPr>
            <w:tcW w:w="598" w:type="dxa"/>
            <w:gridSpan w:val="4"/>
          </w:tcPr>
          <w:p w14:paraId="4B8CB512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00B4EE0" w14:textId="0F7EA387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7CDDD152" w14:textId="08541FC1" w:rsidR="00D05B05" w:rsidRPr="006F2812" w:rsidRDefault="00D05B05" w:rsidP="00D05B05">
            <w:pPr>
              <w:ind w:right="-108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33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1E52DAF3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Шептицький, </w:t>
            </w:r>
            <w:r w:rsidRPr="006F2812">
              <w:rPr>
                <w:spacing w:val="-2"/>
                <w:sz w:val="20"/>
              </w:rPr>
              <w:t>вул.Б.Хмельницького,30</w:t>
            </w:r>
          </w:p>
          <w:p w14:paraId="7B7108EB" w14:textId="6BA659B7" w:rsidR="00D05B05" w:rsidRPr="006F2812" w:rsidRDefault="00D05B05" w:rsidP="00D05B05">
            <w:pPr>
              <w:ind w:left="-62" w:right="-142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(249) 2-01-</w:t>
            </w:r>
            <w:r w:rsidRPr="006F2812">
              <w:rPr>
                <w:spacing w:val="-5"/>
                <w:sz w:val="20"/>
              </w:rPr>
              <w:t>10</w:t>
            </w:r>
          </w:p>
        </w:tc>
        <w:tc>
          <w:tcPr>
            <w:tcW w:w="994" w:type="dxa"/>
            <w:vAlign w:val="center"/>
          </w:tcPr>
          <w:p w14:paraId="3A701862" w14:textId="67CCBF9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47/11</w:t>
            </w:r>
          </w:p>
        </w:tc>
        <w:tc>
          <w:tcPr>
            <w:tcW w:w="3112" w:type="dxa"/>
            <w:vAlign w:val="center"/>
          </w:tcPr>
          <w:p w14:paraId="79642890" w14:textId="34DEABF1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243E441A" w14:textId="77777777" w:rsidTr="00FB1B54">
        <w:trPr>
          <w:trHeight w:val="124"/>
        </w:trPr>
        <w:tc>
          <w:tcPr>
            <w:tcW w:w="598" w:type="dxa"/>
            <w:gridSpan w:val="4"/>
          </w:tcPr>
          <w:p w14:paraId="2EDA080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D73873A" w14:textId="5D771D35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417B83A" w14:textId="3DA8603B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49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F80997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смт. Добротвір, вул. Пушкіна, </w:t>
            </w:r>
            <w:r w:rsidRPr="006F2812">
              <w:rPr>
                <w:spacing w:val="-10"/>
                <w:sz w:val="20"/>
              </w:rPr>
              <w:t>6</w:t>
            </w:r>
          </w:p>
          <w:p w14:paraId="75D9979B" w14:textId="038B4E02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(254) 3-11-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379A17E9" w14:textId="123C60F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2D941033" w14:textId="3161C7F1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68E903A4" w14:textId="77777777" w:rsidTr="00FB1B54">
        <w:trPr>
          <w:trHeight w:val="124"/>
        </w:trPr>
        <w:tc>
          <w:tcPr>
            <w:tcW w:w="598" w:type="dxa"/>
            <w:gridSpan w:val="4"/>
          </w:tcPr>
          <w:p w14:paraId="03C76F8B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50ECFA9" w14:textId="0F402FF6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744147A7" w14:textId="2C7CA7D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51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453EC049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смт.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Лопатин, вул.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Промислова,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5"/>
                <w:sz w:val="20"/>
              </w:rPr>
              <w:t>21,</w:t>
            </w:r>
          </w:p>
          <w:p w14:paraId="0FC1BC00" w14:textId="136395A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(255) 3-63-</w:t>
            </w:r>
            <w:r w:rsidRPr="006F2812">
              <w:rPr>
                <w:spacing w:val="-5"/>
                <w:sz w:val="20"/>
              </w:rPr>
              <w:t>30</w:t>
            </w:r>
          </w:p>
        </w:tc>
        <w:tc>
          <w:tcPr>
            <w:tcW w:w="994" w:type="dxa"/>
            <w:vAlign w:val="center"/>
          </w:tcPr>
          <w:p w14:paraId="1655FA02" w14:textId="6E71C99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7B64E66E" w14:textId="1E4E909A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2BDD348B" w14:textId="77777777" w:rsidTr="00FB1B54">
        <w:trPr>
          <w:trHeight w:val="124"/>
        </w:trPr>
        <w:tc>
          <w:tcPr>
            <w:tcW w:w="598" w:type="dxa"/>
            <w:gridSpan w:val="4"/>
          </w:tcPr>
          <w:p w14:paraId="4E3DAA2E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EB68D5D" w14:textId="470E1E04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2C59FCC8" w14:textId="03A25088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52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04F8130E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В. Мости, вул. Шевченка, </w:t>
            </w:r>
            <w:r w:rsidRPr="006F2812">
              <w:rPr>
                <w:spacing w:val="-10"/>
                <w:sz w:val="20"/>
              </w:rPr>
              <w:t>7</w:t>
            </w:r>
          </w:p>
          <w:p w14:paraId="13434FE3" w14:textId="3BFFA28E" w:rsidR="00D05B05" w:rsidRPr="006F2812" w:rsidRDefault="00D05B05" w:rsidP="00D05B05">
            <w:pPr>
              <w:ind w:left="-62" w:right="-114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(257) 6-42-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185C7908" w14:textId="590BEA5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2E9BD8E9" w14:textId="3929F3C2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311CF694" w14:textId="77777777" w:rsidTr="00FB1B54">
        <w:trPr>
          <w:trHeight w:val="124"/>
        </w:trPr>
        <w:tc>
          <w:tcPr>
            <w:tcW w:w="598" w:type="dxa"/>
            <w:gridSpan w:val="4"/>
          </w:tcPr>
          <w:p w14:paraId="6035806D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F8CBDD2" w14:textId="19791F63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55B1487" w14:textId="56B5DE7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34 ДПРЧ 4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0F8E0F77" w14:textId="1A259D8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с.</w:t>
            </w:r>
            <w:r w:rsidRPr="006F2812">
              <w:rPr>
                <w:spacing w:val="-8"/>
                <w:sz w:val="20"/>
              </w:rPr>
              <w:t xml:space="preserve"> </w:t>
            </w:r>
            <w:r w:rsidRPr="006F2812">
              <w:rPr>
                <w:sz w:val="20"/>
              </w:rPr>
              <w:t>Соснівка,</w:t>
            </w:r>
            <w:r w:rsidRPr="006F2812">
              <w:rPr>
                <w:spacing w:val="34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8"/>
                <w:sz w:val="20"/>
              </w:rPr>
              <w:t xml:space="preserve"> </w:t>
            </w:r>
            <w:r w:rsidRPr="006F2812">
              <w:rPr>
                <w:sz w:val="20"/>
              </w:rPr>
              <w:t>Львівська,</w:t>
            </w:r>
            <w:r w:rsidRPr="006F2812">
              <w:rPr>
                <w:spacing w:val="-8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4 </w:t>
            </w:r>
            <w:r w:rsidRPr="006F2812">
              <w:rPr>
                <w:spacing w:val="-2"/>
                <w:sz w:val="20"/>
              </w:rPr>
              <w:t>063-981-58-16</w:t>
            </w:r>
          </w:p>
        </w:tc>
        <w:tc>
          <w:tcPr>
            <w:tcW w:w="994" w:type="dxa"/>
            <w:vAlign w:val="center"/>
          </w:tcPr>
          <w:p w14:paraId="57F3F3C3" w14:textId="301A2E3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26/5</w:t>
            </w:r>
          </w:p>
        </w:tc>
        <w:tc>
          <w:tcPr>
            <w:tcW w:w="3112" w:type="dxa"/>
            <w:vAlign w:val="center"/>
          </w:tcPr>
          <w:p w14:paraId="44DB6E22" w14:textId="776D02AC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22D77C6D" w14:textId="77777777" w:rsidTr="00FB1B54">
        <w:trPr>
          <w:trHeight w:val="124"/>
        </w:trPr>
        <w:tc>
          <w:tcPr>
            <w:tcW w:w="598" w:type="dxa"/>
            <w:gridSpan w:val="4"/>
          </w:tcPr>
          <w:p w14:paraId="3F2C58A4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351735B" w14:textId="2C0C6DE2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6C3337E" w14:textId="73E0321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AEDB48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Стрий, вул. Зелена, 23</w:t>
            </w:r>
          </w:p>
          <w:p w14:paraId="1EA31468" w14:textId="0C329C4C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(245) 5-23-56</w:t>
            </w:r>
          </w:p>
        </w:tc>
        <w:tc>
          <w:tcPr>
            <w:tcW w:w="994" w:type="dxa"/>
            <w:vAlign w:val="center"/>
          </w:tcPr>
          <w:p w14:paraId="7152A2AF" w14:textId="0CA2C49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46/-</w:t>
            </w:r>
          </w:p>
        </w:tc>
        <w:tc>
          <w:tcPr>
            <w:tcW w:w="3112" w:type="dxa"/>
            <w:vAlign w:val="center"/>
          </w:tcPr>
          <w:p w14:paraId="0A3809AA" w14:textId="5B5C7213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0C2250AB" w14:textId="77777777" w:rsidTr="00FB1B54">
        <w:trPr>
          <w:trHeight w:val="124"/>
        </w:trPr>
        <w:tc>
          <w:tcPr>
            <w:tcW w:w="598" w:type="dxa"/>
            <w:gridSpan w:val="4"/>
          </w:tcPr>
          <w:p w14:paraId="3FCD27E1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C7FCB1D" w14:textId="04913CF7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D9FF25A" w14:textId="52DC7F1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5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0044109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29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Дрогобич,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2"/>
                <w:sz w:val="20"/>
              </w:rPr>
              <w:t xml:space="preserve"> </w:t>
            </w:r>
            <w:proofErr w:type="spellStart"/>
            <w:r w:rsidRPr="006F2812">
              <w:rPr>
                <w:sz w:val="20"/>
              </w:rPr>
              <w:t>Зварицька</w:t>
            </w:r>
            <w:proofErr w:type="spellEnd"/>
            <w:r w:rsidRPr="006F2812">
              <w:rPr>
                <w:sz w:val="20"/>
              </w:rPr>
              <w:t>,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10"/>
                <w:sz w:val="20"/>
              </w:rPr>
              <w:t>9</w:t>
            </w:r>
          </w:p>
          <w:p w14:paraId="2DD051D4" w14:textId="6E3FF28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(244) 3-80-</w:t>
            </w:r>
            <w:r w:rsidRPr="006F2812">
              <w:rPr>
                <w:spacing w:val="-5"/>
                <w:sz w:val="20"/>
              </w:rPr>
              <w:t>69</w:t>
            </w:r>
          </w:p>
        </w:tc>
        <w:tc>
          <w:tcPr>
            <w:tcW w:w="994" w:type="dxa"/>
            <w:vAlign w:val="center"/>
          </w:tcPr>
          <w:p w14:paraId="2BE0051D" w14:textId="2646F8A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5"/>
                <w:sz w:val="20"/>
              </w:rPr>
              <w:t>46/11</w:t>
            </w:r>
          </w:p>
        </w:tc>
        <w:tc>
          <w:tcPr>
            <w:tcW w:w="3112" w:type="dxa"/>
            <w:vAlign w:val="center"/>
          </w:tcPr>
          <w:p w14:paraId="4C30EDDF" w14:textId="0BBD3A7E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55C3BE1B" w14:textId="77777777" w:rsidTr="00FB1B54">
        <w:trPr>
          <w:trHeight w:val="124"/>
        </w:trPr>
        <w:tc>
          <w:tcPr>
            <w:tcW w:w="598" w:type="dxa"/>
            <w:gridSpan w:val="4"/>
          </w:tcPr>
          <w:p w14:paraId="1B7D5CA2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576248" w14:textId="7579ACDE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 у Львівській області</w:t>
            </w:r>
          </w:p>
        </w:tc>
        <w:tc>
          <w:tcPr>
            <w:tcW w:w="3231" w:type="dxa"/>
            <w:vAlign w:val="center"/>
          </w:tcPr>
          <w:p w14:paraId="3A623D2C" w14:textId="57E9AA39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37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6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3A34240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29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Стебник, вул. </w:t>
            </w:r>
            <w:r w:rsidRPr="006F2812">
              <w:rPr>
                <w:spacing w:val="-2"/>
                <w:sz w:val="20"/>
              </w:rPr>
              <w:t>Дрогобицька,</w:t>
            </w:r>
          </w:p>
          <w:p w14:paraId="33F6F04B" w14:textId="7D55DEE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127, (244) 4-20-</w:t>
            </w:r>
            <w:r w:rsidRPr="006F2812">
              <w:rPr>
                <w:spacing w:val="-5"/>
                <w:sz w:val="20"/>
              </w:rPr>
              <w:t>18</w:t>
            </w:r>
          </w:p>
        </w:tc>
        <w:tc>
          <w:tcPr>
            <w:tcW w:w="994" w:type="dxa"/>
            <w:vAlign w:val="center"/>
          </w:tcPr>
          <w:p w14:paraId="236D375A" w14:textId="62561C8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2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2FF143D3" w14:textId="1C90B585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4CD3D20E" w14:textId="77777777" w:rsidTr="00FB1B54">
        <w:trPr>
          <w:trHeight w:val="124"/>
        </w:trPr>
        <w:tc>
          <w:tcPr>
            <w:tcW w:w="598" w:type="dxa"/>
            <w:gridSpan w:val="4"/>
          </w:tcPr>
          <w:p w14:paraId="51610473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1F4862C" w14:textId="76906051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6AA938F5" w14:textId="1BCBFBB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6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B8356F1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Борислав, вул. Шевченка, </w:t>
            </w:r>
            <w:r w:rsidRPr="006F2812">
              <w:rPr>
                <w:spacing w:val="-5"/>
                <w:sz w:val="20"/>
              </w:rPr>
              <w:t>54</w:t>
            </w:r>
          </w:p>
          <w:p w14:paraId="4E336796" w14:textId="78AB4AB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(248) 5-02-</w:t>
            </w:r>
            <w:r w:rsidRPr="006F2812">
              <w:rPr>
                <w:spacing w:val="-5"/>
                <w:sz w:val="20"/>
              </w:rPr>
              <w:t>50</w:t>
            </w:r>
          </w:p>
        </w:tc>
        <w:tc>
          <w:tcPr>
            <w:tcW w:w="994" w:type="dxa"/>
            <w:vAlign w:val="center"/>
          </w:tcPr>
          <w:p w14:paraId="2519C8A0" w14:textId="5E5F4A2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43/10</w:t>
            </w:r>
          </w:p>
        </w:tc>
        <w:tc>
          <w:tcPr>
            <w:tcW w:w="3112" w:type="dxa"/>
            <w:vAlign w:val="center"/>
          </w:tcPr>
          <w:p w14:paraId="69326183" w14:textId="08AC2F4F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15D43D43" w14:textId="77777777" w:rsidTr="00FB1B54">
        <w:trPr>
          <w:trHeight w:val="124"/>
        </w:trPr>
        <w:tc>
          <w:tcPr>
            <w:tcW w:w="598" w:type="dxa"/>
            <w:gridSpan w:val="4"/>
          </w:tcPr>
          <w:p w14:paraId="752E3967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95D07DA" w14:textId="509F9036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102EB2B" w14:textId="146C4F6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38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6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1A2E9F2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Східниця, вул. 16-го </w:t>
            </w:r>
            <w:r w:rsidRPr="006F2812">
              <w:rPr>
                <w:spacing w:val="-2"/>
                <w:sz w:val="20"/>
              </w:rPr>
              <w:t>Липня,</w:t>
            </w:r>
          </w:p>
          <w:p w14:paraId="7804BA91" w14:textId="099B426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(248) 4-80-</w:t>
            </w:r>
            <w:r w:rsidRPr="006F2812">
              <w:rPr>
                <w:spacing w:val="-5"/>
                <w:sz w:val="20"/>
              </w:rPr>
              <w:t>21</w:t>
            </w:r>
          </w:p>
        </w:tc>
        <w:tc>
          <w:tcPr>
            <w:tcW w:w="994" w:type="dxa"/>
            <w:vAlign w:val="center"/>
          </w:tcPr>
          <w:p w14:paraId="687646BB" w14:textId="244F309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2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1FCCFB5F" w14:textId="0D084CDB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7E275FDB" w14:textId="77777777" w:rsidTr="00FB1B54">
        <w:trPr>
          <w:trHeight w:val="124"/>
        </w:trPr>
        <w:tc>
          <w:tcPr>
            <w:tcW w:w="598" w:type="dxa"/>
            <w:gridSpan w:val="4"/>
          </w:tcPr>
          <w:p w14:paraId="0A3EED57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B23C659" w14:textId="127916EC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167D1076" w14:textId="4A71196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7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6FE84AB3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Трускавець, вул.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Бориславська,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20</w:t>
            </w:r>
          </w:p>
          <w:p w14:paraId="67D6076D" w14:textId="3D869D6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(247) 5-15-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18E7DD5B" w14:textId="7051534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47/10</w:t>
            </w:r>
          </w:p>
        </w:tc>
        <w:tc>
          <w:tcPr>
            <w:tcW w:w="3112" w:type="dxa"/>
            <w:vAlign w:val="center"/>
          </w:tcPr>
          <w:p w14:paraId="1223B019" w14:textId="7AF5BDD6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1DC897F3" w14:textId="77777777" w:rsidTr="00FB1B54">
        <w:trPr>
          <w:trHeight w:val="124"/>
        </w:trPr>
        <w:tc>
          <w:tcPr>
            <w:tcW w:w="598" w:type="dxa"/>
            <w:gridSpan w:val="4"/>
          </w:tcPr>
          <w:p w14:paraId="47955E47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84E9E3D" w14:textId="4080A72A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B1958D7" w14:textId="2299C9C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8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00DFAB9F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Стрий,</w:t>
            </w:r>
            <w:r w:rsidRPr="006F2812">
              <w:rPr>
                <w:spacing w:val="10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вул. Зелена, </w:t>
            </w:r>
            <w:r w:rsidRPr="006F2812">
              <w:rPr>
                <w:spacing w:val="-5"/>
                <w:sz w:val="20"/>
              </w:rPr>
              <w:t>23</w:t>
            </w:r>
          </w:p>
          <w:p w14:paraId="389C6F2A" w14:textId="1FC7A6B0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(245) 5-23-</w:t>
            </w:r>
            <w:r w:rsidRPr="006F2812">
              <w:rPr>
                <w:spacing w:val="-5"/>
                <w:sz w:val="20"/>
              </w:rPr>
              <w:t>56</w:t>
            </w:r>
          </w:p>
        </w:tc>
        <w:tc>
          <w:tcPr>
            <w:tcW w:w="994" w:type="dxa"/>
            <w:vAlign w:val="center"/>
          </w:tcPr>
          <w:p w14:paraId="64618163" w14:textId="4952830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48/10</w:t>
            </w:r>
          </w:p>
        </w:tc>
        <w:tc>
          <w:tcPr>
            <w:tcW w:w="3112" w:type="dxa"/>
            <w:vAlign w:val="center"/>
          </w:tcPr>
          <w:p w14:paraId="0BAD98B9" w14:textId="7D7AA29C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2A9545BA" w14:textId="77777777" w:rsidTr="00FB1B54">
        <w:trPr>
          <w:trHeight w:val="124"/>
        </w:trPr>
        <w:tc>
          <w:tcPr>
            <w:tcW w:w="598" w:type="dxa"/>
            <w:gridSpan w:val="4"/>
          </w:tcPr>
          <w:p w14:paraId="3379F53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8C1BBDC" w14:textId="64BD4031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6B50E88C" w14:textId="4B548C0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9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058C44BB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</w:t>
            </w:r>
            <w:r w:rsidRPr="006F2812">
              <w:rPr>
                <w:spacing w:val="-2"/>
                <w:sz w:val="20"/>
              </w:rPr>
              <w:t>Моршин,</w:t>
            </w:r>
          </w:p>
          <w:p w14:paraId="27C600C4" w14:textId="77777777" w:rsidR="00D016A0" w:rsidRDefault="00D05B05" w:rsidP="00D05B05">
            <w:pPr>
              <w:jc w:val="center"/>
              <w:rPr>
                <w:spacing w:val="-2"/>
                <w:sz w:val="20"/>
              </w:rPr>
            </w:pPr>
            <w:r w:rsidRPr="006F2812">
              <w:rPr>
                <w:sz w:val="20"/>
              </w:rPr>
              <w:t>вул.</w:t>
            </w:r>
            <w:r w:rsidRPr="006F2812">
              <w:rPr>
                <w:spacing w:val="-4"/>
                <w:sz w:val="20"/>
              </w:rPr>
              <w:t xml:space="preserve"> </w:t>
            </w:r>
            <w:r w:rsidRPr="006F2812">
              <w:rPr>
                <w:sz w:val="20"/>
              </w:rPr>
              <w:t>Д.Галицького,55</w:t>
            </w:r>
            <w:r w:rsidRPr="006F2812">
              <w:rPr>
                <w:spacing w:val="-2"/>
                <w:sz w:val="20"/>
              </w:rPr>
              <w:t xml:space="preserve"> </w:t>
            </w:r>
          </w:p>
          <w:p w14:paraId="19F625D8" w14:textId="5D1FCB4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(260)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6-00-</w:t>
            </w:r>
            <w:r w:rsidRPr="006F2812">
              <w:rPr>
                <w:spacing w:val="-5"/>
                <w:sz w:val="20"/>
              </w:rPr>
              <w:t>23</w:t>
            </w:r>
          </w:p>
        </w:tc>
        <w:tc>
          <w:tcPr>
            <w:tcW w:w="994" w:type="dxa"/>
            <w:vAlign w:val="center"/>
          </w:tcPr>
          <w:p w14:paraId="13168100" w14:textId="2AB5DB2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30/7</w:t>
            </w:r>
          </w:p>
        </w:tc>
        <w:tc>
          <w:tcPr>
            <w:tcW w:w="3112" w:type="dxa"/>
            <w:vAlign w:val="center"/>
          </w:tcPr>
          <w:p w14:paraId="615F92F2" w14:textId="1DA6337A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51A68BCE" w14:textId="77777777" w:rsidTr="00FB1B54">
        <w:trPr>
          <w:trHeight w:val="124"/>
        </w:trPr>
        <w:tc>
          <w:tcPr>
            <w:tcW w:w="598" w:type="dxa"/>
            <w:gridSpan w:val="4"/>
          </w:tcPr>
          <w:p w14:paraId="3BA0B50E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F4EB4AD" w14:textId="0C1198E7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29761B7A" w14:textId="1A2397A2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11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627CE0CA" w14:textId="77777777" w:rsidR="00D05B05" w:rsidRPr="006F2812" w:rsidRDefault="00D05B05" w:rsidP="00D016A0">
            <w:pPr>
              <w:pStyle w:val="TableParagraph"/>
              <w:tabs>
                <w:tab w:val="left" w:pos="8174"/>
              </w:tabs>
              <w:ind w:left="31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</w:t>
            </w:r>
            <w:proofErr w:type="spellStart"/>
            <w:r w:rsidRPr="006F2812">
              <w:rPr>
                <w:sz w:val="20"/>
              </w:rPr>
              <w:t>Н.Розділ</w:t>
            </w:r>
            <w:proofErr w:type="spellEnd"/>
            <w:r w:rsidRPr="006F2812">
              <w:rPr>
                <w:sz w:val="20"/>
              </w:rPr>
              <w:t xml:space="preserve">, вул. </w:t>
            </w:r>
            <w:proofErr w:type="spellStart"/>
            <w:r w:rsidRPr="006F2812">
              <w:rPr>
                <w:sz w:val="20"/>
              </w:rPr>
              <w:t>Ходорівська</w:t>
            </w:r>
            <w:proofErr w:type="spellEnd"/>
            <w:r w:rsidRPr="006F2812">
              <w:rPr>
                <w:sz w:val="20"/>
              </w:rPr>
              <w:t>,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10"/>
                <w:sz w:val="20"/>
              </w:rPr>
              <w:t>2</w:t>
            </w:r>
          </w:p>
          <w:p w14:paraId="789A0941" w14:textId="6BC8956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(261) 2-21-</w:t>
            </w:r>
            <w:r w:rsidRPr="006F2812">
              <w:rPr>
                <w:spacing w:val="-5"/>
                <w:sz w:val="20"/>
              </w:rPr>
              <w:t>74</w:t>
            </w:r>
          </w:p>
        </w:tc>
        <w:tc>
          <w:tcPr>
            <w:tcW w:w="994" w:type="dxa"/>
            <w:vAlign w:val="center"/>
          </w:tcPr>
          <w:p w14:paraId="4861F7E0" w14:textId="0918591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  <w:szCs w:val="20"/>
              </w:rPr>
              <w:t>31/7</w:t>
            </w:r>
          </w:p>
        </w:tc>
        <w:tc>
          <w:tcPr>
            <w:tcW w:w="3112" w:type="dxa"/>
            <w:vAlign w:val="center"/>
          </w:tcPr>
          <w:p w14:paraId="716F308D" w14:textId="061EF56B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7043AEB6" w14:textId="77777777" w:rsidTr="00FB1B54">
        <w:trPr>
          <w:trHeight w:val="211"/>
        </w:trPr>
        <w:tc>
          <w:tcPr>
            <w:tcW w:w="598" w:type="dxa"/>
            <w:gridSpan w:val="4"/>
          </w:tcPr>
          <w:p w14:paraId="7D4E3DF7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DAC2EA8" w14:textId="6CB9BB79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1186BBAD" w14:textId="2C59F43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16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11FB959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Жидачів, вул. </w:t>
            </w:r>
            <w:r w:rsidRPr="006F2812">
              <w:rPr>
                <w:spacing w:val="-2"/>
                <w:sz w:val="20"/>
              </w:rPr>
              <w:t>Б.Лепкого,7</w:t>
            </w:r>
          </w:p>
          <w:p w14:paraId="7309DCB6" w14:textId="7BA5812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(239) 3-16-</w:t>
            </w:r>
            <w:r w:rsidRPr="006F2812">
              <w:rPr>
                <w:spacing w:val="-5"/>
                <w:sz w:val="20"/>
              </w:rPr>
              <w:t>53</w:t>
            </w:r>
          </w:p>
        </w:tc>
        <w:tc>
          <w:tcPr>
            <w:tcW w:w="994" w:type="dxa"/>
            <w:vAlign w:val="center"/>
          </w:tcPr>
          <w:p w14:paraId="5C6520C9" w14:textId="1758150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22/5</w:t>
            </w:r>
          </w:p>
        </w:tc>
        <w:tc>
          <w:tcPr>
            <w:tcW w:w="3112" w:type="dxa"/>
            <w:vAlign w:val="center"/>
          </w:tcPr>
          <w:p w14:paraId="2EA7A3CD" w14:textId="292B6404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62003891" w14:textId="77777777" w:rsidTr="00FB1B54">
        <w:trPr>
          <w:trHeight w:val="124"/>
        </w:trPr>
        <w:tc>
          <w:tcPr>
            <w:tcW w:w="598" w:type="dxa"/>
            <w:gridSpan w:val="4"/>
          </w:tcPr>
          <w:p w14:paraId="6F9261A4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DB8D593" w14:textId="00A8C952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16E65221" w14:textId="663FF66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46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6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3EDD90CF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Ходорів, вул. Гоголя, </w:t>
            </w:r>
            <w:r w:rsidRPr="006F2812">
              <w:rPr>
                <w:spacing w:val="-10"/>
                <w:sz w:val="20"/>
              </w:rPr>
              <w:t>4</w:t>
            </w:r>
          </w:p>
          <w:p w14:paraId="44180660" w14:textId="5509390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(239) 5-33-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68B961CC" w14:textId="5DDCB31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16/4</w:t>
            </w:r>
          </w:p>
        </w:tc>
        <w:tc>
          <w:tcPr>
            <w:tcW w:w="3112" w:type="dxa"/>
            <w:vAlign w:val="center"/>
          </w:tcPr>
          <w:p w14:paraId="2AE9AF8B" w14:textId="76CFE12E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4C691C67" w14:textId="77777777" w:rsidTr="00FB1B54">
        <w:trPr>
          <w:trHeight w:val="124"/>
        </w:trPr>
        <w:tc>
          <w:tcPr>
            <w:tcW w:w="598" w:type="dxa"/>
            <w:gridSpan w:val="4"/>
          </w:tcPr>
          <w:p w14:paraId="3D87010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F3FF230" w14:textId="1FFEA1C4" w:rsidR="00D05B05" w:rsidRPr="006F2812" w:rsidRDefault="00D05B05" w:rsidP="00D05B05">
            <w:pPr>
              <w:suppressAutoHyphens/>
              <w:ind w:firstLine="119"/>
              <w:jc w:val="both"/>
              <w:rPr>
                <w:lang w:eastAsia="zh-CN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33B0A8E" w14:textId="0690A004" w:rsidR="00D05B05" w:rsidRPr="006F2812" w:rsidRDefault="00D05B05" w:rsidP="00D05B05">
            <w:pPr>
              <w:suppressAutoHyphens/>
              <w:jc w:val="center"/>
              <w:rPr>
                <w:lang w:eastAsia="zh-CN"/>
              </w:rPr>
            </w:pPr>
            <w:r w:rsidRPr="006F2812">
              <w:rPr>
                <w:sz w:val="20"/>
              </w:rPr>
              <w:t>47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6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5577BB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смт. Журавно, вул. Мазепи, </w:t>
            </w:r>
            <w:r w:rsidRPr="006F2812">
              <w:rPr>
                <w:spacing w:val="-10"/>
                <w:sz w:val="20"/>
              </w:rPr>
              <w:t>1</w:t>
            </w:r>
          </w:p>
          <w:p w14:paraId="6F4DE570" w14:textId="3830FEA8" w:rsidR="00D05B05" w:rsidRPr="006F2812" w:rsidRDefault="00D05B05" w:rsidP="00D05B05">
            <w:pPr>
              <w:suppressAutoHyphens/>
              <w:jc w:val="center"/>
              <w:rPr>
                <w:lang w:eastAsia="zh-CN"/>
              </w:rPr>
            </w:pPr>
            <w:r w:rsidRPr="006F2812">
              <w:rPr>
                <w:sz w:val="20"/>
              </w:rPr>
              <w:t>(239) 7-22-</w:t>
            </w:r>
            <w:r w:rsidRPr="006F2812">
              <w:rPr>
                <w:spacing w:val="-5"/>
                <w:sz w:val="20"/>
              </w:rPr>
              <w:t>11</w:t>
            </w:r>
          </w:p>
        </w:tc>
        <w:tc>
          <w:tcPr>
            <w:tcW w:w="994" w:type="dxa"/>
            <w:vAlign w:val="center"/>
          </w:tcPr>
          <w:p w14:paraId="1A67E177" w14:textId="4AA64647" w:rsidR="00D05B05" w:rsidRPr="006F2812" w:rsidRDefault="00D05B05" w:rsidP="00D05B05">
            <w:pPr>
              <w:suppressAutoHyphens/>
              <w:jc w:val="center"/>
              <w:rPr>
                <w:lang w:eastAsia="zh-CN"/>
              </w:rPr>
            </w:pPr>
            <w:r w:rsidRPr="006F2812">
              <w:rPr>
                <w:spacing w:val="-4"/>
                <w:sz w:val="20"/>
              </w:rPr>
              <w:t>14/3</w:t>
            </w:r>
          </w:p>
        </w:tc>
        <w:tc>
          <w:tcPr>
            <w:tcW w:w="3112" w:type="dxa"/>
            <w:vAlign w:val="center"/>
          </w:tcPr>
          <w:p w14:paraId="1E415BBD" w14:textId="67E2E410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08212FA4" w14:textId="77777777" w:rsidTr="00FB1B54">
        <w:trPr>
          <w:trHeight w:val="124"/>
        </w:trPr>
        <w:tc>
          <w:tcPr>
            <w:tcW w:w="598" w:type="dxa"/>
            <w:gridSpan w:val="4"/>
          </w:tcPr>
          <w:p w14:paraId="777384D7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5BC1BC0" w14:textId="06542497" w:rsidR="00D05B05" w:rsidRPr="006F2812" w:rsidRDefault="00D05B05" w:rsidP="00D05B05">
            <w:pPr>
              <w:ind w:firstLine="119"/>
              <w:jc w:val="both"/>
              <w:rPr>
                <w:sz w:val="20"/>
                <w:szCs w:val="22"/>
                <w:lang w:val="ru-RU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3C81611A" w14:textId="650C621C" w:rsidR="00D05B05" w:rsidRPr="006F2812" w:rsidRDefault="00D05B05" w:rsidP="00D05B05">
            <w:pPr>
              <w:jc w:val="center"/>
              <w:rPr>
                <w:sz w:val="20"/>
                <w:szCs w:val="22"/>
                <w:lang w:val="ru-RU"/>
              </w:rPr>
            </w:pPr>
            <w:r w:rsidRPr="006F2812">
              <w:rPr>
                <w:sz w:val="20"/>
              </w:rPr>
              <w:t xml:space="preserve">19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71CC149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Миколаїв, вул. </w:t>
            </w:r>
            <w:proofErr w:type="spellStart"/>
            <w:r w:rsidRPr="006F2812">
              <w:rPr>
                <w:spacing w:val="-2"/>
                <w:sz w:val="20"/>
              </w:rPr>
              <w:t>Дроговизька</w:t>
            </w:r>
            <w:proofErr w:type="spellEnd"/>
            <w:r w:rsidRPr="006F2812">
              <w:rPr>
                <w:spacing w:val="-2"/>
                <w:sz w:val="20"/>
              </w:rPr>
              <w:t>,</w:t>
            </w:r>
          </w:p>
          <w:p w14:paraId="5240681D" w14:textId="152FE3B1" w:rsidR="00D05B05" w:rsidRPr="006F2812" w:rsidRDefault="00D05B05" w:rsidP="00D05B05">
            <w:pPr>
              <w:jc w:val="center"/>
              <w:rPr>
                <w:sz w:val="20"/>
                <w:szCs w:val="22"/>
                <w:lang w:val="ru-RU"/>
              </w:rPr>
            </w:pPr>
            <w:r w:rsidRPr="006F2812">
              <w:rPr>
                <w:sz w:val="20"/>
              </w:rPr>
              <w:t>11, (241) 5-15-</w:t>
            </w:r>
            <w:r w:rsidRPr="006F2812">
              <w:rPr>
                <w:spacing w:val="-5"/>
                <w:sz w:val="20"/>
              </w:rPr>
              <w:t>22</w:t>
            </w:r>
          </w:p>
        </w:tc>
        <w:tc>
          <w:tcPr>
            <w:tcW w:w="994" w:type="dxa"/>
            <w:vAlign w:val="center"/>
          </w:tcPr>
          <w:p w14:paraId="0BE6F80E" w14:textId="693EAC6E" w:rsidR="00D05B05" w:rsidRPr="006F2812" w:rsidRDefault="00D05B05" w:rsidP="00D05B05">
            <w:pPr>
              <w:jc w:val="center"/>
              <w:rPr>
                <w:sz w:val="20"/>
                <w:szCs w:val="22"/>
                <w:lang w:val="ru-RU"/>
              </w:rPr>
            </w:pPr>
            <w:r w:rsidRPr="006F2812">
              <w:rPr>
                <w:spacing w:val="-4"/>
                <w:sz w:val="20"/>
              </w:rPr>
              <w:t>22/5</w:t>
            </w:r>
          </w:p>
        </w:tc>
        <w:tc>
          <w:tcPr>
            <w:tcW w:w="3112" w:type="dxa"/>
            <w:vAlign w:val="center"/>
          </w:tcPr>
          <w:p w14:paraId="36C6EA8F" w14:textId="2469DB78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0E722C65" w14:textId="77777777" w:rsidTr="00FB1B54">
        <w:trPr>
          <w:trHeight w:val="124"/>
        </w:trPr>
        <w:tc>
          <w:tcPr>
            <w:tcW w:w="598" w:type="dxa"/>
            <w:gridSpan w:val="4"/>
          </w:tcPr>
          <w:p w14:paraId="7C2D6930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52942A2" w14:textId="0C154677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4AEE25C8" w14:textId="273CFBB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24 ДПРЧ 6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6991E6C2" w14:textId="77777777" w:rsidR="00D05B05" w:rsidRPr="006F2812" w:rsidRDefault="00D05B05" w:rsidP="00D016A0">
            <w:pPr>
              <w:pStyle w:val="TableParagraph"/>
              <w:tabs>
                <w:tab w:val="left" w:pos="8174"/>
              </w:tabs>
              <w:spacing w:line="230" w:lineRule="exact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Сколе,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Котляревського, </w:t>
            </w:r>
            <w:r w:rsidRPr="006F2812">
              <w:rPr>
                <w:spacing w:val="-5"/>
                <w:sz w:val="20"/>
              </w:rPr>
              <w:t>11</w:t>
            </w:r>
          </w:p>
          <w:p w14:paraId="1443468A" w14:textId="1D4E98AA" w:rsidR="00D05B05" w:rsidRPr="006F2812" w:rsidRDefault="00D05B05" w:rsidP="00D05B05">
            <w:pPr>
              <w:ind w:left="-108" w:right="-114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(251) 2-15-</w:t>
            </w:r>
            <w:r w:rsidRPr="006F2812">
              <w:rPr>
                <w:spacing w:val="-5"/>
                <w:sz w:val="20"/>
              </w:rPr>
              <w:t>59</w:t>
            </w:r>
          </w:p>
        </w:tc>
        <w:tc>
          <w:tcPr>
            <w:tcW w:w="994" w:type="dxa"/>
            <w:vAlign w:val="center"/>
          </w:tcPr>
          <w:p w14:paraId="73F5D0F4" w14:textId="6B4372B8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30/7</w:t>
            </w:r>
          </w:p>
        </w:tc>
        <w:tc>
          <w:tcPr>
            <w:tcW w:w="3112" w:type="dxa"/>
            <w:vAlign w:val="center"/>
          </w:tcPr>
          <w:p w14:paraId="385E2304" w14:textId="1594E931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4AC2C7EE" w14:textId="77777777" w:rsidTr="00FB1B54">
        <w:trPr>
          <w:trHeight w:val="124"/>
        </w:trPr>
        <w:tc>
          <w:tcPr>
            <w:tcW w:w="598" w:type="dxa"/>
            <w:gridSpan w:val="4"/>
          </w:tcPr>
          <w:p w14:paraId="4D1DCD4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B59B5B4" w14:textId="0CC2C975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B9C6CBF" w14:textId="27B73A0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55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6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260691E" w14:textId="0FC343AB" w:rsidR="00D05B05" w:rsidRPr="006F2812" w:rsidRDefault="00D05B05" w:rsidP="00D016A0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pacing w:val="-5"/>
                <w:sz w:val="20"/>
              </w:rPr>
            </w:pPr>
            <w:r w:rsidRPr="006F2812">
              <w:rPr>
                <w:sz w:val="20"/>
              </w:rPr>
              <w:t>смт.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Славське, вул. Івана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2"/>
                <w:sz w:val="20"/>
              </w:rPr>
              <w:t>Франка,</w:t>
            </w:r>
            <w:r w:rsidR="00D016A0">
              <w:rPr>
                <w:spacing w:val="-2"/>
                <w:sz w:val="20"/>
              </w:rPr>
              <w:t xml:space="preserve"> </w:t>
            </w:r>
            <w:r w:rsidRPr="006F2812">
              <w:rPr>
                <w:spacing w:val="-5"/>
                <w:sz w:val="20"/>
              </w:rPr>
              <w:t>10</w:t>
            </w:r>
          </w:p>
          <w:p w14:paraId="494581D1" w14:textId="67AD75A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(251) 4-23-</w:t>
            </w:r>
            <w:r w:rsidRPr="006F2812">
              <w:rPr>
                <w:spacing w:val="-5"/>
                <w:sz w:val="20"/>
              </w:rPr>
              <w:t>30</w:t>
            </w:r>
          </w:p>
        </w:tc>
        <w:tc>
          <w:tcPr>
            <w:tcW w:w="994" w:type="dxa"/>
            <w:vAlign w:val="center"/>
          </w:tcPr>
          <w:p w14:paraId="0A921DE6" w14:textId="04871B4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17/4</w:t>
            </w:r>
          </w:p>
        </w:tc>
        <w:tc>
          <w:tcPr>
            <w:tcW w:w="3112" w:type="dxa"/>
            <w:vAlign w:val="center"/>
          </w:tcPr>
          <w:p w14:paraId="2291B468" w14:textId="4E2F2314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4FCAFAF5" w14:textId="77777777" w:rsidTr="00FB1B54">
        <w:trPr>
          <w:trHeight w:val="124"/>
        </w:trPr>
        <w:tc>
          <w:tcPr>
            <w:tcW w:w="598" w:type="dxa"/>
            <w:gridSpan w:val="4"/>
          </w:tcPr>
          <w:p w14:paraId="2D7CE09C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AC190C6" w14:textId="01618266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EDBB613" w14:textId="14D4252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9A1EF16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Самбір, вул. Шевченка, </w:t>
            </w:r>
            <w:r w:rsidRPr="006F2812">
              <w:rPr>
                <w:spacing w:val="-5"/>
                <w:sz w:val="20"/>
              </w:rPr>
              <w:t>55</w:t>
            </w:r>
          </w:p>
          <w:p w14:paraId="3DE3DDCD" w14:textId="445DDA86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(236) 6-70-</w:t>
            </w:r>
            <w:r w:rsidRPr="006F2812">
              <w:rPr>
                <w:spacing w:val="-5"/>
                <w:sz w:val="20"/>
              </w:rPr>
              <w:t>17</w:t>
            </w:r>
          </w:p>
        </w:tc>
        <w:tc>
          <w:tcPr>
            <w:tcW w:w="994" w:type="dxa"/>
            <w:vAlign w:val="center"/>
          </w:tcPr>
          <w:p w14:paraId="69C0CAAD" w14:textId="5F95195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35/-</w:t>
            </w:r>
          </w:p>
        </w:tc>
        <w:tc>
          <w:tcPr>
            <w:tcW w:w="3112" w:type="dxa"/>
            <w:vAlign w:val="center"/>
          </w:tcPr>
          <w:p w14:paraId="242C3A72" w14:textId="75FADC4C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39350F4E" w14:textId="77777777" w:rsidTr="00FB1B54">
        <w:trPr>
          <w:trHeight w:val="124"/>
        </w:trPr>
        <w:tc>
          <w:tcPr>
            <w:tcW w:w="598" w:type="dxa"/>
            <w:gridSpan w:val="4"/>
          </w:tcPr>
          <w:p w14:paraId="390A7726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189C717" w14:textId="33E255CF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7DA7B8D5" w14:textId="0D02A5F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12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39A5BE5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Самбір, вул. Шевченка, </w:t>
            </w:r>
            <w:r w:rsidRPr="006F2812">
              <w:rPr>
                <w:spacing w:val="-5"/>
                <w:sz w:val="20"/>
              </w:rPr>
              <w:t>55</w:t>
            </w:r>
          </w:p>
          <w:p w14:paraId="6AD7E61D" w14:textId="2682C4C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(236) 6-70-</w:t>
            </w:r>
            <w:r w:rsidRPr="006F2812">
              <w:rPr>
                <w:spacing w:val="-5"/>
                <w:sz w:val="20"/>
              </w:rPr>
              <w:t>17</w:t>
            </w:r>
          </w:p>
        </w:tc>
        <w:tc>
          <w:tcPr>
            <w:tcW w:w="994" w:type="dxa"/>
            <w:vAlign w:val="center"/>
          </w:tcPr>
          <w:p w14:paraId="77A3CA7D" w14:textId="01C3C53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5"/>
                <w:sz w:val="20"/>
              </w:rPr>
              <w:t>47/9</w:t>
            </w:r>
          </w:p>
        </w:tc>
        <w:tc>
          <w:tcPr>
            <w:tcW w:w="3112" w:type="dxa"/>
            <w:vAlign w:val="center"/>
          </w:tcPr>
          <w:p w14:paraId="619C033C" w14:textId="4E725873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241E9041" w14:textId="77777777" w:rsidTr="00FB1B54">
        <w:trPr>
          <w:trHeight w:val="124"/>
        </w:trPr>
        <w:tc>
          <w:tcPr>
            <w:tcW w:w="598" w:type="dxa"/>
            <w:gridSpan w:val="4"/>
          </w:tcPr>
          <w:p w14:paraId="4398FC80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F1B9A2F" w14:textId="13B822D4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40F6D531" w14:textId="1A1CCA7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41ДПРП</w:t>
            </w:r>
            <w:r w:rsidRPr="006F2812">
              <w:rPr>
                <w:spacing w:val="-3"/>
                <w:sz w:val="20"/>
              </w:rPr>
              <w:t xml:space="preserve"> </w:t>
            </w:r>
            <w:r w:rsidRPr="006F2812">
              <w:rPr>
                <w:sz w:val="20"/>
              </w:rPr>
              <w:t>8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5D906B48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Рудки, </w:t>
            </w:r>
            <w:proofErr w:type="spellStart"/>
            <w:r w:rsidRPr="006F2812">
              <w:rPr>
                <w:sz w:val="20"/>
              </w:rPr>
              <w:t>пл</w:t>
            </w:r>
            <w:proofErr w:type="spellEnd"/>
            <w:r w:rsidRPr="006F2812">
              <w:rPr>
                <w:sz w:val="20"/>
              </w:rPr>
              <w:t xml:space="preserve">. </w:t>
            </w:r>
            <w:r w:rsidRPr="006F2812">
              <w:rPr>
                <w:spacing w:val="-2"/>
                <w:sz w:val="20"/>
              </w:rPr>
              <w:t>Відродження,20,</w:t>
            </w:r>
          </w:p>
          <w:p w14:paraId="585D83A7" w14:textId="08709582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(236)4-52-</w:t>
            </w:r>
            <w:r w:rsidRPr="006F2812">
              <w:rPr>
                <w:spacing w:val="-5"/>
                <w:sz w:val="20"/>
              </w:rPr>
              <w:t>15</w:t>
            </w:r>
          </w:p>
        </w:tc>
        <w:tc>
          <w:tcPr>
            <w:tcW w:w="994" w:type="dxa"/>
            <w:vAlign w:val="center"/>
          </w:tcPr>
          <w:p w14:paraId="1690891E" w14:textId="6224425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2"/>
                <w:sz w:val="20"/>
              </w:rPr>
              <w:t>17/3</w:t>
            </w:r>
          </w:p>
        </w:tc>
        <w:tc>
          <w:tcPr>
            <w:tcW w:w="3112" w:type="dxa"/>
            <w:vAlign w:val="center"/>
          </w:tcPr>
          <w:p w14:paraId="41E90982" w14:textId="2412D516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0CEDD37F" w14:textId="77777777" w:rsidTr="00FB1B54">
        <w:trPr>
          <w:trHeight w:val="124"/>
        </w:trPr>
        <w:tc>
          <w:tcPr>
            <w:tcW w:w="598" w:type="dxa"/>
            <w:gridSpan w:val="4"/>
          </w:tcPr>
          <w:p w14:paraId="4390C0CA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340E18C" w14:textId="018564AB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Городоцький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РВ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ГУ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B197B60" w14:textId="7573A60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15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0B50CF8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Городок,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Шевченка, </w:t>
            </w:r>
            <w:r w:rsidRPr="006F2812">
              <w:rPr>
                <w:spacing w:val="-5"/>
                <w:sz w:val="20"/>
              </w:rPr>
              <w:t>26</w:t>
            </w:r>
          </w:p>
          <w:p w14:paraId="430ED600" w14:textId="6CBF74E9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(231) 3-32-26, </w:t>
            </w:r>
            <w:r w:rsidRPr="006F2812">
              <w:rPr>
                <w:spacing w:val="-2"/>
                <w:sz w:val="20"/>
              </w:rPr>
              <w:t>0974790650</w:t>
            </w:r>
          </w:p>
        </w:tc>
        <w:tc>
          <w:tcPr>
            <w:tcW w:w="994" w:type="dxa"/>
            <w:vAlign w:val="center"/>
          </w:tcPr>
          <w:p w14:paraId="2B348FC0" w14:textId="07F5015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27/4</w:t>
            </w:r>
          </w:p>
        </w:tc>
        <w:tc>
          <w:tcPr>
            <w:tcW w:w="3112" w:type="dxa"/>
            <w:vAlign w:val="center"/>
          </w:tcPr>
          <w:p w14:paraId="1A7B72BF" w14:textId="5D4203DB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26B6DD50" w14:textId="77777777" w:rsidTr="00FB1B54">
        <w:trPr>
          <w:trHeight w:val="124"/>
        </w:trPr>
        <w:tc>
          <w:tcPr>
            <w:tcW w:w="598" w:type="dxa"/>
            <w:gridSpan w:val="4"/>
          </w:tcPr>
          <w:p w14:paraId="1AD754E7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1E0EA5F" w14:textId="489AD5CE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Городоцький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РВ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ГУ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5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3C8C3127" w14:textId="7709133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45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8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32339EA5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смт. В. </w:t>
            </w:r>
            <w:proofErr w:type="spellStart"/>
            <w:r w:rsidRPr="006F2812">
              <w:rPr>
                <w:sz w:val="20"/>
              </w:rPr>
              <w:t>Любінь</w:t>
            </w:r>
            <w:proofErr w:type="spellEnd"/>
            <w:r w:rsidRPr="006F2812">
              <w:rPr>
                <w:sz w:val="20"/>
              </w:rPr>
              <w:t xml:space="preserve">, вул. Л. </w:t>
            </w:r>
            <w:r w:rsidRPr="006F2812">
              <w:rPr>
                <w:spacing w:val="-2"/>
                <w:sz w:val="20"/>
              </w:rPr>
              <w:t>Українки,</w:t>
            </w:r>
          </w:p>
          <w:p w14:paraId="69467B8F" w14:textId="0159DC1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37</w:t>
            </w:r>
            <w:r w:rsidRPr="006F2812">
              <w:rPr>
                <w:spacing w:val="50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(231) 2-41-83, </w:t>
            </w:r>
            <w:r w:rsidRPr="006F2812">
              <w:rPr>
                <w:spacing w:val="-2"/>
                <w:sz w:val="20"/>
              </w:rPr>
              <w:t>0639812361</w:t>
            </w:r>
          </w:p>
        </w:tc>
        <w:tc>
          <w:tcPr>
            <w:tcW w:w="994" w:type="dxa"/>
            <w:vAlign w:val="center"/>
          </w:tcPr>
          <w:p w14:paraId="4FFF0759" w14:textId="6F5DF28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17/3</w:t>
            </w:r>
          </w:p>
        </w:tc>
        <w:tc>
          <w:tcPr>
            <w:tcW w:w="3112" w:type="dxa"/>
            <w:vAlign w:val="center"/>
          </w:tcPr>
          <w:p w14:paraId="05C9B87A" w14:textId="022E8635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70A3DCD6" w14:textId="77777777" w:rsidTr="00FB1B54">
        <w:trPr>
          <w:trHeight w:val="124"/>
        </w:trPr>
        <w:tc>
          <w:tcPr>
            <w:tcW w:w="598" w:type="dxa"/>
            <w:gridSpan w:val="4"/>
          </w:tcPr>
          <w:p w14:paraId="50551A5B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BE0FC28" w14:textId="4DDF57D3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238DE9DB" w14:textId="0C3918D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17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0579C845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Жовква, вул. </w:t>
            </w:r>
            <w:r w:rsidRPr="006F2812">
              <w:rPr>
                <w:spacing w:val="-2"/>
                <w:sz w:val="20"/>
              </w:rPr>
              <w:t>Львівська,13</w:t>
            </w:r>
          </w:p>
          <w:p w14:paraId="14599292" w14:textId="2C04B757" w:rsidR="00D05B05" w:rsidRPr="006F2812" w:rsidRDefault="00D05B05" w:rsidP="00D05B05">
            <w:pPr>
              <w:jc w:val="center"/>
              <w:rPr>
                <w:sz w:val="20"/>
                <w:szCs w:val="20"/>
                <w:lang w:val="ru-RU"/>
              </w:rPr>
            </w:pPr>
            <w:r w:rsidRPr="006F2812">
              <w:rPr>
                <w:sz w:val="20"/>
              </w:rPr>
              <w:t>(252) 2-17-</w:t>
            </w:r>
            <w:r w:rsidRPr="006F2812">
              <w:rPr>
                <w:spacing w:val="-5"/>
                <w:sz w:val="20"/>
              </w:rPr>
              <w:t>68</w:t>
            </w:r>
          </w:p>
        </w:tc>
        <w:tc>
          <w:tcPr>
            <w:tcW w:w="994" w:type="dxa"/>
            <w:vAlign w:val="center"/>
          </w:tcPr>
          <w:p w14:paraId="4B58B598" w14:textId="4BFA47E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21/5</w:t>
            </w:r>
          </w:p>
        </w:tc>
        <w:tc>
          <w:tcPr>
            <w:tcW w:w="3112" w:type="dxa"/>
            <w:vAlign w:val="center"/>
          </w:tcPr>
          <w:p w14:paraId="253B57CB" w14:textId="5BA4D403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069AB106" w14:textId="77777777" w:rsidTr="00FB1B54">
        <w:trPr>
          <w:trHeight w:val="124"/>
        </w:trPr>
        <w:tc>
          <w:tcPr>
            <w:tcW w:w="598" w:type="dxa"/>
            <w:gridSpan w:val="4"/>
          </w:tcPr>
          <w:p w14:paraId="595BF2A1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777F21D" w14:textId="5D665D4A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F902465" w14:textId="3B15D6CB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48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8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4FDE0DB3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Рава-Руська, </w:t>
            </w:r>
            <w:r w:rsidRPr="006F2812">
              <w:rPr>
                <w:spacing w:val="-4"/>
                <w:sz w:val="20"/>
              </w:rPr>
              <w:t>вул.</w:t>
            </w:r>
          </w:p>
          <w:p w14:paraId="15FBF68D" w14:textId="14C071B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Грушевського, 22а (252) 4-34-</w:t>
            </w:r>
            <w:r w:rsidRPr="006F2812">
              <w:rPr>
                <w:spacing w:val="-5"/>
                <w:sz w:val="20"/>
              </w:rPr>
              <w:t>34</w:t>
            </w:r>
          </w:p>
        </w:tc>
        <w:tc>
          <w:tcPr>
            <w:tcW w:w="994" w:type="dxa"/>
            <w:vAlign w:val="center"/>
          </w:tcPr>
          <w:p w14:paraId="7E2E4F2B" w14:textId="35D6F2E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17/3</w:t>
            </w:r>
          </w:p>
        </w:tc>
        <w:tc>
          <w:tcPr>
            <w:tcW w:w="3112" w:type="dxa"/>
            <w:vAlign w:val="center"/>
          </w:tcPr>
          <w:p w14:paraId="51A01D8E" w14:textId="1230C8E8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696A7C23" w14:textId="77777777" w:rsidTr="00FB1B54">
        <w:trPr>
          <w:trHeight w:val="124"/>
        </w:trPr>
        <w:tc>
          <w:tcPr>
            <w:tcW w:w="598" w:type="dxa"/>
            <w:gridSpan w:val="4"/>
          </w:tcPr>
          <w:p w14:paraId="7785DDE3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59E3BD5" w14:textId="749828F8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42983507" w14:textId="0C68B73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23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84A96D3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Яворів, вул. І. Франка, </w:t>
            </w:r>
            <w:r w:rsidRPr="006F2812">
              <w:rPr>
                <w:spacing w:val="-10"/>
                <w:sz w:val="20"/>
              </w:rPr>
              <w:t>3</w:t>
            </w:r>
          </w:p>
          <w:p w14:paraId="3475B1B0" w14:textId="5088D33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(259) 2-13-</w:t>
            </w:r>
            <w:r w:rsidRPr="006F2812">
              <w:rPr>
                <w:spacing w:val="-5"/>
                <w:sz w:val="20"/>
              </w:rPr>
              <w:t>76</w:t>
            </w:r>
          </w:p>
        </w:tc>
        <w:tc>
          <w:tcPr>
            <w:tcW w:w="994" w:type="dxa"/>
            <w:vAlign w:val="center"/>
          </w:tcPr>
          <w:p w14:paraId="222E8C40" w14:textId="2C1B2E5C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23/4</w:t>
            </w:r>
          </w:p>
        </w:tc>
        <w:tc>
          <w:tcPr>
            <w:tcW w:w="3112" w:type="dxa"/>
            <w:vAlign w:val="center"/>
          </w:tcPr>
          <w:p w14:paraId="6EC72886" w14:textId="29CE494E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169332C1" w14:textId="77777777" w:rsidTr="00FB1B54">
        <w:trPr>
          <w:trHeight w:val="124"/>
        </w:trPr>
        <w:tc>
          <w:tcPr>
            <w:tcW w:w="598" w:type="dxa"/>
            <w:gridSpan w:val="4"/>
          </w:tcPr>
          <w:p w14:paraId="35293471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160C730" w14:textId="69DEEC8E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8C64D5D" w14:textId="2825FEC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54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8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54AB96B8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смт. Немирів, вул. І. Франка, </w:t>
            </w:r>
            <w:r w:rsidRPr="006F2812">
              <w:rPr>
                <w:spacing w:val="-10"/>
                <w:sz w:val="20"/>
              </w:rPr>
              <w:t>3</w:t>
            </w:r>
          </w:p>
          <w:p w14:paraId="3A92A2DB" w14:textId="55C1F1CD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(259) 2-75-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267E7CA2" w14:textId="0C6620F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16/3</w:t>
            </w:r>
          </w:p>
        </w:tc>
        <w:tc>
          <w:tcPr>
            <w:tcW w:w="3112" w:type="dxa"/>
            <w:vAlign w:val="center"/>
          </w:tcPr>
          <w:p w14:paraId="5D801ADB" w14:textId="450B4EE4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7EFFC2D7" w14:textId="77777777" w:rsidTr="00FB1B54">
        <w:trPr>
          <w:trHeight w:val="124"/>
        </w:trPr>
        <w:tc>
          <w:tcPr>
            <w:tcW w:w="598" w:type="dxa"/>
            <w:gridSpan w:val="4"/>
          </w:tcPr>
          <w:p w14:paraId="280EDEDF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D88D2CC" w14:textId="5DDE4C48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650BC861" w14:textId="34213CA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25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7A1F912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Пустомити,</w:t>
            </w:r>
            <w:r w:rsidRPr="006F2812">
              <w:rPr>
                <w:spacing w:val="50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вул. </w:t>
            </w:r>
            <w:r w:rsidRPr="006F2812">
              <w:rPr>
                <w:spacing w:val="-2"/>
                <w:sz w:val="20"/>
              </w:rPr>
              <w:t>Шевченка,</w:t>
            </w:r>
          </w:p>
          <w:p w14:paraId="485190C5" w14:textId="280F720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183,</w:t>
            </w:r>
            <w:r w:rsidRPr="006F2812">
              <w:rPr>
                <w:spacing w:val="50"/>
                <w:sz w:val="20"/>
              </w:rPr>
              <w:t xml:space="preserve"> </w:t>
            </w:r>
            <w:r w:rsidRPr="006F2812">
              <w:rPr>
                <w:sz w:val="20"/>
              </w:rPr>
              <w:t>(230) 2-02-</w:t>
            </w:r>
            <w:r w:rsidRPr="006F2812">
              <w:rPr>
                <w:spacing w:val="-5"/>
                <w:sz w:val="20"/>
              </w:rPr>
              <w:t>54</w:t>
            </w:r>
          </w:p>
        </w:tc>
        <w:tc>
          <w:tcPr>
            <w:tcW w:w="994" w:type="dxa"/>
            <w:vAlign w:val="center"/>
          </w:tcPr>
          <w:p w14:paraId="338793DC" w14:textId="73959A74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22/5</w:t>
            </w:r>
          </w:p>
        </w:tc>
        <w:tc>
          <w:tcPr>
            <w:tcW w:w="3112" w:type="dxa"/>
            <w:vAlign w:val="center"/>
          </w:tcPr>
          <w:p w14:paraId="73402607" w14:textId="4D534B47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077F93EF" w14:textId="77777777" w:rsidTr="00FB1B54">
        <w:trPr>
          <w:trHeight w:val="124"/>
        </w:trPr>
        <w:tc>
          <w:tcPr>
            <w:tcW w:w="598" w:type="dxa"/>
            <w:gridSpan w:val="4"/>
          </w:tcPr>
          <w:p w14:paraId="34E2AC51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6F95CCA" w14:textId="0F7BB571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769A885" w14:textId="17EC70F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26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4D946C9E" w14:textId="64B58C9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м .Мостиська,</w:t>
            </w:r>
            <w:r w:rsidRPr="006F2812">
              <w:rPr>
                <w:spacing w:val="10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вул.</w:t>
            </w:r>
            <w:r w:rsidRPr="006F2812">
              <w:rPr>
                <w:sz w:val="20"/>
              </w:rPr>
              <w:t xml:space="preserve"> </w:t>
            </w:r>
            <w:proofErr w:type="spellStart"/>
            <w:r w:rsidRPr="006F2812">
              <w:rPr>
                <w:sz w:val="20"/>
              </w:rPr>
              <w:t>Будзиновського</w:t>
            </w:r>
            <w:proofErr w:type="spellEnd"/>
            <w:r w:rsidRPr="006F2812">
              <w:rPr>
                <w:sz w:val="20"/>
              </w:rPr>
              <w:t>,</w:t>
            </w:r>
            <w:r w:rsidRPr="006F2812">
              <w:rPr>
                <w:spacing w:val="-3"/>
                <w:sz w:val="20"/>
              </w:rPr>
              <w:t xml:space="preserve"> </w:t>
            </w:r>
            <w:r w:rsidRPr="006F2812">
              <w:rPr>
                <w:sz w:val="20"/>
              </w:rPr>
              <w:t>13</w:t>
            </w:r>
            <w:r w:rsidRPr="006F2812">
              <w:rPr>
                <w:spacing w:val="7"/>
                <w:sz w:val="20"/>
              </w:rPr>
              <w:t xml:space="preserve"> </w:t>
            </w:r>
            <w:r w:rsidRPr="006F2812">
              <w:rPr>
                <w:sz w:val="20"/>
              </w:rPr>
              <w:t>(234)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4-14-</w:t>
            </w:r>
            <w:r w:rsidRPr="006F2812">
              <w:rPr>
                <w:spacing w:val="-5"/>
                <w:sz w:val="20"/>
              </w:rPr>
              <w:t>89</w:t>
            </w:r>
          </w:p>
        </w:tc>
        <w:tc>
          <w:tcPr>
            <w:tcW w:w="994" w:type="dxa"/>
            <w:vAlign w:val="center"/>
          </w:tcPr>
          <w:p w14:paraId="5217CEC7" w14:textId="23DE674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23/4</w:t>
            </w:r>
          </w:p>
        </w:tc>
        <w:tc>
          <w:tcPr>
            <w:tcW w:w="3112" w:type="dxa"/>
            <w:vAlign w:val="center"/>
          </w:tcPr>
          <w:p w14:paraId="766478EA" w14:textId="262DB989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774B2D19" w14:textId="77777777" w:rsidTr="00FB1B54">
        <w:trPr>
          <w:trHeight w:val="124"/>
        </w:trPr>
        <w:tc>
          <w:tcPr>
            <w:tcW w:w="598" w:type="dxa"/>
            <w:gridSpan w:val="4"/>
          </w:tcPr>
          <w:p w14:paraId="445AF318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02CAD31" w14:textId="433377F7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7CFD29F5" w14:textId="288E053D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56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6B6BCC13" w14:textId="77777777" w:rsidR="00D05B05" w:rsidRPr="006F2812" w:rsidRDefault="00D05B05" w:rsidP="00D05B05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6F2812">
              <w:rPr>
                <w:sz w:val="20"/>
              </w:rPr>
              <w:t xml:space="preserve">м. Судова Вишня, </w:t>
            </w:r>
          </w:p>
          <w:p w14:paraId="2180E9B8" w14:textId="77777777" w:rsidR="00D05B05" w:rsidRPr="006F2812" w:rsidRDefault="00D05B05" w:rsidP="00D05B05">
            <w:pPr>
              <w:tabs>
                <w:tab w:val="left" w:pos="8174"/>
              </w:tabs>
              <w:ind w:left="126" w:right="163"/>
              <w:jc w:val="center"/>
              <w:rPr>
                <w:spacing w:val="-5"/>
                <w:sz w:val="20"/>
              </w:rPr>
            </w:pPr>
            <w:r w:rsidRPr="006F2812">
              <w:rPr>
                <w:sz w:val="20"/>
              </w:rPr>
              <w:t xml:space="preserve">вул. 1-го Листопада, </w:t>
            </w:r>
            <w:r w:rsidRPr="006F2812">
              <w:rPr>
                <w:spacing w:val="-5"/>
                <w:sz w:val="20"/>
              </w:rPr>
              <w:t>31</w:t>
            </w:r>
          </w:p>
          <w:p w14:paraId="3D7ECF52" w14:textId="6992F23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(234) 3-71-</w:t>
            </w:r>
            <w:r w:rsidRPr="006F2812">
              <w:rPr>
                <w:spacing w:val="-5"/>
                <w:sz w:val="20"/>
              </w:rPr>
              <w:t>89</w:t>
            </w:r>
          </w:p>
        </w:tc>
        <w:tc>
          <w:tcPr>
            <w:tcW w:w="994" w:type="dxa"/>
            <w:vAlign w:val="center"/>
          </w:tcPr>
          <w:p w14:paraId="44E45CEC" w14:textId="4562EE9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15//3</w:t>
            </w:r>
          </w:p>
        </w:tc>
        <w:tc>
          <w:tcPr>
            <w:tcW w:w="3112" w:type="dxa"/>
            <w:vAlign w:val="center"/>
          </w:tcPr>
          <w:p w14:paraId="07CDA54D" w14:textId="7F66E832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3FF6DA63" w14:textId="77777777" w:rsidTr="00FB1B54">
        <w:trPr>
          <w:trHeight w:val="124"/>
        </w:trPr>
        <w:tc>
          <w:tcPr>
            <w:tcW w:w="598" w:type="dxa"/>
            <w:gridSpan w:val="4"/>
          </w:tcPr>
          <w:p w14:paraId="1A0E05C8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7007A23" w14:textId="29E6B6DC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585A5832" w14:textId="1301D098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27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47AC1350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pacing w:val="50"/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Старий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Самбір,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2"/>
                <w:sz w:val="20"/>
              </w:rPr>
              <w:t>Дністрова,</w:t>
            </w:r>
            <w:r w:rsidRPr="006F2812">
              <w:rPr>
                <w:sz w:val="20"/>
              </w:rPr>
              <w:t>77</w:t>
            </w:r>
          </w:p>
          <w:p w14:paraId="320BB528" w14:textId="2F6DB17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(238) 2-31-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06317EB3" w14:textId="1E3DEE0F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23/4</w:t>
            </w:r>
          </w:p>
        </w:tc>
        <w:tc>
          <w:tcPr>
            <w:tcW w:w="3112" w:type="dxa"/>
            <w:vAlign w:val="center"/>
          </w:tcPr>
          <w:p w14:paraId="33D6513A" w14:textId="48E28865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4E76C64A" w14:textId="77777777" w:rsidTr="00FB1B54">
        <w:trPr>
          <w:trHeight w:val="124"/>
        </w:trPr>
        <w:tc>
          <w:tcPr>
            <w:tcW w:w="598" w:type="dxa"/>
            <w:gridSpan w:val="4"/>
          </w:tcPr>
          <w:p w14:paraId="7C24EA44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F3C3EE5" w14:textId="35976774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4CCADB68" w14:textId="0C68A20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57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8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51D0565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м. </w:t>
            </w:r>
            <w:proofErr w:type="spellStart"/>
            <w:r w:rsidRPr="006F2812">
              <w:rPr>
                <w:sz w:val="20"/>
              </w:rPr>
              <w:t>Добромиль</w:t>
            </w:r>
            <w:proofErr w:type="spellEnd"/>
            <w:r w:rsidRPr="006F2812">
              <w:rPr>
                <w:sz w:val="20"/>
              </w:rPr>
              <w:t xml:space="preserve">, вул. </w:t>
            </w:r>
            <w:r w:rsidRPr="006F2812">
              <w:rPr>
                <w:spacing w:val="-2"/>
                <w:sz w:val="20"/>
              </w:rPr>
              <w:t>Грушевського,</w:t>
            </w:r>
          </w:p>
          <w:p w14:paraId="21C82159" w14:textId="6564AA2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13,</w:t>
            </w:r>
            <w:r w:rsidRPr="006F2812">
              <w:rPr>
                <w:spacing w:val="75"/>
                <w:w w:val="150"/>
                <w:sz w:val="20"/>
              </w:rPr>
              <w:t xml:space="preserve"> </w:t>
            </w:r>
            <w:r w:rsidRPr="006F2812">
              <w:rPr>
                <w:sz w:val="20"/>
              </w:rPr>
              <w:t>(238) 3-31-</w:t>
            </w:r>
            <w:r w:rsidRPr="006F2812">
              <w:rPr>
                <w:spacing w:val="-5"/>
                <w:sz w:val="20"/>
              </w:rPr>
              <w:t>44</w:t>
            </w:r>
          </w:p>
        </w:tc>
        <w:tc>
          <w:tcPr>
            <w:tcW w:w="994" w:type="dxa"/>
            <w:vAlign w:val="center"/>
          </w:tcPr>
          <w:p w14:paraId="15B41E30" w14:textId="61E0E91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14/3</w:t>
            </w:r>
          </w:p>
        </w:tc>
        <w:tc>
          <w:tcPr>
            <w:tcW w:w="3112" w:type="dxa"/>
            <w:vAlign w:val="center"/>
          </w:tcPr>
          <w:p w14:paraId="39F6DC86" w14:textId="0C5C1844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706D0CA7" w14:textId="77777777" w:rsidTr="00FB1B54">
        <w:trPr>
          <w:trHeight w:val="124"/>
        </w:trPr>
        <w:tc>
          <w:tcPr>
            <w:tcW w:w="598" w:type="dxa"/>
            <w:gridSpan w:val="4"/>
          </w:tcPr>
          <w:p w14:paraId="3DA1D4E8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471A1D3" w14:textId="441B9F8D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1659D174" w14:textId="72C4BC8F" w:rsidR="00D05B05" w:rsidRPr="006F2812" w:rsidRDefault="00D05B05" w:rsidP="00D05B05">
            <w:pPr>
              <w:jc w:val="center"/>
              <w:rPr>
                <w:bCs w:val="0"/>
                <w:sz w:val="20"/>
                <w:lang w:val="ru-RU"/>
              </w:rPr>
            </w:pPr>
            <w:r w:rsidRPr="006F2812">
              <w:rPr>
                <w:sz w:val="20"/>
              </w:rPr>
              <w:t xml:space="preserve">28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0082C013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Турка,</w:t>
            </w:r>
            <w:r w:rsidRPr="006F2812">
              <w:rPr>
                <w:spacing w:val="50"/>
                <w:sz w:val="20"/>
              </w:rPr>
              <w:t xml:space="preserve"> </w:t>
            </w:r>
            <w:proofErr w:type="spellStart"/>
            <w:r w:rsidRPr="006F2812">
              <w:rPr>
                <w:sz w:val="20"/>
              </w:rPr>
              <w:t>пл</w:t>
            </w:r>
            <w:proofErr w:type="spellEnd"/>
            <w:r w:rsidRPr="006F2812">
              <w:rPr>
                <w:sz w:val="20"/>
              </w:rPr>
              <w:t xml:space="preserve">. Ринок, </w:t>
            </w:r>
            <w:r w:rsidRPr="006F2812">
              <w:rPr>
                <w:spacing w:val="-5"/>
                <w:sz w:val="20"/>
              </w:rPr>
              <w:t>27</w:t>
            </w:r>
          </w:p>
          <w:p w14:paraId="39695D65" w14:textId="330F51C6" w:rsidR="00D05B05" w:rsidRPr="006F2812" w:rsidRDefault="00D05B05" w:rsidP="00D05B05">
            <w:pPr>
              <w:jc w:val="center"/>
              <w:rPr>
                <w:bCs w:val="0"/>
                <w:sz w:val="20"/>
              </w:rPr>
            </w:pPr>
            <w:r w:rsidRPr="006F2812">
              <w:rPr>
                <w:sz w:val="20"/>
              </w:rPr>
              <w:t>(269) 3-15-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1A30C588" w14:textId="6DC0ED99" w:rsidR="00D05B05" w:rsidRPr="006F2812" w:rsidRDefault="00D05B05" w:rsidP="00D05B05">
            <w:pPr>
              <w:jc w:val="center"/>
              <w:rPr>
                <w:bCs w:val="0"/>
                <w:sz w:val="20"/>
              </w:rPr>
            </w:pPr>
            <w:r w:rsidRPr="006F2812">
              <w:rPr>
                <w:spacing w:val="-4"/>
                <w:sz w:val="20"/>
              </w:rPr>
              <w:t>21/4</w:t>
            </w:r>
          </w:p>
        </w:tc>
        <w:tc>
          <w:tcPr>
            <w:tcW w:w="3112" w:type="dxa"/>
            <w:vAlign w:val="center"/>
          </w:tcPr>
          <w:p w14:paraId="5C16C414" w14:textId="1D67F5AA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580F8815" w14:textId="77777777" w:rsidTr="00FB1B54">
        <w:trPr>
          <w:trHeight w:val="124"/>
        </w:trPr>
        <w:tc>
          <w:tcPr>
            <w:tcW w:w="598" w:type="dxa"/>
            <w:gridSpan w:val="4"/>
          </w:tcPr>
          <w:p w14:paraId="228B5742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69F4ABA" w14:textId="38484C5B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3802B3E9" w14:textId="48A6117B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58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>8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25F96E08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смт.</w:t>
            </w:r>
            <w:r w:rsidRPr="006F2812">
              <w:rPr>
                <w:spacing w:val="-1"/>
                <w:sz w:val="20"/>
              </w:rPr>
              <w:t xml:space="preserve"> </w:t>
            </w:r>
            <w:proofErr w:type="spellStart"/>
            <w:r w:rsidRPr="006F2812">
              <w:rPr>
                <w:sz w:val="20"/>
              </w:rPr>
              <w:t>Бориня</w:t>
            </w:r>
            <w:proofErr w:type="spellEnd"/>
            <w:r w:rsidRPr="006F2812">
              <w:rPr>
                <w:sz w:val="20"/>
              </w:rPr>
              <w:t>, вул.</w:t>
            </w:r>
            <w:r w:rsidRPr="006F2812">
              <w:rPr>
                <w:spacing w:val="-1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Миколайчука, </w:t>
            </w:r>
            <w:r w:rsidRPr="006F2812">
              <w:rPr>
                <w:spacing w:val="-10"/>
                <w:sz w:val="20"/>
              </w:rPr>
              <w:t>4</w:t>
            </w:r>
          </w:p>
          <w:p w14:paraId="5ABCD287" w14:textId="6CFEF448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(269) 3-40-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18E55991" w14:textId="0BEE6406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16/3</w:t>
            </w:r>
          </w:p>
        </w:tc>
        <w:tc>
          <w:tcPr>
            <w:tcW w:w="3112" w:type="dxa"/>
            <w:vAlign w:val="center"/>
          </w:tcPr>
          <w:p w14:paraId="31A9BEF5" w14:textId="537FE304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23B42346" w14:textId="77777777" w:rsidTr="00FB1B54">
        <w:trPr>
          <w:trHeight w:val="124"/>
        </w:trPr>
        <w:tc>
          <w:tcPr>
            <w:tcW w:w="598" w:type="dxa"/>
            <w:gridSpan w:val="4"/>
          </w:tcPr>
          <w:p w14:paraId="66E4679E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367F801" w14:textId="6C34EA11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26A235E0" w14:textId="4504714E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53 ДПРЧ 8 </w:t>
            </w:r>
            <w:r w:rsidRPr="006F2812">
              <w:rPr>
                <w:spacing w:val="-4"/>
                <w:sz w:val="20"/>
              </w:rPr>
              <w:t>ДПРЗ</w:t>
            </w:r>
          </w:p>
        </w:tc>
        <w:tc>
          <w:tcPr>
            <w:tcW w:w="3154" w:type="dxa"/>
            <w:gridSpan w:val="2"/>
            <w:vAlign w:val="center"/>
          </w:tcPr>
          <w:p w14:paraId="37F9A15A" w14:textId="567BA32A" w:rsidR="00D05B05" w:rsidRPr="006F2812" w:rsidRDefault="00D05B05" w:rsidP="00D05B05">
            <w:pPr>
              <w:widowControl w:val="0"/>
              <w:ind w:left="-104"/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м.</w:t>
            </w:r>
            <w:r w:rsidRPr="006F2812">
              <w:rPr>
                <w:spacing w:val="-13"/>
                <w:sz w:val="20"/>
              </w:rPr>
              <w:t xml:space="preserve"> </w:t>
            </w:r>
            <w:proofErr w:type="spellStart"/>
            <w:r w:rsidRPr="006F2812">
              <w:rPr>
                <w:sz w:val="20"/>
              </w:rPr>
              <w:t>Новояворівськ</w:t>
            </w:r>
            <w:proofErr w:type="spellEnd"/>
            <w:r w:rsidRPr="006F2812">
              <w:rPr>
                <w:sz w:val="20"/>
              </w:rPr>
              <w:t xml:space="preserve">, вул. Пасічника, </w:t>
            </w:r>
            <w:r w:rsidRPr="006F2812">
              <w:rPr>
                <w:spacing w:val="-10"/>
                <w:sz w:val="20"/>
              </w:rPr>
              <w:t>6</w:t>
            </w:r>
          </w:p>
        </w:tc>
        <w:tc>
          <w:tcPr>
            <w:tcW w:w="994" w:type="dxa"/>
            <w:vAlign w:val="center"/>
          </w:tcPr>
          <w:p w14:paraId="7EAFBE67" w14:textId="602F565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27/5</w:t>
            </w:r>
          </w:p>
        </w:tc>
        <w:tc>
          <w:tcPr>
            <w:tcW w:w="3112" w:type="dxa"/>
            <w:vAlign w:val="center"/>
          </w:tcPr>
          <w:p w14:paraId="372864EA" w14:textId="130FA6B7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 потерпілих, виконання</w:t>
            </w:r>
          </w:p>
        </w:tc>
      </w:tr>
      <w:tr w:rsidR="00E65D40" w:rsidRPr="006F2812" w14:paraId="12540D4D" w14:textId="77777777" w:rsidTr="00FB1B54">
        <w:trPr>
          <w:trHeight w:val="124"/>
        </w:trPr>
        <w:tc>
          <w:tcPr>
            <w:tcW w:w="598" w:type="dxa"/>
            <w:gridSpan w:val="4"/>
          </w:tcPr>
          <w:p w14:paraId="50BA0C18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C6EE27E" w14:textId="5A7B77EC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4DB4707A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35 </w:t>
            </w:r>
            <w:r w:rsidRPr="006F2812">
              <w:rPr>
                <w:spacing w:val="-4"/>
                <w:sz w:val="20"/>
              </w:rPr>
              <w:t>ДПРЧ</w:t>
            </w:r>
          </w:p>
          <w:p w14:paraId="14F3B339" w14:textId="1E4BC6B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з охорони </w:t>
            </w:r>
            <w:proofErr w:type="spellStart"/>
            <w:r w:rsidRPr="006F2812">
              <w:rPr>
                <w:sz w:val="20"/>
              </w:rPr>
              <w:t>обєктів</w:t>
            </w:r>
            <w:proofErr w:type="spellEnd"/>
            <w:r w:rsidRPr="006F2812">
              <w:rPr>
                <w:sz w:val="20"/>
              </w:rPr>
              <w:t xml:space="preserve"> (ВАТ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НПК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«Галичина»)</w:t>
            </w:r>
          </w:p>
        </w:tc>
        <w:tc>
          <w:tcPr>
            <w:tcW w:w="3154" w:type="dxa"/>
            <w:gridSpan w:val="2"/>
            <w:vAlign w:val="center"/>
          </w:tcPr>
          <w:p w14:paraId="5C12745A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Дрогобич,</w:t>
            </w:r>
            <w:r w:rsidRPr="006F2812">
              <w:rPr>
                <w:spacing w:val="40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Бориславська,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82</w:t>
            </w:r>
          </w:p>
          <w:p w14:paraId="06DF5255" w14:textId="4B068ACB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(244) 9-82-</w:t>
            </w:r>
            <w:r w:rsidRPr="006F2812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40664299" w14:textId="55076F60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29/7</w:t>
            </w:r>
          </w:p>
        </w:tc>
        <w:tc>
          <w:tcPr>
            <w:tcW w:w="3112" w:type="dxa"/>
            <w:vAlign w:val="center"/>
          </w:tcPr>
          <w:p w14:paraId="2E15B882" w14:textId="1948A9B8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5E5A2A1D" w14:textId="77777777" w:rsidTr="00FB1B54">
        <w:trPr>
          <w:trHeight w:val="124"/>
        </w:trPr>
        <w:tc>
          <w:tcPr>
            <w:tcW w:w="598" w:type="dxa"/>
            <w:gridSpan w:val="4"/>
          </w:tcPr>
          <w:p w14:paraId="3D8EEDAF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F411A95" w14:textId="13A3A447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07E2069F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 xml:space="preserve">36 </w:t>
            </w:r>
            <w:r w:rsidRPr="006F2812">
              <w:rPr>
                <w:spacing w:val="-4"/>
                <w:sz w:val="20"/>
              </w:rPr>
              <w:t>ДПРЧ</w:t>
            </w:r>
          </w:p>
          <w:p w14:paraId="6FA58EF5" w14:textId="0524B88A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 xml:space="preserve">з охорони </w:t>
            </w:r>
            <w:proofErr w:type="spellStart"/>
            <w:r w:rsidRPr="006F2812">
              <w:rPr>
                <w:sz w:val="20"/>
              </w:rPr>
              <w:t>обєктів</w:t>
            </w:r>
            <w:proofErr w:type="spellEnd"/>
            <w:r w:rsidRPr="006F2812">
              <w:rPr>
                <w:sz w:val="20"/>
              </w:rPr>
              <w:t xml:space="preserve"> (НГВУ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«</w:t>
            </w:r>
            <w:proofErr w:type="spellStart"/>
            <w:r w:rsidRPr="006F2812">
              <w:rPr>
                <w:sz w:val="20"/>
              </w:rPr>
              <w:t>Бориславнафтогаз</w:t>
            </w:r>
            <w:proofErr w:type="spellEnd"/>
            <w:r w:rsidRPr="006F2812">
              <w:rPr>
                <w:sz w:val="20"/>
              </w:rPr>
              <w:t>»)</w:t>
            </w:r>
          </w:p>
        </w:tc>
        <w:tc>
          <w:tcPr>
            <w:tcW w:w="3154" w:type="dxa"/>
            <w:gridSpan w:val="2"/>
            <w:vAlign w:val="center"/>
          </w:tcPr>
          <w:p w14:paraId="6CC83124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Борислав вул.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Шевченка,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222</w:t>
            </w:r>
          </w:p>
          <w:p w14:paraId="2F91597D" w14:textId="571215F5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(248) 5-01-</w:t>
            </w:r>
            <w:r w:rsidRPr="006F2812">
              <w:rPr>
                <w:spacing w:val="-5"/>
                <w:sz w:val="20"/>
              </w:rPr>
              <w:t>40</w:t>
            </w:r>
          </w:p>
        </w:tc>
        <w:tc>
          <w:tcPr>
            <w:tcW w:w="994" w:type="dxa"/>
            <w:vAlign w:val="center"/>
          </w:tcPr>
          <w:p w14:paraId="7622DD49" w14:textId="6BE136C9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28/6</w:t>
            </w:r>
          </w:p>
        </w:tc>
        <w:tc>
          <w:tcPr>
            <w:tcW w:w="3112" w:type="dxa"/>
            <w:vAlign w:val="center"/>
          </w:tcPr>
          <w:p w14:paraId="3290214C" w14:textId="39FFB49B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7687DDC2" w14:textId="77777777" w:rsidTr="00FB1B54">
        <w:trPr>
          <w:trHeight w:val="124"/>
        </w:trPr>
        <w:tc>
          <w:tcPr>
            <w:tcW w:w="598" w:type="dxa"/>
            <w:gridSpan w:val="4"/>
          </w:tcPr>
          <w:p w14:paraId="440E7BA4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AAA2C00" w14:textId="21C07441" w:rsidR="00D05B05" w:rsidRPr="006F2812" w:rsidRDefault="00D05B05" w:rsidP="00D05B05">
            <w:pPr>
              <w:ind w:firstLine="119"/>
              <w:jc w:val="both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6D66EBA4" w14:textId="6F38A233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59</w:t>
            </w:r>
            <w:r w:rsidRPr="006F2812">
              <w:rPr>
                <w:spacing w:val="-3"/>
                <w:sz w:val="20"/>
              </w:rPr>
              <w:t xml:space="preserve"> </w:t>
            </w:r>
            <w:r w:rsidRPr="006F2812">
              <w:rPr>
                <w:sz w:val="20"/>
              </w:rPr>
              <w:t>ДПРП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з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охорони</w:t>
            </w:r>
            <w:r w:rsidRPr="006F2812">
              <w:rPr>
                <w:spacing w:val="-3"/>
                <w:sz w:val="20"/>
              </w:rPr>
              <w:t xml:space="preserve"> </w:t>
            </w:r>
            <w:proofErr w:type="spellStart"/>
            <w:r w:rsidRPr="006F2812">
              <w:rPr>
                <w:spacing w:val="-2"/>
                <w:sz w:val="20"/>
              </w:rPr>
              <w:t>обєктів</w:t>
            </w:r>
            <w:proofErr w:type="spellEnd"/>
          </w:p>
        </w:tc>
        <w:tc>
          <w:tcPr>
            <w:tcW w:w="3154" w:type="dxa"/>
            <w:gridSpan w:val="2"/>
            <w:vAlign w:val="center"/>
          </w:tcPr>
          <w:p w14:paraId="6AB36E65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Львів, проспект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Свободи,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28</w:t>
            </w:r>
          </w:p>
          <w:p w14:paraId="3FEB4BAF" w14:textId="009EF9E1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(032) 242-17-90, (032) 242-81-</w:t>
            </w:r>
            <w:r w:rsidRPr="006F2812">
              <w:rPr>
                <w:spacing w:val="-5"/>
                <w:sz w:val="20"/>
              </w:rPr>
              <w:t>58</w:t>
            </w:r>
          </w:p>
        </w:tc>
        <w:tc>
          <w:tcPr>
            <w:tcW w:w="994" w:type="dxa"/>
            <w:vAlign w:val="center"/>
          </w:tcPr>
          <w:p w14:paraId="40C33F75" w14:textId="6DE4D067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10/-</w:t>
            </w:r>
          </w:p>
        </w:tc>
        <w:tc>
          <w:tcPr>
            <w:tcW w:w="3112" w:type="dxa"/>
            <w:vAlign w:val="center"/>
          </w:tcPr>
          <w:p w14:paraId="1D663EE7" w14:textId="1010F7BF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 xml:space="preserve">Гасіння </w:t>
            </w:r>
            <w:r w:rsidRPr="006F2812">
              <w:rPr>
                <w:spacing w:val="-2"/>
                <w:sz w:val="20"/>
              </w:rPr>
              <w:t>пожеж</w:t>
            </w:r>
          </w:p>
        </w:tc>
      </w:tr>
      <w:tr w:rsidR="00E65D40" w:rsidRPr="006F2812" w14:paraId="53850E86" w14:textId="77777777" w:rsidTr="00FB1B54">
        <w:trPr>
          <w:trHeight w:val="124"/>
        </w:trPr>
        <w:tc>
          <w:tcPr>
            <w:tcW w:w="598" w:type="dxa"/>
            <w:gridSpan w:val="4"/>
          </w:tcPr>
          <w:p w14:paraId="5553645F" w14:textId="77777777" w:rsidR="00D05B05" w:rsidRPr="006F2812" w:rsidRDefault="00D05B05" w:rsidP="00D05B05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B3E64F4" w14:textId="75FD05EB" w:rsidR="00D05B05" w:rsidRPr="006F2812" w:rsidRDefault="00D05B05" w:rsidP="00D05B05">
            <w:pPr>
              <w:ind w:firstLine="119"/>
              <w:jc w:val="both"/>
            </w:pPr>
            <w:r w:rsidRPr="006F2812">
              <w:rPr>
                <w:sz w:val="20"/>
              </w:rPr>
              <w:t>Головне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управління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ДСНС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України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>у</w:t>
            </w:r>
            <w:r w:rsidRPr="006F2812">
              <w:rPr>
                <w:spacing w:val="-2"/>
                <w:sz w:val="20"/>
              </w:rPr>
              <w:t xml:space="preserve"> </w:t>
            </w:r>
            <w:r w:rsidRPr="006F2812">
              <w:rPr>
                <w:sz w:val="20"/>
              </w:rPr>
              <w:t xml:space="preserve">Львівській </w:t>
            </w:r>
            <w:r w:rsidRPr="006F2812">
              <w:rPr>
                <w:spacing w:val="-2"/>
                <w:sz w:val="20"/>
              </w:rPr>
              <w:t>області</w:t>
            </w:r>
          </w:p>
        </w:tc>
        <w:tc>
          <w:tcPr>
            <w:tcW w:w="3231" w:type="dxa"/>
            <w:vAlign w:val="center"/>
          </w:tcPr>
          <w:p w14:paraId="23B3D9AE" w14:textId="06D8F6AB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Аварійно-рятувальний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загін спеціального призначення</w:t>
            </w:r>
          </w:p>
        </w:tc>
        <w:tc>
          <w:tcPr>
            <w:tcW w:w="3154" w:type="dxa"/>
            <w:gridSpan w:val="2"/>
            <w:vAlign w:val="center"/>
          </w:tcPr>
          <w:p w14:paraId="4C7BBFFC" w14:textId="77777777" w:rsidR="00D05B05" w:rsidRPr="006F2812" w:rsidRDefault="00D05B05" w:rsidP="00D05B05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6F2812">
              <w:rPr>
                <w:sz w:val="20"/>
              </w:rPr>
              <w:t>м. Львів,</w:t>
            </w:r>
            <w:r w:rsidRPr="006F2812">
              <w:rPr>
                <w:spacing w:val="40"/>
                <w:sz w:val="20"/>
              </w:rPr>
              <w:t xml:space="preserve"> </w:t>
            </w:r>
            <w:r w:rsidRPr="006F2812">
              <w:rPr>
                <w:sz w:val="20"/>
              </w:rPr>
              <w:t>вул.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Земельна,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19</w:t>
            </w:r>
          </w:p>
          <w:p w14:paraId="7438D07F" w14:textId="4280F36C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z w:val="20"/>
              </w:rPr>
              <w:t>(032) 230-09-40, (032) 230-09-</w:t>
            </w:r>
            <w:r w:rsidRPr="006F2812">
              <w:rPr>
                <w:spacing w:val="-5"/>
                <w:sz w:val="20"/>
              </w:rPr>
              <w:t>46</w:t>
            </w:r>
          </w:p>
        </w:tc>
        <w:tc>
          <w:tcPr>
            <w:tcW w:w="994" w:type="dxa"/>
            <w:vAlign w:val="center"/>
          </w:tcPr>
          <w:p w14:paraId="42A39963" w14:textId="68075E02" w:rsidR="00D05B05" w:rsidRPr="006F2812" w:rsidRDefault="00D05B05" w:rsidP="00D05B05">
            <w:pPr>
              <w:jc w:val="center"/>
              <w:rPr>
                <w:sz w:val="20"/>
                <w:szCs w:val="20"/>
              </w:rPr>
            </w:pPr>
            <w:r w:rsidRPr="006F2812">
              <w:rPr>
                <w:spacing w:val="-4"/>
                <w:sz w:val="20"/>
              </w:rPr>
              <w:t>219/36</w:t>
            </w:r>
          </w:p>
        </w:tc>
        <w:tc>
          <w:tcPr>
            <w:tcW w:w="3112" w:type="dxa"/>
            <w:vAlign w:val="center"/>
          </w:tcPr>
          <w:p w14:paraId="1940518B" w14:textId="7DAE6284" w:rsidR="00D05B05" w:rsidRPr="006F2812" w:rsidRDefault="00D05B05" w:rsidP="00D05B05">
            <w:pPr>
              <w:jc w:val="center"/>
            </w:pPr>
            <w:r w:rsidRPr="006F2812">
              <w:rPr>
                <w:sz w:val="20"/>
              </w:rPr>
              <w:t>Гасіння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пожеж,</w:t>
            </w:r>
            <w:r w:rsidRPr="006F2812">
              <w:rPr>
                <w:spacing w:val="-12"/>
                <w:sz w:val="20"/>
              </w:rPr>
              <w:t xml:space="preserve"> </w:t>
            </w:r>
            <w:r w:rsidRPr="006F2812">
              <w:rPr>
                <w:sz w:val="20"/>
              </w:rPr>
              <w:t>рятування</w:t>
            </w:r>
            <w:r w:rsidRPr="006F2812">
              <w:rPr>
                <w:spacing w:val="-13"/>
                <w:sz w:val="20"/>
              </w:rPr>
              <w:t xml:space="preserve"> </w:t>
            </w:r>
            <w:r w:rsidRPr="006F2812">
              <w:rPr>
                <w:sz w:val="20"/>
              </w:rPr>
              <w:t>і виконання АР та ІНР</w:t>
            </w:r>
          </w:p>
        </w:tc>
      </w:tr>
      <w:tr w:rsidR="00E65D40" w:rsidRPr="006F2812" w14:paraId="66F7ADF7" w14:textId="77777777" w:rsidTr="00453902">
        <w:trPr>
          <w:trHeight w:val="383"/>
        </w:trPr>
        <w:tc>
          <w:tcPr>
            <w:tcW w:w="8359" w:type="dxa"/>
            <w:gridSpan w:val="6"/>
            <w:vAlign w:val="center"/>
          </w:tcPr>
          <w:p w14:paraId="6FE70484" w14:textId="77777777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  <w:r w:rsidRPr="006F2812">
              <w:rPr>
                <w:b/>
                <w:bCs w:val="0"/>
                <w:sz w:val="20"/>
                <w:szCs w:val="20"/>
              </w:rPr>
              <w:t>Всього за підпорядковані підрозділи ГУ ДСНСУ у Львівській області:</w:t>
            </w:r>
          </w:p>
        </w:tc>
        <w:tc>
          <w:tcPr>
            <w:tcW w:w="3154" w:type="dxa"/>
            <w:gridSpan w:val="2"/>
            <w:vAlign w:val="center"/>
          </w:tcPr>
          <w:p w14:paraId="0CA520A9" w14:textId="77777777" w:rsidR="00D05B05" w:rsidRPr="006F2812" w:rsidRDefault="00D05B05" w:rsidP="00D05B05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5E2ABAB" w14:textId="5AF7F88D" w:rsidR="00D05B05" w:rsidRPr="006F2812" w:rsidRDefault="00D05B05" w:rsidP="00D05B0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6F2812">
              <w:rPr>
                <w:b/>
                <w:spacing w:val="-4"/>
                <w:sz w:val="20"/>
              </w:rPr>
              <w:t>2019/372</w:t>
            </w:r>
          </w:p>
        </w:tc>
        <w:tc>
          <w:tcPr>
            <w:tcW w:w="3112" w:type="dxa"/>
            <w:vAlign w:val="center"/>
          </w:tcPr>
          <w:p w14:paraId="53E08268" w14:textId="77777777" w:rsidR="00D05B05" w:rsidRPr="006F2812" w:rsidRDefault="00D05B05" w:rsidP="00D05B05">
            <w:pPr>
              <w:widowControl w:val="0"/>
              <w:ind w:hanging="81"/>
              <w:jc w:val="center"/>
              <w:rPr>
                <w:b/>
                <w:bCs w:val="0"/>
                <w:sz w:val="20"/>
                <w:szCs w:val="20"/>
              </w:rPr>
            </w:pPr>
          </w:p>
        </w:tc>
      </w:tr>
      <w:tr w:rsidR="00D05B05" w:rsidRPr="00C44CFB" w14:paraId="2B181B60" w14:textId="77777777" w:rsidTr="009E77A1">
        <w:trPr>
          <w:trHeight w:val="273"/>
        </w:trPr>
        <w:tc>
          <w:tcPr>
            <w:tcW w:w="15619" w:type="dxa"/>
            <w:gridSpan w:val="10"/>
            <w:vAlign w:val="center"/>
          </w:tcPr>
          <w:p w14:paraId="46D9C2EF" w14:textId="77777777" w:rsidR="00D05B05" w:rsidRPr="00C44CFB" w:rsidRDefault="00D05B05" w:rsidP="00D05B05">
            <w:pPr>
              <w:widowControl w:val="0"/>
              <w:ind w:hanging="81"/>
              <w:jc w:val="center"/>
              <w:rPr>
                <w:b/>
                <w:bCs w:val="0"/>
                <w:sz w:val="20"/>
                <w:szCs w:val="20"/>
              </w:rPr>
            </w:pPr>
            <w:r w:rsidRPr="00C44CFB">
              <w:rPr>
                <w:b/>
                <w:bCs w:val="0"/>
                <w:sz w:val="20"/>
              </w:rPr>
              <w:t>ІНШІ СИЛИ ДСНС УКРАЇНИ, ЯКІ ДИСЛОКУЮТЬСЯ НА ТЕРИТОРІЇ ЛЬВІВСЬКОЇ ОБЛАСТІ</w:t>
            </w:r>
          </w:p>
        </w:tc>
      </w:tr>
      <w:tr w:rsidR="00761065" w:rsidRPr="00E65D40" w14:paraId="39E68979" w14:textId="77777777" w:rsidTr="00A45E49">
        <w:trPr>
          <w:trHeight w:val="124"/>
        </w:trPr>
        <w:tc>
          <w:tcPr>
            <w:tcW w:w="598" w:type="dxa"/>
            <w:gridSpan w:val="4"/>
          </w:tcPr>
          <w:p w14:paraId="56DEEF77" w14:textId="77777777" w:rsidR="00761065" w:rsidRPr="00E65D40" w:rsidRDefault="00761065" w:rsidP="003D6E0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1958DE9" w14:textId="6B2B2251" w:rsidR="00761065" w:rsidRPr="00E65D40" w:rsidRDefault="00761065" w:rsidP="003D6E0C">
            <w:pPr>
              <w:pStyle w:val="TableParagraph"/>
              <w:tabs>
                <w:tab w:val="left" w:pos="3832"/>
                <w:tab w:val="left" w:pos="8174"/>
              </w:tabs>
              <w:ind w:left="5"/>
              <w:jc w:val="left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Головний</w:t>
            </w:r>
            <w:r w:rsidRPr="00F978EC">
              <w:rPr>
                <w:spacing w:val="80"/>
                <w:sz w:val="20"/>
              </w:rPr>
              <w:t xml:space="preserve"> </w:t>
            </w:r>
            <w:r w:rsidRPr="00F978EC">
              <w:rPr>
                <w:sz w:val="20"/>
              </w:rPr>
              <w:t>авіаційний</w:t>
            </w:r>
            <w:r w:rsidRPr="00F978EC">
              <w:rPr>
                <w:spacing w:val="80"/>
                <w:sz w:val="20"/>
              </w:rPr>
              <w:t xml:space="preserve"> </w:t>
            </w:r>
            <w:r w:rsidRPr="00F978EC">
              <w:rPr>
                <w:sz w:val="20"/>
              </w:rPr>
              <w:t>координаційний</w:t>
            </w:r>
            <w:r w:rsidRPr="00F978EC">
              <w:rPr>
                <w:spacing w:val="80"/>
                <w:sz w:val="20"/>
              </w:rPr>
              <w:t xml:space="preserve"> </w:t>
            </w:r>
            <w:r w:rsidRPr="00F978EC">
              <w:rPr>
                <w:sz w:val="20"/>
              </w:rPr>
              <w:t>центр пошуку</w:t>
            </w:r>
            <w:r w:rsidRPr="00F978EC">
              <w:rPr>
                <w:spacing w:val="16"/>
                <w:sz w:val="20"/>
              </w:rPr>
              <w:t xml:space="preserve"> </w:t>
            </w:r>
            <w:r w:rsidRPr="00F978EC">
              <w:rPr>
                <w:sz w:val="20"/>
              </w:rPr>
              <w:t>і</w:t>
            </w:r>
            <w:r w:rsidRPr="00F978EC">
              <w:rPr>
                <w:spacing w:val="16"/>
                <w:sz w:val="20"/>
              </w:rPr>
              <w:t xml:space="preserve"> </w:t>
            </w:r>
            <w:r w:rsidRPr="00F978EC">
              <w:rPr>
                <w:sz w:val="20"/>
              </w:rPr>
              <w:t>рятування,</w:t>
            </w:r>
            <w:r w:rsidRPr="00F978EC">
              <w:rPr>
                <w:spacing w:val="16"/>
                <w:sz w:val="20"/>
              </w:rPr>
              <w:t xml:space="preserve"> </w:t>
            </w:r>
            <w:r w:rsidRPr="00F978EC">
              <w:rPr>
                <w:sz w:val="20"/>
              </w:rPr>
              <w:t>м.</w:t>
            </w:r>
            <w:r w:rsidRPr="00F978EC">
              <w:rPr>
                <w:spacing w:val="16"/>
                <w:sz w:val="20"/>
              </w:rPr>
              <w:t xml:space="preserve"> </w:t>
            </w:r>
            <w:r w:rsidRPr="00F978EC">
              <w:rPr>
                <w:sz w:val="20"/>
              </w:rPr>
              <w:t>Київ</w:t>
            </w:r>
            <w:r w:rsidRPr="00F978EC">
              <w:rPr>
                <w:spacing w:val="16"/>
                <w:sz w:val="20"/>
              </w:rPr>
              <w:t xml:space="preserve"> </w:t>
            </w:r>
            <w:r w:rsidRPr="00F978EC">
              <w:rPr>
                <w:sz w:val="20"/>
              </w:rPr>
              <w:t>бюджетної</w:t>
            </w:r>
            <w:r w:rsidRPr="00F978EC">
              <w:rPr>
                <w:spacing w:val="16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установи</w:t>
            </w:r>
            <w:r w:rsidRPr="00761065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«Служба координації авіаційних робіт з пошуку і рятування ДСНС України»</w:t>
            </w:r>
          </w:p>
        </w:tc>
        <w:tc>
          <w:tcPr>
            <w:tcW w:w="3231" w:type="dxa"/>
            <w:vAlign w:val="center"/>
          </w:tcPr>
          <w:p w14:paraId="2171E9C8" w14:textId="12550F12" w:rsidR="00761065" w:rsidRPr="00E65D40" w:rsidRDefault="00761065" w:rsidP="003D6E0C">
            <w:pPr>
              <w:ind w:right="-108"/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Західний авіаційний допоміжний центр пошуку і рятування Головного авіаційного координаційного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центру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>пошуку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та рятування ДСНС України</w:t>
            </w:r>
          </w:p>
        </w:tc>
        <w:tc>
          <w:tcPr>
            <w:tcW w:w="3154" w:type="dxa"/>
            <w:gridSpan w:val="2"/>
            <w:vAlign w:val="center"/>
          </w:tcPr>
          <w:p w14:paraId="642FF27D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м. </w:t>
            </w:r>
            <w:r w:rsidRPr="00F978EC">
              <w:rPr>
                <w:spacing w:val="-2"/>
                <w:sz w:val="20"/>
              </w:rPr>
              <w:t>Львів,</w:t>
            </w:r>
          </w:p>
          <w:p w14:paraId="1E769428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вул. </w:t>
            </w:r>
            <w:proofErr w:type="spellStart"/>
            <w:r w:rsidRPr="00F978EC">
              <w:rPr>
                <w:sz w:val="20"/>
              </w:rPr>
              <w:t>Любінська</w:t>
            </w:r>
            <w:proofErr w:type="spellEnd"/>
            <w:r w:rsidRPr="00F978EC">
              <w:rPr>
                <w:sz w:val="20"/>
              </w:rPr>
              <w:t xml:space="preserve">, </w:t>
            </w:r>
            <w:r w:rsidRPr="00F978EC">
              <w:rPr>
                <w:spacing w:val="-5"/>
                <w:sz w:val="20"/>
              </w:rPr>
              <w:t>217</w:t>
            </w:r>
          </w:p>
          <w:p w14:paraId="461E87D7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будівля</w:t>
            </w:r>
            <w:r w:rsidRPr="00F978EC">
              <w:rPr>
                <w:spacing w:val="-1"/>
                <w:sz w:val="20"/>
              </w:rPr>
              <w:t xml:space="preserve"> </w:t>
            </w:r>
            <w:proofErr w:type="spellStart"/>
            <w:r w:rsidRPr="00F978EC">
              <w:rPr>
                <w:spacing w:val="-2"/>
                <w:sz w:val="20"/>
              </w:rPr>
              <w:t>Украероруху</w:t>
            </w:r>
            <w:proofErr w:type="spellEnd"/>
          </w:p>
          <w:p w14:paraId="6F43FFDE" w14:textId="1C4E1D9F" w:rsidR="00761065" w:rsidRPr="00E65D40" w:rsidRDefault="00761065" w:rsidP="003D6E0C">
            <w:pPr>
              <w:jc w:val="center"/>
              <w:rPr>
                <w:sz w:val="20"/>
                <w:szCs w:val="20"/>
                <w:lang w:val="ru-RU"/>
              </w:rPr>
            </w:pPr>
            <w:r w:rsidRPr="00F978EC">
              <w:rPr>
                <w:sz w:val="20"/>
              </w:rPr>
              <w:t>(032) 297-26-59, (032) 295-19-</w:t>
            </w:r>
            <w:r w:rsidRPr="00F978EC">
              <w:rPr>
                <w:spacing w:val="-5"/>
                <w:sz w:val="20"/>
              </w:rPr>
              <w:t>08</w:t>
            </w:r>
          </w:p>
        </w:tc>
        <w:tc>
          <w:tcPr>
            <w:tcW w:w="994" w:type="dxa"/>
            <w:vAlign w:val="center"/>
          </w:tcPr>
          <w:p w14:paraId="1EBBECF3" w14:textId="7BD3206B" w:rsidR="00761065" w:rsidRPr="00E65D40" w:rsidRDefault="00761065" w:rsidP="003D6E0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8/-</w:t>
            </w:r>
          </w:p>
        </w:tc>
        <w:tc>
          <w:tcPr>
            <w:tcW w:w="3112" w:type="dxa"/>
            <w:vAlign w:val="center"/>
          </w:tcPr>
          <w:p w14:paraId="2A7DDF26" w14:textId="6D8FA9E5" w:rsidR="00761065" w:rsidRPr="00E65D40" w:rsidRDefault="00761065" w:rsidP="003D6E0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Координація авіаційних робіт з пошуку</w:t>
            </w:r>
            <w:r w:rsidRPr="00F978EC">
              <w:rPr>
                <w:spacing w:val="-10"/>
                <w:sz w:val="20"/>
              </w:rPr>
              <w:t xml:space="preserve"> </w:t>
            </w:r>
            <w:r w:rsidRPr="00F978EC">
              <w:rPr>
                <w:sz w:val="20"/>
              </w:rPr>
              <w:t>і</w:t>
            </w:r>
            <w:r w:rsidRPr="00F978EC">
              <w:rPr>
                <w:spacing w:val="-10"/>
                <w:sz w:val="20"/>
              </w:rPr>
              <w:t xml:space="preserve"> </w:t>
            </w:r>
            <w:r w:rsidRPr="00F978EC">
              <w:rPr>
                <w:sz w:val="20"/>
              </w:rPr>
              <w:t>рятуванню</w:t>
            </w:r>
            <w:r w:rsidRPr="00F978EC">
              <w:rPr>
                <w:spacing w:val="-10"/>
                <w:sz w:val="20"/>
              </w:rPr>
              <w:t xml:space="preserve"> </w:t>
            </w:r>
            <w:r w:rsidRPr="00F978EC">
              <w:rPr>
                <w:sz w:val="20"/>
              </w:rPr>
              <w:t>потерпілих</w:t>
            </w:r>
            <w:r w:rsidRPr="00F978EC">
              <w:rPr>
                <w:spacing w:val="-10"/>
                <w:sz w:val="20"/>
              </w:rPr>
              <w:t xml:space="preserve"> </w:t>
            </w:r>
            <w:r w:rsidRPr="00F978EC">
              <w:rPr>
                <w:sz w:val="20"/>
              </w:rPr>
              <w:t>в наслідок авіакатастроф (аварій)</w:t>
            </w:r>
          </w:p>
        </w:tc>
      </w:tr>
      <w:tr w:rsidR="00761065" w:rsidRPr="00E65D40" w14:paraId="0B2D4CB1" w14:textId="77777777" w:rsidTr="00A45E49">
        <w:trPr>
          <w:trHeight w:val="2073"/>
        </w:trPr>
        <w:tc>
          <w:tcPr>
            <w:tcW w:w="598" w:type="dxa"/>
            <w:gridSpan w:val="4"/>
          </w:tcPr>
          <w:p w14:paraId="5C34CA89" w14:textId="77777777" w:rsidR="00761065" w:rsidRPr="00E65D40" w:rsidRDefault="00761065" w:rsidP="003D6E0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18C4ED6" w14:textId="3B75AE4D" w:rsidR="00761065" w:rsidRPr="00E65D40" w:rsidRDefault="00761065" w:rsidP="003D6E0C">
            <w:pPr>
              <w:tabs>
                <w:tab w:val="left" w:pos="3832"/>
              </w:tabs>
              <w:ind w:left="5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Державний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воєнізований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>гірничорятувальний (аварійно-рятувальний</w:t>
            </w:r>
            <w:r w:rsidRPr="00F978EC">
              <w:rPr>
                <w:spacing w:val="-6"/>
                <w:sz w:val="20"/>
              </w:rPr>
              <w:t xml:space="preserve"> </w:t>
            </w:r>
            <w:r w:rsidRPr="00F978EC">
              <w:rPr>
                <w:sz w:val="20"/>
              </w:rPr>
              <w:t>)</w:t>
            </w:r>
            <w:r w:rsidRPr="00F978EC">
              <w:rPr>
                <w:spacing w:val="-5"/>
                <w:sz w:val="20"/>
              </w:rPr>
              <w:t xml:space="preserve"> </w:t>
            </w:r>
            <w:r w:rsidRPr="00F978EC">
              <w:rPr>
                <w:sz w:val="20"/>
              </w:rPr>
              <w:t>загін</w:t>
            </w:r>
            <w:r w:rsidRPr="00F978EC">
              <w:rPr>
                <w:spacing w:val="-6"/>
                <w:sz w:val="20"/>
              </w:rPr>
              <w:t xml:space="preserve"> </w:t>
            </w:r>
            <w:r w:rsidRPr="00F978EC">
              <w:rPr>
                <w:sz w:val="20"/>
              </w:rPr>
              <w:t>ДСНС</w:t>
            </w:r>
            <w:r w:rsidRPr="00F978EC">
              <w:rPr>
                <w:spacing w:val="-5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України</w:t>
            </w:r>
          </w:p>
        </w:tc>
        <w:tc>
          <w:tcPr>
            <w:tcW w:w="3231" w:type="dxa"/>
            <w:vAlign w:val="center"/>
          </w:tcPr>
          <w:p w14:paraId="7EB91A04" w14:textId="2CACA068" w:rsidR="00761065" w:rsidRPr="00E65D40" w:rsidRDefault="00761065" w:rsidP="003D6E0C">
            <w:pPr>
              <w:ind w:right="-61"/>
              <w:jc w:val="center"/>
              <w:rPr>
                <w:bCs w:val="0"/>
                <w:sz w:val="20"/>
                <w:szCs w:val="20"/>
              </w:rPr>
            </w:pPr>
            <w:r w:rsidRPr="00F978EC">
              <w:rPr>
                <w:sz w:val="20"/>
              </w:rPr>
              <w:t>Гірничо-рятувальний взвод м. Стебник</w:t>
            </w:r>
            <w:r w:rsidRPr="00F978EC">
              <w:rPr>
                <w:spacing w:val="24"/>
                <w:sz w:val="20"/>
              </w:rPr>
              <w:t xml:space="preserve"> </w:t>
            </w:r>
            <w:r w:rsidRPr="00F978EC">
              <w:rPr>
                <w:sz w:val="20"/>
              </w:rPr>
              <w:t>воєнізованого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гірничо- рятувального (аварійно- рятувального) загону ГУ ДСНС України у Івано-Франківській </w:t>
            </w:r>
            <w:r w:rsidRPr="00F978EC">
              <w:rPr>
                <w:spacing w:val="-2"/>
                <w:sz w:val="20"/>
              </w:rPr>
              <w:t>області</w:t>
            </w:r>
          </w:p>
        </w:tc>
        <w:tc>
          <w:tcPr>
            <w:tcW w:w="3154" w:type="dxa"/>
            <w:gridSpan w:val="2"/>
            <w:vAlign w:val="center"/>
          </w:tcPr>
          <w:p w14:paraId="759286DA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м. Стебник Дрогобицького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район вул.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Трускавецька, </w:t>
            </w:r>
            <w:r w:rsidRPr="00F978EC">
              <w:rPr>
                <w:spacing w:val="-5"/>
                <w:sz w:val="20"/>
              </w:rPr>
              <w:t>74</w:t>
            </w:r>
          </w:p>
          <w:p w14:paraId="114C4791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(244) 4-00-</w:t>
            </w:r>
            <w:r w:rsidRPr="00F978EC">
              <w:rPr>
                <w:spacing w:val="-5"/>
                <w:sz w:val="20"/>
              </w:rPr>
              <w:t>05</w:t>
            </w:r>
          </w:p>
          <w:p w14:paraId="4C4B6409" w14:textId="36624E95" w:rsidR="00761065" w:rsidRPr="00E65D40" w:rsidRDefault="00761065" w:rsidP="003D6E0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097-589-55-</w:t>
            </w:r>
            <w:r w:rsidRPr="00F978EC">
              <w:rPr>
                <w:spacing w:val="-5"/>
                <w:sz w:val="20"/>
              </w:rPr>
              <w:t>65</w:t>
            </w:r>
          </w:p>
        </w:tc>
        <w:tc>
          <w:tcPr>
            <w:tcW w:w="994" w:type="dxa"/>
            <w:vAlign w:val="center"/>
          </w:tcPr>
          <w:p w14:paraId="03498949" w14:textId="746D79DA" w:rsidR="00761065" w:rsidRPr="00E65D40" w:rsidRDefault="00761065" w:rsidP="003D6E0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29/6</w:t>
            </w:r>
          </w:p>
        </w:tc>
        <w:tc>
          <w:tcPr>
            <w:tcW w:w="3112" w:type="dxa"/>
            <w:vAlign w:val="center"/>
          </w:tcPr>
          <w:p w14:paraId="37246B18" w14:textId="26E8843A" w:rsidR="00761065" w:rsidRPr="00E65D40" w:rsidRDefault="00761065" w:rsidP="003D6E0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Виконання профілактичної роботи із запобігання виникненню надзвичайних ситуацій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та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>проведення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аварійно- рятувальних робіт на об’єктах гірничорудної і нерудної промисловості та інших ПНО відповідно до укладених </w:t>
            </w:r>
            <w:r w:rsidRPr="00F978EC">
              <w:rPr>
                <w:spacing w:val="-2"/>
                <w:sz w:val="20"/>
              </w:rPr>
              <w:t>договорів</w:t>
            </w:r>
          </w:p>
        </w:tc>
      </w:tr>
      <w:tr w:rsidR="00761065" w:rsidRPr="00E65D40" w14:paraId="379B2B94" w14:textId="77777777" w:rsidTr="00A45E49">
        <w:trPr>
          <w:trHeight w:val="124"/>
        </w:trPr>
        <w:tc>
          <w:tcPr>
            <w:tcW w:w="598" w:type="dxa"/>
            <w:gridSpan w:val="4"/>
          </w:tcPr>
          <w:p w14:paraId="63E3EC07" w14:textId="77777777" w:rsidR="00761065" w:rsidRPr="00E65D40" w:rsidRDefault="00761065" w:rsidP="003D6E0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9E2BE8E" w14:textId="41256B6E" w:rsidR="00761065" w:rsidRPr="00E65D40" w:rsidRDefault="00761065" w:rsidP="003D6E0C">
            <w:pPr>
              <w:widowControl w:val="0"/>
              <w:tabs>
                <w:tab w:val="left" w:pos="3832"/>
              </w:tabs>
              <w:ind w:left="5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ДСНС </w:t>
            </w:r>
            <w:r w:rsidRPr="00F978EC">
              <w:rPr>
                <w:spacing w:val="-2"/>
                <w:sz w:val="20"/>
              </w:rPr>
              <w:t>України</w:t>
            </w:r>
          </w:p>
        </w:tc>
        <w:tc>
          <w:tcPr>
            <w:tcW w:w="3231" w:type="dxa"/>
            <w:vAlign w:val="center"/>
          </w:tcPr>
          <w:p w14:paraId="2331ECB6" w14:textId="3B6854A1" w:rsidR="00761065" w:rsidRPr="00E65D40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Мобільний центр швидкого реагування «Львів» ДСНС України</w:t>
            </w:r>
          </w:p>
        </w:tc>
        <w:tc>
          <w:tcPr>
            <w:tcW w:w="3154" w:type="dxa"/>
            <w:gridSpan w:val="2"/>
            <w:vAlign w:val="center"/>
          </w:tcPr>
          <w:p w14:paraId="684AAB3E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right="75"/>
              <w:rPr>
                <w:sz w:val="20"/>
              </w:rPr>
            </w:pPr>
            <w:r w:rsidRPr="00F978EC">
              <w:rPr>
                <w:sz w:val="20"/>
              </w:rPr>
              <w:t>м. Дрогобич вул.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Спортивна,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>44</w:t>
            </w:r>
          </w:p>
          <w:p w14:paraId="1398496F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right="75"/>
              <w:rPr>
                <w:sz w:val="20"/>
              </w:rPr>
            </w:pPr>
            <w:r w:rsidRPr="00F978EC">
              <w:rPr>
                <w:sz w:val="20"/>
              </w:rPr>
              <w:t>(244) 3-13-21, (244) 3-73-</w:t>
            </w:r>
            <w:r w:rsidRPr="00F978EC">
              <w:rPr>
                <w:spacing w:val="-5"/>
                <w:sz w:val="20"/>
              </w:rPr>
              <w:t>34</w:t>
            </w:r>
          </w:p>
          <w:p w14:paraId="3248BE0B" w14:textId="5445EDFB" w:rsidR="00761065" w:rsidRPr="00E65D40" w:rsidRDefault="00761065" w:rsidP="003D6E0C">
            <w:pPr>
              <w:widowControl w:val="0"/>
              <w:ind w:right="75"/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(244) 3-94-</w:t>
            </w:r>
            <w:r w:rsidRPr="00F978EC">
              <w:rPr>
                <w:spacing w:val="-5"/>
                <w:sz w:val="20"/>
              </w:rPr>
              <w:t>88</w:t>
            </w:r>
          </w:p>
        </w:tc>
        <w:tc>
          <w:tcPr>
            <w:tcW w:w="994" w:type="dxa"/>
            <w:vAlign w:val="center"/>
          </w:tcPr>
          <w:p w14:paraId="2BAF7859" w14:textId="19C79B0A" w:rsidR="00761065" w:rsidRPr="00E65D40" w:rsidRDefault="00761065" w:rsidP="003D6E0C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 w:rsidRPr="00F978EC">
              <w:rPr>
                <w:spacing w:val="-4"/>
                <w:sz w:val="20"/>
              </w:rPr>
              <w:t>271/52</w:t>
            </w:r>
          </w:p>
        </w:tc>
        <w:tc>
          <w:tcPr>
            <w:tcW w:w="3112" w:type="dxa"/>
            <w:vAlign w:val="center"/>
          </w:tcPr>
          <w:p w14:paraId="05A8CBB2" w14:textId="199394D8" w:rsidR="00761065" w:rsidRPr="00E65D40" w:rsidRDefault="00761065" w:rsidP="003D6E0C">
            <w:pPr>
              <w:widowControl w:val="0"/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Знешкодження застарілих вибухонебезпечних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предметів, ліквідація наслідків НС, виконання АР та ІНР</w:t>
            </w:r>
          </w:p>
        </w:tc>
      </w:tr>
      <w:tr w:rsidR="00761065" w:rsidRPr="00E65D40" w14:paraId="4503CB62" w14:textId="77777777" w:rsidTr="00A45E49">
        <w:trPr>
          <w:trHeight w:val="1837"/>
        </w:trPr>
        <w:tc>
          <w:tcPr>
            <w:tcW w:w="598" w:type="dxa"/>
            <w:gridSpan w:val="4"/>
          </w:tcPr>
          <w:p w14:paraId="56E3A448" w14:textId="77777777" w:rsidR="00761065" w:rsidRPr="00E65D40" w:rsidRDefault="00761065" w:rsidP="003D6E0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6223DFD" w14:textId="4DC1DD83" w:rsidR="00761065" w:rsidRPr="00E65D40" w:rsidRDefault="00761065" w:rsidP="003D6E0C">
            <w:pPr>
              <w:tabs>
                <w:tab w:val="left" w:pos="3832"/>
              </w:tabs>
              <w:suppressAutoHyphens/>
              <w:ind w:left="5"/>
              <w:jc w:val="both"/>
              <w:rPr>
                <w:lang w:eastAsia="zh-CN"/>
              </w:rPr>
            </w:pPr>
            <w:r w:rsidRPr="00F978EC">
              <w:rPr>
                <w:spacing w:val="-2"/>
                <w:sz w:val="20"/>
              </w:rPr>
              <w:t>Головне</w:t>
            </w:r>
            <w:r w:rsidRPr="00CE025A">
              <w:rPr>
                <w:spacing w:val="-2"/>
                <w:sz w:val="20"/>
                <w:lang w:val="ru-RU"/>
              </w:rPr>
              <w:t xml:space="preserve"> </w:t>
            </w:r>
            <w:r w:rsidRPr="00F978EC">
              <w:rPr>
                <w:spacing w:val="-2"/>
                <w:sz w:val="20"/>
              </w:rPr>
              <w:t>управління</w:t>
            </w:r>
            <w:r w:rsidRPr="00CE025A">
              <w:rPr>
                <w:spacing w:val="-2"/>
                <w:sz w:val="20"/>
                <w:lang w:val="ru-RU"/>
              </w:rPr>
              <w:t xml:space="preserve"> </w:t>
            </w:r>
            <w:r w:rsidRPr="00F978EC">
              <w:rPr>
                <w:spacing w:val="-4"/>
                <w:sz w:val="20"/>
              </w:rPr>
              <w:t>ДСНС</w:t>
            </w:r>
            <w:r w:rsidRPr="00CE025A">
              <w:rPr>
                <w:spacing w:val="-4"/>
                <w:sz w:val="20"/>
                <w:lang w:val="ru-RU"/>
              </w:rPr>
              <w:t xml:space="preserve"> </w:t>
            </w:r>
            <w:r w:rsidRPr="00F978EC">
              <w:rPr>
                <w:spacing w:val="-2"/>
                <w:sz w:val="20"/>
              </w:rPr>
              <w:t>України</w:t>
            </w:r>
            <w:r w:rsidRPr="00CE025A">
              <w:rPr>
                <w:spacing w:val="-2"/>
                <w:sz w:val="20"/>
                <w:lang w:val="ru-RU"/>
              </w:rPr>
              <w:t xml:space="preserve"> </w:t>
            </w:r>
            <w:r w:rsidRPr="00F978EC">
              <w:rPr>
                <w:spacing w:val="-10"/>
                <w:sz w:val="20"/>
              </w:rPr>
              <w:t>у</w:t>
            </w:r>
            <w:r w:rsidRPr="00F978EC">
              <w:rPr>
                <w:sz w:val="20"/>
              </w:rPr>
              <w:t xml:space="preserve"> Полтавській області</w:t>
            </w:r>
          </w:p>
        </w:tc>
        <w:tc>
          <w:tcPr>
            <w:tcW w:w="3231" w:type="dxa"/>
            <w:vAlign w:val="center"/>
          </w:tcPr>
          <w:p w14:paraId="1AB0F8F7" w14:textId="215BC987" w:rsidR="00761065" w:rsidRPr="00E65D40" w:rsidRDefault="00761065" w:rsidP="003D6E0C">
            <w:pPr>
              <w:suppressAutoHyphens/>
              <w:jc w:val="center"/>
              <w:rPr>
                <w:lang w:eastAsia="zh-CN"/>
              </w:rPr>
            </w:pPr>
            <w:r w:rsidRPr="00F978EC">
              <w:rPr>
                <w:sz w:val="20"/>
              </w:rPr>
              <w:t>Відділення ліквідації</w:t>
            </w:r>
            <w:r w:rsidRPr="00F978EC">
              <w:rPr>
                <w:spacing w:val="40"/>
                <w:sz w:val="20"/>
              </w:rPr>
              <w:t xml:space="preserve"> </w:t>
            </w:r>
            <w:r w:rsidRPr="00F978EC">
              <w:rPr>
                <w:sz w:val="20"/>
              </w:rPr>
              <w:t>нафтогазових фонтанів (</w:t>
            </w:r>
            <w:proofErr w:type="spellStart"/>
            <w:r w:rsidRPr="00F978EC">
              <w:rPr>
                <w:sz w:val="20"/>
              </w:rPr>
              <w:t>м.Стрий</w:t>
            </w:r>
            <w:proofErr w:type="spellEnd"/>
            <w:r w:rsidRPr="00F978EC">
              <w:rPr>
                <w:sz w:val="20"/>
              </w:rPr>
              <w:t>) Частини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з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>ліквідації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нафто-газових фонтанів Аварійно-рятувального загону спеціального призначення ГУ</w:t>
            </w:r>
            <w:r w:rsidRPr="00F978EC">
              <w:rPr>
                <w:spacing w:val="40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ДСНС України у Полтавській </w:t>
            </w:r>
            <w:r w:rsidRPr="00F978EC">
              <w:rPr>
                <w:spacing w:val="-2"/>
                <w:sz w:val="20"/>
              </w:rPr>
              <w:t>області</w:t>
            </w:r>
          </w:p>
        </w:tc>
        <w:tc>
          <w:tcPr>
            <w:tcW w:w="3154" w:type="dxa"/>
            <w:gridSpan w:val="2"/>
            <w:vAlign w:val="center"/>
          </w:tcPr>
          <w:p w14:paraId="51E26B3E" w14:textId="594EF8D6" w:rsidR="00761065" w:rsidRPr="00E65D40" w:rsidRDefault="00761065" w:rsidP="003D6E0C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F978EC">
              <w:rPr>
                <w:sz w:val="20"/>
              </w:rPr>
              <w:t>м.Стрий</w:t>
            </w:r>
            <w:proofErr w:type="spellEnd"/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вул.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Л.Українки,15а Стрийського району </w:t>
            </w:r>
            <w:r w:rsidRPr="00F978EC">
              <w:rPr>
                <w:spacing w:val="-2"/>
                <w:sz w:val="20"/>
              </w:rPr>
              <w:t>0966085466</w:t>
            </w:r>
          </w:p>
        </w:tc>
        <w:tc>
          <w:tcPr>
            <w:tcW w:w="994" w:type="dxa"/>
            <w:vAlign w:val="center"/>
          </w:tcPr>
          <w:p w14:paraId="763905FB" w14:textId="45AD1DCE" w:rsidR="00761065" w:rsidRPr="00E65D40" w:rsidRDefault="00761065" w:rsidP="003D6E0C">
            <w:pPr>
              <w:suppressAutoHyphens/>
              <w:jc w:val="center"/>
              <w:rPr>
                <w:lang w:eastAsia="zh-CN"/>
              </w:rPr>
            </w:pPr>
            <w:r w:rsidRPr="00F978EC">
              <w:rPr>
                <w:spacing w:val="-4"/>
                <w:sz w:val="20"/>
              </w:rPr>
              <w:t>20/2</w:t>
            </w:r>
          </w:p>
        </w:tc>
        <w:tc>
          <w:tcPr>
            <w:tcW w:w="3112" w:type="dxa"/>
            <w:vAlign w:val="center"/>
          </w:tcPr>
          <w:p w14:paraId="27175425" w14:textId="1D5D4F8A" w:rsidR="00761065" w:rsidRPr="00761065" w:rsidRDefault="00761065" w:rsidP="003D6E0C">
            <w:pPr>
              <w:suppressAutoHyphens/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Проведення</w:t>
            </w:r>
            <w:r w:rsidRPr="00F978EC">
              <w:rPr>
                <w:spacing w:val="40"/>
                <w:sz w:val="20"/>
              </w:rPr>
              <w:t xml:space="preserve"> </w:t>
            </w:r>
            <w:r w:rsidRPr="00F978EC">
              <w:rPr>
                <w:sz w:val="20"/>
              </w:rPr>
              <w:t>профілактичного обслуговування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та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>обстеження стану техногенної безпеки свердловин, об’єктів, підприємств, організацій нафтогазового комплексу, ліквідація аварій та пожеж на нафтодобувних об’єктах</w:t>
            </w:r>
          </w:p>
        </w:tc>
      </w:tr>
      <w:tr w:rsidR="00761065" w:rsidRPr="00E65D40" w14:paraId="3E7A5813" w14:textId="77777777" w:rsidTr="00A45E49">
        <w:trPr>
          <w:trHeight w:val="124"/>
        </w:trPr>
        <w:tc>
          <w:tcPr>
            <w:tcW w:w="598" w:type="dxa"/>
            <w:gridSpan w:val="4"/>
          </w:tcPr>
          <w:p w14:paraId="3D9E546E" w14:textId="77777777" w:rsidR="00761065" w:rsidRPr="00E65D40" w:rsidRDefault="00761065" w:rsidP="003D6E0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E19D407" w14:textId="1FC12399" w:rsidR="00761065" w:rsidRPr="00E65D40" w:rsidRDefault="00761065" w:rsidP="003D6E0C">
            <w:pPr>
              <w:widowControl w:val="0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Український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гідрометеорологічний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центр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ДСНС </w:t>
            </w:r>
            <w:r w:rsidRPr="00F978EC">
              <w:rPr>
                <w:spacing w:val="-2"/>
                <w:sz w:val="20"/>
              </w:rPr>
              <w:t>України</w:t>
            </w:r>
          </w:p>
        </w:tc>
        <w:tc>
          <w:tcPr>
            <w:tcW w:w="3231" w:type="dxa"/>
            <w:vAlign w:val="center"/>
          </w:tcPr>
          <w:p w14:paraId="4F7F5C7A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Львівський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регіональний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>центр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з </w:t>
            </w:r>
            <w:r w:rsidRPr="00F978EC">
              <w:rPr>
                <w:spacing w:val="-2"/>
                <w:sz w:val="20"/>
              </w:rPr>
              <w:t>гідрометеорології</w:t>
            </w:r>
          </w:p>
          <w:p w14:paraId="43B20E53" w14:textId="640BA17D" w:rsidR="00761065" w:rsidRPr="00E65D40" w:rsidRDefault="00761065" w:rsidP="003D6E0C">
            <w:pPr>
              <w:widowControl w:val="0"/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ДСНС </w:t>
            </w:r>
            <w:r w:rsidRPr="00F978EC">
              <w:rPr>
                <w:spacing w:val="-2"/>
                <w:sz w:val="20"/>
              </w:rPr>
              <w:t>України</w:t>
            </w:r>
          </w:p>
        </w:tc>
        <w:tc>
          <w:tcPr>
            <w:tcW w:w="3154" w:type="dxa"/>
            <w:gridSpan w:val="2"/>
            <w:vAlign w:val="center"/>
          </w:tcPr>
          <w:p w14:paraId="2D3F2B34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м. </w:t>
            </w:r>
            <w:r w:rsidRPr="00F978EC">
              <w:rPr>
                <w:spacing w:val="-2"/>
                <w:sz w:val="20"/>
              </w:rPr>
              <w:t>Львів,</w:t>
            </w:r>
          </w:p>
          <w:p w14:paraId="6B6927DB" w14:textId="77777777" w:rsidR="00761065" w:rsidRPr="00F978EC" w:rsidRDefault="00761065" w:rsidP="003D6E0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вул.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Ген.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z w:val="20"/>
              </w:rPr>
              <w:t>Чупринки,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5"/>
                <w:sz w:val="20"/>
              </w:rPr>
              <w:t>58а</w:t>
            </w:r>
          </w:p>
          <w:p w14:paraId="6A1D5432" w14:textId="3C2ADEB7" w:rsidR="00761065" w:rsidRPr="00E65D40" w:rsidRDefault="00761065" w:rsidP="003D6E0C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F978EC">
              <w:rPr>
                <w:sz w:val="20"/>
              </w:rPr>
              <w:t>(032) 238-96-68, 272-17-</w:t>
            </w:r>
            <w:r w:rsidRPr="00F978EC">
              <w:rPr>
                <w:spacing w:val="-5"/>
                <w:sz w:val="20"/>
              </w:rPr>
              <w:t>41</w:t>
            </w:r>
          </w:p>
        </w:tc>
        <w:tc>
          <w:tcPr>
            <w:tcW w:w="994" w:type="dxa"/>
            <w:vAlign w:val="center"/>
          </w:tcPr>
          <w:p w14:paraId="0233E8BF" w14:textId="53AEEA85" w:rsidR="00761065" w:rsidRPr="00E65D40" w:rsidRDefault="00761065" w:rsidP="003D6E0C">
            <w:pPr>
              <w:widowControl w:val="0"/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228/15</w:t>
            </w:r>
          </w:p>
        </w:tc>
        <w:tc>
          <w:tcPr>
            <w:tcW w:w="3112" w:type="dxa"/>
            <w:vAlign w:val="center"/>
          </w:tcPr>
          <w:p w14:paraId="1C748E0D" w14:textId="7867DA90" w:rsidR="00761065" w:rsidRPr="00E65D40" w:rsidRDefault="00761065" w:rsidP="003D6E0C">
            <w:pPr>
              <w:widowControl w:val="0"/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Прогнозування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метеорологічних </w:t>
            </w:r>
            <w:r w:rsidRPr="00F978EC">
              <w:rPr>
                <w:spacing w:val="-4"/>
                <w:sz w:val="20"/>
              </w:rPr>
              <w:t>умов</w:t>
            </w:r>
          </w:p>
        </w:tc>
      </w:tr>
      <w:tr w:rsidR="00DA2C75" w:rsidRPr="00DA2C75" w14:paraId="7DE0A3B2" w14:textId="77777777" w:rsidTr="00453902">
        <w:trPr>
          <w:trHeight w:val="285"/>
        </w:trPr>
        <w:tc>
          <w:tcPr>
            <w:tcW w:w="8359" w:type="dxa"/>
            <w:gridSpan w:val="6"/>
          </w:tcPr>
          <w:p w14:paraId="7691A917" w14:textId="77777777" w:rsidR="00761065" w:rsidRPr="00DA2C75" w:rsidRDefault="0076106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DA2C75">
              <w:rPr>
                <w:b/>
                <w:bCs w:val="0"/>
                <w:sz w:val="20"/>
                <w:szCs w:val="20"/>
              </w:rPr>
              <w:t xml:space="preserve">Всього за </w:t>
            </w:r>
            <w:r w:rsidRPr="00DA2C75">
              <w:rPr>
                <w:b/>
                <w:bCs w:val="0"/>
                <w:sz w:val="20"/>
              </w:rPr>
              <w:t xml:space="preserve"> інші сили ДСНС на території Львівської області</w:t>
            </w:r>
            <w:r w:rsidRPr="00DA2C75">
              <w:rPr>
                <w:b/>
                <w:bCs w:val="0"/>
                <w:sz w:val="20"/>
                <w:szCs w:val="20"/>
              </w:rPr>
              <w:t>:</w:t>
            </w:r>
          </w:p>
        </w:tc>
        <w:tc>
          <w:tcPr>
            <w:tcW w:w="3154" w:type="dxa"/>
            <w:gridSpan w:val="2"/>
            <w:vAlign w:val="center"/>
          </w:tcPr>
          <w:p w14:paraId="4D10CF8A" w14:textId="77777777" w:rsidR="00761065" w:rsidRPr="00DA2C75" w:rsidRDefault="0076106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</w:tcPr>
          <w:p w14:paraId="18F6C876" w14:textId="76713847" w:rsidR="00761065" w:rsidRPr="00DA2C75" w:rsidRDefault="00DA2C7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DA2C75">
              <w:rPr>
                <w:b/>
                <w:spacing w:val="-4"/>
                <w:sz w:val="20"/>
              </w:rPr>
              <w:t>556/75</w:t>
            </w:r>
          </w:p>
        </w:tc>
        <w:tc>
          <w:tcPr>
            <w:tcW w:w="3112" w:type="dxa"/>
            <w:vAlign w:val="center"/>
          </w:tcPr>
          <w:p w14:paraId="4E751CDA" w14:textId="77777777" w:rsidR="00761065" w:rsidRPr="00DA2C75" w:rsidRDefault="0076106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DA2C75" w:rsidRPr="00DA2C75" w14:paraId="17DB06A2" w14:textId="77777777" w:rsidTr="00453902">
        <w:trPr>
          <w:trHeight w:val="245"/>
        </w:trPr>
        <w:tc>
          <w:tcPr>
            <w:tcW w:w="5128" w:type="dxa"/>
            <w:gridSpan w:val="5"/>
          </w:tcPr>
          <w:p w14:paraId="2DF4CEF6" w14:textId="77777777" w:rsidR="00761065" w:rsidRPr="00DA2C75" w:rsidRDefault="00761065" w:rsidP="00761065">
            <w:pPr>
              <w:widowControl w:val="0"/>
              <w:jc w:val="center"/>
              <w:rPr>
                <w:b/>
                <w:bCs w:val="0"/>
                <w:sz w:val="20"/>
                <w:szCs w:val="20"/>
              </w:rPr>
            </w:pPr>
            <w:r w:rsidRPr="00DA2C75">
              <w:rPr>
                <w:b/>
                <w:bCs w:val="0"/>
                <w:sz w:val="20"/>
                <w:szCs w:val="20"/>
              </w:rPr>
              <w:t xml:space="preserve">Всього за </w:t>
            </w:r>
            <w:r w:rsidRPr="00DA2C75">
              <w:rPr>
                <w:b/>
                <w:bCs w:val="0"/>
                <w:sz w:val="20"/>
              </w:rPr>
              <w:t xml:space="preserve"> сили ДСНС:</w:t>
            </w:r>
          </w:p>
        </w:tc>
        <w:tc>
          <w:tcPr>
            <w:tcW w:w="3231" w:type="dxa"/>
            <w:vAlign w:val="center"/>
          </w:tcPr>
          <w:p w14:paraId="23B49167" w14:textId="77777777" w:rsidR="00761065" w:rsidRPr="00DA2C75" w:rsidRDefault="0076106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613AF4AF" w14:textId="77777777" w:rsidR="00761065" w:rsidRPr="00DA2C75" w:rsidRDefault="0076106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DC9B65E" w14:textId="54CA900A" w:rsidR="00761065" w:rsidRPr="00DA2C75" w:rsidRDefault="00DA2C7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DA2C75">
              <w:rPr>
                <w:b/>
                <w:spacing w:val="-2"/>
                <w:sz w:val="20"/>
              </w:rPr>
              <w:t>2575/447</w:t>
            </w:r>
          </w:p>
        </w:tc>
        <w:tc>
          <w:tcPr>
            <w:tcW w:w="3112" w:type="dxa"/>
            <w:vAlign w:val="center"/>
          </w:tcPr>
          <w:p w14:paraId="2E65F0FE" w14:textId="77777777" w:rsidR="00761065" w:rsidRPr="00DA2C75" w:rsidRDefault="0076106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761065" w:rsidRPr="00C44CFB" w14:paraId="6042EB12" w14:textId="77777777" w:rsidTr="009E77A1">
        <w:trPr>
          <w:trHeight w:val="132"/>
        </w:trPr>
        <w:tc>
          <w:tcPr>
            <w:tcW w:w="15619" w:type="dxa"/>
            <w:gridSpan w:val="10"/>
          </w:tcPr>
          <w:p w14:paraId="489A3DD5" w14:textId="77777777" w:rsidR="00761065" w:rsidRPr="00C44CFB" w:rsidRDefault="00761065" w:rsidP="00761065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ПРОТИПОЖЕЖНИХ ФОРМУВАНЬ ОРГАНІВ МІСЦЕВОГО САМОВРЯДУВАННЯ</w:t>
            </w:r>
          </w:p>
        </w:tc>
      </w:tr>
      <w:tr w:rsidR="00761065" w:rsidRPr="00C44CFB" w14:paraId="107B8F70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0240F174" w14:textId="60CF4CF3" w:rsidR="00761065" w:rsidRPr="00C44CFB" w:rsidRDefault="0087739D" w:rsidP="00761065">
            <w:pPr>
              <w:jc w:val="center"/>
              <w:rPr>
                <w:b/>
                <w:sz w:val="20"/>
                <w:szCs w:val="20"/>
              </w:rPr>
            </w:pPr>
            <w:r w:rsidRPr="00F978EC">
              <w:rPr>
                <w:b/>
                <w:sz w:val="20"/>
              </w:rPr>
              <w:t>ДРОГОБИЦЬКИЙ</w:t>
            </w:r>
            <w:r w:rsidRPr="00F978EC">
              <w:rPr>
                <w:b/>
                <w:spacing w:val="-1"/>
                <w:sz w:val="20"/>
              </w:rPr>
              <w:t xml:space="preserve"> </w:t>
            </w:r>
            <w:r w:rsidRPr="00F978EC">
              <w:rPr>
                <w:b/>
                <w:spacing w:val="-2"/>
                <w:sz w:val="20"/>
              </w:rPr>
              <w:t>РАЙОН</w:t>
            </w:r>
          </w:p>
        </w:tc>
      </w:tr>
      <w:tr w:rsidR="0087739D" w:rsidRPr="0087739D" w14:paraId="3B389655" w14:textId="77777777" w:rsidTr="005350D9">
        <w:trPr>
          <w:trHeight w:val="124"/>
        </w:trPr>
        <w:tc>
          <w:tcPr>
            <w:tcW w:w="598" w:type="dxa"/>
            <w:gridSpan w:val="4"/>
          </w:tcPr>
          <w:p w14:paraId="6F3A7A2D" w14:textId="77777777" w:rsidR="0087739D" w:rsidRPr="0087739D" w:rsidRDefault="0087739D" w:rsidP="0087739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16E13EC" w14:textId="643018BB" w:rsidR="0087739D" w:rsidRPr="0087739D" w:rsidRDefault="0087739D" w:rsidP="0087739D">
            <w:pPr>
              <w:ind w:firstLine="119"/>
              <w:rPr>
                <w:sz w:val="20"/>
                <w:szCs w:val="20"/>
              </w:rPr>
            </w:pPr>
            <w:proofErr w:type="spellStart"/>
            <w:r w:rsidRPr="0087739D">
              <w:rPr>
                <w:sz w:val="20"/>
              </w:rPr>
              <w:t>Меденицька</w:t>
            </w:r>
            <w:proofErr w:type="spellEnd"/>
            <w:r w:rsidRPr="0087739D">
              <w:rPr>
                <w:spacing w:val="50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територіальна </w:t>
            </w:r>
            <w:r w:rsidRPr="0087739D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66FF1D13" w14:textId="24319E71" w:rsidR="0087739D" w:rsidRPr="0087739D" w:rsidRDefault="0087739D" w:rsidP="0087739D">
            <w:pPr>
              <w:jc w:val="center"/>
            </w:pPr>
            <w:r w:rsidRPr="0087739D">
              <w:rPr>
                <w:sz w:val="20"/>
              </w:rPr>
              <w:t>Місцевий</w:t>
            </w:r>
            <w:r w:rsidRPr="0087739D">
              <w:rPr>
                <w:spacing w:val="-13"/>
                <w:sz w:val="20"/>
              </w:rPr>
              <w:t xml:space="preserve"> </w:t>
            </w:r>
            <w:proofErr w:type="spellStart"/>
            <w:r w:rsidRPr="0087739D">
              <w:rPr>
                <w:sz w:val="20"/>
              </w:rPr>
              <w:t>пожежно</w:t>
            </w:r>
            <w:proofErr w:type="spellEnd"/>
            <w:r w:rsidRPr="0087739D">
              <w:rPr>
                <w:sz w:val="20"/>
              </w:rPr>
              <w:t xml:space="preserve">-рятувальний </w:t>
            </w:r>
            <w:r w:rsidRPr="0087739D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1E982D18" w14:textId="77777777" w:rsidR="0087739D" w:rsidRPr="0087739D" w:rsidRDefault="0087739D" w:rsidP="0087739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 xml:space="preserve">с. </w:t>
            </w:r>
            <w:r w:rsidRPr="0087739D">
              <w:rPr>
                <w:spacing w:val="-2"/>
                <w:sz w:val="20"/>
                <w:szCs w:val="20"/>
              </w:rPr>
              <w:t>Підбуж</w:t>
            </w:r>
          </w:p>
          <w:p w14:paraId="640B41A9" w14:textId="4F06B59A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>(03244)-7-05-07</w:t>
            </w:r>
          </w:p>
        </w:tc>
        <w:tc>
          <w:tcPr>
            <w:tcW w:w="994" w:type="dxa"/>
            <w:vAlign w:val="center"/>
          </w:tcPr>
          <w:p w14:paraId="1EE2CF7B" w14:textId="4F71C483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pacing w:val="-4"/>
                <w:sz w:val="20"/>
              </w:rPr>
              <w:t>11/2</w:t>
            </w:r>
          </w:p>
        </w:tc>
        <w:tc>
          <w:tcPr>
            <w:tcW w:w="3112" w:type="dxa"/>
            <w:vAlign w:val="center"/>
          </w:tcPr>
          <w:p w14:paraId="7E3E686A" w14:textId="5A8CC130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Гасіння</w:t>
            </w:r>
            <w:r w:rsidRPr="0087739D">
              <w:rPr>
                <w:spacing w:val="-13"/>
                <w:sz w:val="20"/>
              </w:rPr>
              <w:t xml:space="preserve"> </w:t>
            </w:r>
            <w:r w:rsidRPr="0087739D">
              <w:rPr>
                <w:sz w:val="20"/>
              </w:rPr>
              <w:t>пожеж,</w:t>
            </w:r>
            <w:r w:rsidRPr="0087739D">
              <w:rPr>
                <w:spacing w:val="-12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рятування </w:t>
            </w:r>
            <w:r w:rsidRPr="0087739D">
              <w:rPr>
                <w:spacing w:val="-2"/>
                <w:sz w:val="20"/>
              </w:rPr>
              <w:t>потерпілих</w:t>
            </w:r>
          </w:p>
        </w:tc>
      </w:tr>
      <w:tr w:rsidR="0087739D" w:rsidRPr="0087739D" w14:paraId="41FD0D4B" w14:textId="77777777" w:rsidTr="005350D9">
        <w:trPr>
          <w:trHeight w:val="124"/>
        </w:trPr>
        <w:tc>
          <w:tcPr>
            <w:tcW w:w="598" w:type="dxa"/>
            <w:gridSpan w:val="4"/>
          </w:tcPr>
          <w:p w14:paraId="1328834E" w14:textId="77777777" w:rsidR="0087739D" w:rsidRPr="0087739D" w:rsidRDefault="0087739D" w:rsidP="0087739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441FD70" w14:textId="64DC21FB" w:rsidR="0087739D" w:rsidRPr="0087739D" w:rsidRDefault="0087739D" w:rsidP="0087739D">
            <w:pPr>
              <w:ind w:firstLine="119"/>
              <w:rPr>
                <w:sz w:val="20"/>
                <w:szCs w:val="20"/>
              </w:rPr>
            </w:pPr>
            <w:proofErr w:type="spellStart"/>
            <w:r w:rsidRPr="0087739D">
              <w:rPr>
                <w:sz w:val="20"/>
              </w:rPr>
              <w:t>Меденицька</w:t>
            </w:r>
            <w:proofErr w:type="spellEnd"/>
            <w:r w:rsidRPr="0087739D">
              <w:rPr>
                <w:spacing w:val="50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територіальна </w:t>
            </w:r>
            <w:r w:rsidRPr="0087739D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42A46AB5" w14:textId="6C108853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Місцевий</w:t>
            </w:r>
            <w:r w:rsidRPr="0087739D">
              <w:rPr>
                <w:spacing w:val="-13"/>
                <w:sz w:val="20"/>
              </w:rPr>
              <w:t xml:space="preserve"> </w:t>
            </w:r>
            <w:proofErr w:type="spellStart"/>
            <w:r w:rsidRPr="0087739D">
              <w:rPr>
                <w:sz w:val="20"/>
              </w:rPr>
              <w:t>пожежно</w:t>
            </w:r>
            <w:proofErr w:type="spellEnd"/>
            <w:r w:rsidRPr="0087739D">
              <w:rPr>
                <w:sz w:val="20"/>
              </w:rPr>
              <w:t xml:space="preserve">-рятувальний </w:t>
            </w:r>
            <w:r w:rsidRPr="0087739D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514AD8CE" w14:textId="77777777" w:rsidR="0087739D" w:rsidRPr="0087739D" w:rsidRDefault="0087739D" w:rsidP="0087739D">
            <w:pPr>
              <w:tabs>
                <w:tab w:val="left" w:pos="8174"/>
              </w:tabs>
              <w:ind w:left="126" w:right="163"/>
              <w:jc w:val="center"/>
              <w:rPr>
                <w:spacing w:val="-2"/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>смт.</w:t>
            </w:r>
            <w:r w:rsidRPr="0087739D">
              <w:rPr>
                <w:spacing w:val="-1"/>
                <w:sz w:val="20"/>
                <w:szCs w:val="20"/>
              </w:rPr>
              <w:t xml:space="preserve"> </w:t>
            </w:r>
            <w:r w:rsidRPr="0087739D">
              <w:rPr>
                <w:sz w:val="20"/>
                <w:szCs w:val="20"/>
              </w:rPr>
              <w:t>Меденичі</w:t>
            </w:r>
          </w:p>
          <w:p w14:paraId="389E845C" w14:textId="3F6C2C08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>(03244)-7-05-07</w:t>
            </w:r>
          </w:p>
        </w:tc>
        <w:tc>
          <w:tcPr>
            <w:tcW w:w="994" w:type="dxa"/>
            <w:vAlign w:val="center"/>
          </w:tcPr>
          <w:p w14:paraId="344898C3" w14:textId="33E1F68A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pacing w:val="-5"/>
                <w:sz w:val="20"/>
              </w:rPr>
              <w:t>6/1</w:t>
            </w:r>
          </w:p>
        </w:tc>
        <w:tc>
          <w:tcPr>
            <w:tcW w:w="3112" w:type="dxa"/>
            <w:vAlign w:val="center"/>
          </w:tcPr>
          <w:p w14:paraId="6019346C" w14:textId="7EBBD87B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Гасіння</w:t>
            </w:r>
            <w:r w:rsidRPr="0087739D">
              <w:rPr>
                <w:spacing w:val="-13"/>
                <w:sz w:val="20"/>
              </w:rPr>
              <w:t xml:space="preserve"> </w:t>
            </w:r>
            <w:r w:rsidRPr="0087739D">
              <w:rPr>
                <w:sz w:val="20"/>
              </w:rPr>
              <w:t>пожеж,</w:t>
            </w:r>
            <w:r w:rsidRPr="0087739D">
              <w:rPr>
                <w:spacing w:val="-12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рятування </w:t>
            </w:r>
            <w:r w:rsidRPr="0087739D">
              <w:rPr>
                <w:spacing w:val="-2"/>
                <w:sz w:val="20"/>
              </w:rPr>
              <w:t>потерпілих</w:t>
            </w:r>
          </w:p>
        </w:tc>
      </w:tr>
      <w:tr w:rsidR="0087739D" w:rsidRPr="0087739D" w14:paraId="1EB6ACFB" w14:textId="77777777" w:rsidTr="005350D9">
        <w:trPr>
          <w:trHeight w:val="124"/>
        </w:trPr>
        <w:tc>
          <w:tcPr>
            <w:tcW w:w="598" w:type="dxa"/>
            <w:gridSpan w:val="4"/>
          </w:tcPr>
          <w:p w14:paraId="51BAC236" w14:textId="77777777" w:rsidR="0087739D" w:rsidRPr="0087739D" w:rsidRDefault="0087739D" w:rsidP="0087739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4B98084" w14:textId="076CEA69" w:rsidR="0087739D" w:rsidRPr="0087739D" w:rsidRDefault="0087739D" w:rsidP="0087739D">
            <w:pPr>
              <w:ind w:firstLine="119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Бориславська</w:t>
            </w:r>
            <w:r w:rsidRPr="0087739D">
              <w:rPr>
                <w:spacing w:val="50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територіальна </w:t>
            </w:r>
            <w:r w:rsidRPr="0087739D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5B83F4D5" w14:textId="78697E35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Місцевий</w:t>
            </w:r>
            <w:r w:rsidRPr="0087739D">
              <w:rPr>
                <w:spacing w:val="-13"/>
                <w:sz w:val="20"/>
              </w:rPr>
              <w:t xml:space="preserve"> </w:t>
            </w:r>
            <w:proofErr w:type="spellStart"/>
            <w:r w:rsidRPr="0087739D">
              <w:rPr>
                <w:sz w:val="20"/>
              </w:rPr>
              <w:t>пожежно</w:t>
            </w:r>
            <w:proofErr w:type="spellEnd"/>
            <w:r w:rsidRPr="0087739D">
              <w:rPr>
                <w:sz w:val="20"/>
              </w:rPr>
              <w:t xml:space="preserve">-рятувальний </w:t>
            </w:r>
            <w:r w:rsidRPr="0087739D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021B9CB6" w14:textId="77777777" w:rsidR="0087739D" w:rsidRPr="0087739D" w:rsidRDefault="0087739D" w:rsidP="0087739D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>с. Винники</w:t>
            </w:r>
          </w:p>
          <w:p w14:paraId="70548803" w14:textId="7857A37E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>(03248)-5-29-52</w:t>
            </w:r>
          </w:p>
        </w:tc>
        <w:tc>
          <w:tcPr>
            <w:tcW w:w="994" w:type="dxa"/>
            <w:vAlign w:val="center"/>
          </w:tcPr>
          <w:p w14:paraId="75F2C5DC" w14:textId="55280D83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pacing w:val="-5"/>
                <w:sz w:val="20"/>
              </w:rPr>
              <w:t>3/1</w:t>
            </w:r>
          </w:p>
        </w:tc>
        <w:tc>
          <w:tcPr>
            <w:tcW w:w="3112" w:type="dxa"/>
            <w:vAlign w:val="center"/>
          </w:tcPr>
          <w:p w14:paraId="7D9D82FA" w14:textId="7C9B4B5B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Гасіння</w:t>
            </w:r>
            <w:r w:rsidRPr="0087739D">
              <w:rPr>
                <w:spacing w:val="-13"/>
                <w:sz w:val="20"/>
              </w:rPr>
              <w:t xml:space="preserve"> </w:t>
            </w:r>
            <w:r w:rsidRPr="0087739D">
              <w:rPr>
                <w:sz w:val="20"/>
              </w:rPr>
              <w:t>пожеж,</w:t>
            </w:r>
            <w:r w:rsidRPr="0087739D">
              <w:rPr>
                <w:spacing w:val="-12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рятування </w:t>
            </w:r>
            <w:r w:rsidRPr="0087739D">
              <w:rPr>
                <w:spacing w:val="-2"/>
                <w:sz w:val="20"/>
              </w:rPr>
              <w:t>потерпілих</w:t>
            </w:r>
          </w:p>
        </w:tc>
      </w:tr>
      <w:tr w:rsidR="0087739D" w:rsidRPr="0087739D" w14:paraId="34D00B0A" w14:textId="77777777" w:rsidTr="005350D9">
        <w:trPr>
          <w:trHeight w:val="124"/>
        </w:trPr>
        <w:tc>
          <w:tcPr>
            <w:tcW w:w="598" w:type="dxa"/>
            <w:gridSpan w:val="4"/>
          </w:tcPr>
          <w:p w14:paraId="0FF38367" w14:textId="77777777" w:rsidR="0087739D" w:rsidRPr="0087739D" w:rsidRDefault="0087739D" w:rsidP="0087739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CA6CA0F" w14:textId="77777777" w:rsidR="0087739D" w:rsidRPr="0087739D" w:rsidRDefault="0087739D" w:rsidP="0087739D">
            <w:pPr>
              <w:pStyle w:val="TableParagraph"/>
              <w:tabs>
                <w:tab w:val="left" w:pos="8174"/>
              </w:tabs>
              <w:ind w:left="126" w:right="163"/>
              <w:jc w:val="left"/>
              <w:rPr>
                <w:spacing w:val="-2"/>
                <w:sz w:val="20"/>
              </w:rPr>
            </w:pPr>
            <w:proofErr w:type="spellStart"/>
            <w:r w:rsidRPr="0087739D">
              <w:rPr>
                <w:sz w:val="20"/>
              </w:rPr>
              <w:t>Меденицька</w:t>
            </w:r>
            <w:proofErr w:type="spellEnd"/>
            <w:r w:rsidRPr="0087739D">
              <w:rPr>
                <w:spacing w:val="50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територіальна </w:t>
            </w:r>
            <w:r w:rsidRPr="0087739D">
              <w:rPr>
                <w:spacing w:val="-2"/>
                <w:sz w:val="20"/>
              </w:rPr>
              <w:t>громада</w:t>
            </w:r>
          </w:p>
          <w:p w14:paraId="0C04C5E3" w14:textId="77777777" w:rsidR="0087739D" w:rsidRPr="0087739D" w:rsidRDefault="0087739D" w:rsidP="0087739D">
            <w:pPr>
              <w:ind w:firstLine="119"/>
              <w:rPr>
                <w:sz w:val="20"/>
                <w:szCs w:val="20"/>
              </w:rPr>
            </w:pPr>
          </w:p>
        </w:tc>
        <w:tc>
          <w:tcPr>
            <w:tcW w:w="3231" w:type="dxa"/>
            <w:vAlign w:val="center"/>
          </w:tcPr>
          <w:p w14:paraId="2E28432C" w14:textId="55A27FC8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Місцевий</w:t>
            </w:r>
            <w:r w:rsidRPr="0087739D">
              <w:rPr>
                <w:spacing w:val="-13"/>
                <w:sz w:val="20"/>
              </w:rPr>
              <w:t xml:space="preserve"> </w:t>
            </w:r>
            <w:proofErr w:type="spellStart"/>
            <w:r w:rsidRPr="0087739D">
              <w:rPr>
                <w:sz w:val="20"/>
              </w:rPr>
              <w:t>пожежно</w:t>
            </w:r>
            <w:proofErr w:type="spellEnd"/>
            <w:r w:rsidRPr="0087739D">
              <w:rPr>
                <w:sz w:val="20"/>
              </w:rPr>
              <w:t xml:space="preserve">-рятувальний </w:t>
            </w:r>
            <w:r w:rsidRPr="0087739D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560D0FDE" w14:textId="77777777" w:rsidR="0087739D" w:rsidRPr="0087739D" w:rsidRDefault="0087739D" w:rsidP="0087739D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 xml:space="preserve">с. </w:t>
            </w:r>
            <w:proofErr w:type="spellStart"/>
            <w:r w:rsidRPr="0087739D">
              <w:rPr>
                <w:sz w:val="20"/>
                <w:szCs w:val="20"/>
              </w:rPr>
              <w:t>Волоща</w:t>
            </w:r>
            <w:proofErr w:type="spellEnd"/>
          </w:p>
          <w:p w14:paraId="59A5C12E" w14:textId="4E26AD49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>(03244)-7-05-07</w:t>
            </w:r>
          </w:p>
        </w:tc>
        <w:tc>
          <w:tcPr>
            <w:tcW w:w="994" w:type="dxa"/>
            <w:vAlign w:val="center"/>
          </w:tcPr>
          <w:p w14:paraId="46F0E584" w14:textId="3CD2AA1A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pacing w:val="-5"/>
                <w:sz w:val="20"/>
              </w:rPr>
              <w:t>6/1</w:t>
            </w:r>
          </w:p>
        </w:tc>
        <w:tc>
          <w:tcPr>
            <w:tcW w:w="3112" w:type="dxa"/>
            <w:vAlign w:val="center"/>
          </w:tcPr>
          <w:p w14:paraId="22A1D0B2" w14:textId="78D48674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Гасіння</w:t>
            </w:r>
            <w:r w:rsidRPr="0087739D">
              <w:rPr>
                <w:spacing w:val="-13"/>
                <w:sz w:val="20"/>
              </w:rPr>
              <w:t xml:space="preserve"> </w:t>
            </w:r>
            <w:r w:rsidRPr="0087739D">
              <w:rPr>
                <w:sz w:val="20"/>
              </w:rPr>
              <w:t>пожеж,</w:t>
            </w:r>
            <w:r w:rsidRPr="0087739D">
              <w:rPr>
                <w:spacing w:val="-12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рятування </w:t>
            </w:r>
            <w:r w:rsidRPr="0087739D">
              <w:rPr>
                <w:spacing w:val="-2"/>
                <w:sz w:val="20"/>
              </w:rPr>
              <w:t>потерпілих</w:t>
            </w:r>
          </w:p>
        </w:tc>
      </w:tr>
      <w:tr w:rsidR="0087739D" w:rsidRPr="0087739D" w14:paraId="6F104C4B" w14:textId="77777777" w:rsidTr="005350D9">
        <w:trPr>
          <w:trHeight w:val="124"/>
        </w:trPr>
        <w:tc>
          <w:tcPr>
            <w:tcW w:w="598" w:type="dxa"/>
            <w:gridSpan w:val="4"/>
          </w:tcPr>
          <w:p w14:paraId="441E22D6" w14:textId="77777777" w:rsidR="0087739D" w:rsidRPr="0087739D" w:rsidRDefault="0087739D" w:rsidP="0087739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C36F645" w14:textId="77777777" w:rsidR="0087739D" w:rsidRPr="0087739D" w:rsidRDefault="0087739D" w:rsidP="0087739D">
            <w:pPr>
              <w:pStyle w:val="TableParagraph"/>
              <w:tabs>
                <w:tab w:val="left" w:pos="8174"/>
              </w:tabs>
              <w:ind w:left="126" w:right="163"/>
              <w:jc w:val="left"/>
              <w:rPr>
                <w:spacing w:val="-2"/>
                <w:sz w:val="20"/>
              </w:rPr>
            </w:pPr>
            <w:r w:rsidRPr="0087739D">
              <w:rPr>
                <w:sz w:val="20"/>
              </w:rPr>
              <w:t xml:space="preserve">Дрогобицька територіальна </w:t>
            </w:r>
            <w:r w:rsidRPr="0087739D">
              <w:rPr>
                <w:spacing w:val="-2"/>
                <w:sz w:val="20"/>
              </w:rPr>
              <w:t>громада</w:t>
            </w:r>
          </w:p>
          <w:p w14:paraId="532B3BB1" w14:textId="77777777" w:rsidR="0087739D" w:rsidRPr="0087739D" w:rsidRDefault="0087739D" w:rsidP="0087739D">
            <w:pPr>
              <w:ind w:firstLine="119"/>
              <w:rPr>
                <w:sz w:val="20"/>
                <w:szCs w:val="20"/>
              </w:rPr>
            </w:pPr>
          </w:p>
        </w:tc>
        <w:tc>
          <w:tcPr>
            <w:tcW w:w="3231" w:type="dxa"/>
            <w:vAlign w:val="center"/>
          </w:tcPr>
          <w:p w14:paraId="3C9DC7DF" w14:textId="33927EB9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 xml:space="preserve">Добровільна пожежна </w:t>
            </w:r>
            <w:r w:rsidRPr="0087739D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161447E4" w14:textId="77777777" w:rsidR="0087739D" w:rsidRPr="0087739D" w:rsidRDefault="0087739D" w:rsidP="0087739D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 xml:space="preserve">с. Воля </w:t>
            </w:r>
            <w:proofErr w:type="spellStart"/>
            <w:r w:rsidRPr="0087739D">
              <w:rPr>
                <w:sz w:val="20"/>
                <w:szCs w:val="20"/>
              </w:rPr>
              <w:t>Якубова</w:t>
            </w:r>
            <w:proofErr w:type="spellEnd"/>
          </w:p>
          <w:p w14:paraId="0C09964C" w14:textId="2316B0A6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  <w:szCs w:val="20"/>
              </w:rPr>
              <w:t>097-789-01-01</w:t>
            </w:r>
          </w:p>
        </w:tc>
        <w:tc>
          <w:tcPr>
            <w:tcW w:w="994" w:type="dxa"/>
            <w:vAlign w:val="center"/>
          </w:tcPr>
          <w:p w14:paraId="66D7A4BE" w14:textId="38839A56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pacing w:val="-5"/>
                <w:sz w:val="20"/>
              </w:rPr>
              <w:t>5/1</w:t>
            </w:r>
          </w:p>
        </w:tc>
        <w:tc>
          <w:tcPr>
            <w:tcW w:w="3112" w:type="dxa"/>
            <w:vAlign w:val="center"/>
          </w:tcPr>
          <w:p w14:paraId="79D803A2" w14:textId="2BC49A67" w:rsidR="0087739D" w:rsidRPr="0087739D" w:rsidRDefault="0087739D" w:rsidP="0087739D">
            <w:pPr>
              <w:jc w:val="center"/>
              <w:rPr>
                <w:sz w:val="20"/>
                <w:szCs w:val="20"/>
              </w:rPr>
            </w:pPr>
            <w:r w:rsidRPr="0087739D">
              <w:rPr>
                <w:sz w:val="20"/>
              </w:rPr>
              <w:t>Гасіння</w:t>
            </w:r>
            <w:r w:rsidRPr="0087739D">
              <w:rPr>
                <w:spacing w:val="-13"/>
                <w:sz w:val="20"/>
              </w:rPr>
              <w:t xml:space="preserve"> </w:t>
            </w:r>
            <w:r w:rsidRPr="0087739D">
              <w:rPr>
                <w:sz w:val="20"/>
              </w:rPr>
              <w:t>пожеж,</w:t>
            </w:r>
            <w:r w:rsidRPr="0087739D">
              <w:rPr>
                <w:spacing w:val="-12"/>
                <w:sz w:val="20"/>
              </w:rPr>
              <w:t xml:space="preserve"> </w:t>
            </w:r>
            <w:r w:rsidRPr="0087739D">
              <w:rPr>
                <w:sz w:val="20"/>
              </w:rPr>
              <w:t xml:space="preserve">рятування </w:t>
            </w:r>
            <w:r w:rsidRPr="0087739D">
              <w:rPr>
                <w:spacing w:val="-2"/>
                <w:sz w:val="20"/>
              </w:rPr>
              <w:t>потерпілих</w:t>
            </w:r>
          </w:p>
        </w:tc>
      </w:tr>
      <w:tr w:rsidR="00F76F93" w:rsidRPr="00C44CFB" w14:paraId="7162C550" w14:textId="77777777" w:rsidTr="001A5D2E">
        <w:trPr>
          <w:trHeight w:val="124"/>
        </w:trPr>
        <w:tc>
          <w:tcPr>
            <w:tcW w:w="15619" w:type="dxa"/>
            <w:gridSpan w:val="10"/>
          </w:tcPr>
          <w:p w14:paraId="1F8FF97C" w14:textId="1EC40498" w:rsidR="00F76F93" w:rsidRPr="007662F3" w:rsidRDefault="00F76F93" w:rsidP="0087739D">
            <w:pPr>
              <w:jc w:val="center"/>
              <w:rPr>
                <w:color w:val="EE0000"/>
                <w:sz w:val="20"/>
                <w:szCs w:val="20"/>
              </w:rPr>
            </w:pPr>
            <w:r w:rsidRPr="00F978EC">
              <w:rPr>
                <w:b/>
                <w:sz w:val="20"/>
              </w:rPr>
              <w:t>ЗОЛОЧІВСЬКИЙ</w:t>
            </w:r>
            <w:r w:rsidRPr="00F978EC">
              <w:rPr>
                <w:b/>
                <w:spacing w:val="-1"/>
                <w:sz w:val="20"/>
              </w:rPr>
              <w:t xml:space="preserve"> </w:t>
            </w:r>
            <w:r w:rsidRPr="00F978EC">
              <w:rPr>
                <w:b/>
                <w:spacing w:val="-4"/>
                <w:sz w:val="20"/>
              </w:rPr>
              <w:t>РАЙОН</w:t>
            </w:r>
          </w:p>
        </w:tc>
      </w:tr>
      <w:tr w:rsidR="00224CB2" w:rsidRPr="00224CB2" w14:paraId="3B397CCC" w14:textId="77777777" w:rsidTr="007F60CC">
        <w:trPr>
          <w:trHeight w:val="124"/>
        </w:trPr>
        <w:tc>
          <w:tcPr>
            <w:tcW w:w="598" w:type="dxa"/>
            <w:gridSpan w:val="4"/>
          </w:tcPr>
          <w:p w14:paraId="4DCFF7D9" w14:textId="77777777" w:rsidR="00224CB2" w:rsidRPr="00224CB2" w:rsidRDefault="00224CB2" w:rsidP="00224CB2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E643073" w14:textId="4A54515D" w:rsidR="00224CB2" w:rsidRPr="00224CB2" w:rsidRDefault="00224CB2" w:rsidP="00224CB2">
            <w:pPr>
              <w:ind w:firstLine="119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Золочівська</w:t>
            </w:r>
            <w:r w:rsidRPr="00224CB2">
              <w:rPr>
                <w:spacing w:val="-3"/>
                <w:sz w:val="20"/>
              </w:rPr>
              <w:t xml:space="preserve"> </w:t>
            </w:r>
            <w:r w:rsidRPr="00224CB2">
              <w:rPr>
                <w:sz w:val="20"/>
              </w:rPr>
              <w:t>територіальна</w:t>
            </w:r>
            <w:r w:rsidRPr="00224CB2">
              <w:rPr>
                <w:spacing w:val="-1"/>
                <w:sz w:val="20"/>
              </w:rPr>
              <w:t xml:space="preserve"> </w:t>
            </w:r>
            <w:r w:rsidRPr="00224CB2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4A385D8" w14:textId="1FC23427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Місцевий</w:t>
            </w:r>
            <w:r w:rsidRPr="00224CB2">
              <w:rPr>
                <w:spacing w:val="-13"/>
                <w:sz w:val="20"/>
              </w:rPr>
              <w:t xml:space="preserve"> </w:t>
            </w:r>
            <w:proofErr w:type="spellStart"/>
            <w:r w:rsidRPr="00224CB2">
              <w:rPr>
                <w:sz w:val="20"/>
              </w:rPr>
              <w:t>пожежно</w:t>
            </w:r>
            <w:proofErr w:type="spellEnd"/>
            <w:r w:rsidRPr="00224CB2">
              <w:rPr>
                <w:sz w:val="20"/>
              </w:rPr>
              <w:t xml:space="preserve">-рятувальний </w:t>
            </w:r>
            <w:r w:rsidRPr="00224CB2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8578E10" w14:textId="77777777" w:rsidR="00224CB2" w:rsidRPr="00224CB2" w:rsidRDefault="00224CB2" w:rsidP="00224CB2">
            <w:pPr>
              <w:pStyle w:val="TableParagraph"/>
              <w:tabs>
                <w:tab w:val="left" w:pos="8174"/>
              </w:tabs>
              <w:ind w:left="126" w:right="163"/>
              <w:rPr>
                <w:spacing w:val="-1"/>
                <w:sz w:val="20"/>
              </w:rPr>
            </w:pPr>
            <w:r w:rsidRPr="00224CB2">
              <w:rPr>
                <w:sz w:val="20"/>
              </w:rPr>
              <w:t>с.</w:t>
            </w:r>
            <w:r w:rsidRPr="00224CB2">
              <w:rPr>
                <w:spacing w:val="-1"/>
                <w:sz w:val="20"/>
              </w:rPr>
              <w:t xml:space="preserve"> </w:t>
            </w:r>
            <w:proofErr w:type="spellStart"/>
            <w:r w:rsidRPr="00224CB2">
              <w:rPr>
                <w:sz w:val="20"/>
              </w:rPr>
              <w:t>Сасів</w:t>
            </w:r>
            <w:proofErr w:type="spellEnd"/>
          </w:p>
          <w:p w14:paraId="30526FAF" w14:textId="51F1EA1B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(03265)4-23-22</w:t>
            </w:r>
          </w:p>
        </w:tc>
        <w:tc>
          <w:tcPr>
            <w:tcW w:w="994" w:type="dxa"/>
            <w:vAlign w:val="center"/>
          </w:tcPr>
          <w:p w14:paraId="65935999" w14:textId="48AEF609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pacing w:val="-5"/>
                <w:sz w:val="20"/>
              </w:rPr>
              <w:t>6/2</w:t>
            </w:r>
          </w:p>
        </w:tc>
        <w:tc>
          <w:tcPr>
            <w:tcW w:w="3112" w:type="dxa"/>
            <w:vAlign w:val="center"/>
          </w:tcPr>
          <w:p w14:paraId="60E1384B" w14:textId="7B218425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Гасіння</w:t>
            </w:r>
            <w:r w:rsidRPr="00224CB2">
              <w:rPr>
                <w:spacing w:val="-13"/>
                <w:sz w:val="20"/>
              </w:rPr>
              <w:t xml:space="preserve"> </w:t>
            </w:r>
            <w:r w:rsidRPr="00224CB2">
              <w:rPr>
                <w:sz w:val="20"/>
              </w:rPr>
              <w:t>пожеж,</w:t>
            </w:r>
            <w:r w:rsidRPr="00224CB2">
              <w:rPr>
                <w:spacing w:val="-12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рятування </w:t>
            </w:r>
            <w:r w:rsidRPr="00224CB2">
              <w:rPr>
                <w:spacing w:val="-2"/>
                <w:sz w:val="20"/>
              </w:rPr>
              <w:t>потерпілих</w:t>
            </w:r>
          </w:p>
        </w:tc>
      </w:tr>
      <w:tr w:rsidR="00224CB2" w:rsidRPr="00224CB2" w14:paraId="4C4A266B" w14:textId="77777777" w:rsidTr="007F60CC">
        <w:trPr>
          <w:trHeight w:val="124"/>
        </w:trPr>
        <w:tc>
          <w:tcPr>
            <w:tcW w:w="598" w:type="dxa"/>
            <w:gridSpan w:val="4"/>
          </w:tcPr>
          <w:p w14:paraId="32BAD7C4" w14:textId="77777777" w:rsidR="00224CB2" w:rsidRPr="00224CB2" w:rsidRDefault="00224CB2" w:rsidP="00224CB2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4F440A3" w14:textId="4FD76737" w:rsidR="00224CB2" w:rsidRPr="00224CB2" w:rsidRDefault="00224CB2" w:rsidP="00224CB2">
            <w:pPr>
              <w:ind w:firstLine="119"/>
              <w:rPr>
                <w:sz w:val="20"/>
                <w:szCs w:val="20"/>
              </w:rPr>
            </w:pPr>
            <w:proofErr w:type="spellStart"/>
            <w:r w:rsidRPr="00224CB2">
              <w:rPr>
                <w:sz w:val="20"/>
              </w:rPr>
              <w:t>Красненська</w:t>
            </w:r>
            <w:proofErr w:type="spellEnd"/>
            <w:r w:rsidRPr="00224CB2">
              <w:rPr>
                <w:spacing w:val="49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територіальна </w:t>
            </w:r>
            <w:r w:rsidRPr="00224CB2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69607D29" w14:textId="159F98DA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Місцевий</w:t>
            </w:r>
            <w:r w:rsidRPr="00224CB2">
              <w:rPr>
                <w:spacing w:val="-13"/>
                <w:sz w:val="20"/>
              </w:rPr>
              <w:t xml:space="preserve"> </w:t>
            </w:r>
            <w:proofErr w:type="spellStart"/>
            <w:r w:rsidRPr="00224CB2">
              <w:rPr>
                <w:sz w:val="20"/>
              </w:rPr>
              <w:t>пожежно</w:t>
            </w:r>
            <w:proofErr w:type="spellEnd"/>
            <w:r w:rsidRPr="00224CB2">
              <w:rPr>
                <w:sz w:val="20"/>
              </w:rPr>
              <w:t xml:space="preserve">-рятувальний </w:t>
            </w:r>
            <w:r w:rsidRPr="00224CB2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26B79DF1" w14:textId="77777777" w:rsidR="00224CB2" w:rsidRPr="00224CB2" w:rsidRDefault="00224CB2" w:rsidP="00224CB2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224CB2">
              <w:rPr>
                <w:sz w:val="20"/>
              </w:rPr>
              <w:t>с.</w:t>
            </w:r>
            <w:r w:rsidRPr="00224CB2">
              <w:rPr>
                <w:spacing w:val="-3"/>
                <w:sz w:val="20"/>
              </w:rPr>
              <w:t xml:space="preserve"> </w:t>
            </w:r>
            <w:proofErr w:type="spellStart"/>
            <w:r w:rsidRPr="00224CB2">
              <w:rPr>
                <w:sz w:val="20"/>
              </w:rPr>
              <w:t>Бортків</w:t>
            </w:r>
            <w:proofErr w:type="spellEnd"/>
          </w:p>
          <w:p w14:paraId="35AE86D4" w14:textId="6D32E99C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(098)</w:t>
            </w:r>
            <w:r w:rsidRPr="00224CB2">
              <w:rPr>
                <w:spacing w:val="-2"/>
                <w:sz w:val="20"/>
              </w:rPr>
              <w:t xml:space="preserve"> </w:t>
            </w:r>
            <w:r w:rsidRPr="00224CB2">
              <w:rPr>
                <w:sz w:val="20"/>
              </w:rPr>
              <w:t>543-35-</w:t>
            </w:r>
            <w:r w:rsidRPr="00224CB2">
              <w:rPr>
                <w:spacing w:val="-5"/>
                <w:sz w:val="20"/>
              </w:rPr>
              <w:t>65</w:t>
            </w:r>
          </w:p>
        </w:tc>
        <w:tc>
          <w:tcPr>
            <w:tcW w:w="994" w:type="dxa"/>
            <w:vAlign w:val="center"/>
          </w:tcPr>
          <w:p w14:paraId="0377534D" w14:textId="5538F550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13C3741D" w14:textId="0527F0C8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Гасіння</w:t>
            </w:r>
            <w:r w:rsidRPr="00224CB2">
              <w:rPr>
                <w:spacing w:val="-13"/>
                <w:sz w:val="20"/>
              </w:rPr>
              <w:t xml:space="preserve"> </w:t>
            </w:r>
            <w:r w:rsidRPr="00224CB2">
              <w:rPr>
                <w:sz w:val="20"/>
              </w:rPr>
              <w:t>пожеж,</w:t>
            </w:r>
            <w:r w:rsidRPr="00224CB2">
              <w:rPr>
                <w:spacing w:val="-12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рятування </w:t>
            </w:r>
            <w:r w:rsidRPr="00224CB2">
              <w:rPr>
                <w:spacing w:val="-2"/>
                <w:sz w:val="20"/>
              </w:rPr>
              <w:t>потерпілих</w:t>
            </w:r>
          </w:p>
        </w:tc>
      </w:tr>
      <w:tr w:rsidR="00224CB2" w:rsidRPr="00224CB2" w14:paraId="3FE64F05" w14:textId="77777777" w:rsidTr="007F60CC">
        <w:trPr>
          <w:trHeight w:val="124"/>
        </w:trPr>
        <w:tc>
          <w:tcPr>
            <w:tcW w:w="598" w:type="dxa"/>
            <w:gridSpan w:val="4"/>
          </w:tcPr>
          <w:p w14:paraId="3F4340F9" w14:textId="77777777" w:rsidR="00224CB2" w:rsidRPr="00224CB2" w:rsidRDefault="00224CB2" w:rsidP="00224CB2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22058C4" w14:textId="684CDFA7" w:rsidR="00224CB2" w:rsidRPr="00224CB2" w:rsidRDefault="00224CB2" w:rsidP="00224CB2">
            <w:pPr>
              <w:ind w:firstLine="119"/>
              <w:rPr>
                <w:sz w:val="20"/>
                <w:szCs w:val="20"/>
              </w:rPr>
            </w:pPr>
            <w:proofErr w:type="spellStart"/>
            <w:r w:rsidRPr="00224CB2">
              <w:rPr>
                <w:sz w:val="20"/>
              </w:rPr>
              <w:t>Підкамінська</w:t>
            </w:r>
            <w:proofErr w:type="spellEnd"/>
            <w:r w:rsidRPr="00224CB2">
              <w:rPr>
                <w:spacing w:val="49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територіальна </w:t>
            </w:r>
            <w:r w:rsidRPr="00224CB2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7DFA158A" w14:textId="682CEFF1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Місцевий</w:t>
            </w:r>
            <w:r w:rsidRPr="00224CB2">
              <w:rPr>
                <w:spacing w:val="-13"/>
                <w:sz w:val="20"/>
              </w:rPr>
              <w:t xml:space="preserve"> </w:t>
            </w:r>
            <w:proofErr w:type="spellStart"/>
            <w:r w:rsidRPr="00224CB2">
              <w:rPr>
                <w:sz w:val="20"/>
              </w:rPr>
              <w:t>пожежно</w:t>
            </w:r>
            <w:proofErr w:type="spellEnd"/>
            <w:r w:rsidRPr="00224CB2">
              <w:rPr>
                <w:sz w:val="20"/>
              </w:rPr>
              <w:t xml:space="preserve">-рятувальний </w:t>
            </w:r>
            <w:r w:rsidRPr="00224CB2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1EFDEE6F" w14:textId="77777777" w:rsidR="00224CB2" w:rsidRPr="00224CB2" w:rsidRDefault="00224CB2" w:rsidP="00224CB2">
            <w:pPr>
              <w:pStyle w:val="TableParagraph"/>
              <w:tabs>
                <w:tab w:val="left" w:pos="8174"/>
              </w:tabs>
              <w:ind w:left="126" w:right="163"/>
              <w:rPr>
                <w:spacing w:val="-2"/>
                <w:sz w:val="20"/>
              </w:rPr>
            </w:pPr>
            <w:r w:rsidRPr="00224CB2">
              <w:rPr>
                <w:sz w:val="20"/>
              </w:rPr>
              <w:t xml:space="preserve">с. </w:t>
            </w:r>
            <w:r w:rsidRPr="00224CB2">
              <w:rPr>
                <w:spacing w:val="-2"/>
                <w:sz w:val="20"/>
              </w:rPr>
              <w:t>Батьків</w:t>
            </w:r>
          </w:p>
          <w:p w14:paraId="7E195421" w14:textId="0EB0D1CC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pacing w:val="-2"/>
                <w:sz w:val="20"/>
              </w:rPr>
              <w:t>(03266)-3-12-44</w:t>
            </w:r>
          </w:p>
        </w:tc>
        <w:tc>
          <w:tcPr>
            <w:tcW w:w="994" w:type="dxa"/>
            <w:vAlign w:val="center"/>
          </w:tcPr>
          <w:p w14:paraId="2CBD5FB7" w14:textId="306D3ECD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780DAE58" w14:textId="6A0F0115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Гасіння</w:t>
            </w:r>
            <w:r w:rsidRPr="00224CB2">
              <w:rPr>
                <w:spacing w:val="-13"/>
                <w:sz w:val="20"/>
              </w:rPr>
              <w:t xml:space="preserve"> </w:t>
            </w:r>
            <w:r w:rsidRPr="00224CB2">
              <w:rPr>
                <w:sz w:val="20"/>
              </w:rPr>
              <w:t>пожеж,</w:t>
            </w:r>
            <w:r w:rsidRPr="00224CB2">
              <w:rPr>
                <w:spacing w:val="-12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рятування </w:t>
            </w:r>
            <w:r w:rsidRPr="00224CB2">
              <w:rPr>
                <w:spacing w:val="-2"/>
                <w:sz w:val="20"/>
              </w:rPr>
              <w:t>потерпілих</w:t>
            </w:r>
          </w:p>
        </w:tc>
      </w:tr>
      <w:tr w:rsidR="00224CB2" w:rsidRPr="00224CB2" w14:paraId="7EB69F40" w14:textId="77777777" w:rsidTr="007F60CC">
        <w:trPr>
          <w:trHeight w:val="124"/>
        </w:trPr>
        <w:tc>
          <w:tcPr>
            <w:tcW w:w="598" w:type="dxa"/>
            <w:gridSpan w:val="4"/>
          </w:tcPr>
          <w:p w14:paraId="73744562" w14:textId="77777777" w:rsidR="00224CB2" w:rsidRPr="00224CB2" w:rsidRDefault="00224CB2" w:rsidP="00224CB2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E96B0D8" w14:textId="5CA96ED3" w:rsidR="00224CB2" w:rsidRPr="00224CB2" w:rsidRDefault="00224CB2" w:rsidP="00224CB2">
            <w:pPr>
              <w:ind w:firstLine="119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Бродівська</w:t>
            </w:r>
            <w:r w:rsidRPr="00224CB2">
              <w:rPr>
                <w:spacing w:val="43"/>
                <w:sz w:val="20"/>
              </w:rPr>
              <w:t xml:space="preserve"> </w:t>
            </w:r>
            <w:r w:rsidRPr="00224CB2">
              <w:rPr>
                <w:sz w:val="20"/>
              </w:rPr>
              <w:t>територіальна</w:t>
            </w:r>
            <w:r w:rsidRPr="00224CB2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060B2C35" w14:textId="6B0D7994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Місцевий</w:t>
            </w:r>
            <w:r w:rsidRPr="00224CB2">
              <w:rPr>
                <w:spacing w:val="-13"/>
                <w:sz w:val="20"/>
              </w:rPr>
              <w:t xml:space="preserve"> </w:t>
            </w:r>
            <w:proofErr w:type="spellStart"/>
            <w:r w:rsidRPr="00224CB2">
              <w:rPr>
                <w:sz w:val="20"/>
              </w:rPr>
              <w:t>пожежно</w:t>
            </w:r>
            <w:proofErr w:type="spellEnd"/>
            <w:r w:rsidRPr="00224CB2">
              <w:rPr>
                <w:sz w:val="20"/>
              </w:rPr>
              <w:t xml:space="preserve">-рятувальний </w:t>
            </w:r>
            <w:r w:rsidRPr="00224CB2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EFE164D" w14:textId="77777777" w:rsidR="00224CB2" w:rsidRPr="00224CB2" w:rsidRDefault="00224CB2" w:rsidP="00224CB2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224CB2">
              <w:rPr>
                <w:sz w:val="20"/>
              </w:rPr>
              <w:t xml:space="preserve">с. </w:t>
            </w:r>
            <w:r w:rsidRPr="00224CB2">
              <w:rPr>
                <w:spacing w:val="-2"/>
                <w:sz w:val="20"/>
              </w:rPr>
              <w:t>Комарівка</w:t>
            </w:r>
          </w:p>
          <w:p w14:paraId="75ABA9A5" w14:textId="74AA8BC5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(03266)-4-40-35</w:t>
            </w:r>
          </w:p>
        </w:tc>
        <w:tc>
          <w:tcPr>
            <w:tcW w:w="994" w:type="dxa"/>
            <w:vAlign w:val="center"/>
          </w:tcPr>
          <w:p w14:paraId="55980837" w14:textId="4DC0F1E3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pacing w:val="-5"/>
                <w:sz w:val="20"/>
              </w:rPr>
              <w:t>8/1</w:t>
            </w:r>
          </w:p>
        </w:tc>
        <w:tc>
          <w:tcPr>
            <w:tcW w:w="3112" w:type="dxa"/>
            <w:vAlign w:val="center"/>
          </w:tcPr>
          <w:p w14:paraId="448007C3" w14:textId="7E0C6BE6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Гасіння</w:t>
            </w:r>
            <w:r w:rsidRPr="00224CB2">
              <w:rPr>
                <w:spacing w:val="-13"/>
                <w:sz w:val="20"/>
              </w:rPr>
              <w:t xml:space="preserve"> </w:t>
            </w:r>
            <w:r w:rsidRPr="00224CB2">
              <w:rPr>
                <w:sz w:val="20"/>
              </w:rPr>
              <w:t>пожеж,</w:t>
            </w:r>
            <w:r w:rsidRPr="00224CB2">
              <w:rPr>
                <w:spacing w:val="-12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рятування </w:t>
            </w:r>
            <w:r w:rsidRPr="00224CB2">
              <w:rPr>
                <w:spacing w:val="-2"/>
                <w:sz w:val="20"/>
              </w:rPr>
              <w:t>потерпілих</w:t>
            </w:r>
          </w:p>
        </w:tc>
      </w:tr>
      <w:tr w:rsidR="00224CB2" w:rsidRPr="00224CB2" w14:paraId="4A243D1B" w14:textId="77777777" w:rsidTr="007F60CC">
        <w:trPr>
          <w:trHeight w:val="124"/>
        </w:trPr>
        <w:tc>
          <w:tcPr>
            <w:tcW w:w="598" w:type="dxa"/>
            <w:gridSpan w:val="4"/>
          </w:tcPr>
          <w:p w14:paraId="08250A5C" w14:textId="77777777" w:rsidR="00224CB2" w:rsidRPr="00224CB2" w:rsidRDefault="00224CB2" w:rsidP="00224CB2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00B312F" w14:textId="3D945FF9" w:rsidR="00224CB2" w:rsidRPr="00224CB2" w:rsidRDefault="00224CB2" w:rsidP="00224CB2">
            <w:pPr>
              <w:ind w:firstLine="119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Бродівська</w:t>
            </w:r>
            <w:r w:rsidRPr="00224CB2">
              <w:rPr>
                <w:spacing w:val="43"/>
                <w:sz w:val="20"/>
              </w:rPr>
              <w:t xml:space="preserve"> </w:t>
            </w:r>
            <w:r w:rsidRPr="00224CB2">
              <w:rPr>
                <w:sz w:val="20"/>
              </w:rPr>
              <w:t>територіальна</w:t>
            </w:r>
            <w:r w:rsidRPr="00224CB2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186A8FAC" w14:textId="0032B265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 xml:space="preserve">Добровільна пожежна </w:t>
            </w:r>
            <w:r w:rsidRPr="00224CB2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33F2857D" w14:textId="77777777" w:rsidR="00224CB2" w:rsidRPr="00224CB2" w:rsidRDefault="00224CB2" w:rsidP="00224CB2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224CB2">
              <w:rPr>
                <w:sz w:val="20"/>
              </w:rPr>
              <w:t>м. Броди</w:t>
            </w:r>
          </w:p>
          <w:p w14:paraId="4B168AC8" w14:textId="79F7DA1C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(03266)-4-40-35</w:t>
            </w:r>
          </w:p>
        </w:tc>
        <w:tc>
          <w:tcPr>
            <w:tcW w:w="994" w:type="dxa"/>
            <w:vAlign w:val="center"/>
          </w:tcPr>
          <w:p w14:paraId="3AD6F791" w14:textId="34775A43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pacing w:val="-5"/>
                <w:sz w:val="20"/>
              </w:rPr>
              <w:t>7/1</w:t>
            </w:r>
          </w:p>
        </w:tc>
        <w:tc>
          <w:tcPr>
            <w:tcW w:w="3112" w:type="dxa"/>
            <w:vAlign w:val="center"/>
          </w:tcPr>
          <w:p w14:paraId="63E45881" w14:textId="61CE7A01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Гасіння</w:t>
            </w:r>
            <w:r w:rsidRPr="00224CB2">
              <w:rPr>
                <w:spacing w:val="-13"/>
                <w:sz w:val="20"/>
              </w:rPr>
              <w:t xml:space="preserve"> </w:t>
            </w:r>
            <w:r w:rsidRPr="00224CB2">
              <w:rPr>
                <w:sz w:val="20"/>
              </w:rPr>
              <w:t>пожеж,</w:t>
            </w:r>
            <w:r w:rsidRPr="00224CB2">
              <w:rPr>
                <w:spacing w:val="-12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рятування </w:t>
            </w:r>
            <w:r w:rsidRPr="00224CB2">
              <w:rPr>
                <w:spacing w:val="-2"/>
                <w:sz w:val="20"/>
              </w:rPr>
              <w:t>потерпілих</w:t>
            </w:r>
          </w:p>
        </w:tc>
      </w:tr>
      <w:tr w:rsidR="00224CB2" w:rsidRPr="00224CB2" w14:paraId="634B4CB1" w14:textId="77777777" w:rsidTr="007F60CC">
        <w:trPr>
          <w:trHeight w:val="124"/>
        </w:trPr>
        <w:tc>
          <w:tcPr>
            <w:tcW w:w="598" w:type="dxa"/>
            <w:gridSpan w:val="4"/>
          </w:tcPr>
          <w:p w14:paraId="405E6CFC" w14:textId="77777777" w:rsidR="00224CB2" w:rsidRPr="00224CB2" w:rsidRDefault="00224CB2" w:rsidP="00224CB2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187E17B" w14:textId="492B6502" w:rsidR="00224CB2" w:rsidRPr="00224CB2" w:rsidRDefault="00224CB2" w:rsidP="00224CB2">
            <w:pPr>
              <w:ind w:firstLine="119"/>
              <w:rPr>
                <w:sz w:val="20"/>
                <w:szCs w:val="20"/>
              </w:rPr>
            </w:pPr>
            <w:proofErr w:type="spellStart"/>
            <w:r w:rsidRPr="00224CB2">
              <w:rPr>
                <w:sz w:val="20"/>
              </w:rPr>
              <w:t>Поморянська</w:t>
            </w:r>
            <w:proofErr w:type="spellEnd"/>
            <w:r w:rsidRPr="00224CB2">
              <w:rPr>
                <w:sz w:val="20"/>
              </w:rPr>
              <w:t xml:space="preserve"> територіальна</w:t>
            </w:r>
            <w:r w:rsidRPr="00224CB2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54E1EEAB" w14:textId="20CEE61B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 xml:space="preserve">Добровільна пожежна </w:t>
            </w:r>
            <w:r w:rsidRPr="00224CB2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3C5E4E42" w14:textId="77777777" w:rsidR="00224CB2" w:rsidRPr="00224CB2" w:rsidRDefault="00224CB2" w:rsidP="00224CB2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224CB2">
              <w:rPr>
                <w:sz w:val="20"/>
              </w:rPr>
              <w:t xml:space="preserve">с. </w:t>
            </w:r>
            <w:proofErr w:type="spellStart"/>
            <w:r w:rsidRPr="00224CB2">
              <w:rPr>
                <w:sz w:val="20"/>
              </w:rPr>
              <w:t>Ремезівці</w:t>
            </w:r>
            <w:proofErr w:type="spellEnd"/>
          </w:p>
          <w:p w14:paraId="7A8DFECB" w14:textId="08ED1984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(380)67-41-99-875</w:t>
            </w:r>
          </w:p>
        </w:tc>
        <w:tc>
          <w:tcPr>
            <w:tcW w:w="994" w:type="dxa"/>
            <w:vAlign w:val="center"/>
          </w:tcPr>
          <w:p w14:paraId="3474B3E6" w14:textId="0AF880C6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pacing w:val="-5"/>
                <w:sz w:val="20"/>
              </w:rPr>
              <w:t>5/1</w:t>
            </w:r>
          </w:p>
        </w:tc>
        <w:tc>
          <w:tcPr>
            <w:tcW w:w="3112" w:type="dxa"/>
            <w:vAlign w:val="center"/>
          </w:tcPr>
          <w:p w14:paraId="7C2645A9" w14:textId="7A70D8A9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Гасіння</w:t>
            </w:r>
            <w:r w:rsidRPr="00224CB2">
              <w:rPr>
                <w:spacing w:val="-13"/>
                <w:sz w:val="20"/>
              </w:rPr>
              <w:t xml:space="preserve"> </w:t>
            </w:r>
            <w:r w:rsidRPr="00224CB2">
              <w:rPr>
                <w:sz w:val="20"/>
              </w:rPr>
              <w:t>пожеж,</w:t>
            </w:r>
            <w:r w:rsidRPr="00224CB2">
              <w:rPr>
                <w:spacing w:val="-12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рятування </w:t>
            </w:r>
            <w:r w:rsidRPr="00224CB2">
              <w:rPr>
                <w:spacing w:val="-2"/>
                <w:sz w:val="20"/>
              </w:rPr>
              <w:t>потерпілих</w:t>
            </w:r>
          </w:p>
        </w:tc>
      </w:tr>
      <w:tr w:rsidR="00224CB2" w:rsidRPr="00224CB2" w14:paraId="41D4EB67" w14:textId="77777777" w:rsidTr="007F60CC">
        <w:trPr>
          <w:trHeight w:val="124"/>
        </w:trPr>
        <w:tc>
          <w:tcPr>
            <w:tcW w:w="598" w:type="dxa"/>
            <w:gridSpan w:val="4"/>
          </w:tcPr>
          <w:p w14:paraId="439485DF" w14:textId="77777777" w:rsidR="00224CB2" w:rsidRPr="00224CB2" w:rsidRDefault="00224CB2" w:rsidP="00224CB2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E082F8" w14:textId="5634B617" w:rsidR="00224CB2" w:rsidRPr="00224CB2" w:rsidRDefault="00224CB2" w:rsidP="00224CB2">
            <w:pPr>
              <w:ind w:firstLine="119"/>
              <w:rPr>
                <w:sz w:val="20"/>
                <w:szCs w:val="20"/>
              </w:rPr>
            </w:pPr>
            <w:proofErr w:type="spellStart"/>
            <w:r w:rsidRPr="00224CB2">
              <w:rPr>
                <w:sz w:val="20"/>
              </w:rPr>
              <w:t>Красненська</w:t>
            </w:r>
            <w:proofErr w:type="spellEnd"/>
            <w:r w:rsidRPr="00224CB2">
              <w:rPr>
                <w:spacing w:val="49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територіальна </w:t>
            </w:r>
            <w:r w:rsidRPr="00224CB2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470D3E75" w14:textId="3F3A835F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 xml:space="preserve">Добровільна пожежна </w:t>
            </w:r>
            <w:r w:rsidRPr="00224CB2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6221EA97" w14:textId="42CEA662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 xml:space="preserve">с. </w:t>
            </w:r>
            <w:proofErr w:type="spellStart"/>
            <w:r w:rsidRPr="00224CB2">
              <w:rPr>
                <w:sz w:val="20"/>
              </w:rPr>
              <w:t>Залвір’я</w:t>
            </w:r>
            <w:proofErr w:type="spellEnd"/>
          </w:p>
        </w:tc>
        <w:tc>
          <w:tcPr>
            <w:tcW w:w="994" w:type="dxa"/>
            <w:vAlign w:val="center"/>
          </w:tcPr>
          <w:p w14:paraId="4A3185C3" w14:textId="0CD1D366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pacing w:val="-5"/>
                <w:sz w:val="20"/>
              </w:rPr>
              <w:t>5/1</w:t>
            </w:r>
          </w:p>
        </w:tc>
        <w:tc>
          <w:tcPr>
            <w:tcW w:w="3112" w:type="dxa"/>
            <w:vAlign w:val="center"/>
          </w:tcPr>
          <w:p w14:paraId="68E55AAF" w14:textId="68A7A2B4" w:rsidR="00224CB2" w:rsidRPr="00224CB2" w:rsidRDefault="00224CB2" w:rsidP="00224CB2">
            <w:pPr>
              <w:jc w:val="center"/>
              <w:rPr>
                <w:sz w:val="20"/>
                <w:szCs w:val="20"/>
              </w:rPr>
            </w:pPr>
            <w:r w:rsidRPr="00224CB2">
              <w:rPr>
                <w:sz w:val="20"/>
              </w:rPr>
              <w:t>Гасіння</w:t>
            </w:r>
            <w:r w:rsidRPr="00224CB2">
              <w:rPr>
                <w:spacing w:val="-13"/>
                <w:sz w:val="20"/>
              </w:rPr>
              <w:t xml:space="preserve"> </w:t>
            </w:r>
            <w:r w:rsidRPr="00224CB2">
              <w:rPr>
                <w:sz w:val="20"/>
              </w:rPr>
              <w:t>пожеж,</w:t>
            </w:r>
            <w:r w:rsidRPr="00224CB2">
              <w:rPr>
                <w:spacing w:val="-12"/>
                <w:sz w:val="20"/>
              </w:rPr>
              <w:t xml:space="preserve"> </w:t>
            </w:r>
            <w:r w:rsidRPr="00224CB2">
              <w:rPr>
                <w:sz w:val="20"/>
              </w:rPr>
              <w:t xml:space="preserve">рятування </w:t>
            </w:r>
            <w:r w:rsidRPr="00224CB2">
              <w:rPr>
                <w:spacing w:val="-2"/>
                <w:sz w:val="20"/>
              </w:rPr>
              <w:t>потерпілих</w:t>
            </w:r>
          </w:p>
        </w:tc>
      </w:tr>
      <w:tr w:rsidR="00854730" w:rsidRPr="00C44CFB" w14:paraId="5072B7B8" w14:textId="77777777" w:rsidTr="005E02E2">
        <w:trPr>
          <w:trHeight w:val="124"/>
        </w:trPr>
        <w:tc>
          <w:tcPr>
            <w:tcW w:w="15619" w:type="dxa"/>
            <w:gridSpan w:val="10"/>
          </w:tcPr>
          <w:p w14:paraId="1705B162" w14:textId="386E52D8" w:rsidR="00854730" w:rsidRPr="007662F3" w:rsidRDefault="00854730" w:rsidP="00224CB2">
            <w:pPr>
              <w:jc w:val="center"/>
              <w:rPr>
                <w:color w:val="EE0000"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ЛЬВІВСЬКИЙ РАЙОН</w:t>
            </w:r>
          </w:p>
        </w:tc>
      </w:tr>
      <w:tr w:rsidR="00D612BD" w:rsidRPr="00854730" w14:paraId="29C94908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79ACF1E5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AC8E270" w14:textId="234840EB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Куликівська</w:t>
            </w:r>
            <w:r w:rsidRPr="00F978EC">
              <w:rPr>
                <w:spacing w:val="-4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07A3D375" w14:textId="25EF35A3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64E985E1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pacing w:val="-2"/>
                <w:sz w:val="20"/>
              </w:rPr>
            </w:pPr>
            <w:r w:rsidRPr="00F978EC">
              <w:rPr>
                <w:sz w:val="20"/>
              </w:rPr>
              <w:t>м.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z w:val="20"/>
              </w:rPr>
              <w:t>Куликів</w:t>
            </w:r>
          </w:p>
          <w:p w14:paraId="32F3F138" w14:textId="6DC1F681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(03252)-3-11-82</w:t>
            </w:r>
          </w:p>
        </w:tc>
        <w:tc>
          <w:tcPr>
            <w:tcW w:w="994" w:type="dxa"/>
            <w:vAlign w:val="center"/>
          </w:tcPr>
          <w:p w14:paraId="5379B048" w14:textId="451AB709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11/2</w:t>
            </w:r>
          </w:p>
        </w:tc>
        <w:tc>
          <w:tcPr>
            <w:tcW w:w="3112" w:type="dxa"/>
            <w:vAlign w:val="center"/>
          </w:tcPr>
          <w:p w14:paraId="7E6CAA2C" w14:textId="2CECBDFF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5F442300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04EBFD0B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C575161" w14:textId="11419E6E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pacing w:val="-2"/>
                <w:sz w:val="20"/>
              </w:rPr>
              <w:t>Добросинсько-Магерівська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територіальна громада</w:t>
            </w:r>
          </w:p>
        </w:tc>
        <w:tc>
          <w:tcPr>
            <w:tcW w:w="3231" w:type="dxa"/>
            <w:vAlign w:val="center"/>
          </w:tcPr>
          <w:p w14:paraId="6CD9F3E4" w14:textId="1D679DAE" w:rsidR="00D612BD" w:rsidRPr="00854730" w:rsidRDefault="00D612BD" w:rsidP="00D612BD">
            <w:pPr>
              <w:jc w:val="center"/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2B18ED23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Бишків</w:t>
            </w:r>
            <w:proofErr w:type="spellEnd"/>
          </w:p>
          <w:p w14:paraId="006E6333" w14:textId="764E11C8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093-37-60-064</w:t>
            </w:r>
          </w:p>
        </w:tc>
        <w:tc>
          <w:tcPr>
            <w:tcW w:w="994" w:type="dxa"/>
            <w:vAlign w:val="center"/>
          </w:tcPr>
          <w:p w14:paraId="25E04843" w14:textId="2C0D1D18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2840F6AD" w14:textId="0E21E9E1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3CC88B7E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53FF9885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F8AFC7D" w14:textId="46160D24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Жовківська</w:t>
            </w:r>
            <w:r w:rsidRPr="00F978EC">
              <w:rPr>
                <w:spacing w:val="43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6204F68A" w14:textId="570304F4" w:rsidR="00D612BD" w:rsidRPr="00854730" w:rsidRDefault="00D612BD" w:rsidP="00D612BD">
            <w:pPr>
              <w:jc w:val="center"/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29E1ED8B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Туринка</w:t>
            </w:r>
            <w:proofErr w:type="spellEnd"/>
          </w:p>
          <w:p w14:paraId="7372EFA3" w14:textId="5B62AC5C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(03252)-2-12-64</w:t>
            </w:r>
          </w:p>
        </w:tc>
        <w:tc>
          <w:tcPr>
            <w:tcW w:w="994" w:type="dxa"/>
            <w:vAlign w:val="center"/>
          </w:tcPr>
          <w:p w14:paraId="1B602273" w14:textId="737B2E78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52164E59" w14:textId="57B2A4C2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2B23B88F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749C2E79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6AFBFA9" w14:textId="7B67875B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Жовківська</w:t>
            </w:r>
            <w:r w:rsidRPr="00F978EC">
              <w:rPr>
                <w:spacing w:val="-4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3F5878DB" w14:textId="4DC0A8F1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31DFB31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Зіболки</w:t>
            </w:r>
            <w:proofErr w:type="spellEnd"/>
          </w:p>
          <w:p w14:paraId="402147D2" w14:textId="603A783E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(03252)-2-12-64</w:t>
            </w:r>
          </w:p>
        </w:tc>
        <w:tc>
          <w:tcPr>
            <w:tcW w:w="994" w:type="dxa"/>
            <w:vAlign w:val="center"/>
          </w:tcPr>
          <w:p w14:paraId="57CD0A18" w14:textId="3E23BCAA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70092D82" w14:textId="7C098CF0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2FBC0531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146C01D2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E8E8DCA" w14:textId="1570C275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Жовківська</w:t>
            </w:r>
            <w:r w:rsidRPr="00F978EC">
              <w:rPr>
                <w:spacing w:val="43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0DE23037" w14:textId="21E0D24E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48F0BEF8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Любеля</w:t>
            </w:r>
            <w:proofErr w:type="spellEnd"/>
          </w:p>
          <w:p w14:paraId="39605971" w14:textId="56DB189E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(03252)-2-12-64</w:t>
            </w:r>
          </w:p>
        </w:tc>
        <w:tc>
          <w:tcPr>
            <w:tcW w:w="994" w:type="dxa"/>
            <w:vAlign w:val="center"/>
          </w:tcPr>
          <w:p w14:paraId="40540504" w14:textId="2E4C4E26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7251306F" w14:textId="405EDF19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6C56996A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5B1FEDCF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2F30333" w14:textId="12A18D03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pacing w:val="-2"/>
                <w:sz w:val="20"/>
              </w:rPr>
              <w:t>Добросинсько-Магерівська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територіальна громада</w:t>
            </w:r>
          </w:p>
        </w:tc>
        <w:tc>
          <w:tcPr>
            <w:tcW w:w="3231" w:type="dxa"/>
            <w:vAlign w:val="center"/>
          </w:tcPr>
          <w:p w14:paraId="6FCEB608" w14:textId="5AAB7824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F2CE4ED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pacing w:val="-3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5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Добросин</w:t>
            </w:r>
            <w:proofErr w:type="spellEnd"/>
          </w:p>
          <w:p w14:paraId="682A5082" w14:textId="78574EDB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093-37-60-064</w:t>
            </w:r>
          </w:p>
        </w:tc>
        <w:tc>
          <w:tcPr>
            <w:tcW w:w="994" w:type="dxa"/>
            <w:vAlign w:val="center"/>
          </w:tcPr>
          <w:p w14:paraId="3A5F71F4" w14:textId="48792404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13/2</w:t>
            </w:r>
          </w:p>
        </w:tc>
        <w:tc>
          <w:tcPr>
            <w:tcW w:w="3112" w:type="dxa"/>
            <w:vAlign w:val="center"/>
          </w:tcPr>
          <w:p w14:paraId="7AA3789A" w14:textId="6A677C0D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1B582AD0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51485FE2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0933BFD" w14:textId="1F0EED52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pacing w:val="-2"/>
                <w:sz w:val="20"/>
              </w:rPr>
              <w:t>Добросинсько-Магерівська</w:t>
            </w:r>
            <w:proofErr w:type="spellEnd"/>
            <w:r w:rsidRPr="00CE025A">
              <w:rPr>
                <w:spacing w:val="-2"/>
                <w:sz w:val="20"/>
                <w:lang w:val="ru-RU"/>
              </w:rPr>
              <w:t xml:space="preserve"> </w:t>
            </w:r>
            <w:r w:rsidRPr="00F978EC">
              <w:rPr>
                <w:spacing w:val="-2"/>
                <w:sz w:val="20"/>
              </w:rPr>
              <w:t xml:space="preserve">об’єднана </w:t>
            </w:r>
            <w:r w:rsidRPr="00F978EC">
              <w:rPr>
                <w:sz w:val="20"/>
              </w:rPr>
              <w:t>територіальна громада</w:t>
            </w:r>
          </w:p>
        </w:tc>
        <w:tc>
          <w:tcPr>
            <w:tcW w:w="3231" w:type="dxa"/>
            <w:vAlign w:val="center"/>
          </w:tcPr>
          <w:p w14:paraId="0B713F6A" w14:textId="1AB31A2A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63FF79A6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смт.</w:t>
            </w:r>
            <w:r w:rsidRPr="00F978EC">
              <w:rPr>
                <w:spacing w:val="-4"/>
                <w:sz w:val="20"/>
              </w:rPr>
              <w:t xml:space="preserve"> </w:t>
            </w:r>
            <w:r w:rsidRPr="00F978EC">
              <w:rPr>
                <w:sz w:val="20"/>
              </w:rPr>
              <w:t>Магерів</w:t>
            </w:r>
          </w:p>
          <w:p w14:paraId="129A8B92" w14:textId="5AEABE94" w:rsidR="00D612BD" w:rsidRPr="00854730" w:rsidRDefault="00D612BD" w:rsidP="00D612BD">
            <w:pPr>
              <w:jc w:val="center"/>
              <w:rPr>
                <w:noProof/>
                <w:sz w:val="20"/>
                <w:szCs w:val="20"/>
              </w:rPr>
            </w:pPr>
            <w:r w:rsidRPr="00F978EC">
              <w:rPr>
                <w:sz w:val="20"/>
              </w:rPr>
              <w:t>093-37-60-064</w:t>
            </w:r>
          </w:p>
        </w:tc>
        <w:tc>
          <w:tcPr>
            <w:tcW w:w="994" w:type="dxa"/>
            <w:vAlign w:val="center"/>
          </w:tcPr>
          <w:p w14:paraId="4DE90D25" w14:textId="7A9E1578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00AA2B9F" w14:textId="1DAA9767" w:rsidR="00D612BD" w:rsidRPr="00854730" w:rsidRDefault="00D612BD" w:rsidP="00D612BD">
            <w:pPr>
              <w:jc w:val="center"/>
              <w:rPr>
                <w:b/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3D2B9DF6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206F1BF2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18FE299" w14:textId="347F192B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pacing w:val="-2"/>
                <w:sz w:val="20"/>
              </w:rPr>
              <w:t>Новояричівська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об’єднана</w:t>
            </w:r>
            <w:r>
              <w:rPr>
                <w:spacing w:val="-2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територіальна громада</w:t>
            </w:r>
          </w:p>
        </w:tc>
        <w:tc>
          <w:tcPr>
            <w:tcW w:w="3231" w:type="dxa"/>
            <w:vAlign w:val="center"/>
          </w:tcPr>
          <w:p w14:paraId="67F4FB4F" w14:textId="0AF55CCB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01F586E1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pacing w:val="-3"/>
                <w:sz w:val="20"/>
              </w:rPr>
            </w:pPr>
            <w:r w:rsidRPr="00F978EC">
              <w:rPr>
                <w:sz w:val="20"/>
              </w:rPr>
              <w:t>смт.</w:t>
            </w:r>
            <w:r w:rsidRPr="00F978EC">
              <w:rPr>
                <w:spacing w:val="-4"/>
                <w:sz w:val="20"/>
              </w:rPr>
              <w:t xml:space="preserve"> </w:t>
            </w:r>
            <w:r w:rsidRPr="00F978EC">
              <w:rPr>
                <w:sz w:val="20"/>
              </w:rPr>
              <w:t>Новий</w:t>
            </w:r>
            <w:r w:rsidRPr="00F978EC">
              <w:rPr>
                <w:spacing w:val="-4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Яричів</w:t>
            </w:r>
            <w:proofErr w:type="spellEnd"/>
          </w:p>
          <w:p w14:paraId="3C59E143" w14:textId="434422E1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097-28-44-956</w:t>
            </w:r>
          </w:p>
        </w:tc>
        <w:tc>
          <w:tcPr>
            <w:tcW w:w="994" w:type="dxa"/>
            <w:vAlign w:val="center"/>
          </w:tcPr>
          <w:p w14:paraId="5F239FD4" w14:textId="27FAF3F9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13/3</w:t>
            </w:r>
          </w:p>
        </w:tc>
        <w:tc>
          <w:tcPr>
            <w:tcW w:w="3112" w:type="dxa"/>
            <w:vAlign w:val="center"/>
          </w:tcPr>
          <w:p w14:paraId="74B775B5" w14:textId="616E66F4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4D51B7BC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4D57ADEC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7B8227B" w14:textId="63709420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Жовтанецька</w:t>
            </w:r>
            <w:proofErr w:type="spellEnd"/>
            <w:r w:rsidRPr="00F978EC">
              <w:rPr>
                <w:spacing w:val="50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E0FAA2B" w14:textId="70EF88A2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3059961B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с. В. </w:t>
            </w:r>
            <w:proofErr w:type="spellStart"/>
            <w:r w:rsidRPr="00F978EC">
              <w:rPr>
                <w:sz w:val="20"/>
              </w:rPr>
              <w:t>Колодно</w:t>
            </w:r>
            <w:proofErr w:type="spellEnd"/>
          </w:p>
          <w:p w14:paraId="29FFF329" w14:textId="77E048F8" w:rsidR="00D612BD" w:rsidRPr="00854730" w:rsidRDefault="00D612BD" w:rsidP="00D612BD">
            <w:pPr>
              <w:jc w:val="center"/>
              <w:rPr>
                <w:noProof/>
                <w:sz w:val="20"/>
                <w:szCs w:val="20"/>
              </w:rPr>
            </w:pPr>
            <w:r w:rsidRPr="00F978EC">
              <w:rPr>
                <w:sz w:val="20"/>
              </w:rPr>
              <w:t>(03254)-3-31-33</w:t>
            </w:r>
          </w:p>
        </w:tc>
        <w:tc>
          <w:tcPr>
            <w:tcW w:w="994" w:type="dxa"/>
            <w:vAlign w:val="center"/>
          </w:tcPr>
          <w:p w14:paraId="5B2046EE" w14:textId="725C5704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9/1</w:t>
            </w:r>
          </w:p>
        </w:tc>
        <w:tc>
          <w:tcPr>
            <w:tcW w:w="3112" w:type="dxa"/>
            <w:vAlign w:val="center"/>
          </w:tcPr>
          <w:p w14:paraId="004E0CE7" w14:textId="5B831748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003D11AF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7DCE7DB7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5B9DA53" w14:textId="4F211579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Оброшинська</w:t>
            </w:r>
            <w:proofErr w:type="spellEnd"/>
            <w:r w:rsidRPr="00F978EC">
              <w:rPr>
                <w:sz w:val="20"/>
              </w:rPr>
              <w:t xml:space="preserve"> 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75F9A44D" w14:textId="4341A783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48C41D4A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proofErr w:type="spellStart"/>
            <w:r w:rsidRPr="00F978EC">
              <w:rPr>
                <w:sz w:val="20"/>
              </w:rPr>
              <w:t>с.Оброшине</w:t>
            </w:r>
            <w:proofErr w:type="spellEnd"/>
          </w:p>
          <w:p w14:paraId="05210B72" w14:textId="26A46B6A" w:rsidR="00D612BD" w:rsidRPr="00854730" w:rsidRDefault="00D612BD" w:rsidP="00D612BD">
            <w:pPr>
              <w:jc w:val="center"/>
              <w:rPr>
                <w:noProof/>
                <w:sz w:val="20"/>
                <w:szCs w:val="20"/>
              </w:rPr>
            </w:pPr>
            <w:r w:rsidRPr="00F978EC">
              <w:rPr>
                <w:sz w:val="20"/>
              </w:rPr>
              <w:t>067-785-37-</w:t>
            </w:r>
            <w:r w:rsidRPr="00F978EC">
              <w:rPr>
                <w:spacing w:val="-5"/>
                <w:sz w:val="20"/>
              </w:rPr>
              <w:t>47</w:t>
            </w:r>
          </w:p>
        </w:tc>
        <w:tc>
          <w:tcPr>
            <w:tcW w:w="994" w:type="dxa"/>
            <w:vAlign w:val="center"/>
          </w:tcPr>
          <w:p w14:paraId="5FC0D66D" w14:textId="0CB97895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18/-</w:t>
            </w:r>
          </w:p>
        </w:tc>
        <w:tc>
          <w:tcPr>
            <w:tcW w:w="3112" w:type="dxa"/>
            <w:vAlign w:val="center"/>
          </w:tcPr>
          <w:p w14:paraId="03EEEE6A" w14:textId="4253B303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559FA375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647EBDE4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D47CDA9" w14:textId="20074D7D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Рава-Руська 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76A9B391" w14:textId="53346E41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1D769625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Гійче</w:t>
            </w:r>
            <w:proofErr w:type="spellEnd"/>
          </w:p>
          <w:p w14:paraId="675AC686" w14:textId="696ADDCF" w:rsidR="00D612BD" w:rsidRPr="00854730" w:rsidRDefault="00D612BD" w:rsidP="00D612BD">
            <w:pPr>
              <w:jc w:val="center"/>
              <w:rPr>
                <w:noProof/>
                <w:sz w:val="20"/>
                <w:szCs w:val="20"/>
              </w:rPr>
            </w:pPr>
            <w:r w:rsidRPr="00F978EC">
              <w:rPr>
                <w:sz w:val="20"/>
              </w:rPr>
              <w:t>067-785-37-47</w:t>
            </w:r>
          </w:p>
        </w:tc>
        <w:tc>
          <w:tcPr>
            <w:tcW w:w="994" w:type="dxa"/>
            <w:vAlign w:val="center"/>
          </w:tcPr>
          <w:p w14:paraId="207EDE78" w14:textId="43CC3C45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5/1</w:t>
            </w:r>
          </w:p>
        </w:tc>
        <w:tc>
          <w:tcPr>
            <w:tcW w:w="3112" w:type="dxa"/>
            <w:vAlign w:val="center"/>
          </w:tcPr>
          <w:p w14:paraId="3E2968A0" w14:textId="0D30F664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2DFA039B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4D75F815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1BB1585" w14:textId="2A690D35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Комарнівська</w:t>
            </w:r>
            <w:proofErr w:type="spellEnd"/>
            <w:r w:rsidRPr="00F978EC">
              <w:rPr>
                <w:sz w:val="20"/>
              </w:rPr>
              <w:t xml:space="preserve"> 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41356BA1" w14:textId="1B2C6A8C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12002A7E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м. Комарно</w:t>
            </w:r>
          </w:p>
          <w:p w14:paraId="396ED0F0" w14:textId="2B6AEF01" w:rsidR="00D612BD" w:rsidRPr="00854730" w:rsidRDefault="00D612BD" w:rsidP="00D612BD">
            <w:pPr>
              <w:jc w:val="center"/>
              <w:rPr>
                <w:noProof/>
                <w:sz w:val="20"/>
                <w:szCs w:val="20"/>
              </w:rPr>
            </w:pPr>
            <w:r w:rsidRPr="00F978EC">
              <w:rPr>
                <w:sz w:val="20"/>
              </w:rPr>
              <w:t>(03231)-4-30-66</w:t>
            </w:r>
          </w:p>
        </w:tc>
        <w:tc>
          <w:tcPr>
            <w:tcW w:w="994" w:type="dxa"/>
            <w:vAlign w:val="center"/>
          </w:tcPr>
          <w:p w14:paraId="6B524BAB" w14:textId="405FBAED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8/1</w:t>
            </w:r>
          </w:p>
        </w:tc>
        <w:tc>
          <w:tcPr>
            <w:tcW w:w="3112" w:type="dxa"/>
            <w:vAlign w:val="center"/>
          </w:tcPr>
          <w:p w14:paraId="4F2DE012" w14:textId="3392ED77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7EA4D4BA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5AF7E990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3C83072" w14:textId="26ACC021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Зимноводівська</w:t>
            </w:r>
            <w:proofErr w:type="spellEnd"/>
            <w:r w:rsidRPr="00F978EC">
              <w:rPr>
                <w:sz w:val="20"/>
              </w:rPr>
              <w:t xml:space="preserve"> 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61F77E46" w14:textId="4C5379EB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39791499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Лапаївка</w:t>
            </w:r>
            <w:proofErr w:type="spellEnd"/>
          </w:p>
          <w:p w14:paraId="6EB41CD1" w14:textId="7517FE75" w:rsidR="00D612BD" w:rsidRPr="00854730" w:rsidRDefault="00D612BD" w:rsidP="00D612BD">
            <w:pPr>
              <w:jc w:val="center"/>
              <w:rPr>
                <w:noProof/>
                <w:sz w:val="20"/>
                <w:szCs w:val="20"/>
              </w:rPr>
            </w:pPr>
            <w:r w:rsidRPr="00F978EC">
              <w:rPr>
                <w:sz w:val="20"/>
              </w:rPr>
              <w:t>(03229)-5-22-07</w:t>
            </w:r>
          </w:p>
        </w:tc>
        <w:tc>
          <w:tcPr>
            <w:tcW w:w="994" w:type="dxa"/>
            <w:vAlign w:val="center"/>
          </w:tcPr>
          <w:p w14:paraId="0EC27284" w14:textId="3489B648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24/1</w:t>
            </w:r>
          </w:p>
        </w:tc>
        <w:tc>
          <w:tcPr>
            <w:tcW w:w="3112" w:type="dxa"/>
            <w:vAlign w:val="center"/>
          </w:tcPr>
          <w:p w14:paraId="54AFFDB4" w14:textId="2222B1AA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D612BD" w:rsidRPr="00854730" w14:paraId="2B6DAB79" w14:textId="77777777" w:rsidTr="00854730">
        <w:trPr>
          <w:trHeight w:val="124"/>
        </w:trPr>
        <w:tc>
          <w:tcPr>
            <w:tcW w:w="598" w:type="dxa"/>
            <w:gridSpan w:val="4"/>
            <w:vAlign w:val="center"/>
          </w:tcPr>
          <w:p w14:paraId="4DC39FBF" w14:textId="77777777" w:rsidR="00D612BD" w:rsidRPr="00854730" w:rsidRDefault="00D612BD" w:rsidP="00D612BD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4D44537" w14:textId="28068181" w:rsidR="00D612BD" w:rsidRPr="00854730" w:rsidRDefault="00D612BD" w:rsidP="00D612BD">
            <w:pPr>
              <w:ind w:firstLine="119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Пустомитівська 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3E703F39" w14:textId="1CA2F4ED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329AF161" w14:textId="77777777" w:rsidR="00D612BD" w:rsidRPr="00F978EC" w:rsidRDefault="00D612BD" w:rsidP="00D612BD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с. Містки</w:t>
            </w:r>
          </w:p>
          <w:p w14:paraId="73364B4A" w14:textId="7D2AE270" w:rsidR="00D612BD" w:rsidRPr="00854730" w:rsidRDefault="00D612BD" w:rsidP="00D612BD">
            <w:pPr>
              <w:jc w:val="center"/>
              <w:rPr>
                <w:noProof/>
                <w:sz w:val="20"/>
                <w:szCs w:val="20"/>
              </w:rPr>
            </w:pPr>
            <w:r w:rsidRPr="00F978EC">
              <w:rPr>
                <w:sz w:val="20"/>
              </w:rPr>
              <w:t>(380)97-549-30-42</w:t>
            </w:r>
          </w:p>
        </w:tc>
        <w:tc>
          <w:tcPr>
            <w:tcW w:w="994" w:type="dxa"/>
            <w:vAlign w:val="center"/>
          </w:tcPr>
          <w:p w14:paraId="04F35112" w14:textId="713DD879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12/1</w:t>
            </w:r>
          </w:p>
        </w:tc>
        <w:tc>
          <w:tcPr>
            <w:tcW w:w="3112" w:type="dxa"/>
            <w:vAlign w:val="center"/>
          </w:tcPr>
          <w:p w14:paraId="0579C455" w14:textId="6CA68879" w:rsidR="00D612BD" w:rsidRPr="00854730" w:rsidRDefault="00D612BD" w:rsidP="00D612BD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96A5C" w:rsidRPr="00296A5C" w14:paraId="78922B98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6D79E6A5" w14:textId="7A499032" w:rsidR="00D612BD" w:rsidRPr="00296A5C" w:rsidRDefault="00296A5C" w:rsidP="00D612BD">
            <w:pPr>
              <w:jc w:val="center"/>
              <w:rPr>
                <w:b/>
                <w:sz w:val="20"/>
                <w:szCs w:val="20"/>
              </w:rPr>
            </w:pPr>
            <w:r w:rsidRPr="00F978EC">
              <w:rPr>
                <w:b/>
                <w:sz w:val="20"/>
              </w:rPr>
              <w:t>САМБІРСЬКИЙ</w:t>
            </w:r>
            <w:r w:rsidRPr="00F978EC">
              <w:rPr>
                <w:b/>
                <w:spacing w:val="-8"/>
                <w:sz w:val="20"/>
              </w:rPr>
              <w:t xml:space="preserve"> </w:t>
            </w:r>
            <w:r w:rsidRPr="00F978EC">
              <w:rPr>
                <w:b/>
                <w:spacing w:val="-2"/>
                <w:sz w:val="20"/>
              </w:rPr>
              <w:t>РАЙОН</w:t>
            </w:r>
          </w:p>
        </w:tc>
      </w:tr>
      <w:tr w:rsidR="002D0997" w:rsidRPr="00296A5C" w14:paraId="1AFA2376" w14:textId="77777777" w:rsidTr="0052734F">
        <w:trPr>
          <w:trHeight w:val="124"/>
        </w:trPr>
        <w:tc>
          <w:tcPr>
            <w:tcW w:w="598" w:type="dxa"/>
            <w:gridSpan w:val="4"/>
          </w:tcPr>
          <w:p w14:paraId="1A9F568A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DC7AA65" w14:textId="6E37060D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18372E">
              <w:rPr>
                <w:sz w:val="20"/>
                <w:szCs w:val="20"/>
              </w:rPr>
              <w:t>Бісковицька</w:t>
            </w:r>
            <w:proofErr w:type="spellEnd"/>
            <w:r w:rsidRPr="0018372E">
              <w:rPr>
                <w:spacing w:val="45"/>
                <w:sz w:val="20"/>
                <w:szCs w:val="20"/>
              </w:rPr>
              <w:t xml:space="preserve"> </w:t>
            </w:r>
            <w:r w:rsidRPr="0018372E">
              <w:rPr>
                <w:sz w:val="20"/>
                <w:szCs w:val="20"/>
              </w:rPr>
              <w:t xml:space="preserve">територіальна </w:t>
            </w:r>
            <w:r w:rsidRPr="0018372E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1FE0E2B9" w14:textId="4FEFFFF5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453B2EBF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Воютичі</w:t>
            </w:r>
            <w:proofErr w:type="spellEnd"/>
          </w:p>
          <w:p w14:paraId="284C1697" w14:textId="0A7D3FF0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(03236)-4-23-88</w:t>
            </w:r>
          </w:p>
        </w:tc>
        <w:tc>
          <w:tcPr>
            <w:tcW w:w="994" w:type="dxa"/>
            <w:vAlign w:val="center"/>
          </w:tcPr>
          <w:p w14:paraId="0A0B59FA" w14:textId="020A98E8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6/1</w:t>
            </w:r>
          </w:p>
        </w:tc>
        <w:tc>
          <w:tcPr>
            <w:tcW w:w="3112" w:type="dxa"/>
            <w:vAlign w:val="center"/>
          </w:tcPr>
          <w:p w14:paraId="70878B5B" w14:textId="6B98B107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021F1CC1" w14:textId="77777777" w:rsidTr="0052734F">
        <w:trPr>
          <w:trHeight w:val="124"/>
        </w:trPr>
        <w:tc>
          <w:tcPr>
            <w:tcW w:w="598" w:type="dxa"/>
            <w:gridSpan w:val="4"/>
          </w:tcPr>
          <w:p w14:paraId="4F42B457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D0D52FC" w14:textId="5BCC54F3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18372E">
              <w:rPr>
                <w:sz w:val="20"/>
                <w:szCs w:val="20"/>
              </w:rPr>
              <w:t>Бісковицька</w:t>
            </w:r>
            <w:proofErr w:type="spellEnd"/>
            <w:r w:rsidRPr="0018372E">
              <w:rPr>
                <w:spacing w:val="-5"/>
                <w:sz w:val="20"/>
                <w:szCs w:val="20"/>
              </w:rPr>
              <w:t xml:space="preserve"> </w:t>
            </w:r>
            <w:r w:rsidRPr="0018372E">
              <w:rPr>
                <w:sz w:val="20"/>
                <w:szCs w:val="20"/>
              </w:rPr>
              <w:t xml:space="preserve">територіальна </w:t>
            </w:r>
            <w:r w:rsidRPr="0018372E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13355E2C" w14:textId="48E3E557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69E20622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 xml:space="preserve">с. Воля </w:t>
            </w:r>
            <w:proofErr w:type="spellStart"/>
            <w:r w:rsidRPr="00F978EC">
              <w:rPr>
                <w:sz w:val="20"/>
              </w:rPr>
              <w:t>Баранецька</w:t>
            </w:r>
            <w:proofErr w:type="spellEnd"/>
            <w:r w:rsidRPr="00F978EC">
              <w:rPr>
                <w:sz w:val="20"/>
              </w:rPr>
              <w:t>,</w:t>
            </w:r>
          </w:p>
          <w:p w14:paraId="016A828C" w14:textId="1F1223CA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(03236)-4-23-88</w:t>
            </w:r>
          </w:p>
        </w:tc>
        <w:tc>
          <w:tcPr>
            <w:tcW w:w="994" w:type="dxa"/>
            <w:vAlign w:val="center"/>
          </w:tcPr>
          <w:p w14:paraId="6E1EF00D" w14:textId="15F3C345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3/1</w:t>
            </w:r>
          </w:p>
        </w:tc>
        <w:tc>
          <w:tcPr>
            <w:tcW w:w="3112" w:type="dxa"/>
            <w:vAlign w:val="center"/>
          </w:tcPr>
          <w:p w14:paraId="33EC0F99" w14:textId="4396DB19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2F83815A" w14:textId="77777777" w:rsidTr="0052734F">
        <w:trPr>
          <w:trHeight w:val="124"/>
        </w:trPr>
        <w:tc>
          <w:tcPr>
            <w:tcW w:w="598" w:type="dxa"/>
            <w:gridSpan w:val="4"/>
          </w:tcPr>
          <w:p w14:paraId="2CB373DB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B707039" w14:textId="0D602E4B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r w:rsidRPr="0018372E">
              <w:rPr>
                <w:sz w:val="20"/>
                <w:szCs w:val="20"/>
              </w:rPr>
              <w:t>Боринська</w:t>
            </w:r>
            <w:r w:rsidRPr="0018372E">
              <w:rPr>
                <w:spacing w:val="46"/>
                <w:sz w:val="20"/>
                <w:szCs w:val="20"/>
              </w:rPr>
              <w:t xml:space="preserve"> </w:t>
            </w:r>
            <w:r w:rsidRPr="0018372E">
              <w:rPr>
                <w:sz w:val="20"/>
                <w:szCs w:val="20"/>
              </w:rPr>
              <w:t>територіальна</w:t>
            </w:r>
            <w:r w:rsidRPr="0018372E">
              <w:rPr>
                <w:spacing w:val="-1"/>
                <w:sz w:val="20"/>
                <w:szCs w:val="20"/>
              </w:rPr>
              <w:t xml:space="preserve"> </w:t>
            </w:r>
            <w:r w:rsidRPr="0018372E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38E287B" w14:textId="3DDCAF6A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564249E0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pacing w:val="-3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Верхнє</w:t>
            </w:r>
          </w:p>
          <w:p w14:paraId="1FB3AE35" w14:textId="48190472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(03269)-3-41-18</w:t>
            </w:r>
          </w:p>
        </w:tc>
        <w:tc>
          <w:tcPr>
            <w:tcW w:w="994" w:type="dxa"/>
            <w:vAlign w:val="center"/>
          </w:tcPr>
          <w:p w14:paraId="4B2EF195" w14:textId="02CC5CBD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3/1</w:t>
            </w:r>
          </w:p>
        </w:tc>
        <w:tc>
          <w:tcPr>
            <w:tcW w:w="3112" w:type="dxa"/>
            <w:vAlign w:val="center"/>
          </w:tcPr>
          <w:p w14:paraId="62F6C229" w14:textId="750E7189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4457C8AA" w14:textId="77777777" w:rsidTr="0052734F">
        <w:trPr>
          <w:trHeight w:val="124"/>
        </w:trPr>
        <w:tc>
          <w:tcPr>
            <w:tcW w:w="598" w:type="dxa"/>
            <w:gridSpan w:val="4"/>
          </w:tcPr>
          <w:p w14:paraId="4A5D28D3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2F3F1A8" w14:textId="46267B6C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Старосамбірська територіальна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138AA40F" w14:textId="4D59C94E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088CA4D5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</w:pPr>
            <w:r w:rsidRPr="00F978EC">
              <w:rPr>
                <w:sz w:val="20"/>
                <w:szCs w:val="20"/>
              </w:rPr>
              <w:t>с.</w:t>
            </w:r>
            <w:r w:rsidRPr="00F978EC">
              <w:t xml:space="preserve"> </w:t>
            </w:r>
            <w:r w:rsidRPr="00F978EC">
              <w:rPr>
                <w:sz w:val="20"/>
                <w:szCs w:val="20"/>
              </w:rPr>
              <w:t>Стара Сіль</w:t>
            </w:r>
          </w:p>
          <w:p w14:paraId="48C487D3" w14:textId="169C3DA6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t>(03238)-2-18-17</w:t>
            </w:r>
          </w:p>
        </w:tc>
        <w:tc>
          <w:tcPr>
            <w:tcW w:w="994" w:type="dxa"/>
            <w:vAlign w:val="center"/>
          </w:tcPr>
          <w:p w14:paraId="369B8238" w14:textId="02F5BA9D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3/1</w:t>
            </w:r>
          </w:p>
        </w:tc>
        <w:tc>
          <w:tcPr>
            <w:tcW w:w="3112" w:type="dxa"/>
            <w:vAlign w:val="center"/>
          </w:tcPr>
          <w:p w14:paraId="06DF6CA6" w14:textId="2804BA15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3BD92BD4" w14:textId="77777777" w:rsidTr="0052734F">
        <w:trPr>
          <w:trHeight w:val="124"/>
        </w:trPr>
        <w:tc>
          <w:tcPr>
            <w:tcW w:w="598" w:type="dxa"/>
            <w:gridSpan w:val="4"/>
          </w:tcPr>
          <w:p w14:paraId="78C7C33E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29A2639" w14:textId="58636F14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Добромильська</w:t>
            </w:r>
            <w:proofErr w:type="spellEnd"/>
            <w:r w:rsidRPr="00F978EC">
              <w:rPr>
                <w:sz w:val="20"/>
              </w:rPr>
              <w:t xml:space="preserve"> територіальна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0EB92690" w14:textId="79A92CA0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6A21F893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proofErr w:type="spellStart"/>
            <w:r w:rsidRPr="00F978EC">
              <w:rPr>
                <w:sz w:val="20"/>
              </w:rPr>
              <w:t>сел</w:t>
            </w:r>
            <w:proofErr w:type="spellEnd"/>
            <w:r w:rsidRPr="00F978EC">
              <w:rPr>
                <w:sz w:val="20"/>
              </w:rPr>
              <w:t>. Нижанковичі</w:t>
            </w:r>
          </w:p>
          <w:p w14:paraId="70090B39" w14:textId="344A0262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(380)96-05-04-163</w:t>
            </w:r>
          </w:p>
        </w:tc>
        <w:tc>
          <w:tcPr>
            <w:tcW w:w="994" w:type="dxa"/>
            <w:vAlign w:val="center"/>
          </w:tcPr>
          <w:p w14:paraId="26006A4B" w14:textId="164A416C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7/1</w:t>
            </w:r>
          </w:p>
        </w:tc>
        <w:tc>
          <w:tcPr>
            <w:tcW w:w="3112" w:type="dxa"/>
            <w:vAlign w:val="center"/>
          </w:tcPr>
          <w:p w14:paraId="78FA77F7" w14:textId="39BC7B37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34F982DD" w14:textId="77777777" w:rsidTr="0052734F">
        <w:trPr>
          <w:trHeight w:val="124"/>
        </w:trPr>
        <w:tc>
          <w:tcPr>
            <w:tcW w:w="598" w:type="dxa"/>
            <w:gridSpan w:val="4"/>
          </w:tcPr>
          <w:p w14:paraId="3B99875C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BEAAA4B" w14:textId="0ECFC28D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Старосамбірська</w:t>
            </w:r>
            <w:r w:rsidRPr="00F978EC">
              <w:rPr>
                <w:spacing w:val="-6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4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4493B8DE" w14:textId="53675F55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3FC11DFD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Волошиново</w:t>
            </w:r>
            <w:proofErr w:type="spellEnd"/>
          </w:p>
          <w:p w14:paraId="7227EA45" w14:textId="6EA85224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096-279-99-</w:t>
            </w:r>
            <w:r w:rsidRPr="00F978EC">
              <w:rPr>
                <w:spacing w:val="-5"/>
                <w:sz w:val="20"/>
              </w:rPr>
              <w:t>26</w:t>
            </w:r>
          </w:p>
        </w:tc>
        <w:tc>
          <w:tcPr>
            <w:tcW w:w="994" w:type="dxa"/>
            <w:vAlign w:val="center"/>
          </w:tcPr>
          <w:p w14:paraId="0053602B" w14:textId="4A642A1C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3/1</w:t>
            </w:r>
          </w:p>
        </w:tc>
        <w:tc>
          <w:tcPr>
            <w:tcW w:w="3112" w:type="dxa"/>
            <w:vAlign w:val="center"/>
          </w:tcPr>
          <w:p w14:paraId="199CF1EB" w14:textId="7FB057E6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1D6600EE" w14:textId="77777777" w:rsidTr="0052734F">
        <w:trPr>
          <w:trHeight w:val="124"/>
        </w:trPr>
        <w:tc>
          <w:tcPr>
            <w:tcW w:w="598" w:type="dxa"/>
            <w:gridSpan w:val="4"/>
          </w:tcPr>
          <w:p w14:paraId="726D3336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252A51D" w14:textId="2B2909B1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Хирівська 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1795252D" w14:textId="60659DF2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3569342B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pacing w:val="-1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Скелівка</w:t>
            </w:r>
          </w:p>
          <w:p w14:paraId="4FBFE871" w14:textId="200314A3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(03238)-2-58-00</w:t>
            </w:r>
          </w:p>
        </w:tc>
        <w:tc>
          <w:tcPr>
            <w:tcW w:w="994" w:type="dxa"/>
            <w:vAlign w:val="center"/>
          </w:tcPr>
          <w:p w14:paraId="104520A1" w14:textId="313B81D7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47017157" w14:textId="52F0D9AA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7D589AA4" w14:textId="77777777" w:rsidTr="0052734F">
        <w:trPr>
          <w:trHeight w:val="124"/>
        </w:trPr>
        <w:tc>
          <w:tcPr>
            <w:tcW w:w="598" w:type="dxa"/>
            <w:gridSpan w:val="4"/>
          </w:tcPr>
          <w:p w14:paraId="4276380D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C511114" w14:textId="7CDB3050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Добромильська</w:t>
            </w:r>
            <w:proofErr w:type="spellEnd"/>
            <w:r w:rsidRPr="00F978EC">
              <w:rPr>
                <w:spacing w:val="-6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5D091B9C" w14:textId="7FD959EE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505BFCD1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pacing w:val="-4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4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Міженець</w:t>
            </w:r>
            <w:proofErr w:type="spellEnd"/>
          </w:p>
          <w:p w14:paraId="4175065D" w14:textId="73FEB36B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096-05-04-163</w:t>
            </w:r>
          </w:p>
        </w:tc>
        <w:tc>
          <w:tcPr>
            <w:tcW w:w="994" w:type="dxa"/>
            <w:vAlign w:val="center"/>
          </w:tcPr>
          <w:p w14:paraId="4181FDB2" w14:textId="0D35F361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5/1</w:t>
            </w:r>
          </w:p>
        </w:tc>
        <w:tc>
          <w:tcPr>
            <w:tcW w:w="3112" w:type="dxa"/>
            <w:vAlign w:val="center"/>
          </w:tcPr>
          <w:p w14:paraId="32EE5C53" w14:textId="69C68C1B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79996D43" w14:textId="77777777" w:rsidTr="0052734F">
        <w:trPr>
          <w:trHeight w:val="124"/>
        </w:trPr>
        <w:tc>
          <w:tcPr>
            <w:tcW w:w="598" w:type="dxa"/>
            <w:gridSpan w:val="4"/>
          </w:tcPr>
          <w:p w14:paraId="52D4D89D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A86E8FC" w14:textId="00F9C6AC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Стрілківська</w:t>
            </w:r>
            <w:proofErr w:type="spellEnd"/>
            <w:r w:rsidRPr="00F978EC">
              <w:rPr>
                <w:spacing w:val="49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34A4DF3E" w14:textId="09476651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132CDCE3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z w:val="20"/>
              </w:rPr>
              <w:t>Стрілки</w:t>
            </w:r>
          </w:p>
          <w:p w14:paraId="3415233E" w14:textId="3B22BCEE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(097) 210-20-</w:t>
            </w:r>
            <w:r w:rsidRPr="00F978EC">
              <w:rPr>
                <w:spacing w:val="-5"/>
                <w:sz w:val="20"/>
              </w:rPr>
              <w:t>20</w:t>
            </w:r>
          </w:p>
        </w:tc>
        <w:tc>
          <w:tcPr>
            <w:tcW w:w="994" w:type="dxa"/>
            <w:vAlign w:val="center"/>
          </w:tcPr>
          <w:p w14:paraId="29F5D392" w14:textId="3EB6CB18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3/1</w:t>
            </w:r>
          </w:p>
        </w:tc>
        <w:tc>
          <w:tcPr>
            <w:tcW w:w="3112" w:type="dxa"/>
            <w:vAlign w:val="center"/>
          </w:tcPr>
          <w:p w14:paraId="56C25DE8" w14:textId="059A2499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4FED4631" w14:textId="77777777" w:rsidTr="0052734F">
        <w:trPr>
          <w:trHeight w:val="124"/>
        </w:trPr>
        <w:tc>
          <w:tcPr>
            <w:tcW w:w="598" w:type="dxa"/>
            <w:gridSpan w:val="4"/>
          </w:tcPr>
          <w:p w14:paraId="06E41127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672B6B1" w14:textId="057AC300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Добромильська</w:t>
            </w:r>
            <w:proofErr w:type="spellEnd"/>
            <w:r w:rsidRPr="00F978EC">
              <w:rPr>
                <w:spacing w:val="-6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9D7A6FA" w14:textId="51977A11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3B32B851" w14:textId="77777777" w:rsidR="002D0997" w:rsidRPr="00F978EC" w:rsidRDefault="002D0997" w:rsidP="002D0997">
            <w:pPr>
              <w:tabs>
                <w:tab w:val="left" w:pos="8174"/>
              </w:tabs>
              <w:ind w:left="126" w:right="163"/>
              <w:jc w:val="center"/>
              <w:rPr>
                <w:spacing w:val="-1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Комаровичі</w:t>
            </w:r>
            <w:proofErr w:type="spellEnd"/>
          </w:p>
          <w:p w14:paraId="512D9644" w14:textId="23D5C29C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096-05-04-163</w:t>
            </w:r>
          </w:p>
        </w:tc>
        <w:tc>
          <w:tcPr>
            <w:tcW w:w="994" w:type="dxa"/>
            <w:vAlign w:val="center"/>
          </w:tcPr>
          <w:p w14:paraId="5CEA998D" w14:textId="5A97A393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2F1190D0" w14:textId="066B347E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6DE33863" w14:textId="77777777" w:rsidTr="0052734F">
        <w:trPr>
          <w:trHeight w:val="124"/>
        </w:trPr>
        <w:tc>
          <w:tcPr>
            <w:tcW w:w="598" w:type="dxa"/>
            <w:gridSpan w:val="4"/>
          </w:tcPr>
          <w:p w14:paraId="701D0CEE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586095D" w14:textId="59C98370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Боринська</w:t>
            </w:r>
            <w:r w:rsidRPr="00F978EC">
              <w:rPr>
                <w:spacing w:val="46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221F4DA" w14:textId="22C44C56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5FB14141" w14:textId="77777777" w:rsidR="002D0997" w:rsidRPr="00F978EC" w:rsidRDefault="002D0997" w:rsidP="002D0997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pacing w:val="-2"/>
                <w:sz w:val="20"/>
              </w:rPr>
            </w:pPr>
            <w:r w:rsidRPr="00F978EC">
              <w:rPr>
                <w:sz w:val="20"/>
              </w:rPr>
              <w:t xml:space="preserve">с. Нижня </w:t>
            </w:r>
            <w:r w:rsidRPr="00F978EC">
              <w:rPr>
                <w:spacing w:val="-2"/>
                <w:sz w:val="20"/>
              </w:rPr>
              <w:t>Яблунька</w:t>
            </w:r>
          </w:p>
          <w:p w14:paraId="0BBB0E4A" w14:textId="2E21356E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(03269)-3-41-18</w:t>
            </w:r>
          </w:p>
        </w:tc>
        <w:tc>
          <w:tcPr>
            <w:tcW w:w="994" w:type="dxa"/>
            <w:vAlign w:val="center"/>
          </w:tcPr>
          <w:p w14:paraId="221FDE1D" w14:textId="4B0B7622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3/1</w:t>
            </w:r>
          </w:p>
        </w:tc>
        <w:tc>
          <w:tcPr>
            <w:tcW w:w="3112" w:type="dxa"/>
            <w:vAlign w:val="center"/>
          </w:tcPr>
          <w:p w14:paraId="3B98BEF9" w14:textId="11BFC089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30997277" w14:textId="77777777" w:rsidTr="0052734F">
        <w:trPr>
          <w:trHeight w:val="124"/>
        </w:trPr>
        <w:tc>
          <w:tcPr>
            <w:tcW w:w="598" w:type="dxa"/>
            <w:gridSpan w:val="4"/>
          </w:tcPr>
          <w:p w14:paraId="022A1501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37466AF" w14:textId="0449F481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Боринська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43941E92" w14:textId="2435BD33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3CA81A2E" w14:textId="77777777" w:rsidR="002D0997" w:rsidRPr="00F978EC" w:rsidRDefault="002D0997" w:rsidP="002D0997">
            <w:pPr>
              <w:pStyle w:val="TableParagraph"/>
              <w:tabs>
                <w:tab w:val="left" w:pos="8174"/>
              </w:tabs>
              <w:spacing w:line="230" w:lineRule="exact"/>
              <w:ind w:left="126" w:right="163"/>
              <w:rPr>
                <w:spacing w:val="-2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5"/>
                <w:sz w:val="20"/>
              </w:rPr>
              <w:t xml:space="preserve"> </w:t>
            </w:r>
            <w:r w:rsidRPr="00F978EC">
              <w:rPr>
                <w:sz w:val="20"/>
              </w:rPr>
              <w:t>Верхнє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Висоцьке</w:t>
            </w:r>
          </w:p>
          <w:p w14:paraId="24658D19" w14:textId="18012996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(03269)-3-41-18</w:t>
            </w:r>
          </w:p>
        </w:tc>
        <w:tc>
          <w:tcPr>
            <w:tcW w:w="994" w:type="dxa"/>
            <w:vAlign w:val="center"/>
          </w:tcPr>
          <w:p w14:paraId="66E2CB8D" w14:textId="7FA50EEB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9/1</w:t>
            </w:r>
          </w:p>
        </w:tc>
        <w:tc>
          <w:tcPr>
            <w:tcW w:w="3112" w:type="dxa"/>
            <w:vAlign w:val="center"/>
          </w:tcPr>
          <w:p w14:paraId="25A7C767" w14:textId="7A3A4CBF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96A5C" w14:paraId="4CE38907" w14:textId="77777777" w:rsidTr="0052734F">
        <w:trPr>
          <w:trHeight w:val="124"/>
        </w:trPr>
        <w:tc>
          <w:tcPr>
            <w:tcW w:w="598" w:type="dxa"/>
            <w:gridSpan w:val="4"/>
          </w:tcPr>
          <w:p w14:paraId="092F3405" w14:textId="77777777" w:rsidR="002D0997" w:rsidRPr="00296A5C" w:rsidRDefault="002D0997" w:rsidP="002D0997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2EB6899" w14:textId="299F3380" w:rsidR="002D0997" w:rsidRPr="00296A5C" w:rsidRDefault="002D0997" w:rsidP="002D0997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Турківська</w:t>
            </w:r>
            <w:r w:rsidRPr="00F978EC">
              <w:rPr>
                <w:spacing w:val="49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4C18AC0B" w14:textId="5B876F91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5D0051C" w14:textId="77777777" w:rsidR="002D0997" w:rsidRPr="00F978EC" w:rsidRDefault="002D0997" w:rsidP="002D0997">
            <w:pPr>
              <w:tabs>
                <w:tab w:val="left" w:pos="8174"/>
              </w:tabs>
              <w:spacing w:line="230" w:lineRule="exact"/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Лімна</w:t>
            </w:r>
            <w:proofErr w:type="spellEnd"/>
          </w:p>
          <w:p w14:paraId="698D0294" w14:textId="4860F18B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2"/>
                <w:sz w:val="20"/>
              </w:rPr>
              <w:t>(03269)-3-14-92</w:t>
            </w:r>
          </w:p>
        </w:tc>
        <w:tc>
          <w:tcPr>
            <w:tcW w:w="994" w:type="dxa"/>
            <w:vAlign w:val="center"/>
          </w:tcPr>
          <w:p w14:paraId="61A8C6C6" w14:textId="4A1F2A67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2/1</w:t>
            </w:r>
          </w:p>
        </w:tc>
        <w:tc>
          <w:tcPr>
            <w:tcW w:w="3112" w:type="dxa"/>
            <w:vAlign w:val="center"/>
          </w:tcPr>
          <w:p w14:paraId="22DE800F" w14:textId="28AA8125" w:rsidR="002D0997" w:rsidRPr="00296A5C" w:rsidRDefault="002D0997" w:rsidP="002D0997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2D0997" w:rsidRPr="002D0997" w14:paraId="4AE4F99D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0A0708B0" w14:textId="2AF19533" w:rsidR="002D0997" w:rsidRPr="002D0997" w:rsidRDefault="002D0997" w:rsidP="002D0997">
            <w:pPr>
              <w:jc w:val="center"/>
              <w:rPr>
                <w:b/>
                <w:sz w:val="20"/>
                <w:szCs w:val="20"/>
              </w:rPr>
            </w:pPr>
            <w:r w:rsidRPr="00F978EC">
              <w:rPr>
                <w:b/>
                <w:sz w:val="20"/>
              </w:rPr>
              <w:t xml:space="preserve">СТРИЙСЬКИЙ </w:t>
            </w:r>
            <w:r w:rsidRPr="00F978EC">
              <w:rPr>
                <w:b/>
                <w:spacing w:val="-4"/>
                <w:sz w:val="20"/>
              </w:rPr>
              <w:t>РАЙОН</w:t>
            </w:r>
          </w:p>
        </w:tc>
      </w:tr>
      <w:tr w:rsidR="0047334C" w:rsidRPr="002D0997" w14:paraId="3471A91F" w14:textId="77777777" w:rsidTr="00D06DBD">
        <w:trPr>
          <w:trHeight w:val="124"/>
        </w:trPr>
        <w:tc>
          <w:tcPr>
            <w:tcW w:w="598" w:type="dxa"/>
            <w:gridSpan w:val="4"/>
          </w:tcPr>
          <w:p w14:paraId="4D48E648" w14:textId="77777777" w:rsidR="0047334C" w:rsidRPr="002D0997" w:rsidRDefault="0047334C" w:rsidP="0047334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0B747BB" w14:textId="451BE921" w:rsidR="0047334C" w:rsidRPr="002D0997" w:rsidRDefault="0047334C" w:rsidP="0047334C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Стрийська</w:t>
            </w:r>
            <w:r w:rsidRPr="00F978EC">
              <w:rPr>
                <w:spacing w:val="50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12476FCF" w14:textId="5ACB77DF" w:rsidR="0047334C" w:rsidRPr="002D0997" w:rsidRDefault="0047334C" w:rsidP="0047334C">
            <w:pPr>
              <w:jc w:val="center"/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4AC27A88" w14:textId="77777777" w:rsidR="0047334C" w:rsidRPr="00F978EC" w:rsidRDefault="0047334C" w:rsidP="0047334C">
            <w:pPr>
              <w:tabs>
                <w:tab w:val="left" w:pos="8174"/>
              </w:tabs>
              <w:spacing w:line="230" w:lineRule="exact"/>
              <w:ind w:left="126" w:right="163"/>
              <w:jc w:val="center"/>
              <w:rPr>
                <w:spacing w:val="10"/>
                <w:sz w:val="20"/>
              </w:rPr>
            </w:pPr>
            <w:r w:rsidRPr="00F978EC">
              <w:rPr>
                <w:sz w:val="20"/>
              </w:rPr>
              <w:t>смт. Дашава</w:t>
            </w:r>
          </w:p>
          <w:p w14:paraId="5E7053E2" w14:textId="21E3890D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(245) 3-74-</w:t>
            </w:r>
            <w:r w:rsidRPr="00F978EC">
              <w:rPr>
                <w:spacing w:val="-5"/>
                <w:sz w:val="20"/>
              </w:rPr>
              <w:t>18</w:t>
            </w:r>
          </w:p>
        </w:tc>
        <w:tc>
          <w:tcPr>
            <w:tcW w:w="994" w:type="dxa"/>
            <w:vAlign w:val="center"/>
          </w:tcPr>
          <w:p w14:paraId="164EEE01" w14:textId="310D82CD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9/2</w:t>
            </w:r>
          </w:p>
        </w:tc>
        <w:tc>
          <w:tcPr>
            <w:tcW w:w="3112" w:type="dxa"/>
            <w:vAlign w:val="center"/>
          </w:tcPr>
          <w:p w14:paraId="6D0D5B3A" w14:textId="6E5FCC76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334C" w:rsidRPr="002D0997" w14:paraId="6B9D390C" w14:textId="77777777" w:rsidTr="00D06DBD">
        <w:trPr>
          <w:trHeight w:val="124"/>
        </w:trPr>
        <w:tc>
          <w:tcPr>
            <w:tcW w:w="598" w:type="dxa"/>
            <w:gridSpan w:val="4"/>
          </w:tcPr>
          <w:p w14:paraId="46D51228" w14:textId="77777777" w:rsidR="0047334C" w:rsidRPr="002D0997" w:rsidRDefault="0047334C" w:rsidP="0047334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266F1B" w14:textId="6C33AA79" w:rsidR="0047334C" w:rsidRPr="002D0997" w:rsidRDefault="0047334C" w:rsidP="0047334C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Миколаївська</w:t>
            </w:r>
            <w:r w:rsidRPr="00F978EC">
              <w:rPr>
                <w:spacing w:val="43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18815233" w14:textId="151FDB78" w:rsidR="0047334C" w:rsidRPr="002D0997" w:rsidRDefault="0047334C" w:rsidP="0047334C">
            <w:pPr>
              <w:jc w:val="center"/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023359A6" w14:textId="77777777" w:rsidR="0047334C" w:rsidRPr="00F978EC" w:rsidRDefault="0047334C" w:rsidP="0047334C">
            <w:pPr>
              <w:tabs>
                <w:tab w:val="left" w:pos="8174"/>
              </w:tabs>
              <w:spacing w:line="230" w:lineRule="exact"/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Більче</w:t>
            </w:r>
            <w:proofErr w:type="spellEnd"/>
          </w:p>
          <w:p w14:paraId="343B3DE1" w14:textId="0702DA9F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(241) 6-05-</w:t>
            </w:r>
            <w:r w:rsidRPr="00F978EC">
              <w:rPr>
                <w:spacing w:val="-5"/>
                <w:sz w:val="20"/>
              </w:rPr>
              <w:t>01</w:t>
            </w:r>
          </w:p>
        </w:tc>
        <w:tc>
          <w:tcPr>
            <w:tcW w:w="994" w:type="dxa"/>
            <w:vAlign w:val="center"/>
          </w:tcPr>
          <w:p w14:paraId="5FC1A1ED" w14:textId="1389CAC7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5/1</w:t>
            </w:r>
          </w:p>
        </w:tc>
        <w:tc>
          <w:tcPr>
            <w:tcW w:w="3112" w:type="dxa"/>
            <w:vAlign w:val="center"/>
          </w:tcPr>
          <w:p w14:paraId="226DDBFD" w14:textId="2834E391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334C" w:rsidRPr="002D0997" w14:paraId="77F4C970" w14:textId="77777777" w:rsidTr="00D06DBD">
        <w:trPr>
          <w:trHeight w:val="124"/>
        </w:trPr>
        <w:tc>
          <w:tcPr>
            <w:tcW w:w="598" w:type="dxa"/>
            <w:gridSpan w:val="4"/>
          </w:tcPr>
          <w:p w14:paraId="6A9DE184" w14:textId="77777777" w:rsidR="0047334C" w:rsidRPr="002D0997" w:rsidRDefault="0047334C" w:rsidP="0047334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5E178A4" w14:textId="100AED82" w:rsidR="0047334C" w:rsidRPr="002D0997" w:rsidRDefault="0047334C" w:rsidP="0047334C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Гніздичівська</w:t>
            </w:r>
            <w:proofErr w:type="spellEnd"/>
            <w:r w:rsidRPr="00F978EC">
              <w:rPr>
                <w:spacing w:val="43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75DE16CC" w14:textId="0E465C6C" w:rsidR="0047334C" w:rsidRPr="002D0997" w:rsidRDefault="0047334C" w:rsidP="0047334C">
            <w:pPr>
              <w:jc w:val="center"/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3C54624E" w14:textId="77777777" w:rsidR="0047334C" w:rsidRPr="00F978EC" w:rsidRDefault="0047334C" w:rsidP="0047334C">
            <w:pPr>
              <w:pStyle w:val="TableParagraph"/>
              <w:tabs>
                <w:tab w:val="left" w:pos="8174"/>
              </w:tabs>
              <w:ind w:left="126" w:right="163"/>
              <w:rPr>
                <w:spacing w:val="-4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z w:val="20"/>
              </w:rPr>
              <w:t>Гніздичів</w:t>
            </w:r>
          </w:p>
          <w:p w14:paraId="641D8D8A" w14:textId="0C4C1BF9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(239)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4-83-</w:t>
            </w:r>
            <w:r w:rsidRPr="00F978EC">
              <w:rPr>
                <w:spacing w:val="-5"/>
                <w:sz w:val="20"/>
              </w:rPr>
              <w:t xml:space="preserve">48, </w:t>
            </w:r>
            <w:r w:rsidRPr="00F978EC">
              <w:rPr>
                <w:color w:val="000000"/>
                <w:sz w:val="20"/>
                <w:shd w:val="clear" w:color="auto" w:fill="F2F2F2"/>
              </w:rPr>
              <w:t>096-435</w:t>
            </w:r>
            <w:r w:rsidRPr="00F978EC">
              <w:rPr>
                <w:color w:val="000000"/>
                <w:sz w:val="20"/>
              </w:rPr>
              <w:t>-72-</w:t>
            </w:r>
            <w:r w:rsidRPr="00F978EC">
              <w:rPr>
                <w:color w:val="000000"/>
                <w:spacing w:val="-5"/>
                <w:sz w:val="20"/>
              </w:rPr>
              <w:t>60</w:t>
            </w:r>
          </w:p>
        </w:tc>
        <w:tc>
          <w:tcPr>
            <w:tcW w:w="994" w:type="dxa"/>
            <w:vAlign w:val="center"/>
          </w:tcPr>
          <w:p w14:paraId="5CCBC3AB" w14:textId="5ED9E224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10/1</w:t>
            </w:r>
          </w:p>
        </w:tc>
        <w:tc>
          <w:tcPr>
            <w:tcW w:w="3112" w:type="dxa"/>
            <w:vAlign w:val="center"/>
          </w:tcPr>
          <w:p w14:paraId="101E5D7A" w14:textId="67C5723E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334C" w:rsidRPr="002D0997" w14:paraId="183DF186" w14:textId="77777777" w:rsidTr="00D06DBD">
        <w:trPr>
          <w:trHeight w:val="124"/>
        </w:trPr>
        <w:tc>
          <w:tcPr>
            <w:tcW w:w="598" w:type="dxa"/>
            <w:gridSpan w:val="4"/>
          </w:tcPr>
          <w:p w14:paraId="34128A39" w14:textId="77777777" w:rsidR="0047334C" w:rsidRPr="002D0997" w:rsidRDefault="0047334C" w:rsidP="0047334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64D8DE4" w14:textId="1CBC9555" w:rsidR="0047334C" w:rsidRPr="002D0997" w:rsidRDefault="0047334C" w:rsidP="0047334C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Стрийська</w:t>
            </w:r>
            <w:r w:rsidRPr="00F978EC">
              <w:rPr>
                <w:spacing w:val="50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8492DDC" w14:textId="09B9AB6F" w:rsidR="0047334C" w:rsidRPr="002D0997" w:rsidRDefault="0047334C" w:rsidP="0047334C">
            <w:pPr>
              <w:jc w:val="center"/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32F274BA" w14:textId="77777777" w:rsidR="0047334C" w:rsidRPr="00F978EC" w:rsidRDefault="0047334C" w:rsidP="0047334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с. Подорожне</w:t>
            </w:r>
          </w:p>
          <w:p w14:paraId="1A711615" w14:textId="1A74CE47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(03228)-8-05-43</w:t>
            </w:r>
          </w:p>
        </w:tc>
        <w:tc>
          <w:tcPr>
            <w:tcW w:w="994" w:type="dxa"/>
            <w:vAlign w:val="center"/>
          </w:tcPr>
          <w:p w14:paraId="7F68F034" w14:textId="0E1A30F2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77D3ED27" w14:textId="1DD45B67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334C" w:rsidRPr="002D0997" w14:paraId="08A28784" w14:textId="77777777" w:rsidTr="00D06DBD">
        <w:trPr>
          <w:trHeight w:val="124"/>
        </w:trPr>
        <w:tc>
          <w:tcPr>
            <w:tcW w:w="598" w:type="dxa"/>
            <w:gridSpan w:val="4"/>
          </w:tcPr>
          <w:p w14:paraId="65DC13DB" w14:textId="77777777" w:rsidR="0047334C" w:rsidRPr="002D0997" w:rsidRDefault="0047334C" w:rsidP="0047334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6F2A641" w14:textId="76C34DB0" w:rsidR="0047334C" w:rsidRPr="002D0997" w:rsidRDefault="0047334C" w:rsidP="0047334C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Миколаївська</w:t>
            </w:r>
            <w:r w:rsidRPr="00F978EC">
              <w:rPr>
                <w:spacing w:val="43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65E0E274" w14:textId="3D885FE2" w:rsidR="0047334C" w:rsidRPr="002D0997" w:rsidRDefault="0047334C" w:rsidP="0047334C">
            <w:pPr>
              <w:jc w:val="center"/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33D34030" w14:textId="77777777" w:rsidR="0047334C" w:rsidRPr="00F978EC" w:rsidRDefault="0047334C" w:rsidP="0047334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с. Гірське</w:t>
            </w:r>
          </w:p>
          <w:p w14:paraId="7F5C69FB" w14:textId="4A52382B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(03241)-5-12-71</w:t>
            </w:r>
          </w:p>
        </w:tc>
        <w:tc>
          <w:tcPr>
            <w:tcW w:w="994" w:type="dxa"/>
            <w:vAlign w:val="center"/>
          </w:tcPr>
          <w:p w14:paraId="175ACD54" w14:textId="4F41B571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10/1</w:t>
            </w:r>
          </w:p>
        </w:tc>
        <w:tc>
          <w:tcPr>
            <w:tcW w:w="3112" w:type="dxa"/>
            <w:vAlign w:val="center"/>
          </w:tcPr>
          <w:p w14:paraId="1183CED5" w14:textId="26DA9881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334C" w:rsidRPr="002D0997" w14:paraId="62DC37D1" w14:textId="77777777" w:rsidTr="00D06DBD">
        <w:trPr>
          <w:trHeight w:val="124"/>
        </w:trPr>
        <w:tc>
          <w:tcPr>
            <w:tcW w:w="598" w:type="dxa"/>
            <w:gridSpan w:val="4"/>
          </w:tcPr>
          <w:p w14:paraId="721697B8" w14:textId="77777777" w:rsidR="0047334C" w:rsidRPr="002D0997" w:rsidRDefault="0047334C" w:rsidP="0047334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7C767FA" w14:textId="2B194848" w:rsidR="0047334C" w:rsidRPr="002D0997" w:rsidRDefault="0047334C" w:rsidP="0047334C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Миколаївська</w:t>
            </w:r>
            <w:r w:rsidRPr="00F978EC">
              <w:rPr>
                <w:spacing w:val="43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67ECBEA8" w14:textId="03F6CD93" w:rsidR="0047334C" w:rsidRPr="002D0997" w:rsidRDefault="0047334C" w:rsidP="0047334C">
            <w:pPr>
              <w:jc w:val="center"/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2E392498" w14:textId="77777777" w:rsidR="0047334C" w:rsidRPr="00F978EC" w:rsidRDefault="0047334C" w:rsidP="0047334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>с. Рудники</w:t>
            </w:r>
          </w:p>
          <w:p w14:paraId="005B0EE6" w14:textId="613DAACA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(03241)-5-12-71</w:t>
            </w:r>
          </w:p>
        </w:tc>
        <w:tc>
          <w:tcPr>
            <w:tcW w:w="994" w:type="dxa"/>
            <w:vAlign w:val="center"/>
          </w:tcPr>
          <w:p w14:paraId="40573531" w14:textId="15CE03D7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6/1</w:t>
            </w:r>
          </w:p>
        </w:tc>
        <w:tc>
          <w:tcPr>
            <w:tcW w:w="3112" w:type="dxa"/>
            <w:vAlign w:val="center"/>
          </w:tcPr>
          <w:p w14:paraId="6CA07603" w14:textId="1B761DA2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334C" w:rsidRPr="002D0997" w14:paraId="6E692B0E" w14:textId="77777777" w:rsidTr="00D06DBD">
        <w:trPr>
          <w:trHeight w:val="124"/>
        </w:trPr>
        <w:tc>
          <w:tcPr>
            <w:tcW w:w="598" w:type="dxa"/>
            <w:gridSpan w:val="4"/>
          </w:tcPr>
          <w:p w14:paraId="10C6C971" w14:textId="77777777" w:rsidR="0047334C" w:rsidRPr="002D0997" w:rsidRDefault="0047334C" w:rsidP="0047334C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52AAAAD" w14:textId="1D5B911E" w:rsidR="0047334C" w:rsidRPr="002D0997" w:rsidRDefault="0047334C" w:rsidP="0047334C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Розвадівська</w:t>
            </w:r>
            <w:proofErr w:type="spellEnd"/>
            <w:r w:rsidRPr="00F978EC">
              <w:rPr>
                <w:sz w:val="20"/>
              </w:rPr>
              <w:t xml:space="preserve"> територіальна</w:t>
            </w:r>
            <w:r w:rsidRPr="00F978EC">
              <w:rPr>
                <w:spacing w:val="-2"/>
                <w:sz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40E27249" w14:textId="5CDAE764" w:rsidR="0047334C" w:rsidRPr="002D0997" w:rsidRDefault="0047334C" w:rsidP="0047334C">
            <w:pPr>
              <w:jc w:val="center"/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54EBC9B5" w14:textId="77777777" w:rsidR="0047334C" w:rsidRPr="00F978EC" w:rsidRDefault="0047334C" w:rsidP="0047334C">
            <w:pPr>
              <w:pStyle w:val="TableParagraph"/>
              <w:tabs>
                <w:tab w:val="left" w:pos="8174"/>
              </w:tabs>
              <w:ind w:left="126" w:right="163"/>
              <w:rPr>
                <w:sz w:val="20"/>
              </w:rPr>
            </w:pPr>
            <w:r w:rsidRPr="00F978EC">
              <w:rPr>
                <w:sz w:val="20"/>
              </w:rPr>
              <w:t xml:space="preserve">с. </w:t>
            </w:r>
            <w:proofErr w:type="spellStart"/>
            <w:r w:rsidRPr="00F978EC">
              <w:rPr>
                <w:sz w:val="20"/>
              </w:rPr>
              <w:t>Київець</w:t>
            </w:r>
            <w:proofErr w:type="spellEnd"/>
          </w:p>
          <w:p w14:paraId="4A472047" w14:textId="74A6118C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(03241)-5-39-99</w:t>
            </w:r>
          </w:p>
        </w:tc>
        <w:tc>
          <w:tcPr>
            <w:tcW w:w="994" w:type="dxa"/>
            <w:vAlign w:val="center"/>
          </w:tcPr>
          <w:p w14:paraId="25AE21C1" w14:textId="21FC1E2C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25/2</w:t>
            </w:r>
          </w:p>
        </w:tc>
        <w:tc>
          <w:tcPr>
            <w:tcW w:w="3112" w:type="dxa"/>
            <w:vAlign w:val="center"/>
          </w:tcPr>
          <w:p w14:paraId="2451BA6A" w14:textId="601E50A1" w:rsidR="0047334C" w:rsidRPr="002D0997" w:rsidRDefault="0047334C" w:rsidP="0047334C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7C6E92" w:rsidRPr="007C6E92" w14:paraId="4D0D13D4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526A24A8" w14:textId="37F54783" w:rsidR="0047334C" w:rsidRPr="007C6E92" w:rsidRDefault="007C6E92" w:rsidP="0047334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C6E92">
              <w:rPr>
                <w:b/>
                <w:sz w:val="20"/>
              </w:rPr>
              <w:t>ШЕПТИЦЬКИЙ</w:t>
            </w:r>
            <w:r w:rsidRPr="007C6E92">
              <w:rPr>
                <w:b/>
                <w:spacing w:val="-2"/>
                <w:sz w:val="20"/>
              </w:rPr>
              <w:t xml:space="preserve"> </w:t>
            </w:r>
            <w:r w:rsidRPr="007C6E92">
              <w:rPr>
                <w:b/>
                <w:spacing w:val="-4"/>
                <w:sz w:val="20"/>
              </w:rPr>
              <w:t>РАЙОН</w:t>
            </w:r>
          </w:p>
        </w:tc>
      </w:tr>
      <w:tr w:rsidR="004725BA" w:rsidRPr="007C6E92" w14:paraId="42EBBE39" w14:textId="77777777" w:rsidTr="008D2C35">
        <w:trPr>
          <w:trHeight w:val="124"/>
        </w:trPr>
        <w:tc>
          <w:tcPr>
            <w:tcW w:w="598" w:type="dxa"/>
            <w:gridSpan w:val="4"/>
          </w:tcPr>
          <w:p w14:paraId="09BE7AD8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B7B673D" w14:textId="1E70D808" w:rsidR="004725BA" w:rsidRPr="007C6E92" w:rsidRDefault="004725BA" w:rsidP="004725BA">
            <w:pPr>
              <w:ind w:firstLine="119"/>
              <w:jc w:val="both"/>
              <w:rPr>
                <w:noProof/>
                <w:sz w:val="20"/>
                <w:szCs w:val="20"/>
              </w:rPr>
            </w:pPr>
            <w:proofErr w:type="spellStart"/>
            <w:r w:rsidRPr="00F978EC">
              <w:rPr>
                <w:sz w:val="20"/>
                <w:szCs w:val="20"/>
              </w:rPr>
              <w:t>Добротвірська</w:t>
            </w:r>
            <w:proofErr w:type="spellEnd"/>
            <w:r w:rsidRPr="00F978EC">
              <w:rPr>
                <w:spacing w:val="-8"/>
                <w:sz w:val="20"/>
                <w:szCs w:val="20"/>
              </w:rPr>
              <w:t xml:space="preserve"> </w:t>
            </w:r>
            <w:r w:rsidRPr="00F978EC">
              <w:rPr>
                <w:sz w:val="20"/>
                <w:szCs w:val="20"/>
              </w:rPr>
              <w:t>територіальна</w:t>
            </w:r>
            <w:r w:rsidRPr="00F978EC">
              <w:rPr>
                <w:spacing w:val="-1"/>
                <w:sz w:val="20"/>
                <w:szCs w:val="20"/>
              </w:rPr>
              <w:t xml:space="preserve"> </w:t>
            </w:r>
            <w:r w:rsidRPr="00F978EC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783486E4" w14:textId="6A1C6ABE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5F37F1EF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z w:val="20"/>
              </w:rPr>
              <w:t>Тартак</w:t>
            </w:r>
          </w:p>
          <w:p w14:paraId="1227E339" w14:textId="004941C8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(097) 194-29-</w:t>
            </w:r>
            <w:r w:rsidRPr="00F978EC">
              <w:rPr>
                <w:spacing w:val="-5"/>
                <w:sz w:val="20"/>
              </w:rPr>
              <w:t>58</w:t>
            </w:r>
          </w:p>
        </w:tc>
        <w:tc>
          <w:tcPr>
            <w:tcW w:w="994" w:type="dxa"/>
            <w:vAlign w:val="center"/>
          </w:tcPr>
          <w:p w14:paraId="1F44C811" w14:textId="156D54F9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3</w:t>
            </w:r>
            <w:r w:rsidRPr="00F978EC">
              <w:rPr>
                <w:spacing w:val="-5"/>
                <w:sz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2CBBFD28" w14:textId="1E619A98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25BA" w:rsidRPr="007C6E92" w14:paraId="34799CD6" w14:textId="77777777" w:rsidTr="008D2C35">
        <w:trPr>
          <w:trHeight w:val="124"/>
        </w:trPr>
        <w:tc>
          <w:tcPr>
            <w:tcW w:w="598" w:type="dxa"/>
            <w:gridSpan w:val="4"/>
          </w:tcPr>
          <w:p w14:paraId="68ED709D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806240D" w14:textId="21747BAA" w:rsidR="004725BA" w:rsidRPr="007C6E92" w:rsidRDefault="004725BA" w:rsidP="004725BA">
            <w:pPr>
              <w:ind w:firstLine="119"/>
              <w:jc w:val="both"/>
              <w:rPr>
                <w:bCs w:val="0"/>
                <w:sz w:val="22"/>
                <w:szCs w:val="22"/>
              </w:rPr>
            </w:pPr>
            <w:r w:rsidRPr="00F978EC">
              <w:rPr>
                <w:sz w:val="20"/>
                <w:szCs w:val="20"/>
              </w:rPr>
              <w:t>Радехівська територіальна</w:t>
            </w:r>
            <w:r w:rsidRPr="00F978EC">
              <w:rPr>
                <w:spacing w:val="-1"/>
                <w:sz w:val="20"/>
                <w:szCs w:val="20"/>
              </w:rPr>
              <w:t xml:space="preserve"> </w:t>
            </w:r>
            <w:r w:rsidRPr="00F978EC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1EA211F1" w14:textId="0CB8E886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 xml:space="preserve">Добровільна пожежна </w:t>
            </w:r>
            <w:r w:rsidRPr="00F978EC">
              <w:rPr>
                <w:spacing w:val="-2"/>
                <w:sz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2CBD2643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pacing w:val="-3"/>
                <w:sz w:val="20"/>
              </w:rPr>
            </w:pPr>
            <w:r w:rsidRPr="00F978EC">
              <w:rPr>
                <w:sz w:val="20"/>
              </w:rPr>
              <w:t>с. Яструбичі</w:t>
            </w:r>
          </w:p>
          <w:p w14:paraId="4A9710E8" w14:textId="6F719A0D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(073) 22-01-060</w:t>
            </w:r>
          </w:p>
        </w:tc>
        <w:tc>
          <w:tcPr>
            <w:tcW w:w="994" w:type="dxa"/>
            <w:vAlign w:val="center"/>
          </w:tcPr>
          <w:p w14:paraId="207083A0" w14:textId="742FCA06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177667D2" w14:textId="68663832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25BA" w:rsidRPr="007C6E92" w14:paraId="71D6BAB0" w14:textId="77777777" w:rsidTr="008D2C35">
        <w:trPr>
          <w:trHeight w:val="124"/>
        </w:trPr>
        <w:tc>
          <w:tcPr>
            <w:tcW w:w="598" w:type="dxa"/>
            <w:gridSpan w:val="4"/>
          </w:tcPr>
          <w:p w14:paraId="38828466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21E21EA" w14:textId="3486C549" w:rsidR="004725BA" w:rsidRPr="007C6E92" w:rsidRDefault="004725BA" w:rsidP="004725BA">
            <w:pPr>
              <w:ind w:firstLine="119"/>
              <w:jc w:val="both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Радехівська</w:t>
            </w:r>
            <w:r w:rsidRPr="00F978EC">
              <w:rPr>
                <w:spacing w:val="48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5907ADDA" w14:textId="314B434F" w:rsidR="004725BA" w:rsidRPr="007C6E92" w:rsidRDefault="004725BA" w:rsidP="004725BA">
            <w:pPr>
              <w:jc w:val="center"/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2F61F39C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>с. Вузлове</w:t>
            </w:r>
          </w:p>
          <w:p w14:paraId="16A5659B" w14:textId="5BCB6D34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097-444-97-</w:t>
            </w:r>
            <w:r w:rsidRPr="00F978EC">
              <w:rPr>
                <w:spacing w:val="-5"/>
                <w:sz w:val="20"/>
              </w:rPr>
              <w:t>50</w:t>
            </w:r>
          </w:p>
        </w:tc>
        <w:tc>
          <w:tcPr>
            <w:tcW w:w="994" w:type="dxa"/>
            <w:vAlign w:val="center"/>
          </w:tcPr>
          <w:p w14:paraId="6237BAE1" w14:textId="26295350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3/2</w:t>
            </w:r>
          </w:p>
        </w:tc>
        <w:tc>
          <w:tcPr>
            <w:tcW w:w="3112" w:type="dxa"/>
            <w:vAlign w:val="center"/>
          </w:tcPr>
          <w:p w14:paraId="0F094633" w14:textId="1A6DDB5D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25BA" w:rsidRPr="007C6E92" w14:paraId="29E89E6A" w14:textId="77777777" w:rsidTr="008D2C35">
        <w:trPr>
          <w:trHeight w:val="124"/>
        </w:trPr>
        <w:tc>
          <w:tcPr>
            <w:tcW w:w="598" w:type="dxa"/>
            <w:gridSpan w:val="4"/>
          </w:tcPr>
          <w:p w14:paraId="55C4D990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BDB4B3E" w14:textId="03853437" w:rsidR="004725BA" w:rsidRPr="007C6E92" w:rsidRDefault="004725BA" w:rsidP="004725BA">
            <w:pPr>
              <w:ind w:firstLine="119"/>
              <w:jc w:val="both"/>
            </w:pPr>
            <w:r w:rsidRPr="00F978EC">
              <w:rPr>
                <w:sz w:val="20"/>
              </w:rPr>
              <w:t>Радехівська</w:t>
            </w:r>
            <w:r w:rsidRPr="00F978EC">
              <w:rPr>
                <w:spacing w:val="48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6E272E0" w14:textId="2830C2A7" w:rsidR="004725BA" w:rsidRPr="007C6E92" w:rsidRDefault="004725BA" w:rsidP="004725BA">
            <w:pPr>
              <w:jc w:val="center"/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1A83BA2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pacing w:val="-2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Бишів</w:t>
            </w:r>
          </w:p>
          <w:p w14:paraId="585DBDD6" w14:textId="5E04B42E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(068)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z w:val="20"/>
              </w:rPr>
              <w:t>002-48-</w:t>
            </w:r>
            <w:r w:rsidRPr="00F978EC">
              <w:rPr>
                <w:spacing w:val="-5"/>
                <w:sz w:val="20"/>
              </w:rPr>
              <w:t>53</w:t>
            </w:r>
          </w:p>
        </w:tc>
        <w:tc>
          <w:tcPr>
            <w:tcW w:w="994" w:type="dxa"/>
            <w:vAlign w:val="center"/>
          </w:tcPr>
          <w:p w14:paraId="1F489901" w14:textId="75812C23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2/1</w:t>
            </w:r>
          </w:p>
        </w:tc>
        <w:tc>
          <w:tcPr>
            <w:tcW w:w="3112" w:type="dxa"/>
            <w:vAlign w:val="center"/>
          </w:tcPr>
          <w:p w14:paraId="3F22822C" w14:textId="77873C56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25BA" w:rsidRPr="007C6E92" w14:paraId="4F995959" w14:textId="77777777" w:rsidTr="008D2C35">
        <w:trPr>
          <w:trHeight w:val="124"/>
        </w:trPr>
        <w:tc>
          <w:tcPr>
            <w:tcW w:w="598" w:type="dxa"/>
            <w:gridSpan w:val="4"/>
          </w:tcPr>
          <w:p w14:paraId="5C120679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A8F321D" w14:textId="1A22B8BD" w:rsidR="004725BA" w:rsidRPr="007C6E92" w:rsidRDefault="004725BA" w:rsidP="004725BA">
            <w:pPr>
              <w:ind w:firstLine="119"/>
            </w:pPr>
            <w:r w:rsidRPr="00F978EC">
              <w:rPr>
                <w:sz w:val="20"/>
              </w:rPr>
              <w:t>Радехівська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2825A6E" w14:textId="4115EA20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00C3A1B3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pacing w:val="-2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z w:val="20"/>
              </w:rPr>
              <w:t>Оглядів</w:t>
            </w:r>
          </w:p>
          <w:p w14:paraId="7DD3E3E8" w14:textId="6C1EFBDC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(098)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808-03-</w:t>
            </w:r>
            <w:r w:rsidRPr="00F978EC">
              <w:rPr>
                <w:spacing w:val="-5"/>
                <w:sz w:val="20"/>
              </w:rPr>
              <w:t>67</w:t>
            </w:r>
          </w:p>
        </w:tc>
        <w:tc>
          <w:tcPr>
            <w:tcW w:w="994" w:type="dxa"/>
            <w:vAlign w:val="center"/>
          </w:tcPr>
          <w:p w14:paraId="44DB3317" w14:textId="7BB10AB9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2/1</w:t>
            </w:r>
          </w:p>
        </w:tc>
        <w:tc>
          <w:tcPr>
            <w:tcW w:w="3112" w:type="dxa"/>
            <w:vAlign w:val="center"/>
          </w:tcPr>
          <w:p w14:paraId="2843E448" w14:textId="51F564D9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25BA" w:rsidRPr="007C6E92" w14:paraId="2B4FC0FB" w14:textId="77777777" w:rsidTr="008D2C35">
        <w:trPr>
          <w:trHeight w:val="124"/>
        </w:trPr>
        <w:tc>
          <w:tcPr>
            <w:tcW w:w="598" w:type="dxa"/>
            <w:gridSpan w:val="4"/>
          </w:tcPr>
          <w:p w14:paraId="49059834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6ACD9CE" w14:textId="4E2ACC98" w:rsidR="004725BA" w:rsidRPr="007C6E92" w:rsidRDefault="004725BA" w:rsidP="004725BA">
            <w:pPr>
              <w:ind w:firstLine="119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Лопатинська</w:t>
            </w:r>
            <w:proofErr w:type="spellEnd"/>
            <w:r w:rsidRPr="00F978EC">
              <w:rPr>
                <w:spacing w:val="69"/>
                <w:w w:val="150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602CA8A6" w14:textId="5AF7D568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0C2F016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z w:val="20"/>
              </w:rPr>
              <w:t>Сморжів</w:t>
            </w:r>
          </w:p>
          <w:p w14:paraId="2C4EC90A" w14:textId="01817F1F" w:rsidR="004725BA" w:rsidRPr="007C6E92" w:rsidRDefault="004725BA" w:rsidP="004725BA">
            <w:pPr>
              <w:jc w:val="center"/>
              <w:rPr>
                <w:noProof/>
                <w:sz w:val="20"/>
                <w:szCs w:val="20"/>
              </w:rPr>
            </w:pPr>
            <w:r w:rsidRPr="00F978EC">
              <w:rPr>
                <w:sz w:val="20"/>
              </w:rPr>
              <w:t>(067) 920-70-</w:t>
            </w:r>
            <w:r w:rsidRPr="00F978EC">
              <w:rPr>
                <w:spacing w:val="-5"/>
                <w:sz w:val="20"/>
              </w:rPr>
              <w:t>86</w:t>
            </w:r>
          </w:p>
        </w:tc>
        <w:tc>
          <w:tcPr>
            <w:tcW w:w="994" w:type="dxa"/>
            <w:vAlign w:val="center"/>
          </w:tcPr>
          <w:p w14:paraId="65834B37" w14:textId="5FF676F1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2/1</w:t>
            </w:r>
          </w:p>
        </w:tc>
        <w:tc>
          <w:tcPr>
            <w:tcW w:w="3112" w:type="dxa"/>
            <w:vAlign w:val="center"/>
          </w:tcPr>
          <w:p w14:paraId="78E95ADD" w14:textId="0D3DDB9D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25BA" w:rsidRPr="007C6E92" w14:paraId="1AA607BB" w14:textId="77777777" w:rsidTr="008D2C35">
        <w:trPr>
          <w:trHeight w:val="124"/>
        </w:trPr>
        <w:tc>
          <w:tcPr>
            <w:tcW w:w="598" w:type="dxa"/>
            <w:gridSpan w:val="4"/>
          </w:tcPr>
          <w:p w14:paraId="2DAB17DB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7BEE8A7" w14:textId="191ECFBC" w:rsidR="004725BA" w:rsidRPr="007C6E92" w:rsidRDefault="004725BA" w:rsidP="004725BA">
            <w:pPr>
              <w:ind w:firstLine="119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Сокальська</w:t>
            </w:r>
            <w:r w:rsidRPr="00F978EC">
              <w:rPr>
                <w:spacing w:val="49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11F01C12" w14:textId="4E140D87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257D0A7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pacing w:val="-3"/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3"/>
                <w:sz w:val="20"/>
              </w:rPr>
              <w:t xml:space="preserve"> </w:t>
            </w:r>
            <w:r w:rsidRPr="00F978EC">
              <w:rPr>
                <w:sz w:val="20"/>
              </w:rPr>
              <w:t>Хоробрів</w:t>
            </w:r>
          </w:p>
          <w:p w14:paraId="4371AA5E" w14:textId="2DEC83FD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(097)</w:t>
            </w:r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993-09-</w:t>
            </w:r>
            <w:r w:rsidRPr="00F978EC">
              <w:rPr>
                <w:spacing w:val="-5"/>
                <w:sz w:val="20"/>
              </w:rPr>
              <w:t>54</w:t>
            </w:r>
          </w:p>
        </w:tc>
        <w:tc>
          <w:tcPr>
            <w:tcW w:w="994" w:type="dxa"/>
            <w:vAlign w:val="center"/>
          </w:tcPr>
          <w:p w14:paraId="7AA1AB17" w14:textId="65905B59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7/1</w:t>
            </w:r>
          </w:p>
        </w:tc>
        <w:tc>
          <w:tcPr>
            <w:tcW w:w="3112" w:type="dxa"/>
            <w:vAlign w:val="center"/>
          </w:tcPr>
          <w:p w14:paraId="272D947B" w14:textId="6E0D4862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25BA" w:rsidRPr="007C6E92" w14:paraId="43250A8F" w14:textId="77777777" w:rsidTr="008D2C35">
        <w:trPr>
          <w:trHeight w:val="124"/>
        </w:trPr>
        <w:tc>
          <w:tcPr>
            <w:tcW w:w="598" w:type="dxa"/>
            <w:gridSpan w:val="4"/>
          </w:tcPr>
          <w:p w14:paraId="6E834AA0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DD2D715" w14:textId="0E9EDCC1" w:rsidR="004725BA" w:rsidRPr="007C6E92" w:rsidRDefault="004725BA" w:rsidP="004725BA">
            <w:pPr>
              <w:ind w:firstLine="119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Сокальська</w:t>
            </w:r>
            <w:r w:rsidRPr="00F978EC">
              <w:rPr>
                <w:spacing w:val="49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територіальна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5C921D50" w14:textId="7F87830B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0CBB4046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>с.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z w:val="20"/>
              </w:rPr>
              <w:t>Спасів</w:t>
            </w:r>
          </w:p>
          <w:p w14:paraId="6C7B7A59" w14:textId="069D79E7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(096) 570-42-</w:t>
            </w:r>
            <w:r w:rsidRPr="00F978EC">
              <w:rPr>
                <w:spacing w:val="-5"/>
                <w:sz w:val="20"/>
              </w:rPr>
              <w:t>28</w:t>
            </w:r>
          </w:p>
        </w:tc>
        <w:tc>
          <w:tcPr>
            <w:tcW w:w="994" w:type="dxa"/>
            <w:vAlign w:val="center"/>
          </w:tcPr>
          <w:p w14:paraId="5811A4F0" w14:textId="625A366F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5"/>
                <w:sz w:val="20"/>
              </w:rPr>
              <w:t>4/--</w:t>
            </w:r>
          </w:p>
        </w:tc>
        <w:tc>
          <w:tcPr>
            <w:tcW w:w="3112" w:type="dxa"/>
            <w:vAlign w:val="center"/>
          </w:tcPr>
          <w:p w14:paraId="37F167BA" w14:textId="39E71DE9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4725BA" w:rsidRPr="007C6E92" w14:paraId="3DC3D56D" w14:textId="77777777" w:rsidTr="008D2C35">
        <w:trPr>
          <w:trHeight w:val="124"/>
        </w:trPr>
        <w:tc>
          <w:tcPr>
            <w:tcW w:w="598" w:type="dxa"/>
            <w:gridSpan w:val="4"/>
          </w:tcPr>
          <w:p w14:paraId="53282813" w14:textId="77777777" w:rsidR="004725BA" w:rsidRPr="007C6E92" w:rsidRDefault="004725BA" w:rsidP="004725BA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6964FF2" w14:textId="2FAF60D1" w:rsidR="004725BA" w:rsidRPr="007C6E92" w:rsidRDefault="004725BA" w:rsidP="004725BA">
            <w:pPr>
              <w:pStyle w:val="TableParagraph"/>
              <w:tabs>
                <w:tab w:val="left" w:pos="8174"/>
              </w:tabs>
              <w:ind w:left="126" w:right="163"/>
              <w:jc w:val="left"/>
              <w:rPr>
                <w:sz w:val="20"/>
                <w:szCs w:val="20"/>
              </w:rPr>
            </w:pPr>
            <w:proofErr w:type="spellStart"/>
            <w:r w:rsidRPr="00F978EC">
              <w:rPr>
                <w:sz w:val="20"/>
              </w:rPr>
              <w:t>Белзськка</w:t>
            </w:r>
            <w:proofErr w:type="spellEnd"/>
            <w:r w:rsidRPr="00F978EC">
              <w:rPr>
                <w:spacing w:val="-2"/>
                <w:sz w:val="20"/>
              </w:rPr>
              <w:t xml:space="preserve"> </w:t>
            </w:r>
            <w:r w:rsidRPr="00F978EC">
              <w:rPr>
                <w:sz w:val="20"/>
              </w:rPr>
              <w:t>територіальна</w:t>
            </w:r>
            <w:r w:rsidRPr="00F978EC">
              <w:rPr>
                <w:spacing w:val="-1"/>
                <w:sz w:val="20"/>
              </w:rPr>
              <w:t xml:space="preserve"> </w:t>
            </w:r>
            <w:r w:rsidRPr="00F978EC">
              <w:rPr>
                <w:spacing w:val="-2"/>
                <w:sz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0F85D819" w14:textId="4BAFC862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Місцевий</w:t>
            </w:r>
            <w:r w:rsidRPr="00F978EC">
              <w:rPr>
                <w:spacing w:val="-13"/>
                <w:sz w:val="20"/>
              </w:rPr>
              <w:t xml:space="preserve"> </w:t>
            </w:r>
            <w:proofErr w:type="spellStart"/>
            <w:r w:rsidRPr="00F978EC">
              <w:rPr>
                <w:sz w:val="20"/>
              </w:rPr>
              <w:t>пожежно</w:t>
            </w:r>
            <w:proofErr w:type="spellEnd"/>
            <w:r w:rsidRPr="00F978EC">
              <w:rPr>
                <w:sz w:val="20"/>
              </w:rPr>
              <w:t xml:space="preserve">-рятувальний </w:t>
            </w:r>
            <w:r w:rsidRPr="00F978EC">
              <w:rPr>
                <w:spacing w:val="-2"/>
                <w:sz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31A738A3" w14:textId="77777777" w:rsidR="004725BA" w:rsidRPr="00F978EC" w:rsidRDefault="004725BA" w:rsidP="004725BA">
            <w:pPr>
              <w:tabs>
                <w:tab w:val="left" w:pos="8174"/>
              </w:tabs>
              <w:ind w:left="126" w:right="163"/>
              <w:jc w:val="center"/>
              <w:rPr>
                <w:sz w:val="20"/>
              </w:rPr>
            </w:pPr>
            <w:r w:rsidRPr="00F978EC">
              <w:rPr>
                <w:sz w:val="20"/>
              </w:rPr>
              <w:t xml:space="preserve">м. </w:t>
            </w:r>
            <w:proofErr w:type="spellStart"/>
            <w:r w:rsidRPr="00F978EC">
              <w:rPr>
                <w:sz w:val="20"/>
              </w:rPr>
              <w:t>Белз</w:t>
            </w:r>
            <w:proofErr w:type="spellEnd"/>
          </w:p>
          <w:p w14:paraId="1CC0011D" w14:textId="7734814E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(257) 5-43-</w:t>
            </w:r>
            <w:r w:rsidRPr="00F978EC">
              <w:rPr>
                <w:spacing w:val="-5"/>
                <w:sz w:val="20"/>
              </w:rPr>
              <w:t>30</w:t>
            </w:r>
          </w:p>
        </w:tc>
        <w:tc>
          <w:tcPr>
            <w:tcW w:w="994" w:type="dxa"/>
            <w:vAlign w:val="center"/>
          </w:tcPr>
          <w:p w14:paraId="0CF77AB3" w14:textId="3451811A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pacing w:val="-4"/>
                <w:sz w:val="20"/>
              </w:rPr>
              <w:t>15/3</w:t>
            </w:r>
          </w:p>
        </w:tc>
        <w:tc>
          <w:tcPr>
            <w:tcW w:w="3112" w:type="dxa"/>
            <w:vAlign w:val="center"/>
          </w:tcPr>
          <w:p w14:paraId="0D2ACB3F" w14:textId="35D28E59" w:rsidR="004725BA" w:rsidRPr="007C6E92" w:rsidRDefault="004725BA" w:rsidP="004725BA">
            <w:pPr>
              <w:jc w:val="center"/>
              <w:rPr>
                <w:sz w:val="20"/>
                <w:szCs w:val="20"/>
              </w:rPr>
            </w:pPr>
            <w:r w:rsidRPr="00F978EC">
              <w:rPr>
                <w:sz w:val="20"/>
              </w:rPr>
              <w:t>Гасіння</w:t>
            </w:r>
            <w:r w:rsidRPr="00F978EC">
              <w:rPr>
                <w:spacing w:val="-13"/>
                <w:sz w:val="20"/>
              </w:rPr>
              <w:t xml:space="preserve"> </w:t>
            </w:r>
            <w:r w:rsidRPr="00F978EC">
              <w:rPr>
                <w:sz w:val="20"/>
              </w:rPr>
              <w:t>пожеж,</w:t>
            </w:r>
            <w:r w:rsidRPr="00F978EC">
              <w:rPr>
                <w:spacing w:val="-12"/>
                <w:sz w:val="20"/>
              </w:rPr>
              <w:t xml:space="preserve"> </w:t>
            </w:r>
            <w:r w:rsidRPr="00F978EC">
              <w:rPr>
                <w:sz w:val="20"/>
              </w:rPr>
              <w:t xml:space="preserve">рятування </w:t>
            </w:r>
            <w:r w:rsidRPr="00F978EC">
              <w:rPr>
                <w:spacing w:val="-2"/>
                <w:sz w:val="20"/>
              </w:rPr>
              <w:t>потерпілих</w:t>
            </w:r>
          </w:p>
        </w:tc>
      </w:tr>
      <w:tr w:rsidR="00F5266E" w:rsidRPr="00F5266E" w14:paraId="0064F955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6D3E0C26" w14:textId="77777777" w:rsidR="004725BA" w:rsidRPr="00F5266E" w:rsidRDefault="004725BA" w:rsidP="004725BA">
            <w:pPr>
              <w:jc w:val="center"/>
              <w:rPr>
                <w:sz w:val="20"/>
                <w:szCs w:val="20"/>
              </w:rPr>
            </w:pPr>
            <w:r w:rsidRPr="00F5266E">
              <w:rPr>
                <w:b/>
                <w:sz w:val="20"/>
                <w:szCs w:val="20"/>
                <w:lang w:val="ru-RU"/>
              </w:rPr>
              <w:t>ЯВОРІВСЬКИЙ РАЙОН</w:t>
            </w:r>
          </w:p>
        </w:tc>
      </w:tr>
      <w:tr w:rsidR="00F5266E" w:rsidRPr="00F5266E" w14:paraId="6B5FA9AA" w14:textId="77777777" w:rsidTr="00E615E2">
        <w:trPr>
          <w:trHeight w:val="124"/>
        </w:trPr>
        <w:tc>
          <w:tcPr>
            <w:tcW w:w="598" w:type="dxa"/>
            <w:gridSpan w:val="4"/>
          </w:tcPr>
          <w:p w14:paraId="3CBDD82B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A1ABC7E" w14:textId="3C4A8325" w:rsidR="00F5266E" w:rsidRPr="00F5266E" w:rsidRDefault="00F5266E" w:rsidP="00F5266E">
            <w:pPr>
              <w:ind w:firstLine="119"/>
              <w:jc w:val="both"/>
            </w:pPr>
            <w:r w:rsidRPr="00ED7A23">
              <w:rPr>
                <w:sz w:val="20"/>
                <w:szCs w:val="20"/>
              </w:rPr>
              <w:t>Мостиська</w:t>
            </w:r>
            <w:r w:rsidRPr="00ED7A23">
              <w:rPr>
                <w:spacing w:val="50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4EBE11F4" w14:textId="11960174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Місцевий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ED7A23">
              <w:rPr>
                <w:sz w:val="20"/>
                <w:szCs w:val="20"/>
              </w:rPr>
              <w:t>пожежно</w:t>
            </w:r>
            <w:proofErr w:type="spellEnd"/>
            <w:r w:rsidRPr="00ED7A23">
              <w:rPr>
                <w:sz w:val="20"/>
                <w:szCs w:val="20"/>
              </w:rPr>
              <w:t xml:space="preserve">-рятувальний </w:t>
            </w:r>
            <w:r w:rsidRPr="00ED7A23">
              <w:rPr>
                <w:spacing w:val="-2"/>
                <w:sz w:val="20"/>
                <w:szCs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42C27EE8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pacing w:val="10"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с. Берегове</w:t>
            </w:r>
          </w:p>
          <w:p w14:paraId="6CC391DC" w14:textId="3A8B53DD" w:rsidR="00F5266E" w:rsidRPr="00F5266E" w:rsidRDefault="00F5266E" w:rsidP="00F5266E">
            <w:pPr>
              <w:jc w:val="center"/>
            </w:pPr>
            <w:r w:rsidRPr="00ED7A23">
              <w:rPr>
                <w:sz w:val="20"/>
                <w:szCs w:val="20"/>
              </w:rPr>
              <w:t>(03234)-4-14-92</w:t>
            </w:r>
          </w:p>
        </w:tc>
        <w:tc>
          <w:tcPr>
            <w:tcW w:w="994" w:type="dxa"/>
            <w:vAlign w:val="center"/>
          </w:tcPr>
          <w:p w14:paraId="25BF850F" w14:textId="0E1D0700" w:rsidR="00F5266E" w:rsidRPr="00F5266E" w:rsidRDefault="00F5266E" w:rsidP="00F5266E">
            <w:pPr>
              <w:jc w:val="center"/>
            </w:pPr>
            <w:r w:rsidRPr="00ED7A23">
              <w:rPr>
                <w:spacing w:val="-5"/>
                <w:sz w:val="20"/>
                <w:szCs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3F6045B9" w14:textId="0AA249F1" w:rsidR="00F5266E" w:rsidRPr="00F5266E" w:rsidRDefault="00F5266E" w:rsidP="00F5266E">
            <w:pPr>
              <w:jc w:val="center"/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64664287" w14:textId="77777777" w:rsidTr="00E615E2">
        <w:trPr>
          <w:trHeight w:val="124"/>
        </w:trPr>
        <w:tc>
          <w:tcPr>
            <w:tcW w:w="598" w:type="dxa"/>
            <w:gridSpan w:val="4"/>
          </w:tcPr>
          <w:p w14:paraId="4FFCC855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F9E3C2C" w14:textId="0EFB6C35" w:rsidR="00F5266E" w:rsidRPr="00F5266E" w:rsidRDefault="00F5266E" w:rsidP="00F5266E">
            <w:pPr>
              <w:ind w:firstLine="119"/>
              <w:jc w:val="both"/>
            </w:pPr>
            <w:proofErr w:type="spellStart"/>
            <w:r w:rsidRPr="00ED7A23">
              <w:rPr>
                <w:sz w:val="20"/>
                <w:szCs w:val="20"/>
              </w:rPr>
              <w:t>Шегинівська</w:t>
            </w:r>
            <w:proofErr w:type="spellEnd"/>
            <w:r w:rsidRPr="00ED7A23">
              <w:rPr>
                <w:spacing w:val="45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територіальна</w:t>
            </w:r>
            <w:r w:rsidRPr="00ED7A23">
              <w:rPr>
                <w:spacing w:val="-1"/>
                <w:sz w:val="20"/>
                <w:szCs w:val="20"/>
              </w:rPr>
              <w:t xml:space="preserve">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64772EE9" w14:textId="5E72F5EF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Місцевий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ED7A23">
              <w:rPr>
                <w:sz w:val="20"/>
                <w:szCs w:val="20"/>
              </w:rPr>
              <w:t>пожежно</w:t>
            </w:r>
            <w:proofErr w:type="spellEnd"/>
            <w:r w:rsidRPr="00ED7A23">
              <w:rPr>
                <w:sz w:val="20"/>
                <w:szCs w:val="20"/>
              </w:rPr>
              <w:t xml:space="preserve">-рятувальний </w:t>
            </w:r>
            <w:r w:rsidRPr="00ED7A23">
              <w:rPr>
                <w:spacing w:val="-2"/>
                <w:sz w:val="20"/>
                <w:szCs w:val="20"/>
              </w:rPr>
              <w:t>підрозділ</w:t>
            </w:r>
          </w:p>
        </w:tc>
        <w:tc>
          <w:tcPr>
            <w:tcW w:w="3154" w:type="dxa"/>
            <w:gridSpan w:val="2"/>
            <w:vAlign w:val="center"/>
          </w:tcPr>
          <w:p w14:paraId="7B51B301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pacing w:val="10"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с. Поповичі</w:t>
            </w:r>
          </w:p>
          <w:p w14:paraId="4B4F930F" w14:textId="084D1DC2" w:rsidR="00F5266E" w:rsidRPr="00F5266E" w:rsidRDefault="00F5266E" w:rsidP="00F5266E">
            <w:pPr>
              <w:jc w:val="center"/>
            </w:pPr>
            <w:r w:rsidRPr="00ED7A23">
              <w:rPr>
                <w:sz w:val="20"/>
                <w:szCs w:val="20"/>
              </w:rPr>
              <w:t>(03234)-6-31-31</w:t>
            </w:r>
          </w:p>
        </w:tc>
        <w:tc>
          <w:tcPr>
            <w:tcW w:w="994" w:type="dxa"/>
            <w:vAlign w:val="center"/>
          </w:tcPr>
          <w:p w14:paraId="46C98E4D" w14:textId="117B60A3" w:rsidR="00F5266E" w:rsidRPr="00F5266E" w:rsidRDefault="00F5266E" w:rsidP="00F5266E">
            <w:pPr>
              <w:jc w:val="center"/>
            </w:pPr>
            <w:r w:rsidRPr="00ED7A23">
              <w:rPr>
                <w:spacing w:val="-5"/>
                <w:sz w:val="20"/>
                <w:szCs w:val="20"/>
              </w:rPr>
              <w:t>3/1</w:t>
            </w:r>
          </w:p>
        </w:tc>
        <w:tc>
          <w:tcPr>
            <w:tcW w:w="3112" w:type="dxa"/>
            <w:vAlign w:val="center"/>
          </w:tcPr>
          <w:p w14:paraId="3D64F05F" w14:textId="453719CB" w:rsidR="00F5266E" w:rsidRPr="00F5266E" w:rsidRDefault="00F5266E" w:rsidP="00F5266E">
            <w:pPr>
              <w:jc w:val="center"/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4C3695EA" w14:textId="77777777" w:rsidTr="00E615E2">
        <w:trPr>
          <w:trHeight w:val="124"/>
        </w:trPr>
        <w:tc>
          <w:tcPr>
            <w:tcW w:w="598" w:type="dxa"/>
            <w:gridSpan w:val="4"/>
          </w:tcPr>
          <w:p w14:paraId="421322F7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331231C" w14:textId="6DE54CA5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Мостиська 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3F1CF104" w14:textId="10BA5639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578A7AFC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pacing w:val="10"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с. Черневе</w:t>
            </w:r>
          </w:p>
          <w:p w14:paraId="54570C6E" w14:textId="769CEAD0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(03234)-4-14-92</w:t>
            </w:r>
          </w:p>
        </w:tc>
        <w:tc>
          <w:tcPr>
            <w:tcW w:w="994" w:type="dxa"/>
            <w:vAlign w:val="center"/>
          </w:tcPr>
          <w:p w14:paraId="2A84B9F8" w14:textId="7CE92286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5"/>
                <w:sz w:val="20"/>
                <w:szCs w:val="20"/>
              </w:rPr>
              <w:t>10/1</w:t>
            </w:r>
          </w:p>
        </w:tc>
        <w:tc>
          <w:tcPr>
            <w:tcW w:w="3112" w:type="dxa"/>
            <w:vAlign w:val="center"/>
          </w:tcPr>
          <w:p w14:paraId="40DF290C" w14:textId="16DE5D5A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774B3DA2" w14:textId="77777777" w:rsidTr="00E615E2">
        <w:trPr>
          <w:trHeight w:val="124"/>
        </w:trPr>
        <w:tc>
          <w:tcPr>
            <w:tcW w:w="598" w:type="dxa"/>
            <w:gridSpan w:val="4"/>
          </w:tcPr>
          <w:p w14:paraId="320D5239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41811B3" w14:textId="6BB0041C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Мостиська 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6A6BD452" w14:textId="5A9A8BC6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75F11074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pacing w:val="10"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с. </w:t>
            </w:r>
            <w:proofErr w:type="spellStart"/>
            <w:r w:rsidRPr="00ED7A23">
              <w:rPr>
                <w:sz w:val="20"/>
                <w:szCs w:val="20"/>
              </w:rPr>
              <w:t>Завязанці</w:t>
            </w:r>
            <w:proofErr w:type="spellEnd"/>
          </w:p>
          <w:p w14:paraId="45BD34E4" w14:textId="3C113710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(03234)-4-14-92</w:t>
            </w:r>
          </w:p>
        </w:tc>
        <w:tc>
          <w:tcPr>
            <w:tcW w:w="994" w:type="dxa"/>
            <w:vAlign w:val="center"/>
          </w:tcPr>
          <w:p w14:paraId="06A2E646" w14:textId="7B7A43A4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4"/>
                <w:sz w:val="20"/>
                <w:szCs w:val="20"/>
              </w:rPr>
              <w:t>12/1</w:t>
            </w:r>
          </w:p>
        </w:tc>
        <w:tc>
          <w:tcPr>
            <w:tcW w:w="3112" w:type="dxa"/>
            <w:vAlign w:val="center"/>
          </w:tcPr>
          <w:p w14:paraId="3268BDEF" w14:textId="1C81DAD3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00AD0403" w14:textId="77777777" w:rsidTr="00E615E2">
        <w:trPr>
          <w:trHeight w:val="124"/>
        </w:trPr>
        <w:tc>
          <w:tcPr>
            <w:tcW w:w="598" w:type="dxa"/>
            <w:gridSpan w:val="4"/>
          </w:tcPr>
          <w:p w14:paraId="6B89C459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F3E7BC7" w14:textId="3CB48806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ED7A23">
              <w:rPr>
                <w:sz w:val="20"/>
                <w:szCs w:val="20"/>
              </w:rPr>
              <w:t>Шегинівська</w:t>
            </w:r>
            <w:proofErr w:type="spellEnd"/>
            <w:r w:rsidRPr="00ED7A23">
              <w:rPr>
                <w:spacing w:val="-4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територіальна</w:t>
            </w:r>
            <w:r w:rsidRPr="00ED7A23">
              <w:rPr>
                <w:spacing w:val="-2"/>
                <w:sz w:val="20"/>
                <w:szCs w:val="20"/>
              </w:rPr>
              <w:t xml:space="preserve"> громада</w:t>
            </w:r>
          </w:p>
        </w:tc>
        <w:tc>
          <w:tcPr>
            <w:tcW w:w="3231" w:type="dxa"/>
            <w:vAlign w:val="center"/>
          </w:tcPr>
          <w:p w14:paraId="3B1F3512" w14:textId="74D330EF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65092A19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с. </w:t>
            </w:r>
            <w:proofErr w:type="spellStart"/>
            <w:r w:rsidRPr="00ED7A23">
              <w:rPr>
                <w:sz w:val="20"/>
                <w:szCs w:val="20"/>
              </w:rPr>
              <w:t>Золотковичі</w:t>
            </w:r>
            <w:proofErr w:type="spellEnd"/>
          </w:p>
          <w:p w14:paraId="3743BAB9" w14:textId="2BA0E2DD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(03234)-6-31-31</w:t>
            </w:r>
          </w:p>
        </w:tc>
        <w:tc>
          <w:tcPr>
            <w:tcW w:w="994" w:type="dxa"/>
            <w:vAlign w:val="center"/>
          </w:tcPr>
          <w:p w14:paraId="3C5F141D" w14:textId="562C13B2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5"/>
                <w:sz w:val="20"/>
                <w:szCs w:val="20"/>
              </w:rPr>
              <w:t>8/1</w:t>
            </w:r>
          </w:p>
        </w:tc>
        <w:tc>
          <w:tcPr>
            <w:tcW w:w="3112" w:type="dxa"/>
            <w:vAlign w:val="center"/>
          </w:tcPr>
          <w:p w14:paraId="26936C43" w14:textId="73FC8494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7B84CC2C" w14:textId="77777777" w:rsidTr="00E615E2">
        <w:trPr>
          <w:trHeight w:val="124"/>
        </w:trPr>
        <w:tc>
          <w:tcPr>
            <w:tcW w:w="598" w:type="dxa"/>
            <w:gridSpan w:val="4"/>
          </w:tcPr>
          <w:p w14:paraId="137B2B9E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451B38" w14:textId="397717B4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Яворівська 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313236D8" w14:textId="28D52AA3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14D16551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pacing w:val="-2"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с.</w:t>
            </w:r>
            <w:r w:rsidRPr="00ED7A23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ED7A23">
              <w:rPr>
                <w:sz w:val="20"/>
                <w:szCs w:val="20"/>
              </w:rPr>
              <w:t>Бунів</w:t>
            </w:r>
            <w:proofErr w:type="spellEnd"/>
          </w:p>
          <w:p w14:paraId="6E6ECDEA" w14:textId="40288D72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067-131-38-</w:t>
            </w:r>
            <w:r w:rsidRPr="00ED7A23">
              <w:rPr>
                <w:spacing w:val="-5"/>
                <w:sz w:val="20"/>
                <w:szCs w:val="20"/>
              </w:rPr>
              <w:t>79</w:t>
            </w:r>
          </w:p>
        </w:tc>
        <w:tc>
          <w:tcPr>
            <w:tcW w:w="994" w:type="dxa"/>
            <w:vAlign w:val="center"/>
          </w:tcPr>
          <w:p w14:paraId="2BDE74DB" w14:textId="6EC73104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5"/>
                <w:sz w:val="20"/>
                <w:szCs w:val="20"/>
              </w:rPr>
              <w:t>12/1</w:t>
            </w:r>
          </w:p>
        </w:tc>
        <w:tc>
          <w:tcPr>
            <w:tcW w:w="3112" w:type="dxa"/>
            <w:vAlign w:val="center"/>
          </w:tcPr>
          <w:p w14:paraId="1035D04D" w14:textId="6AB06827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2A2AEFA7" w14:textId="77777777" w:rsidTr="00E615E2">
        <w:trPr>
          <w:trHeight w:val="124"/>
        </w:trPr>
        <w:tc>
          <w:tcPr>
            <w:tcW w:w="598" w:type="dxa"/>
            <w:gridSpan w:val="4"/>
          </w:tcPr>
          <w:p w14:paraId="3CEEE8F6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46BF547" w14:textId="0C988A32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Мостиська 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CAD871A" w14:textId="52FA5477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68872AD3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с. </w:t>
            </w:r>
            <w:proofErr w:type="spellStart"/>
            <w:r w:rsidRPr="00ED7A23">
              <w:rPr>
                <w:sz w:val="20"/>
                <w:szCs w:val="20"/>
              </w:rPr>
              <w:t>Крукеничі</w:t>
            </w:r>
            <w:proofErr w:type="spellEnd"/>
          </w:p>
          <w:p w14:paraId="1824AFEA" w14:textId="2482D970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(03234)-4-14-92</w:t>
            </w:r>
          </w:p>
        </w:tc>
        <w:tc>
          <w:tcPr>
            <w:tcW w:w="994" w:type="dxa"/>
            <w:vAlign w:val="center"/>
          </w:tcPr>
          <w:p w14:paraId="527D51B7" w14:textId="4ADC7009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5"/>
                <w:sz w:val="20"/>
                <w:szCs w:val="20"/>
              </w:rPr>
              <w:t>8/1</w:t>
            </w:r>
          </w:p>
        </w:tc>
        <w:tc>
          <w:tcPr>
            <w:tcW w:w="3112" w:type="dxa"/>
            <w:vAlign w:val="center"/>
          </w:tcPr>
          <w:p w14:paraId="2CB4ABAE" w14:textId="05C2D4A7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60828D41" w14:textId="77777777" w:rsidTr="00E615E2">
        <w:trPr>
          <w:trHeight w:val="124"/>
        </w:trPr>
        <w:tc>
          <w:tcPr>
            <w:tcW w:w="598" w:type="dxa"/>
            <w:gridSpan w:val="4"/>
          </w:tcPr>
          <w:p w14:paraId="02D38C62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8BD33B1" w14:textId="1E64B3CE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Мостиська 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5D74C799" w14:textId="1852B4F7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37F51404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с. Липники</w:t>
            </w:r>
          </w:p>
          <w:p w14:paraId="641A0F30" w14:textId="500D9E57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(03234)-4-14-92</w:t>
            </w:r>
          </w:p>
        </w:tc>
        <w:tc>
          <w:tcPr>
            <w:tcW w:w="994" w:type="dxa"/>
            <w:vAlign w:val="center"/>
          </w:tcPr>
          <w:p w14:paraId="56C59474" w14:textId="358054FC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5"/>
                <w:sz w:val="20"/>
                <w:szCs w:val="20"/>
              </w:rPr>
              <w:t>8/1</w:t>
            </w:r>
          </w:p>
        </w:tc>
        <w:tc>
          <w:tcPr>
            <w:tcW w:w="3112" w:type="dxa"/>
            <w:vAlign w:val="center"/>
          </w:tcPr>
          <w:p w14:paraId="74DD152E" w14:textId="1749182C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471A67C1" w14:textId="77777777" w:rsidTr="00E615E2">
        <w:trPr>
          <w:trHeight w:val="124"/>
        </w:trPr>
        <w:tc>
          <w:tcPr>
            <w:tcW w:w="598" w:type="dxa"/>
            <w:gridSpan w:val="4"/>
          </w:tcPr>
          <w:p w14:paraId="399ED94B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E02D5FC" w14:textId="6A31148B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ED7A23">
              <w:rPr>
                <w:sz w:val="20"/>
                <w:szCs w:val="20"/>
              </w:rPr>
              <w:t>Судововишнянська</w:t>
            </w:r>
            <w:proofErr w:type="spellEnd"/>
            <w:r w:rsidRPr="00ED7A23">
              <w:rPr>
                <w:sz w:val="20"/>
                <w:szCs w:val="20"/>
              </w:rPr>
              <w:t xml:space="preserve"> 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6DD7DFD0" w14:textId="77EDFA0D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7F9EB197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с. Малі </w:t>
            </w:r>
            <w:proofErr w:type="spellStart"/>
            <w:r w:rsidRPr="00ED7A23">
              <w:rPr>
                <w:sz w:val="20"/>
                <w:szCs w:val="20"/>
              </w:rPr>
              <w:t>Мокряни</w:t>
            </w:r>
            <w:proofErr w:type="spellEnd"/>
          </w:p>
          <w:p w14:paraId="0DB22268" w14:textId="060FEB37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(03234)-3-72-40</w:t>
            </w:r>
          </w:p>
        </w:tc>
        <w:tc>
          <w:tcPr>
            <w:tcW w:w="994" w:type="dxa"/>
            <w:vAlign w:val="center"/>
          </w:tcPr>
          <w:p w14:paraId="05DE9C5E" w14:textId="2BBF4C1D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5"/>
                <w:sz w:val="20"/>
                <w:szCs w:val="20"/>
              </w:rPr>
              <w:t>12/1</w:t>
            </w:r>
          </w:p>
        </w:tc>
        <w:tc>
          <w:tcPr>
            <w:tcW w:w="3112" w:type="dxa"/>
            <w:vAlign w:val="center"/>
          </w:tcPr>
          <w:p w14:paraId="4821788C" w14:textId="64D7B1AD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0F6AB497" w14:textId="77777777" w:rsidTr="00E615E2">
        <w:trPr>
          <w:trHeight w:val="124"/>
        </w:trPr>
        <w:tc>
          <w:tcPr>
            <w:tcW w:w="598" w:type="dxa"/>
            <w:gridSpan w:val="4"/>
          </w:tcPr>
          <w:p w14:paraId="652202B4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4CEA548" w14:textId="41C81C14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Мостиська 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66A79897" w14:textId="34EA0A20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119345D2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с. </w:t>
            </w:r>
            <w:proofErr w:type="spellStart"/>
            <w:r w:rsidRPr="00ED7A23">
              <w:rPr>
                <w:sz w:val="20"/>
                <w:szCs w:val="20"/>
              </w:rPr>
              <w:t>Малнів</w:t>
            </w:r>
            <w:proofErr w:type="spellEnd"/>
          </w:p>
          <w:p w14:paraId="7ADDA6D6" w14:textId="59EA34BF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(03234)-4-14-92</w:t>
            </w:r>
          </w:p>
        </w:tc>
        <w:tc>
          <w:tcPr>
            <w:tcW w:w="994" w:type="dxa"/>
            <w:vAlign w:val="center"/>
          </w:tcPr>
          <w:p w14:paraId="24566651" w14:textId="08F66AB7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5"/>
                <w:sz w:val="20"/>
                <w:szCs w:val="20"/>
              </w:rPr>
              <w:t>14/1</w:t>
            </w:r>
          </w:p>
        </w:tc>
        <w:tc>
          <w:tcPr>
            <w:tcW w:w="3112" w:type="dxa"/>
            <w:vAlign w:val="center"/>
          </w:tcPr>
          <w:p w14:paraId="219FED98" w14:textId="7068B476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F5266E" w:rsidRPr="00F5266E" w14:paraId="1426A220" w14:textId="77777777" w:rsidTr="00E615E2">
        <w:trPr>
          <w:trHeight w:val="124"/>
        </w:trPr>
        <w:tc>
          <w:tcPr>
            <w:tcW w:w="598" w:type="dxa"/>
            <w:gridSpan w:val="4"/>
          </w:tcPr>
          <w:p w14:paraId="0B9ECC91" w14:textId="77777777" w:rsidR="00F5266E" w:rsidRPr="00F5266E" w:rsidRDefault="00F5266E" w:rsidP="00F5266E">
            <w:pPr>
              <w:widowControl w:val="0"/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61A83A1" w14:textId="7BE005BB" w:rsidR="00F5266E" w:rsidRPr="00F5266E" w:rsidRDefault="00F5266E" w:rsidP="00F5266E">
            <w:pPr>
              <w:ind w:firstLine="119"/>
              <w:jc w:val="both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Мостиська територіальна </w:t>
            </w:r>
            <w:r w:rsidRPr="00ED7A23">
              <w:rPr>
                <w:spacing w:val="-2"/>
                <w:sz w:val="20"/>
                <w:szCs w:val="20"/>
              </w:rPr>
              <w:t>громада</w:t>
            </w:r>
          </w:p>
        </w:tc>
        <w:tc>
          <w:tcPr>
            <w:tcW w:w="3231" w:type="dxa"/>
            <w:vAlign w:val="center"/>
          </w:tcPr>
          <w:p w14:paraId="2238B718" w14:textId="5C48C24E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 xml:space="preserve">Добровільна пожежна </w:t>
            </w:r>
            <w:r w:rsidRPr="00ED7A23">
              <w:rPr>
                <w:spacing w:val="-2"/>
                <w:sz w:val="20"/>
                <w:szCs w:val="20"/>
              </w:rPr>
              <w:t>команда</w:t>
            </w:r>
          </w:p>
        </w:tc>
        <w:tc>
          <w:tcPr>
            <w:tcW w:w="3154" w:type="dxa"/>
            <w:gridSpan w:val="2"/>
            <w:vAlign w:val="center"/>
          </w:tcPr>
          <w:p w14:paraId="6E530F69" w14:textId="77777777" w:rsidR="00F5266E" w:rsidRPr="00ED7A23" w:rsidRDefault="00F5266E" w:rsidP="00F5266E">
            <w:pPr>
              <w:tabs>
                <w:tab w:val="left" w:pos="8174"/>
              </w:tabs>
              <w:ind w:left="126" w:right="163"/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с. Стоянці</w:t>
            </w:r>
          </w:p>
          <w:p w14:paraId="74D4D401" w14:textId="038330A0" w:rsidR="00F5266E" w:rsidRPr="00F5266E" w:rsidRDefault="00F5266E" w:rsidP="00F5266E">
            <w:pPr>
              <w:jc w:val="center"/>
              <w:rPr>
                <w:noProof/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(03234)-4-14-92</w:t>
            </w:r>
          </w:p>
        </w:tc>
        <w:tc>
          <w:tcPr>
            <w:tcW w:w="994" w:type="dxa"/>
            <w:vAlign w:val="center"/>
          </w:tcPr>
          <w:p w14:paraId="23D624B9" w14:textId="5AED18CE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pacing w:val="-5"/>
                <w:sz w:val="20"/>
                <w:szCs w:val="20"/>
              </w:rPr>
              <w:t>12/1</w:t>
            </w:r>
          </w:p>
        </w:tc>
        <w:tc>
          <w:tcPr>
            <w:tcW w:w="3112" w:type="dxa"/>
            <w:vAlign w:val="center"/>
          </w:tcPr>
          <w:p w14:paraId="694B9882" w14:textId="54DD76E5" w:rsidR="00F5266E" w:rsidRPr="00F5266E" w:rsidRDefault="00F5266E" w:rsidP="00F5266E">
            <w:pPr>
              <w:jc w:val="center"/>
              <w:rPr>
                <w:sz w:val="20"/>
                <w:szCs w:val="20"/>
              </w:rPr>
            </w:pPr>
            <w:r w:rsidRPr="00ED7A23">
              <w:rPr>
                <w:sz w:val="20"/>
                <w:szCs w:val="20"/>
              </w:rPr>
              <w:t>Гасіння</w:t>
            </w:r>
            <w:r w:rsidRPr="00ED7A23">
              <w:rPr>
                <w:spacing w:val="-13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>пожеж,</w:t>
            </w:r>
            <w:r w:rsidRPr="00ED7A23">
              <w:rPr>
                <w:spacing w:val="-12"/>
                <w:sz w:val="20"/>
                <w:szCs w:val="20"/>
              </w:rPr>
              <w:t xml:space="preserve"> </w:t>
            </w:r>
            <w:r w:rsidRPr="00ED7A23">
              <w:rPr>
                <w:sz w:val="20"/>
                <w:szCs w:val="20"/>
              </w:rPr>
              <w:t xml:space="preserve">рятування </w:t>
            </w:r>
            <w:r w:rsidRPr="00ED7A23">
              <w:rPr>
                <w:spacing w:val="-2"/>
                <w:sz w:val="20"/>
                <w:szCs w:val="20"/>
              </w:rPr>
              <w:t>потерпілих</w:t>
            </w:r>
          </w:p>
        </w:tc>
      </w:tr>
      <w:tr w:rsidR="00C11AEB" w:rsidRPr="00C11AEB" w14:paraId="480DFDE4" w14:textId="77777777" w:rsidTr="00453902">
        <w:trPr>
          <w:trHeight w:val="124"/>
        </w:trPr>
        <w:tc>
          <w:tcPr>
            <w:tcW w:w="8359" w:type="dxa"/>
            <w:gridSpan w:val="6"/>
          </w:tcPr>
          <w:p w14:paraId="7936D10B" w14:textId="77777777" w:rsidR="00C11AEB" w:rsidRPr="00C11AEB" w:rsidRDefault="00C11AEB" w:rsidP="001D30E9">
            <w:pPr>
              <w:ind w:left="873"/>
              <w:rPr>
                <w:b/>
                <w:sz w:val="20"/>
                <w:szCs w:val="20"/>
              </w:rPr>
            </w:pPr>
            <w:r w:rsidRPr="00C11AEB">
              <w:rPr>
                <w:b/>
                <w:bCs w:val="0"/>
                <w:sz w:val="20"/>
                <w:szCs w:val="20"/>
              </w:rPr>
              <w:t>Всього:</w:t>
            </w:r>
          </w:p>
        </w:tc>
        <w:tc>
          <w:tcPr>
            <w:tcW w:w="3154" w:type="dxa"/>
            <w:gridSpan w:val="2"/>
            <w:vAlign w:val="center"/>
          </w:tcPr>
          <w:p w14:paraId="46FE9359" w14:textId="77777777" w:rsidR="00C11AEB" w:rsidRPr="00C11AEB" w:rsidRDefault="00C11AEB" w:rsidP="00C11A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F679D04" w14:textId="69BC2855" w:rsidR="00C11AEB" w:rsidRPr="00C11AEB" w:rsidRDefault="00C11AEB" w:rsidP="00C11AEB">
            <w:pPr>
              <w:jc w:val="center"/>
              <w:rPr>
                <w:b/>
                <w:sz w:val="20"/>
                <w:szCs w:val="20"/>
              </w:rPr>
            </w:pPr>
            <w:r w:rsidRPr="00C11AEB">
              <w:rPr>
                <w:b/>
                <w:spacing w:val="-5"/>
                <w:sz w:val="20"/>
              </w:rPr>
              <w:t>472/75</w:t>
            </w:r>
          </w:p>
        </w:tc>
        <w:tc>
          <w:tcPr>
            <w:tcW w:w="3112" w:type="dxa"/>
            <w:vAlign w:val="center"/>
          </w:tcPr>
          <w:p w14:paraId="34FF7A92" w14:textId="77777777" w:rsidR="00C11AEB" w:rsidRPr="00C11AEB" w:rsidRDefault="00C11AEB" w:rsidP="00C11AEB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C11AEB" w:rsidRPr="00C11AEB" w14:paraId="35DCD805" w14:textId="77777777" w:rsidTr="00453902">
        <w:trPr>
          <w:trHeight w:val="124"/>
        </w:trPr>
        <w:tc>
          <w:tcPr>
            <w:tcW w:w="8359" w:type="dxa"/>
            <w:gridSpan w:val="6"/>
          </w:tcPr>
          <w:p w14:paraId="5BD1FF46" w14:textId="77777777" w:rsidR="00C11AEB" w:rsidRPr="00C11AEB" w:rsidRDefault="00C11AEB" w:rsidP="00B3020A">
            <w:pPr>
              <w:spacing w:before="60" w:after="60"/>
              <w:ind w:left="873"/>
              <w:rPr>
                <w:b/>
                <w:sz w:val="20"/>
                <w:szCs w:val="20"/>
              </w:rPr>
            </w:pPr>
            <w:r w:rsidRPr="00C11AEB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54" w:type="dxa"/>
            <w:gridSpan w:val="2"/>
            <w:vAlign w:val="center"/>
          </w:tcPr>
          <w:p w14:paraId="223B0C67" w14:textId="77777777" w:rsidR="00C11AEB" w:rsidRPr="00C11AEB" w:rsidRDefault="00C11AEB" w:rsidP="00B3020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E579B71" w14:textId="089BEC42" w:rsidR="00C11AEB" w:rsidRPr="00C11AEB" w:rsidRDefault="00C11AEB" w:rsidP="00B3020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11AEB">
              <w:rPr>
                <w:b/>
                <w:spacing w:val="-2"/>
                <w:sz w:val="20"/>
              </w:rPr>
              <w:t>3047/522</w:t>
            </w:r>
          </w:p>
        </w:tc>
        <w:tc>
          <w:tcPr>
            <w:tcW w:w="3112" w:type="dxa"/>
            <w:vAlign w:val="center"/>
          </w:tcPr>
          <w:p w14:paraId="11F31798" w14:textId="77777777" w:rsidR="00C11AEB" w:rsidRPr="00C11AEB" w:rsidRDefault="00C11AEB" w:rsidP="00B3020A">
            <w:pPr>
              <w:widowControl w:val="0"/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9A270A" w14:paraId="6E51923D" w14:textId="77777777" w:rsidTr="008E6555">
        <w:trPr>
          <w:trHeight w:val="124"/>
        </w:trPr>
        <w:tc>
          <w:tcPr>
            <w:tcW w:w="15619" w:type="dxa"/>
            <w:gridSpan w:val="10"/>
          </w:tcPr>
          <w:p w14:paraId="7457FB53" w14:textId="4DD78B37" w:rsidR="00F5266E" w:rsidRPr="009A270A" w:rsidRDefault="00F5266E" w:rsidP="00F5266E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A270A">
              <w:rPr>
                <w:b/>
                <w:sz w:val="20"/>
                <w:szCs w:val="20"/>
              </w:rPr>
              <w:t>ІІ. СПЕЦІАЛІЗОВАНА СЛУЖБА ЗАХИСТУ СІЛЬСЬКО-ГОСПОДАРСЬКИХ ТВАРИН І РОСЛИН</w:t>
            </w:r>
          </w:p>
        </w:tc>
      </w:tr>
      <w:tr w:rsidR="00F5266E" w:rsidRPr="00241CDF" w14:paraId="55B0ABE4" w14:textId="77777777" w:rsidTr="00235626">
        <w:trPr>
          <w:trHeight w:val="124"/>
        </w:trPr>
        <w:tc>
          <w:tcPr>
            <w:tcW w:w="562" w:type="dxa"/>
            <w:gridSpan w:val="3"/>
          </w:tcPr>
          <w:p w14:paraId="74CE0DFD" w14:textId="77777777" w:rsidR="00F5266E" w:rsidRPr="00241CDF" w:rsidRDefault="00F5266E" w:rsidP="008E6555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FFB9CF8" w14:textId="23FC5303" w:rsidR="00F5266E" w:rsidRPr="008D60EE" w:rsidRDefault="00F5266E" w:rsidP="008D60EE">
            <w:pPr>
              <w:ind w:hanging="23"/>
              <w:rPr>
                <w:sz w:val="20"/>
                <w:szCs w:val="20"/>
                <w:shd w:val="clear" w:color="auto" w:fill="FFFFFF"/>
              </w:rPr>
            </w:pPr>
            <w:r w:rsidRPr="008D60EE">
              <w:rPr>
                <w:sz w:val="20"/>
                <w:szCs w:val="20"/>
                <w:highlight w:val="white"/>
              </w:rPr>
              <w:t xml:space="preserve">Головне управління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12C1ABE4" w14:textId="22095CDA" w:rsidR="00F5266E" w:rsidRPr="00241CDF" w:rsidRDefault="00F5266E" w:rsidP="00F5266E">
            <w:pPr>
              <w:jc w:val="center"/>
              <w:rPr>
                <w:sz w:val="20"/>
                <w:szCs w:val="20"/>
              </w:rPr>
            </w:pPr>
            <w:r w:rsidRPr="00241CDF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5C3BEAF7" w14:textId="77777777" w:rsidR="00F5266E" w:rsidRPr="00241CDF" w:rsidRDefault="00F5266E" w:rsidP="00F5266E">
            <w:pPr>
              <w:pStyle w:val="3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1CDF">
              <w:rPr>
                <w:rFonts w:ascii="Times New Roman" w:hAnsi="Times New Roman" w:cs="Times New Roman"/>
                <w:b w:val="0"/>
                <w:sz w:val="20"/>
                <w:szCs w:val="20"/>
              </w:rPr>
              <w:t>м. Львів, вул. Вітовського, 18.</w:t>
            </w:r>
          </w:p>
          <w:p w14:paraId="2AEBFC7B" w14:textId="77777777" w:rsidR="00F5266E" w:rsidRPr="00241CDF" w:rsidRDefault="00F5266E" w:rsidP="00F5266E">
            <w:pPr>
              <w:pStyle w:val="30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</w:p>
        </w:tc>
        <w:tc>
          <w:tcPr>
            <w:tcW w:w="994" w:type="dxa"/>
          </w:tcPr>
          <w:p w14:paraId="3A41CC6E" w14:textId="01B1E26C" w:rsidR="00F5266E" w:rsidRPr="00241CDF" w:rsidRDefault="00F5266E" w:rsidP="00F5266E">
            <w:pPr>
              <w:jc w:val="center"/>
              <w:rPr>
                <w:sz w:val="20"/>
                <w:szCs w:val="20"/>
              </w:rPr>
            </w:pPr>
            <w:r w:rsidRPr="00241CDF">
              <w:rPr>
                <w:sz w:val="20"/>
                <w:szCs w:val="20"/>
              </w:rPr>
              <w:t>51/51</w:t>
            </w:r>
          </w:p>
        </w:tc>
        <w:tc>
          <w:tcPr>
            <w:tcW w:w="3112" w:type="dxa"/>
          </w:tcPr>
          <w:p w14:paraId="094C7853" w14:textId="2047F0CC" w:rsidR="00F5266E" w:rsidRPr="00241CDF" w:rsidRDefault="00F5266E" w:rsidP="00ED7D2D">
            <w:pPr>
              <w:rPr>
                <w:sz w:val="20"/>
                <w:szCs w:val="20"/>
              </w:rPr>
            </w:pPr>
            <w:r w:rsidRPr="00241CDF">
              <w:rPr>
                <w:sz w:val="20"/>
                <w:szCs w:val="20"/>
              </w:rPr>
              <w:t>Роботи з ліквідації епізоотій та епіфітотій, епізоотичний, фітосанітарний і  токсикологічний контроль під час проведення робіт з ліквідації наслідків надзвичайних ситуацій, здійснення ветеринарно - санітарних  та фітосанітарних заходів, участь у здійсненні заходів щодо спеціальної обробки територій, приміщень, сільськогосподарських тварин і рослин, продукції тваринництва та рослинництва.</w:t>
            </w:r>
          </w:p>
        </w:tc>
      </w:tr>
      <w:tr w:rsidR="00F5266E" w:rsidRPr="00241CDF" w14:paraId="574DA5FF" w14:textId="77777777" w:rsidTr="00235626">
        <w:trPr>
          <w:trHeight w:val="124"/>
        </w:trPr>
        <w:tc>
          <w:tcPr>
            <w:tcW w:w="562" w:type="dxa"/>
            <w:gridSpan w:val="3"/>
          </w:tcPr>
          <w:p w14:paraId="52C9632A" w14:textId="77777777" w:rsidR="00F5266E" w:rsidRPr="00241CDF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2EE1103" w14:textId="574C7F9C" w:rsidR="00F5266E" w:rsidRPr="008D60EE" w:rsidRDefault="00F5266E" w:rsidP="008D60EE">
            <w:pPr>
              <w:ind w:hanging="23"/>
              <w:rPr>
                <w:sz w:val="20"/>
                <w:szCs w:val="20"/>
                <w:highlight w:val="white"/>
              </w:rPr>
            </w:pPr>
            <w:r w:rsidRPr="008D60EE">
              <w:rPr>
                <w:sz w:val="20"/>
                <w:szCs w:val="20"/>
              </w:rPr>
              <w:t>Дрогобицьке районне управління</w:t>
            </w:r>
            <w:r w:rsidRPr="008D60EE"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520F4FE5" w14:textId="2CC85CD7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1D9E5D6E" w14:textId="77777777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м. Дрогобич, вул. П. Орлика, 15</w:t>
            </w:r>
          </w:p>
          <w:p w14:paraId="3078D9B0" w14:textId="5F72F6B6" w:rsidR="00F5266E" w:rsidRPr="00E13A29" w:rsidRDefault="00F5266E" w:rsidP="00F5266E">
            <w:pPr>
              <w:pStyle w:val="30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3A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drogobychdpss@ukr.net</w:t>
            </w:r>
          </w:p>
        </w:tc>
        <w:tc>
          <w:tcPr>
            <w:tcW w:w="994" w:type="dxa"/>
          </w:tcPr>
          <w:p w14:paraId="2743F215" w14:textId="586F9555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6/6</w:t>
            </w:r>
          </w:p>
        </w:tc>
        <w:tc>
          <w:tcPr>
            <w:tcW w:w="3112" w:type="dxa"/>
          </w:tcPr>
          <w:p w14:paraId="74AACB7E" w14:textId="4BC0C953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-//-</w:t>
            </w:r>
          </w:p>
        </w:tc>
      </w:tr>
      <w:tr w:rsidR="00F5266E" w:rsidRPr="00241CDF" w14:paraId="0146E943" w14:textId="77777777" w:rsidTr="00235626">
        <w:trPr>
          <w:trHeight w:val="124"/>
        </w:trPr>
        <w:tc>
          <w:tcPr>
            <w:tcW w:w="562" w:type="dxa"/>
            <w:gridSpan w:val="3"/>
          </w:tcPr>
          <w:p w14:paraId="58264DFF" w14:textId="77777777" w:rsidR="00F5266E" w:rsidRPr="00241CDF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08B0A26" w14:textId="3DF86120" w:rsidR="00F5266E" w:rsidRPr="008D60EE" w:rsidRDefault="00F5266E" w:rsidP="008D60EE">
            <w:pPr>
              <w:ind w:hanging="23"/>
              <w:rPr>
                <w:sz w:val="20"/>
                <w:szCs w:val="20"/>
                <w:highlight w:val="white"/>
              </w:rPr>
            </w:pPr>
            <w:r w:rsidRPr="008D60EE">
              <w:rPr>
                <w:sz w:val="20"/>
                <w:szCs w:val="20"/>
              </w:rPr>
              <w:t>Золочівське районне управління</w:t>
            </w:r>
            <w:r w:rsidRPr="008D60EE"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01113DD5" w14:textId="7CB2D8A5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742E31D7" w14:textId="77777777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м. Золочів,</w:t>
            </w:r>
          </w:p>
          <w:p w14:paraId="2B3B07B5" w14:textId="77777777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 xml:space="preserve">вул. Базарна, </w:t>
            </w:r>
          </w:p>
          <w:p w14:paraId="12A37550" w14:textId="77777777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8(03265) 4-52-90</w:t>
            </w:r>
          </w:p>
          <w:p w14:paraId="0D7DC8AF" w14:textId="23D82746" w:rsidR="00F5266E" w:rsidRPr="00E13A29" w:rsidRDefault="00F5266E" w:rsidP="00F5266E">
            <w:pPr>
              <w:pStyle w:val="30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E13A29">
              <w:rPr>
                <w:rFonts w:ascii="Times New Roman" w:hAnsi="Times New Roman" w:cs="Times New Roman"/>
                <w:b w:val="0"/>
                <w:sz w:val="20"/>
                <w:szCs w:val="20"/>
              </w:rPr>
              <w:t>zolochivdpss@ukr.net</w:t>
            </w:r>
          </w:p>
        </w:tc>
        <w:tc>
          <w:tcPr>
            <w:tcW w:w="994" w:type="dxa"/>
          </w:tcPr>
          <w:p w14:paraId="2D888CCF" w14:textId="36677E86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7/7</w:t>
            </w:r>
          </w:p>
        </w:tc>
        <w:tc>
          <w:tcPr>
            <w:tcW w:w="3112" w:type="dxa"/>
          </w:tcPr>
          <w:p w14:paraId="6A8EBF1F" w14:textId="3B6DA935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-//-</w:t>
            </w:r>
          </w:p>
        </w:tc>
      </w:tr>
      <w:tr w:rsidR="00F5266E" w:rsidRPr="00241CDF" w14:paraId="2D15EE47" w14:textId="77777777" w:rsidTr="00235626">
        <w:trPr>
          <w:trHeight w:val="124"/>
        </w:trPr>
        <w:tc>
          <w:tcPr>
            <w:tcW w:w="562" w:type="dxa"/>
            <w:gridSpan w:val="3"/>
          </w:tcPr>
          <w:p w14:paraId="45668704" w14:textId="77777777" w:rsidR="00F5266E" w:rsidRPr="00241CDF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9568809" w14:textId="79011783" w:rsidR="00F5266E" w:rsidRPr="008D60EE" w:rsidRDefault="00F5266E" w:rsidP="008D60EE">
            <w:pPr>
              <w:ind w:hanging="23"/>
              <w:rPr>
                <w:sz w:val="20"/>
                <w:szCs w:val="20"/>
                <w:highlight w:val="white"/>
              </w:rPr>
            </w:pPr>
            <w:r w:rsidRPr="008D60EE">
              <w:rPr>
                <w:sz w:val="20"/>
                <w:szCs w:val="20"/>
              </w:rPr>
              <w:t>Львівське районне управління</w:t>
            </w:r>
            <w:r w:rsidRPr="008D60EE"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57AD841B" w14:textId="39F004CF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47F55BBB" w14:textId="77777777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E13A29">
              <w:rPr>
                <w:sz w:val="20"/>
                <w:szCs w:val="20"/>
              </w:rPr>
              <w:t>с.Наварія</w:t>
            </w:r>
            <w:proofErr w:type="spellEnd"/>
            <w:r w:rsidRPr="00E13A29">
              <w:rPr>
                <w:sz w:val="20"/>
                <w:szCs w:val="20"/>
              </w:rPr>
              <w:t>, вул. Львівська, буд. 139</w:t>
            </w:r>
          </w:p>
          <w:p w14:paraId="36B1DA8C" w14:textId="2ACCE94E" w:rsidR="00F5266E" w:rsidRPr="00E13A29" w:rsidRDefault="00F5266E" w:rsidP="00F5266E">
            <w:pPr>
              <w:pStyle w:val="30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3A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lvivrudpss@ukr.net</w:t>
            </w:r>
          </w:p>
        </w:tc>
        <w:tc>
          <w:tcPr>
            <w:tcW w:w="994" w:type="dxa"/>
          </w:tcPr>
          <w:p w14:paraId="601A056C" w14:textId="121F1D0C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19/19</w:t>
            </w:r>
          </w:p>
        </w:tc>
        <w:tc>
          <w:tcPr>
            <w:tcW w:w="3112" w:type="dxa"/>
          </w:tcPr>
          <w:p w14:paraId="614EF4E5" w14:textId="4EAA0251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-//-</w:t>
            </w:r>
          </w:p>
        </w:tc>
      </w:tr>
      <w:tr w:rsidR="00F5266E" w:rsidRPr="00241CDF" w14:paraId="587B3B29" w14:textId="77777777" w:rsidTr="00235626">
        <w:trPr>
          <w:trHeight w:val="124"/>
        </w:trPr>
        <w:tc>
          <w:tcPr>
            <w:tcW w:w="562" w:type="dxa"/>
            <w:gridSpan w:val="3"/>
          </w:tcPr>
          <w:p w14:paraId="2CF94988" w14:textId="77777777" w:rsidR="00F5266E" w:rsidRPr="00241CDF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286B621" w14:textId="6B27B6AA" w:rsidR="00F5266E" w:rsidRPr="008D60EE" w:rsidRDefault="00F5266E" w:rsidP="008D60EE">
            <w:pPr>
              <w:ind w:hanging="23"/>
              <w:rPr>
                <w:sz w:val="20"/>
                <w:szCs w:val="20"/>
                <w:highlight w:val="white"/>
              </w:rPr>
            </w:pPr>
            <w:r w:rsidRPr="008D60EE">
              <w:rPr>
                <w:sz w:val="20"/>
                <w:szCs w:val="20"/>
              </w:rPr>
              <w:t>Львівське міське управління</w:t>
            </w:r>
            <w:r w:rsidRPr="008D60EE"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3505F405" w14:textId="6D977E68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67D95649" w14:textId="77777777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E13A29">
              <w:rPr>
                <w:sz w:val="20"/>
                <w:szCs w:val="20"/>
              </w:rPr>
              <w:t>м.Львів</w:t>
            </w:r>
            <w:proofErr w:type="spellEnd"/>
            <w:r w:rsidRPr="00E13A29">
              <w:rPr>
                <w:sz w:val="20"/>
                <w:szCs w:val="20"/>
              </w:rPr>
              <w:t>, вул. Промислова, 9б</w:t>
            </w:r>
          </w:p>
          <w:p w14:paraId="17D02E20" w14:textId="77777777" w:rsidR="00F5266E" w:rsidRPr="00E13A29" w:rsidRDefault="00F5266E" w:rsidP="00F5266E">
            <w:pPr>
              <w:spacing w:line="290" w:lineRule="auto"/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(032) 252-10-08</w:t>
            </w:r>
          </w:p>
          <w:p w14:paraId="406F2A2D" w14:textId="288641EA" w:rsidR="00F5266E" w:rsidRPr="00E13A29" w:rsidRDefault="00F5266E" w:rsidP="00F5266E">
            <w:pPr>
              <w:pStyle w:val="30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3A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derzhprod_lviv@ukr.net</w:t>
            </w:r>
          </w:p>
        </w:tc>
        <w:tc>
          <w:tcPr>
            <w:tcW w:w="994" w:type="dxa"/>
          </w:tcPr>
          <w:p w14:paraId="03B1C955" w14:textId="419B8201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11/11</w:t>
            </w:r>
          </w:p>
        </w:tc>
        <w:tc>
          <w:tcPr>
            <w:tcW w:w="3112" w:type="dxa"/>
          </w:tcPr>
          <w:p w14:paraId="56857235" w14:textId="05D72B98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-//-</w:t>
            </w:r>
          </w:p>
        </w:tc>
      </w:tr>
      <w:tr w:rsidR="00F5266E" w:rsidRPr="00241CDF" w14:paraId="0FE3EF9B" w14:textId="77777777" w:rsidTr="00235626">
        <w:trPr>
          <w:trHeight w:val="124"/>
        </w:trPr>
        <w:tc>
          <w:tcPr>
            <w:tcW w:w="562" w:type="dxa"/>
            <w:gridSpan w:val="3"/>
          </w:tcPr>
          <w:p w14:paraId="1AC40590" w14:textId="77777777" w:rsidR="00F5266E" w:rsidRPr="00241CDF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D162A18" w14:textId="2AB027C8" w:rsidR="00F5266E" w:rsidRPr="008D60EE" w:rsidRDefault="00F5266E" w:rsidP="008D60EE">
            <w:pPr>
              <w:ind w:hanging="23"/>
              <w:rPr>
                <w:sz w:val="20"/>
                <w:szCs w:val="20"/>
                <w:highlight w:val="white"/>
              </w:rPr>
            </w:pPr>
            <w:r w:rsidRPr="008D60EE">
              <w:rPr>
                <w:sz w:val="20"/>
                <w:szCs w:val="20"/>
              </w:rPr>
              <w:t>Самбірське районне управління</w:t>
            </w:r>
            <w:r w:rsidRPr="008D60EE"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0659D12F" w14:textId="42F2FB06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7E94E713" w14:textId="77777777" w:rsidR="00F5266E" w:rsidRPr="00E13A2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13A29">
              <w:rPr>
                <w:color w:val="000000"/>
                <w:sz w:val="20"/>
                <w:szCs w:val="20"/>
              </w:rPr>
              <w:t>с.Рудня</w:t>
            </w:r>
            <w:proofErr w:type="spellEnd"/>
            <w:r w:rsidRPr="00E13A29">
              <w:rPr>
                <w:color w:val="000000"/>
                <w:sz w:val="20"/>
                <w:szCs w:val="20"/>
              </w:rPr>
              <w:t xml:space="preserve">, вул. </w:t>
            </w:r>
            <w:proofErr w:type="spellStart"/>
            <w:r w:rsidRPr="00E13A29">
              <w:rPr>
                <w:color w:val="000000"/>
                <w:sz w:val="20"/>
                <w:szCs w:val="20"/>
              </w:rPr>
              <w:t>Бісківська</w:t>
            </w:r>
            <w:proofErr w:type="spellEnd"/>
            <w:r w:rsidRPr="00E13A29">
              <w:rPr>
                <w:color w:val="000000"/>
                <w:sz w:val="20"/>
                <w:szCs w:val="20"/>
              </w:rPr>
              <w:t>, 1</w:t>
            </w:r>
          </w:p>
          <w:p w14:paraId="3EBAB24B" w14:textId="3171B233" w:rsidR="00F5266E" w:rsidRPr="00E13A29" w:rsidRDefault="00F5266E" w:rsidP="00F5266E">
            <w:pPr>
              <w:pStyle w:val="30"/>
              <w:spacing w:before="0" w:after="0"/>
              <w:jc w:val="center"/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E13A2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sambirdpss@ukr.net</w:t>
            </w:r>
          </w:p>
        </w:tc>
        <w:tc>
          <w:tcPr>
            <w:tcW w:w="994" w:type="dxa"/>
          </w:tcPr>
          <w:p w14:paraId="1B56C642" w14:textId="71CE1063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11/11</w:t>
            </w:r>
          </w:p>
        </w:tc>
        <w:tc>
          <w:tcPr>
            <w:tcW w:w="3112" w:type="dxa"/>
          </w:tcPr>
          <w:p w14:paraId="6B0091BD" w14:textId="09579935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-//-</w:t>
            </w:r>
          </w:p>
        </w:tc>
      </w:tr>
      <w:tr w:rsidR="00F5266E" w:rsidRPr="00241CDF" w14:paraId="62DFBF70" w14:textId="77777777" w:rsidTr="00235626">
        <w:trPr>
          <w:trHeight w:val="124"/>
        </w:trPr>
        <w:tc>
          <w:tcPr>
            <w:tcW w:w="562" w:type="dxa"/>
            <w:gridSpan w:val="3"/>
          </w:tcPr>
          <w:p w14:paraId="5755E157" w14:textId="77777777" w:rsidR="00F5266E" w:rsidRPr="00241CDF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4B29BBA" w14:textId="57B344A4" w:rsidR="00F5266E" w:rsidRPr="008D60EE" w:rsidRDefault="00F5266E" w:rsidP="008D60EE">
            <w:pPr>
              <w:ind w:hanging="23"/>
              <w:rPr>
                <w:sz w:val="20"/>
                <w:szCs w:val="20"/>
              </w:rPr>
            </w:pPr>
            <w:r w:rsidRPr="008D60EE">
              <w:rPr>
                <w:sz w:val="20"/>
                <w:szCs w:val="20"/>
              </w:rPr>
              <w:t>Стрийське районне управління</w:t>
            </w:r>
            <w:r w:rsidRPr="008D60EE"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230CEF3C" w14:textId="135D265E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77958F01" w14:textId="77777777" w:rsidR="00F5266E" w:rsidRPr="00E13A2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13A29">
              <w:rPr>
                <w:color w:val="000000"/>
                <w:sz w:val="20"/>
                <w:szCs w:val="20"/>
              </w:rPr>
              <w:t>м.Стрий</w:t>
            </w:r>
            <w:proofErr w:type="spellEnd"/>
            <w:r w:rsidRPr="00E13A29">
              <w:rPr>
                <w:color w:val="000000"/>
                <w:sz w:val="20"/>
                <w:szCs w:val="20"/>
              </w:rPr>
              <w:t>, вул. Дрогобицька, 40</w:t>
            </w:r>
          </w:p>
          <w:p w14:paraId="4242A145" w14:textId="3F9C15AB" w:rsidR="00F5266E" w:rsidRPr="00E13A2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stryidpss@ukr.net</w:t>
            </w:r>
          </w:p>
        </w:tc>
        <w:tc>
          <w:tcPr>
            <w:tcW w:w="994" w:type="dxa"/>
          </w:tcPr>
          <w:p w14:paraId="1131B10E" w14:textId="61F82825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6/6</w:t>
            </w:r>
          </w:p>
        </w:tc>
        <w:tc>
          <w:tcPr>
            <w:tcW w:w="3112" w:type="dxa"/>
          </w:tcPr>
          <w:p w14:paraId="3A622986" w14:textId="08290A48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-//-</w:t>
            </w:r>
          </w:p>
        </w:tc>
      </w:tr>
      <w:tr w:rsidR="00F5266E" w:rsidRPr="00241CDF" w14:paraId="59810804" w14:textId="77777777" w:rsidTr="00235626">
        <w:trPr>
          <w:trHeight w:val="124"/>
        </w:trPr>
        <w:tc>
          <w:tcPr>
            <w:tcW w:w="562" w:type="dxa"/>
            <w:gridSpan w:val="3"/>
          </w:tcPr>
          <w:p w14:paraId="6E04F20C" w14:textId="77777777" w:rsidR="00F5266E" w:rsidRPr="00241CDF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EC695F8" w14:textId="297C22C8" w:rsidR="00F5266E" w:rsidRPr="008D60EE" w:rsidRDefault="00F5266E" w:rsidP="008D60EE">
            <w:pPr>
              <w:ind w:hanging="23"/>
              <w:rPr>
                <w:sz w:val="20"/>
                <w:szCs w:val="20"/>
              </w:rPr>
            </w:pPr>
            <w:r w:rsidRPr="008D60EE">
              <w:rPr>
                <w:sz w:val="20"/>
                <w:szCs w:val="20"/>
              </w:rPr>
              <w:t>Шептицьке районне управління</w:t>
            </w:r>
            <w:r w:rsidRPr="008D60EE"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33741C3E" w14:textId="1A4F1618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670F5C7A" w14:textId="77777777" w:rsidR="00F5266E" w:rsidRPr="00E13A2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13A29">
              <w:rPr>
                <w:color w:val="000000"/>
                <w:sz w:val="20"/>
                <w:szCs w:val="20"/>
              </w:rPr>
              <w:t>м.</w:t>
            </w:r>
            <w:r w:rsidRPr="00E13A29">
              <w:rPr>
                <w:sz w:val="20"/>
                <w:szCs w:val="20"/>
              </w:rPr>
              <w:t>Шептицький</w:t>
            </w:r>
            <w:proofErr w:type="spellEnd"/>
            <w:r w:rsidRPr="00E13A29">
              <w:rPr>
                <w:color w:val="000000"/>
                <w:sz w:val="20"/>
                <w:szCs w:val="20"/>
              </w:rPr>
              <w:t>, вул. Паркова, 2А</w:t>
            </w:r>
          </w:p>
          <w:p w14:paraId="535B9248" w14:textId="77777777" w:rsidR="00F5266E" w:rsidRPr="00E13A29" w:rsidRDefault="00F5266E" w:rsidP="00F5266E">
            <w:pPr>
              <w:spacing w:line="290" w:lineRule="auto"/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(03249) 4-79-78</w:t>
            </w:r>
          </w:p>
          <w:p w14:paraId="086C4580" w14:textId="7B07A573" w:rsidR="00F5266E" w:rsidRPr="00E13A2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chermvdpss@ukr.net</w:t>
            </w:r>
          </w:p>
        </w:tc>
        <w:tc>
          <w:tcPr>
            <w:tcW w:w="994" w:type="dxa"/>
          </w:tcPr>
          <w:p w14:paraId="3CB30436" w14:textId="6F63300D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12/12</w:t>
            </w:r>
          </w:p>
        </w:tc>
        <w:tc>
          <w:tcPr>
            <w:tcW w:w="3112" w:type="dxa"/>
          </w:tcPr>
          <w:p w14:paraId="3AB554BF" w14:textId="4B37458D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-//-</w:t>
            </w:r>
          </w:p>
        </w:tc>
      </w:tr>
      <w:tr w:rsidR="00F5266E" w:rsidRPr="00241CDF" w14:paraId="6B66CF6C" w14:textId="77777777" w:rsidTr="00235626">
        <w:trPr>
          <w:trHeight w:val="124"/>
        </w:trPr>
        <w:tc>
          <w:tcPr>
            <w:tcW w:w="562" w:type="dxa"/>
            <w:gridSpan w:val="3"/>
          </w:tcPr>
          <w:p w14:paraId="5A96E489" w14:textId="77777777" w:rsidR="00F5266E" w:rsidRPr="00241CDF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9CA3010" w14:textId="2274228B" w:rsidR="00F5266E" w:rsidRPr="008D60EE" w:rsidRDefault="00F5266E" w:rsidP="008D60EE">
            <w:pPr>
              <w:ind w:hanging="23"/>
              <w:rPr>
                <w:sz w:val="20"/>
                <w:szCs w:val="20"/>
              </w:rPr>
            </w:pPr>
            <w:r w:rsidRPr="008D60EE">
              <w:rPr>
                <w:sz w:val="20"/>
                <w:szCs w:val="20"/>
              </w:rPr>
              <w:t>Яворівське районне управління</w:t>
            </w:r>
            <w:r w:rsidRPr="008D60EE">
              <w:rPr>
                <w:sz w:val="20"/>
                <w:szCs w:val="20"/>
                <w:highlight w:val="white"/>
              </w:rPr>
              <w:t xml:space="preserve"> </w:t>
            </w:r>
            <w:proofErr w:type="spellStart"/>
            <w:r w:rsidRPr="008D60EE">
              <w:rPr>
                <w:sz w:val="20"/>
                <w:szCs w:val="20"/>
                <w:highlight w:val="white"/>
              </w:rPr>
              <w:t>Держпродспоживслужби</w:t>
            </w:r>
            <w:proofErr w:type="spellEnd"/>
            <w:r w:rsidRPr="008D60EE">
              <w:rPr>
                <w:sz w:val="20"/>
                <w:szCs w:val="20"/>
                <w:highlight w:val="white"/>
              </w:rPr>
              <w:t xml:space="preserve"> у Львівській області</w:t>
            </w:r>
          </w:p>
        </w:tc>
        <w:tc>
          <w:tcPr>
            <w:tcW w:w="3231" w:type="dxa"/>
          </w:tcPr>
          <w:p w14:paraId="0CA2BCEB" w14:textId="5C5DECAF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5A363473" w14:textId="4225286F" w:rsidR="00F5266E" w:rsidRPr="00E13A29" w:rsidRDefault="00F5266E" w:rsidP="00F5266E">
            <w:pPr>
              <w:ind w:left="-110" w:right="-6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13A29">
              <w:rPr>
                <w:color w:val="000000"/>
                <w:sz w:val="20"/>
                <w:szCs w:val="20"/>
              </w:rPr>
              <w:t>м.Яворів</w:t>
            </w:r>
            <w:proofErr w:type="spellEnd"/>
            <w:r w:rsidRPr="00E13A29">
              <w:rPr>
                <w:color w:val="000000"/>
                <w:sz w:val="20"/>
                <w:szCs w:val="20"/>
              </w:rPr>
              <w:t>, вул. Січових Стрільців, 5</w:t>
            </w:r>
          </w:p>
        </w:tc>
        <w:tc>
          <w:tcPr>
            <w:tcW w:w="994" w:type="dxa"/>
          </w:tcPr>
          <w:p w14:paraId="6C86F8A4" w14:textId="3A7BF4BE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16/16</w:t>
            </w:r>
          </w:p>
        </w:tc>
        <w:tc>
          <w:tcPr>
            <w:tcW w:w="3112" w:type="dxa"/>
          </w:tcPr>
          <w:p w14:paraId="10FD95C1" w14:textId="4068FA76" w:rsidR="00F5266E" w:rsidRPr="00E13A29" w:rsidRDefault="00F5266E" w:rsidP="00F5266E">
            <w:pPr>
              <w:jc w:val="center"/>
              <w:rPr>
                <w:sz w:val="20"/>
                <w:szCs w:val="20"/>
              </w:rPr>
            </w:pPr>
            <w:r w:rsidRPr="00E13A29">
              <w:rPr>
                <w:sz w:val="20"/>
                <w:szCs w:val="20"/>
              </w:rPr>
              <w:t>-//-</w:t>
            </w:r>
          </w:p>
        </w:tc>
      </w:tr>
      <w:tr w:rsidR="00F5266E" w:rsidRPr="00C44CFB" w14:paraId="3EC2E4F1" w14:textId="77777777" w:rsidTr="00235626">
        <w:trPr>
          <w:trHeight w:val="124"/>
        </w:trPr>
        <w:tc>
          <w:tcPr>
            <w:tcW w:w="562" w:type="dxa"/>
            <w:gridSpan w:val="3"/>
          </w:tcPr>
          <w:p w14:paraId="4476920A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3CD6858" w14:textId="0437DA93" w:rsidR="00F5266E" w:rsidRPr="00CD2157" w:rsidRDefault="00F5266E" w:rsidP="00F5266E">
            <w:pPr>
              <w:ind w:hanging="23"/>
              <w:jc w:val="both"/>
              <w:rPr>
                <w:color w:val="333333"/>
                <w:sz w:val="20"/>
                <w:szCs w:val="20"/>
                <w:shd w:val="clear" w:color="auto" w:fill="FFFFFF"/>
                <w:lang w:val="ru-RU"/>
              </w:rPr>
            </w:pPr>
            <w:r w:rsidRPr="00CD2157">
              <w:rPr>
                <w:sz w:val="20"/>
                <w:szCs w:val="20"/>
              </w:rPr>
              <w:t>Дрогобицька районна державна лікарня ветеринарної медицини</w:t>
            </w:r>
          </w:p>
        </w:tc>
        <w:tc>
          <w:tcPr>
            <w:tcW w:w="3231" w:type="dxa"/>
          </w:tcPr>
          <w:p w14:paraId="4A28C239" w14:textId="6DC8E861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18AFDEC6" w14:textId="4F87CD2B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 xml:space="preserve">Львівська обл., </w:t>
            </w:r>
            <w:proofErr w:type="spellStart"/>
            <w:r w:rsidRPr="00CD2157">
              <w:rPr>
                <w:sz w:val="20"/>
                <w:szCs w:val="20"/>
              </w:rPr>
              <w:t>м.Дрогобич</w:t>
            </w:r>
            <w:proofErr w:type="spellEnd"/>
            <w:r w:rsidRPr="00CD2157">
              <w:rPr>
                <w:sz w:val="20"/>
                <w:szCs w:val="20"/>
              </w:rPr>
              <w:t xml:space="preserve">, </w:t>
            </w:r>
            <w:proofErr w:type="spellStart"/>
            <w:r w:rsidRPr="00CD2157">
              <w:rPr>
                <w:sz w:val="20"/>
                <w:szCs w:val="20"/>
              </w:rPr>
              <w:t>вул.П.Орлика</w:t>
            </w:r>
            <w:proofErr w:type="spellEnd"/>
            <w:r w:rsidRPr="00CD2157">
              <w:rPr>
                <w:sz w:val="20"/>
                <w:szCs w:val="20"/>
              </w:rPr>
              <w:t xml:space="preserve"> ,15  </w:t>
            </w:r>
            <w:proofErr w:type="spellStart"/>
            <w:r w:rsidRPr="00CD2157">
              <w:rPr>
                <w:sz w:val="20"/>
                <w:szCs w:val="20"/>
                <w:highlight w:val="white"/>
              </w:rPr>
              <w:t>тел</w:t>
            </w:r>
            <w:proofErr w:type="spellEnd"/>
            <w:r w:rsidRPr="00CD2157">
              <w:rPr>
                <w:sz w:val="20"/>
                <w:szCs w:val="20"/>
                <w:highlight w:val="white"/>
              </w:rPr>
              <w:t xml:space="preserve">. </w:t>
            </w:r>
            <w:r w:rsidRPr="00CD2157">
              <w:rPr>
                <w:sz w:val="20"/>
                <w:szCs w:val="20"/>
              </w:rPr>
              <w:t xml:space="preserve">+380980966661, </w:t>
            </w:r>
            <w:r w:rsidRPr="00CD2157">
              <w:rPr>
                <w:sz w:val="20"/>
                <w:szCs w:val="20"/>
                <w:highlight w:val="white"/>
              </w:rPr>
              <w:t>(032) 4412906 ukrvet@ukr.net</w:t>
            </w:r>
          </w:p>
        </w:tc>
        <w:tc>
          <w:tcPr>
            <w:tcW w:w="994" w:type="dxa"/>
          </w:tcPr>
          <w:p w14:paraId="2E021225" w14:textId="27D6D53F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15/15</w:t>
            </w:r>
          </w:p>
        </w:tc>
        <w:tc>
          <w:tcPr>
            <w:tcW w:w="3112" w:type="dxa"/>
          </w:tcPr>
          <w:p w14:paraId="207EE278" w14:textId="77BF9791" w:rsidR="00F5266E" w:rsidRPr="00CD2157" w:rsidRDefault="00F5266E" w:rsidP="00135FBD">
            <w:pPr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 xml:space="preserve">Заходи охорони території району від занесення з території інших держав або з карантинної зони збудників інфекційних </w:t>
            </w:r>
            <w:proofErr w:type="spellStart"/>
            <w:r w:rsidRPr="00CD2157">
              <w:rPr>
                <w:sz w:val="20"/>
                <w:szCs w:val="20"/>
              </w:rPr>
              <w:t>хвороб</w:t>
            </w:r>
            <w:proofErr w:type="spellEnd"/>
            <w:r w:rsidRPr="00CD2157">
              <w:rPr>
                <w:sz w:val="20"/>
                <w:szCs w:val="20"/>
              </w:rPr>
              <w:t xml:space="preserve"> тварин та недопущення їх розповсюдження за межі адміністративної території або карантинної зони, ветеринарне обслуговування тварин господарств різних форм власності, профілактика, діагностика інфекційних, інвазійних та незаразних </w:t>
            </w:r>
            <w:proofErr w:type="spellStart"/>
            <w:r w:rsidRPr="00CD2157">
              <w:rPr>
                <w:sz w:val="20"/>
                <w:szCs w:val="20"/>
              </w:rPr>
              <w:t>хвороб</w:t>
            </w:r>
            <w:proofErr w:type="spellEnd"/>
            <w:r w:rsidRPr="00CD2157">
              <w:rPr>
                <w:sz w:val="20"/>
                <w:szCs w:val="20"/>
              </w:rPr>
              <w:t xml:space="preserve"> тварин і їх лікування.</w:t>
            </w:r>
          </w:p>
        </w:tc>
      </w:tr>
      <w:tr w:rsidR="00F5266E" w:rsidRPr="00C44CFB" w14:paraId="19BE815B" w14:textId="77777777" w:rsidTr="00235626">
        <w:trPr>
          <w:trHeight w:val="124"/>
        </w:trPr>
        <w:tc>
          <w:tcPr>
            <w:tcW w:w="562" w:type="dxa"/>
            <w:gridSpan w:val="3"/>
          </w:tcPr>
          <w:p w14:paraId="55D5D91A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7F69556" w14:textId="0C269309" w:rsidR="00F5266E" w:rsidRPr="00CD2157" w:rsidRDefault="00F5266E" w:rsidP="008D60EE">
            <w:pPr>
              <w:ind w:hanging="23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 xml:space="preserve">Золочівська районна державна лікарня </w:t>
            </w:r>
            <w:proofErr w:type="spellStart"/>
            <w:r w:rsidRPr="00CD2157">
              <w:rPr>
                <w:sz w:val="20"/>
                <w:szCs w:val="20"/>
              </w:rPr>
              <w:t>ветмедицини</w:t>
            </w:r>
            <w:proofErr w:type="spellEnd"/>
          </w:p>
        </w:tc>
        <w:tc>
          <w:tcPr>
            <w:tcW w:w="3231" w:type="dxa"/>
          </w:tcPr>
          <w:p w14:paraId="19CBC462" w14:textId="3EE36F66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  <w:vAlign w:val="bottom"/>
          </w:tcPr>
          <w:p w14:paraId="3939A9A9" w14:textId="36357F8F" w:rsidR="00F5266E" w:rsidRPr="00CD215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 xml:space="preserve">Золочівський район, с. Ясенівці, вул. Львівська, 2а </w:t>
            </w:r>
            <w:proofErr w:type="spellStart"/>
            <w:r w:rsidRPr="00CD2157">
              <w:rPr>
                <w:sz w:val="20"/>
                <w:szCs w:val="20"/>
              </w:rPr>
              <w:t>тел</w:t>
            </w:r>
            <w:proofErr w:type="spellEnd"/>
            <w:r w:rsidRPr="00CD2157">
              <w:rPr>
                <w:sz w:val="20"/>
                <w:szCs w:val="20"/>
              </w:rPr>
              <w:t xml:space="preserve">. </w:t>
            </w:r>
            <w:r w:rsidRPr="00CD2157">
              <w:rPr>
                <w:sz w:val="20"/>
                <w:szCs w:val="20"/>
                <w:highlight w:val="white"/>
              </w:rPr>
              <w:t>52-041, 067 682 13 17, 097 395 96 31 wetmed_zl@ukr.net</w:t>
            </w:r>
          </w:p>
        </w:tc>
        <w:tc>
          <w:tcPr>
            <w:tcW w:w="994" w:type="dxa"/>
          </w:tcPr>
          <w:p w14:paraId="742E8BDD" w14:textId="3D6B732E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43/43</w:t>
            </w:r>
          </w:p>
        </w:tc>
        <w:tc>
          <w:tcPr>
            <w:tcW w:w="3112" w:type="dxa"/>
          </w:tcPr>
          <w:p w14:paraId="38B88476" w14:textId="5E2E8A92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-//-</w:t>
            </w:r>
          </w:p>
        </w:tc>
      </w:tr>
      <w:tr w:rsidR="00F5266E" w:rsidRPr="00C44CFB" w14:paraId="11BE4076" w14:textId="77777777" w:rsidTr="00235626">
        <w:trPr>
          <w:trHeight w:val="124"/>
        </w:trPr>
        <w:tc>
          <w:tcPr>
            <w:tcW w:w="562" w:type="dxa"/>
            <w:gridSpan w:val="3"/>
          </w:tcPr>
          <w:p w14:paraId="3C753568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78EBD35" w14:textId="3A86DB3B" w:rsidR="00F5266E" w:rsidRPr="00CD2157" w:rsidRDefault="00F5266E" w:rsidP="00F5266E">
            <w:pPr>
              <w:ind w:hanging="23"/>
              <w:jc w:val="both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Львівська районна державна лікарня ветеринарної медицини</w:t>
            </w:r>
          </w:p>
        </w:tc>
        <w:tc>
          <w:tcPr>
            <w:tcW w:w="3231" w:type="dxa"/>
          </w:tcPr>
          <w:p w14:paraId="39FD7FB5" w14:textId="62953841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571A4883" w14:textId="119BFCF1" w:rsidR="00F5266E" w:rsidRPr="00CD215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D2157">
              <w:rPr>
                <w:sz w:val="20"/>
                <w:szCs w:val="20"/>
              </w:rPr>
              <w:t>м.Жовква,вул</w:t>
            </w:r>
            <w:proofErr w:type="spellEnd"/>
            <w:r w:rsidRPr="00CD2157">
              <w:rPr>
                <w:sz w:val="20"/>
                <w:szCs w:val="20"/>
              </w:rPr>
              <w:t xml:space="preserve">. Дорошенка </w:t>
            </w:r>
            <w:r w:rsidRPr="00CD2157">
              <w:rPr>
                <w:sz w:val="20"/>
                <w:szCs w:val="20"/>
                <w:highlight w:val="white"/>
              </w:rPr>
              <w:t>Тел.0677442042, vet_med@ukr.net</w:t>
            </w:r>
          </w:p>
        </w:tc>
        <w:tc>
          <w:tcPr>
            <w:tcW w:w="994" w:type="dxa"/>
          </w:tcPr>
          <w:p w14:paraId="265CA348" w14:textId="28436F89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5/5</w:t>
            </w:r>
          </w:p>
        </w:tc>
        <w:tc>
          <w:tcPr>
            <w:tcW w:w="3112" w:type="dxa"/>
          </w:tcPr>
          <w:p w14:paraId="4AF0C4E4" w14:textId="3E1AA746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-//-</w:t>
            </w:r>
          </w:p>
        </w:tc>
      </w:tr>
      <w:tr w:rsidR="00F5266E" w:rsidRPr="00C44CFB" w14:paraId="38E5D870" w14:textId="77777777" w:rsidTr="00235626">
        <w:trPr>
          <w:trHeight w:val="124"/>
        </w:trPr>
        <w:tc>
          <w:tcPr>
            <w:tcW w:w="562" w:type="dxa"/>
            <w:gridSpan w:val="3"/>
          </w:tcPr>
          <w:p w14:paraId="4ABBBC58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F354EC4" w14:textId="1F8FED5E" w:rsidR="00F5266E" w:rsidRPr="00CD2157" w:rsidRDefault="00F5266E" w:rsidP="00F5266E">
            <w:pPr>
              <w:ind w:hanging="23"/>
              <w:jc w:val="both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Львівська міська державна лікарня ветеринарної медицини</w:t>
            </w:r>
          </w:p>
        </w:tc>
        <w:tc>
          <w:tcPr>
            <w:tcW w:w="3231" w:type="dxa"/>
          </w:tcPr>
          <w:p w14:paraId="5B1B8407" w14:textId="6F91E6D1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49A4DDAE" w14:textId="4B50DE8E" w:rsidR="00F5266E" w:rsidRPr="00CD215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D2157">
              <w:rPr>
                <w:sz w:val="20"/>
                <w:szCs w:val="20"/>
              </w:rPr>
              <w:t>м.Львів,вул.Промислова</w:t>
            </w:r>
            <w:proofErr w:type="spellEnd"/>
            <w:r w:rsidRPr="00CD2157">
              <w:rPr>
                <w:sz w:val="20"/>
                <w:szCs w:val="20"/>
              </w:rPr>
              <w:t xml:space="preserve">, 9б </w:t>
            </w:r>
            <w:proofErr w:type="spellStart"/>
            <w:r w:rsidRPr="00CD2157">
              <w:rPr>
                <w:sz w:val="20"/>
                <w:szCs w:val="20"/>
              </w:rPr>
              <w:t>тел</w:t>
            </w:r>
            <w:proofErr w:type="spellEnd"/>
            <w:r w:rsidRPr="00CD2157">
              <w:rPr>
                <w:sz w:val="20"/>
                <w:szCs w:val="20"/>
              </w:rPr>
              <w:t xml:space="preserve">. </w:t>
            </w:r>
            <w:r w:rsidRPr="00CD2157">
              <w:rPr>
                <w:sz w:val="20"/>
                <w:szCs w:val="20"/>
                <w:highlight w:val="white"/>
              </w:rPr>
              <w:t>0(32)252-27-24 oblvetlikarnya_@ukr.net</w:t>
            </w:r>
          </w:p>
        </w:tc>
        <w:tc>
          <w:tcPr>
            <w:tcW w:w="994" w:type="dxa"/>
          </w:tcPr>
          <w:p w14:paraId="54D92D95" w14:textId="7876C686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12/12</w:t>
            </w:r>
          </w:p>
        </w:tc>
        <w:tc>
          <w:tcPr>
            <w:tcW w:w="3112" w:type="dxa"/>
          </w:tcPr>
          <w:p w14:paraId="2AB69103" w14:textId="7FAAF3D1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-//-</w:t>
            </w:r>
          </w:p>
        </w:tc>
      </w:tr>
      <w:tr w:rsidR="00F5266E" w:rsidRPr="00C44CFB" w14:paraId="0501A79A" w14:textId="77777777" w:rsidTr="00235626">
        <w:trPr>
          <w:trHeight w:val="124"/>
        </w:trPr>
        <w:tc>
          <w:tcPr>
            <w:tcW w:w="562" w:type="dxa"/>
            <w:gridSpan w:val="3"/>
          </w:tcPr>
          <w:p w14:paraId="64AD0AF1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D89999D" w14:textId="5C58A3EB" w:rsidR="00F5266E" w:rsidRPr="00CD2157" w:rsidRDefault="00F5266E" w:rsidP="00F5266E">
            <w:pPr>
              <w:ind w:hanging="23"/>
              <w:jc w:val="both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Самбірська районна державна лікарня ветеринарної медицини</w:t>
            </w:r>
          </w:p>
        </w:tc>
        <w:tc>
          <w:tcPr>
            <w:tcW w:w="3231" w:type="dxa"/>
          </w:tcPr>
          <w:p w14:paraId="02D7029E" w14:textId="4F95461D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0D8C0E11" w14:textId="2CAF94E9" w:rsidR="00F5266E" w:rsidRPr="00CD215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 xml:space="preserve">вул. Бісківська,1 , с. Рудня, Самбірський район, 0962192697 </w:t>
            </w:r>
            <w:r w:rsidRPr="00CD2157">
              <w:rPr>
                <w:sz w:val="20"/>
                <w:szCs w:val="20"/>
                <w:highlight w:val="white"/>
              </w:rPr>
              <w:t>sambvetmed@ukr.net</w:t>
            </w:r>
          </w:p>
        </w:tc>
        <w:tc>
          <w:tcPr>
            <w:tcW w:w="994" w:type="dxa"/>
          </w:tcPr>
          <w:p w14:paraId="51044B2A" w14:textId="66F08855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66/66</w:t>
            </w:r>
          </w:p>
        </w:tc>
        <w:tc>
          <w:tcPr>
            <w:tcW w:w="3112" w:type="dxa"/>
          </w:tcPr>
          <w:p w14:paraId="2CC46273" w14:textId="34AB0EFA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-//-</w:t>
            </w:r>
          </w:p>
        </w:tc>
      </w:tr>
      <w:tr w:rsidR="00F5266E" w:rsidRPr="00C44CFB" w14:paraId="05B810C0" w14:textId="77777777" w:rsidTr="00235626">
        <w:trPr>
          <w:trHeight w:val="124"/>
        </w:trPr>
        <w:tc>
          <w:tcPr>
            <w:tcW w:w="562" w:type="dxa"/>
            <w:gridSpan w:val="3"/>
          </w:tcPr>
          <w:p w14:paraId="2B877FE9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842D3A2" w14:textId="216A6E74" w:rsidR="00F5266E" w:rsidRPr="00CD2157" w:rsidRDefault="00F5266E" w:rsidP="00F5266E">
            <w:pPr>
              <w:ind w:hanging="23"/>
              <w:jc w:val="both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 xml:space="preserve">Стрийська районна лікарня </w:t>
            </w:r>
            <w:proofErr w:type="spellStart"/>
            <w:r w:rsidRPr="00CD2157">
              <w:rPr>
                <w:sz w:val="20"/>
                <w:szCs w:val="20"/>
              </w:rPr>
              <w:t>ветиринарної</w:t>
            </w:r>
            <w:proofErr w:type="spellEnd"/>
            <w:r w:rsidRPr="00CD2157">
              <w:rPr>
                <w:sz w:val="20"/>
                <w:szCs w:val="20"/>
              </w:rPr>
              <w:t xml:space="preserve"> </w:t>
            </w:r>
            <w:proofErr w:type="spellStart"/>
            <w:r w:rsidRPr="00CD2157">
              <w:rPr>
                <w:sz w:val="20"/>
                <w:szCs w:val="20"/>
              </w:rPr>
              <w:t>медицмнм</w:t>
            </w:r>
            <w:proofErr w:type="spellEnd"/>
          </w:p>
        </w:tc>
        <w:tc>
          <w:tcPr>
            <w:tcW w:w="3231" w:type="dxa"/>
          </w:tcPr>
          <w:p w14:paraId="06BD93FE" w14:textId="0B1C259F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31E33C35" w14:textId="51DBF132" w:rsidR="00F5266E" w:rsidRPr="00CD215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 xml:space="preserve">Стрийський р-н, с. Добряни, 0663506869 </w:t>
            </w:r>
            <w:r w:rsidRPr="00CD2157">
              <w:rPr>
                <w:rFonts w:eastAsia="Ubuntu"/>
                <w:sz w:val="20"/>
                <w:szCs w:val="20"/>
                <w:highlight w:val="white"/>
              </w:rPr>
              <w:t>vetmed_stryi@ukr.net</w:t>
            </w:r>
            <w:r w:rsidRPr="00CD2157">
              <w:rPr>
                <w:rFonts w:eastAsia="Ubuntu"/>
                <w:color w:val="2D5CA6"/>
                <w:sz w:val="20"/>
                <w:szCs w:val="20"/>
                <w:highlight w:val="white"/>
              </w:rPr>
              <w:t xml:space="preserve"> </w:t>
            </w:r>
          </w:p>
        </w:tc>
        <w:tc>
          <w:tcPr>
            <w:tcW w:w="994" w:type="dxa"/>
          </w:tcPr>
          <w:p w14:paraId="75899B49" w14:textId="7DC0D9FC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5/5</w:t>
            </w:r>
          </w:p>
        </w:tc>
        <w:tc>
          <w:tcPr>
            <w:tcW w:w="3112" w:type="dxa"/>
          </w:tcPr>
          <w:p w14:paraId="3B173E26" w14:textId="6A779C0B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-//-</w:t>
            </w:r>
          </w:p>
        </w:tc>
      </w:tr>
      <w:tr w:rsidR="00F5266E" w:rsidRPr="00C44CFB" w14:paraId="5627AF17" w14:textId="77777777" w:rsidTr="00235626">
        <w:trPr>
          <w:trHeight w:val="124"/>
        </w:trPr>
        <w:tc>
          <w:tcPr>
            <w:tcW w:w="562" w:type="dxa"/>
            <w:gridSpan w:val="3"/>
          </w:tcPr>
          <w:p w14:paraId="01673A2B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02F41BC" w14:textId="09AA49CF" w:rsidR="00F5266E" w:rsidRPr="00CD2157" w:rsidRDefault="00F5266E" w:rsidP="00F5266E">
            <w:pPr>
              <w:ind w:hanging="23"/>
              <w:jc w:val="both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Шептицька районна державна лікарня ветеринарної медицини</w:t>
            </w:r>
          </w:p>
        </w:tc>
        <w:tc>
          <w:tcPr>
            <w:tcW w:w="3231" w:type="dxa"/>
          </w:tcPr>
          <w:p w14:paraId="5FF9B964" w14:textId="64DE4EAF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  <w:vAlign w:val="bottom"/>
          </w:tcPr>
          <w:p w14:paraId="3F7D6A2A" w14:textId="1EA18D5A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D2157">
              <w:rPr>
                <w:sz w:val="20"/>
                <w:szCs w:val="20"/>
              </w:rPr>
              <w:t>м.Сокаль</w:t>
            </w:r>
            <w:proofErr w:type="spellEnd"/>
            <w:r w:rsidRPr="00CD2157">
              <w:rPr>
                <w:sz w:val="20"/>
                <w:szCs w:val="20"/>
              </w:rPr>
              <w:t xml:space="preserve">, </w:t>
            </w:r>
            <w:proofErr w:type="spellStart"/>
            <w:r w:rsidRPr="00CD2157">
              <w:rPr>
                <w:sz w:val="20"/>
                <w:szCs w:val="20"/>
              </w:rPr>
              <w:t>вул,Чайковського</w:t>
            </w:r>
            <w:proofErr w:type="spellEnd"/>
            <w:r w:rsidRPr="00CD2157">
              <w:rPr>
                <w:sz w:val="20"/>
                <w:szCs w:val="20"/>
              </w:rPr>
              <w:t>, 64</w:t>
            </w:r>
          </w:p>
          <w:p w14:paraId="0A4A0C85" w14:textId="495E97E3" w:rsidR="00F5266E" w:rsidRPr="00CD215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  <w:highlight w:val="white"/>
              </w:rPr>
              <w:t xml:space="preserve">0-257- 7-30-54 </w:t>
            </w:r>
            <w:proofErr w:type="spellStart"/>
            <w:r w:rsidRPr="00CD2157">
              <w:rPr>
                <w:sz w:val="20"/>
                <w:szCs w:val="20"/>
                <w:highlight w:val="white"/>
              </w:rPr>
              <w:t>тел</w:t>
            </w:r>
            <w:proofErr w:type="spellEnd"/>
            <w:r w:rsidRPr="00CD2157">
              <w:rPr>
                <w:sz w:val="20"/>
                <w:szCs w:val="20"/>
                <w:highlight w:val="white"/>
              </w:rPr>
              <w:t>. sokalvet@ukr.net</w:t>
            </w:r>
          </w:p>
        </w:tc>
        <w:tc>
          <w:tcPr>
            <w:tcW w:w="994" w:type="dxa"/>
          </w:tcPr>
          <w:p w14:paraId="55CEFFF7" w14:textId="4CF5B602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45/45</w:t>
            </w:r>
          </w:p>
        </w:tc>
        <w:tc>
          <w:tcPr>
            <w:tcW w:w="3112" w:type="dxa"/>
          </w:tcPr>
          <w:p w14:paraId="013E82AC" w14:textId="09543CB4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-//-</w:t>
            </w:r>
          </w:p>
        </w:tc>
      </w:tr>
      <w:tr w:rsidR="00F5266E" w:rsidRPr="00C44CFB" w14:paraId="42DDEF45" w14:textId="77777777" w:rsidTr="00235626">
        <w:trPr>
          <w:trHeight w:val="124"/>
        </w:trPr>
        <w:tc>
          <w:tcPr>
            <w:tcW w:w="562" w:type="dxa"/>
            <w:gridSpan w:val="3"/>
          </w:tcPr>
          <w:p w14:paraId="4B74DE72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D869F97" w14:textId="7FA96DEC" w:rsidR="00F5266E" w:rsidRPr="00CD2157" w:rsidRDefault="00F5266E" w:rsidP="00F5266E">
            <w:pPr>
              <w:ind w:hanging="23"/>
              <w:jc w:val="both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Яворівська районна державна лікарня ветеринарної медицини</w:t>
            </w:r>
          </w:p>
        </w:tc>
        <w:tc>
          <w:tcPr>
            <w:tcW w:w="3231" w:type="dxa"/>
          </w:tcPr>
          <w:p w14:paraId="10A55E71" w14:textId="21EB0134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4F99F524" w14:textId="77777777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 xml:space="preserve">м. Яворів, </w:t>
            </w:r>
            <w:proofErr w:type="spellStart"/>
            <w:r w:rsidRPr="00CD2157">
              <w:rPr>
                <w:sz w:val="20"/>
                <w:szCs w:val="20"/>
              </w:rPr>
              <w:t>вул.Січових</w:t>
            </w:r>
            <w:proofErr w:type="spellEnd"/>
            <w:r w:rsidRPr="00CD2157">
              <w:rPr>
                <w:sz w:val="20"/>
                <w:szCs w:val="20"/>
              </w:rPr>
              <w:t xml:space="preserve"> Стрільців,5 +380325921757</w:t>
            </w:r>
            <w:r w:rsidRPr="00CD2157">
              <w:rPr>
                <w:sz w:val="20"/>
                <w:szCs w:val="20"/>
              </w:rPr>
              <w:br/>
              <w:t>+380965793612</w:t>
            </w:r>
          </w:p>
          <w:p w14:paraId="3324CED2" w14:textId="605E4A55" w:rsidR="00F5266E" w:rsidRPr="00CD215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CD2157">
              <w:rPr>
                <w:sz w:val="20"/>
                <w:szCs w:val="20"/>
                <w:highlight w:val="white"/>
              </w:rPr>
              <w:t>2-17-57 yavoriv_lvm@ukr.net</w:t>
            </w:r>
          </w:p>
        </w:tc>
        <w:tc>
          <w:tcPr>
            <w:tcW w:w="994" w:type="dxa"/>
          </w:tcPr>
          <w:p w14:paraId="261F29DA" w14:textId="1C567A12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23/23</w:t>
            </w:r>
          </w:p>
        </w:tc>
        <w:tc>
          <w:tcPr>
            <w:tcW w:w="3112" w:type="dxa"/>
          </w:tcPr>
          <w:p w14:paraId="149568B0" w14:textId="3C95BA30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  <w:r w:rsidRPr="00CD2157">
              <w:rPr>
                <w:sz w:val="20"/>
                <w:szCs w:val="20"/>
              </w:rPr>
              <w:t>-//-</w:t>
            </w:r>
          </w:p>
        </w:tc>
      </w:tr>
      <w:tr w:rsidR="00F5266E" w:rsidRPr="00C44CFB" w14:paraId="36DFA2BB" w14:textId="77777777" w:rsidTr="008C2512">
        <w:trPr>
          <w:trHeight w:val="124"/>
        </w:trPr>
        <w:tc>
          <w:tcPr>
            <w:tcW w:w="5128" w:type="dxa"/>
            <w:gridSpan w:val="5"/>
          </w:tcPr>
          <w:p w14:paraId="20F0AF92" w14:textId="5AACD1E4" w:rsidR="00F5266E" w:rsidRPr="00CD2157" w:rsidRDefault="00F5266E" w:rsidP="00525773">
            <w:pPr>
              <w:ind w:left="589" w:firstLine="22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4C8C4363" w14:textId="77777777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3C021484" w14:textId="77777777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36D9E6D8" w14:textId="2E352D38" w:rsidR="00F5266E" w:rsidRPr="007C463C" w:rsidRDefault="00F5266E" w:rsidP="00F5266E">
            <w:pPr>
              <w:jc w:val="center"/>
              <w:rPr>
                <w:sz w:val="20"/>
                <w:szCs w:val="20"/>
              </w:rPr>
            </w:pPr>
            <w:r w:rsidRPr="007C463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53</w:t>
            </w:r>
            <w:r w:rsidRPr="007C463C">
              <w:rPr>
                <w:b/>
                <w:sz w:val="20"/>
                <w:szCs w:val="20"/>
              </w:rPr>
              <w:t>/3</w:t>
            </w:r>
            <w:r>
              <w:rPr>
                <w:b/>
                <w:sz w:val="20"/>
                <w:szCs w:val="20"/>
              </w:rPr>
              <w:t>53</w:t>
            </w:r>
          </w:p>
        </w:tc>
        <w:tc>
          <w:tcPr>
            <w:tcW w:w="3112" w:type="dxa"/>
          </w:tcPr>
          <w:p w14:paraId="6079AC9B" w14:textId="77777777" w:rsidR="00F5266E" w:rsidRPr="00CD2157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</w:tr>
      <w:tr w:rsidR="00F5266E" w:rsidRPr="00C44CFB" w14:paraId="12ECF04E" w14:textId="77777777" w:rsidTr="00235626">
        <w:trPr>
          <w:trHeight w:val="124"/>
        </w:trPr>
        <w:tc>
          <w:tcPr>
            <w:tcW w:w="562" w:type="dxa"/>
            <w:gridSpan w:val="3"/>
          </w:tcPr>
          <w:p w14:paraId="26D0120D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7513B24" w14:textId="03043319" w:rsidR="00F5266E" w:rsidRPr="0015352C" w:rsidRDefault="00F5266E" w:rsidP="00F5266E">
            <w:pPr>
              <w:ind w:hanging="23"/>
              <w:jc w:val="both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 xml:space="preserve">Львівська регіональна державна лабораторія Державної служби України з питань безпечності харчових продуктів та захисту споживачів </w:t>
            </w:r>
          </w:p>
        </w:tc>
        <w:tc>
          <w:tcPr>
            <w:tcW w:w="3231" w:type="dxa"/>
          </w:tcPr>
          <w:p w14:paraId="22569352" w14:textId="5328E540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62EFB7AB" w14:textId="77777777" w:rsidR="00F5266E" w:rsidRPr="0015352C" w:rsidRDefault="00F5266E" w:rsidP="00F5266E">
            <w:pPr>
              <w:ind w:left="-110" w:right="-67"/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79024, м. Львів, вул. Промислова, 7</w:t>
            </w:r>
          </w:p>
          <w:p w14:paraId="21660FC9" w14:textId="1D433E53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sekretarvetlab@gmail.com</w:t>
            </w:r>
          </w:p>
          <w:p w14:paraId="6E5E6FF3" w14:textId="637864BD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  <w:highlight w:val="white"/>
              </w:rPr>
              <w:t>252-69-45  +380684785376</w:t>
            </w:r>
          </w:p>
        </w:tc>
        <w:tc>
          <w:tcPr>
            <w:tcW w:w="994" w:type="dxa"/>
          </w:tcPr>
          <w:p w14:paraId="37F9C233" w14:textId="1CBD94E2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114/114</w:t>
            </w:r>
          </w:p>
        </w:tc>
        <w:tc>
          <w:tcPr>
            <w:tcW w:w="3112" w:type="dxa"/>
          </w:tcPr>
          <w:p w14:paraId="039C015D" w14:textId="2B641A07" w:rsidR="00F5266E" w:rsidRPr="0015352C" w:rsidRDefault="00F5266E" w:rsidP="00363D91">
            <w:pPr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 xml:space="preserve">Лабораторні випробування згідно сфери акредитації:  фізико-хімічні, органолептичні, хроматографічні, </w:t>
            </w:r>
            <w:proofErr w:type="spellStart"/>
            <w:r w:rsidRPr="0015352C">
              <w:rPr>
                <w:sz w:val="20"/>
                <w:szCs w:val="20"/>
              </w:rPr>
              <w:t>мікотоксикологічні</w:t>
            </w:r>
            <w:proofErr w:type="spellEnd"/>
            <w:r w:rsidRPr="0015352C">
              <w:rPr>
                <w:sz w:val="20"/>
                <w:szCs w:val="20"/>
              </w:rPr>
              <w:t xml:space="preserve">, мікробіологічні, </w:t>
            </w:r>
            <w:proofErr w:type="spellStart"/>
            <w:r w:rsidRPr="0015352C">
              <w:rPr>
                <w:sz w:val="20"/>
                <w:szCs w:val="20"/>
              </w:rPr>
              <w:t>паразитологічні</w:t>
            </w:r>
            <w:proofErr w:type="spellEnd"/>
            <w:r w:rsidRPr="0015352C">
              <w:rPr>
                <w:sz w:val="20"/>
                <w:szCs w:val="20"/>
              </w:rPr>
              <w:t xml:space="preserve"> випробування харчової продукції та продовольчої сировини тваринного та рослинного походження, кормів, води, змивів з технічного обладнання; бактеріологічні, серологічні, біохімічні, вірусологічні, </w:t>
            </w:r>
            <w:proofErr w:type="spellStart"/>
            <w:r w:rsidRPr="0015352C">
              <w:rPr>
                <w:sz w:val="20"/>
                <w:szCs w:val="20"/>
              </w:rPr>
              <w:t>паразитологічні</w:t>
            </w:r>
            <w:proofErr w:type="spellEnd"/>
            <w:r w:rsidRPr="0015352C">
              <w:rPr>
                <w:sz w:val="20"/>
                <w:szCs w:val="20"/>
              </w:rPr>
              <w:t xml:space="preserve"> випробування патологічного/біологічного матеріалу</w:t>
            </w:r>
          </w:p>
        </w:tc>
      </w:tr>
      <w:tr w:rsidR="00F5266E" w:rsidRPr="00C44CFB" w14:paraId="7E4EE71A" w14:textId="77777777" w:rsidTr="00235626">
        <w:trPr>
          <w:trHeight w:val="124"/>
        </w:trPr>
        <w:tc>
          <w:tcPr>
            <w:tcW w:w="562" w:type="dxa"/>
            <w:gridSpan w:val="3"/>
          </w:tcPr>
          <w:p w14:paraId="429FEC4B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C38C59A" w14:textId="5CD9F540" w:rsidR="00F5266E" w:rsidRPr="0015352C" w:rsidRDefault="00F5266E" w:rsidP="00F5266E">
            <w:pPr>
              <w:ind w:hanging="23"/>
              <w:jc w:val="both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 xml:space="preserve">Державна установа “Львівська фітосанітарна випробувальна лабораторія </w:t>
            </w:r>
            <w:proofErr w:type="spellStart"/>
            <w:r w:rsidRPr="0015352C">
              <w:rPr>
                <w:sz w:val="20"/>
                <w:szCs w:val="20"/>
              </w:rPr>
              <w:t>Держпродспоживслужби</w:t>
            </w:r>
            <w:proofErr w:type="spellEnd"/>
            <w:r w:rsidRPr="0015352C">
              <w:rPr>
                <w:sz w:val="20"/>
                <w:szCs w:val="20"/>
              </w:rPr>
              <w:t>”</w:t>
            </w:r>
          </w:p>
        </w:tc>
        <w:tc>
          <w:tcPr>
            <w:tcW w:w="3231" w:type="dxa"/>
          </w:tcPr>
          <w:p w14:paraId="79015BF1" w14:textId="30A28B91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443112D4" w14:textId="66D1020E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 xml:space="preserve">вул.Шевченка,1а, </w:t>
            </w:r>
            <w:proofErr w:type="spellStart"/>
            <w:r w:rsidRPr="0015352C">
              <w:rPr>
                <w:sz w:val="20"/>
                <w:szCs w:val="20"/>
              </w:rPr>
              <w:t>м.Дубляни</w:t>
            </w:r>
            <w:proofErr w:type="spellEnd"/>
            <w:r w:rsidRPr="0015352C">
              <w:rPr>
                <w:sz w:val="20"/>
                <w:szCs w:val="20"/>
              </w:rPr>
              <w:t xml:space="preserve">, Львівський р-н, Львівська обл., 80381, </w:t>
            </w:r>
            <w:proofErr w:type="spellStart"/>
            <w:r w:rsidRPr="0015352C">
              <w:rPr>
                <w:sz w:val="20"/>
                <w:szCs w:val="20"/>
              </w:rPr>
              <w:t>тел</w:t>
            </w:r>
            <w:proofErr w:type="spellEnd"/>
            <w:r w:rsidRPr="0015352C">
              <w:rPr>
                <w:sz w:val="20"/>
                <w:szCs w:val="20"/>
              </w:rPr>
              <w:t>. (032) 224-20 - 04</w:t>
            </w:r>
          </w:p>
        </w:tc>
        <w:tc>
          <w:tcPr>
            <w:tcW w:w="994" w:type="dxa"/>
          </w:tcPr>
          <w:p w14:paraId="29AC269C" w14:textId="7B48BEC1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30/30</w:t>
            </w:r>
          </w:p>
        </w:tc>
        <w:tc>
          <w:tcPr>
            <w:tcW w:w="3112" w:type="dxa"/>
          </w:tcPr>
          <w:p w14:paraId="4C51EF1C" w14:textId="30CAF2FE" w:rsidR="00F5266E" w:rsidRPr="0015352C" w:rsidRDefault="00F5266E" w:rsidP="00363D91">
            <w:pPr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  <w:highlight w:val="white"/>
              </w:rPr>
              <w:t xml:space="preserve">Проведення фітосанітарної експертизи (аналізів) об'єктів регулювання з метою виявлення та ідентифікації регульованих та інших шкідливих організмів, визначення посівних якостей насіння і садивного матеріалу, біохімічних і технологічних показників </w:t>
            </w:r>
            <w:proofErr w:type="spellStart"/>
            <w:r w:rsidRPr="0015352C">
              <w:rPr>
                <w:sz w:val="20"/>
                <w:szCs w:val="20"/>
                <w:highlight w:val="white"/>
              </w:rPr>
              <w:t>с.г</w:t>
            </w:r>
            <w:proofErr w:type="spellEnd"/>
            <w:r w:rsidRPr="0015352C">
              <w:rPr>
                <w:sz w:val="20"/>
                <w:szCs w:val="20"/>
                <w:highlight w:val="white"/>
              </w:rPr>
              <w:t>. культур та продуктів їх переробки та інших досліджень (випробувань) відповідно до сфери акредитації"</w:t>
            </w:r>
          </w:p>
        </w:tc>
      </w:tr>
      <w:tr w:rsidR="00F5266E" w:rsidRPr="00C44CFB" w14:paraId="2719D47C" w14:textId="77777777" w:rsidTr="00235626">
        <w:trPr>
          <w:trHeight w:val="124"/>
        </w:trPr>
        <w:tc>
          <w:tcPr>
            <w:tcW w:w="562" w:type="dxa"/>
            <w:gridSpan w:val="3"/>
          </w:tcPr>
          <w:p w14:paraId="4523DF29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C34FFCA" w14:textId="74D8BDEE" w:rsidR="00F5266E" w:rsidRPr="0015352C" w:rsidRDefault="00F5266E" w:rsidP="00F5266E">
            <w:pPr>
              <w:ind w:hanging="23"/>
              <w:jc w:val="both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Управління Державного агентства меліорації та рибного господарства у Львівській обл.</w:t>
            </w:r>
          </w:p>
        </w:tc>
        <w:tc>
          <w:tcPr>
            <w:tcW w:w="3231" w:type="dxa"/>
          </w:tcPr>
          <w:p w14:paraId="68459E54" w14:textId="39FB547D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Зведений підрозділ</w:t>
            </w:r>
          </w:p>
        </w:tc>
        <w:tc>
          <w:tcPr>
            <w:tcW w:w="3154" w:type="dxa"/>
            <w:gridSpan w:val="2"/>
          </w:tcPr>
          <w:p w14:paraId="51D7F453" w14:textId="79E51127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 xml:space="preserve">м. Львів, </w:t>
            </w:r>
            <w:proofErr w:type="spellStart"/>
            <w:r w:rsidRPr="0015352C">
              <w:rPr>
                <w:sz w:val="20"/>
                <w:szCs w:val="20"/>
              </w:rPr>
              <w:t>вул</w:t>
            </w:r>
            <w:proofErr w:type="spellEnd"/>
            <w:r w:rsidRPr="0015352C">
              <w:rPr>
                <w:sz w:val="20"/>
                <w:szCs w:val="20"/>
              </w:rPr>
              <w:t xml:space="preserve"> Тернопільська, 2а </w:t>
            </w:r>
            <w:proofErr w:type="spellStart"/>
            <w:r w:rsidRPr="0015352C">
              <w:rPr>
                <w:sz w:val="20"/>
                <w:szCs w:val="20"/>
              </w:rPr>
              <w:t>тел</w:t>
            </w:r>
            <w:proofErr w:type="spellEnd"/>
            <w:r w:rsidRPr="0015352C">
              <w:rPr>
                <w:sz w:val="20"/>
                <w:szCs w:val="20"/>
              </w:rPr>
              <w:t>.(032)270-41-88</w:t>
            </w:r>
          </w:p>
        </w:tc>
        <w:tc>
          <w:tcPr>
            <w:tcW w:w="994" w:type="dxa"/>
          </w:tcPr>
          <w:p w14:paraId="64C4FF00" w14:textId="63D00BE3" w:rsidR="00F5266E" w:rsidRPr="0015352C" w:rsidRDefault="00F5266E" w:rsidP="00F5266E">
            <w:pPr>
              <w:jc w:val="center"/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>19/19</w:t>
            </w:r>
          </w:p>
        </w:tc>
        <w:tc>
          <w:tcPr>
            <w:tcW w:w="3112" w:type="dxa"/>
          </w:tcPr>
          <w:p w14:paraId="74777D96" w14:textId="3F64F415" w:rsidR="00F5266E" w:rsidRPr="0015352C" w:rsidRDefault="00F5266E" w:rsidP="000133D6">
            <w:pPr>
              <w:rPr>
                <w:sz w:val="20"/>
                <w:szCs w:val="20"/>
              </w:rPr>
            </w:pPr>
            <w:r w:rsidRPr="0015352C">
              <w:rPr>
                <w:sz w:val="20"/>
                <w:szCs w:val="20"/>
              </w:rPr>
              <w:t xml:space="preserve">Здійснення заходів ЦЗ у галузі рибного господарства </w:t>
            </w:r>
          </w:p>
        </w:tc>
      </w:tr>
      <w:tr w:rsidR="00F5266E" w:rsidRPr="00C44CFB" w14:paraId="0848B554" w14:textId="77777777" w:rsidTr="008B78C9">
        <w:trPr>
          <w:trHeight w:val="124"/>
        </w:trPr>
        <w:tc>
          <w:tcPr>
            <w:tcW w:w="5128" w:type="dxa"/>
            <w:gridSpan w:val="5"/>
          </w:tcPr>
          <w:p w14:paraId="164856E0" w14:textId="3FCB25E3" w:rsidR="00F5266E" w:rsidRPr="00CD2157" w:rsidRDefault="00F5266E" w:rsidP="00AF12DA">
            <w:pPr>
              <w:spacing w:before="60" w:after="60"/>
              <w:ind w:left="589" w:hanging="23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70398CF7" w14:textId="77777777" w:rsidR="00F5266E" w:rsidRPr="00CD2157" w:rsidRDefault="00F5266E" w:rsidP="00AF12D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6AE1C568" w14:textId="77777777" w:rsidR="00F5266E" w:rsidRPr="00CD2157" w:rsidRDefault="00F5266E" w:rsidP="00AF12D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25F1359" w14:textId="005C4575" w:rsidR="00F5266E" w:rsidRPr="009E43DF" w:rsidRDefault="00F5266E" w:rsidP="00AF12D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E43DF">
              <w:rPr>
                <w:b/>
                <w:sz w:val="20"/>
                <w:szCs w:val="20"/>
              </w:rPr>
              <w:t>163/163</w:t>
            </w:r>
          </w:p>
        </w:tc>
        <w:tc>
          <w:tcPr>
            <w:tcW w:w="3112" w:type="dxa"/>
          </w:tcPr>
          <w:p w14:paraId="4476452D" w14:textId="77777777" w:rsidR="00F5266E" w:rsidRPr="00CD2157" w:rsidRDefault="00F5266E" w:rsidP="00AF12D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5266E" w:rsidRPr="00C44CFB" w14:paraId="1F87119F" w14:textId="77777777" w:rsidTr="00F25783">
        <w:trPr>
          <w:trHeight w:val="124"/>
        </w:trPr>
        <w:tc>
          <w:tcPr>
            <w:tcW w:w="5128" w:type="dxa"/>
            <w:gridSpan w:val="5"/>
          </w:tcPr>
          <w:p w14:paraId="7ABD40B0" w14:textId="6AFE59AF" w:rsidR="00F5266E" w:rsidRPr="00CD2157" w:rsidRDefault="00F5266E" w:rsidP="00AF12DA">
            <w:pPr>
              <w:spacing w:before="60" w:after="60"/>
              <w:ind w:left="589" w:hanging="23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231" w:type="dxa"/>
          </w:tcPr>
          <w:p w14:paraId="4967A888" w14:textId="77777777" w:rsidR="00F5266E" w:rsidRPr="00CD2157" w:rsidRDefault="00F5266E" w:rsidP="00AF12D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28B94858" w14:textId="77777777" w:rsidR="00F5266E" w:rsidRPr="00CD2157" w:rsidRDefault="00F5266E" w:rsidP="00AF12D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71910C3" w14:textId="0AC27F2E" w:rsidR="00F5266E" w:rsidRPr="009E43DF" w:rsidRDefault="00F5266E" w:rsidP="00AF12D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E43DF">
              <w:rPr>
                <w:b/>
                <w:sz w:val="20"/>
                <w:szCs w:val="20"/>
              </w:rPr>
              <w:t>516/516</w:t>
            </w:r>
          </w:p>
        </w:tc>
        <w:tc>
          <w:tcPr>
            <w:tcW w:w="3112" w:type="dxa"/>
          </w:tcPr>
          <w:p w14:paraId="47A4FCE7" w14:textId="77777777" w:rsidR="00F5266E" w:rsidRPr="00CD2157" w:rsidRDefault="00F5266E" w:rsidP="00AF12D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5266E" w:rsidRPr="00AF12DA" w14:paraId="0DFCB221" w14:textId="77777777" w:rsidTr="009E77A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gridAfter w:val="8"/>
          <w:wBefore w:w="103" w:type="dxa"/>
          <w:wAfter w:w="15496" w:type="dxa"/>
        </w:trPr>
        <w:tc>
          <w:tcPr>
            <w:tcW w:w="20" w:type="dxa"/>
            <w:vAlign w:val="center"/>
            <w:hideMark/>
          </w:tcPr>
          <w:p w14:paraId="573100E8" w14:textId="77777777" w:rsidR="00F5266E" w:rsidRPr="00AF12DA" w:rsidRDefault="00F5266E" w:rsidP="00F5266E">
            <w:pPr>
              <w:rPr>
                <w:rFonts w:ascii="Arial" w:hAnsi="Arial" w:cs="Arial"/>
                <w:color w:val="333333"/>
                <w:sz w:val="72"/>
                <w:szCs w:val="72"/>
              </w:rPr>
            </w:pPr>
          </w:p>
        </w:tc>
      </w:tr>
      <w:tr w:rsidR="00F5266E" w:rsidRPr="00C44CFB" w14:paraId="3C383B6B" w14:textId="77777777" w:rsidTr="00F25783">
        <w:trPr>
          <w:trHeight w:val="124"/>
        </w:trPr>
        <w:tc>
          <w:tcPr>
            <w:tcW w:w="15619" w:type="dxa"/>
            <w:gridSpan w:val="10"/>
          </w:tcPr>
          <w:p w14:paraId="5FEDADFA" w14:textId="607B8867" w:rsidR="00F5266E" w:rsidRPr="00C44CFB" w:rsidRDefault="00F5266E" w:rsidP="000E7FA4">
            <w:pPr>
              <w:spacing w:before="60" w:after="60"/>
              <w:jc w:val="center"/>
              <w:rPr>
                <w:b/>
                <w:color w:val="FF0000"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 xml:space="preserve">ІІІ. СИЛИ СПЕЦІАЛІЗОВАНОЇ СЛУЖБИ </w:t>
            </w:r>
            <w:r w:rsidRPr="00C44CFB">
              <w:rPr>
                <w:b/>
                <w:spacing w:val="-6"/>
                <w:sz w:val="20"/>
                <w:szCs w:val="20"/>
                <w:lang w:eastAsia="uk-UA"/>
              </w:rPr>
              <w:t>ІНЖЕНЕРНОГО</w:t>
            </w:r>
            <w:r w:rsidRPr="00C44CFB">
              <w:rPr>
                <w:b/>
                <w:sz w:val="20"/>
                <w:szCs w:val="20"/>
              </w:rPr>
              <w:t xml:space="preserve"> ТА ТРАНСПОРТНОГО ЗАБЕЗПЕЧЕННЯ</w:t>
            </w:r>
          </w:p>
        </w:tc>
      </w:tr>
      <w:tr w:rsidR="00F5266E" w:rsidRPr="00C44CFB" w14:paraId="0DF60FA8" w14:textId="77777777" w:rsidTr="00D16FDB">
        <w:trPr>
          <w:trHeight w:val="129"/>
        </w:trPr>
        <w:tc>
          <w:tcPr>
            <w:tcW w:w="15619" w:type="dxa"/>
            <w:gridSpan w:val="10"/>
          </w:tcPr>
          <w:p w14:paraId="544C4B6A" w14:textId="77777777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 xml:space="preserve">СИЛИ </w:t>
            </w:r>
            <w:r w:rsidRPr="00C44CFB">
              <w:rPr>
                <w:rStyle w:val="212pt"/>
                <w:b/>
                <w:sz w:val="20"/>
                <w:szCs w:val="20"/>
              </w:rPr>
              <w:t>СЛУЖБИ ВІДНОВЛЕННЯ ТА РОЗВИТКУ ІНФРАСТРУКТУРИ У ЛЬВІВСЬКІЙ ОБЛАСТІ</w:t>
            </w:r>
          </w:p>
        </w:tc>
      </w:tr>
      <w:tr w:rsidR="00F5266E" w:rsidRPr="00C44CFB" w14:paraId="4AC930BE" w14:textId="77777777" w:rsidTr="00235626">
        <w:trPr>
          <w:trHeight w:val="124"/>
        </w:trPr>
        <w:tc>
          <w:tcPr>
            <w:tcW w:w="562" w:type="dxa"/>
            <w:gridSpan w:val="3"/>
          </w:tcPr>
          <w:p w14:paraId="33C353F5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778B31F" w14:textId="3880F45E" w:rsidR="00F5266E" w:rsidRPr="00C174C8" w:rsidRDefault="00F5266E" w:rsidP="00F5266E">
            <w:pPr>
              <w:rPr>
                <w:sz w:val="20"/>
                <w:szCs w:val="20"/>
                <w:lang w:val="ru-RU"/>
              </w:rPr>
            </w:pPr>
            <w:r w:rsidRPr="00C174C8">
              <w:rPr>
                <w:sz w:val="20"/>
                <w:szCs w:val="20"/>
                <w:lang w:val="ru-RU"/>
              </w:rPr>
              <w:t xml:space="preserve">Служба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відновлення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розвитку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174C8">
              <w:rPr>
                <w:sz w:val="20"/>
                <w:szCs w:val="20"/>
                <w:lang w:val="ru-RU"/>
              </w:rPr>
              <w:t>інфраструктури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 у</w:t>
            </w:r>
            <w:proofErr w:type="gramEnd"/>
            <w:r w:rsidRPr="00C174C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Львівській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3231" w:type="dxa"/>
          </w:tcPr>
          <w:p w14:paraId="1C7C934A" w14:textId="10BC63E1" w:rsidR="00F5266E" w:rsidRPr="00C174C8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174C8">
              <w:rPr>
                <w:sz w:val="20"/>
                <w:szCs w:val="20"/>
                <w:lang w:val="ru-RU"/>
              </w:rPr>
              <w:t xml:space="preserve">Сили та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засоби</w:t>
            </w:r>
            <w:proofErr w:type="spellEnd"/>
          </w:p>
        </w:tc>
        <w:tc>
          <w:tcPr>
            <w:tcW w:w="3154" w:type="dxa"/>
            <w:gridSpan w:val="2"/>
          </w:tcPr>
          <w:p w14:paraId="722B4E5A" w14:textId="7530A583" w:rsidR="00F5266E" w:rsidRPr="00C174C8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174C8">
              <w:rPr>
                <w:sz w:val="20"/>
                <w:szCs w:val="20"/>
                <w:lang w:val="ru-RU"/>
              </w:rPr>
              <w:t xml:space="preserve">79053, м.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Володимира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Великого, 54, тел: 032-2632033, +380673708067</w:t>
            </w:r>
          </w:p>
        </w:tc>
        <w:tc>
          <w:tcPr>
            <w:tcW w:w="994" w:type="dxa"/>
          </w:tcPr>
          <w:p w14:paraId="0269D60C" w14:textId="5985F877" w:rsidR="00F5266E" w:rsidRPr="00C174C8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174C8">
              <w:rPr>
                <w:sz w:val="20"/>
                <w:szCs w:val="20"/>
                <w:lang w:val="ru-RU"/>
              </w:rPr>
              <w:t>34/2</w:t>
            </w:r>
          </w:p>
        </w:tc>
        <w:tc>
          <w:tcPr>
            <w:tcW w:w="3112" w:type="dxa"/>
            <w:vAlign w:val="center"/>
          </w:tcPr>
          <w:p w14:paraId="31454DDF" w14:textId="11580CD3" w:rsidR="00F5266E" w:rsidRPr="00C174C8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174C8">
              <w:rPr>
                <w:sz w:val="20"/>
                <w:szCs w:val="20"/>
                <w:lang w:val="ru-RU"/>
              </w:rPr>
              <w:t>Організація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ліквідації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наслідків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НС на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автомобільних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дорогах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загального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користування</w:t>
            </w:r>
            <w:proofErr w:type="spellEnd"/>
            <w:r w:rsidRPr="00C174C8">
              <w:rPr>
                <w:sz w:val="20"/>
                <w:szCs w:val="20"/>
                <w:lang w:val="ru-RU"/>
              </w:rPr>
              <w:t xml:space="preserve"> державного </w:t>
            </w:r>
            <w:proofErr w:type="spellStart"/>
            <w:r w:rsidRPr="00C174C8">
              <w:rPr>
                <w:sz w:val="20"/>
                <w:szCs w:val="20"/>
                <w:lang w:val="ru-RU"/>
              </w:rPr>
              <w:t>значення</w:t>
            </w:r>
            <w:proofErr w:type="spellEnd"/>
          </w:p>
        </w:tc>
      </w:tr>
      <w:tr w:rsidR="00F5266E" w:rsidRPr="00C44CFB" w14:paraId="057013C9" w14:textId="77777777" w:rsidTr="00453902">
        <w:trPr>
          <w:trHeight w:val="124"/>
        </w:trPr>
        <w:tc>
          <w:tcPr>
            <w:tcW w:w="5128" w:type="dxa"/>
            <w:gridSpan w:val="5"/>
          </w:tcPr>
          <w:p w14:paraId="235FB381" w14:textId="77777777" w:rsidR="00F5266E" w:rsidRPr="00C44CFB" w:rsidRDefault="00F5266E" w:rsidP="00703122">
            <w:pPr>
              <w:ind w:left="731"/>
              <w:rPr>
                <w:b/>
                <w:sz w:val="20"/>
                <w:szCs w:val="20"/>
              </w:rPr>
            </w:pPr>
            <w:r w:rsidRPr="00C44CFB">
              <w:rPr>
                <w:b/>
                <w:bCs w:val="0"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29762478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3461E9CF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B53785A" w14:textId="3E5FA4BC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  <w:lang w:val="ru-RU"/>
              </w:rPr>
              <w:t>34/2</w:t>
            </w:r>
          </w:p>
        </w:tc>
        <w:tc>
          <w:tcPr>
            <w:tcW w:w="3112" w:type="dxa"/>
            <w:vAlign w:val="center"/>
          </w:tcPr>
          <w:p w14:paraId="3C3CD97B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05DFE34D" w14:textId="77777777" w:rsidTr="00D16FDB">
        <w:trPr>
          <w:trHeight w:val="124"/>
        </w:trPr>
        <w:tc>
          <w:tcPr>
            <w:tcW w:w="15619" w:type="dxa"/>
            <w:gridSpan w:val="10"/>
          </w:tcPr>
          <w:p w14:paraId="37B3C02A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«ОНУР КОНСТРУКЦІОН ІНТЕРНЕШЕНЛ»</w:t>
            </w:r>
          </w:p>
        </w:tc>
      </w:tr>
      <w:tr w:rsidR="00F5266E" w:rsidRPr="00C44CFB" w14:paraId="77A950D1" w14:textId="77777777" w:rsidTr="00235626">
        <w:trPr>
          <w:trHeight w:val="124"/>
        </w:trPr>
        <w:tc>
          <w:tcPr>
            <w:tcW w:w="562" w:type="dxa"/>
            <w:gridSpan w:val="3"/>
          </w:tcPr>
          <w:p w14:paraId="791FC4DB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2CFF520" w14:textId="77777777" w:rsidR="00F5266E" w:rsidRPr="004B7C72" w:rsidRDefault="00F5266E" w:rsidP="00F5266E">
            <w:pPr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>ТОВ “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Онур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Конструкціон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Інтенешнл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>”</w:t>
            </w:r>
          </w:p>
        </w:tc>
        <w:tc>
          <w:tcPr>
            <w:tcW w:w="3231" w:type="dxa"/>
          </w:tcPr>
          <w:p w14:paraId="0EFBB84D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Сили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засоби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13 ДРП</w:t>
            </w:r>
          </w:p>
        </w:tc>
        <w:tc>
          <w:tcPr>
            <w:tcW w:w="3154" w:type="dxa"/>
            <w:gridSpan w:val="2"/>
          </w:tcPr>
          <w:p w14:paraId="69DA161F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79069,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м.Львів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, Рясне-2, </w:t>
            </w:r>
            <w:proofErr w:type="spellStart"/>
            <w:proofErr w:type="gramStart"/>
            <w:r w:rsidRPr="004B7C72">
              <w:rPr>
                <w:sz w:val="20"/>
                <w:szCs w:val="20"/>
                <w:lang w:val="ru-RU"/>
              </w:rPr>
              <w:t>вул.Т.Шевченка</w:t>
            </w:r>
            <w:proofErr w:type="spellEnd"/>
            <w:proofErr w:type="gramEnd"/>
            <w:r w:rsidRPr="004B7C72">
              <w:rPr>
                <w:sz w:val="20"/>
                <w:szCs w:val="20"/>
                <w:lang w:val="ru-RU"/>
              </w:rPr>
              <w:t>, 317-Н тел.: (032) 242-05-92</w:t>
            </w:r>
          </w:p>
        </w:tc>
        <w:tc>
          <w:tcPr>
            <w:tcW w:w="994" w:type="dxa"/>
          </w:tcPr>
          <w:p w14:paraId="6E8F8D48" w14:textId="77777777" w:rsidR="00F5266E" w:rsidRPr="004B7C72" w:rsidRDefault="00F5266E" w:rsidP="00F5266E">
            <w:pPr>
              <w:jc w:val="center"/>
              <w:rPr>
                <w:sz w:val="20"/>
                <w:szCs w:val="20"/>
              </w:rPr>
            </w:pPr>
            <w:r w:rsidRPr="004B7C72">
              <w:rPr>
                <w:sz w:val="20"/>
                <w:szCs w:val="20"/>
              </w:rPr>
              <w:t>142/45</w:t>
            </w:r>
          </w:p>
        </w:tc>
        <w:tc>
          <w:tcPr>
            <w:tcW w:w="3112" w:type="dxa"/>
          </w:tcPr>
          <w:p w14:paraId="142C0430" w14:textId="0F6572A4" w:rsidR="00F5266E" w:rsidRPr="004B7C72" w:rsidRDefault="00F5266E" w:rsidP="00F5266E">
            <w:pPr>
              <w:jc w:val="center"/>
              <w:rPr>
                <w:sz w:val="20"/>
                <w:szCs w:val="20"/>
              </w:rPr>
            </w:pPr>
            <w:r w:rsidRPr="004B7C72">
              <w:rPr>
                <w:sz w:val="20"/>
                <w:szCs w:val="20"/>
              </w:rPr>
              <w:t xml:space="preserve">Ліквідація снігових заметів, транспортних та інше на а/д </w:t>
            </w:r>
            <w:r w:rsidRPr="004B7C72">
              <w:rPr>
                <w:sz w:val="20"/>
                <w:szCs w:val="20"/>
                <w:lang w:val="ru-RU"/>
              </w:rPr>
              <w:t xml:space="preserve">    </w:t>
            </w:r>
            <w:r w:rsidRPr="004B7C72">
              <w:rPr>
                <w:sz w:val="20"/>
                <w:szCs w:val="20"/>
              </w:rPr>
              <w:t>М-06,  Н-13, Т-14-01, Т-14-15,   Т-14-16, Т-14-18, М-10-01</w:t>
            </w:r>
          </w:p>
        </w:tc>
      </w:tr>
      <w:tr w:rsidR="00F5266E" w:rsidRPr="00C44CFB" w14:paraId="3DAD7527" w14:textId="77777777" w:rsidTr="00453902">
        <w:trPr>
          <w:trHeight w:val="124"/>
        </w:trPr>
        <w:tc>
          <w:tcPr>
            <w:tcW w:w="5128" w:type="dxa"/>
            <w:gridSpan w:val="5"/>
          </w:tcPr>
          <w:p w14:paraId="358E68A6" w14:textId="77777777" w:rsidR="00F5266E" w:rsidRPr="004B7C72" w:rsidRDefault="00F5266E" w:rsidP="00703122">
            <w:pPr>
              <w:ind w:left="731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3351728F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56A4B203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74E03AC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142/45</w:t>
            </w:r>
          </w:p>
        </w:tc>
        <w:tc>
          <w:tcPr>
            <w:tcW w:w="3112" w:type="dxa"/>
            <w:vAlign w:val="center"/>
          </w:tcPr>
          <w:p w14:paraId="56EF8425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0E7FA4" w14:paraId="00E3ADBC" w14:textId="77777777" w:rsidTr="00D16FDB">
        <w:trPr>
          <w:trHeight w:val="124"/>
        </w:trPr>
        <w:tc>
          <w:tcPr>
            <w:tcW w:w="15619" w:type="dxa"/>
            <w:gridSpan w:val="10"/>
          </w:tcPr>
          <w:p w14:paraId="427440B8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  <w:lang w:val="ru-RU"/>
              </w:rPr>
              <w:t>СИЛИ ТОВ «АВТОМАГІСТРАЛЬ-ПІВДЕНЬ»</w:t>
            </w:r>
          </w:p>
        </w:tc>
      </w:tr>
      <w:tr w:rsidR="00F5266E" w:rsidRPr="00C44CFB" w14:paraId="7AF058EB" w14:textId="77777777" w:rsidTr="00235626">
        <w:trPr>
          <w:trHeight w:val="124"/>
        </w:trPr>
        <w:tc>
          <w:tcPr>
            <w:tcW w:w="562" w:type="dxa"/>
            <w:gridSpan w:val="3"/>
          </w:tcPr>
          <w:p w14:paraId="398CC570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87F1FBF" w14:textId="77777777" w:rsidR="00F5266E" w:rsidRPr="004B7C72" w:rsidRDefault="00F5266E" w:rsidP="00F5266E">
            <w:pPr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>ТОВ «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Автомагістраль-Південь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6FF1C151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Сили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засоби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12 ДРП</w:t>
            </w:r>
          </w:p>
        </w:tc>
        <w:tc>
          <w:tcPr>
            <w:tcW w:w="3154" w:type="dxa"/>
            <w:gridSpan w:val="2"/>
          </w:tcPr>
          <w:p w14:paraId="289245F3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65058,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м.Одеса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>,</w:t>
            </w:r>
            <w:r w:rsidRPr="004B7C72">
              <w:rPr>
                <w:sz w:val="20"/>
                <w:szCs w:val="20"/>
                <w:lang w:val="ru-RU"/>
              </w:rPr>
              <w:br/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>. Романа Кармена, 21, тел.: (096) 762-42-01, (067) 341-58-13</w:t>
            </w:r>
          </w:p>
        </w:tc>
        <w:tc>
          <w:tcPr>
            <w:tcW w:w="994" w:type="dxa"/>
          </w:tcPr>
          <w:p w14:paraId="0E924922" w14:textId="77777777" w:rsidR="00F5266E" w:rsidRPr="004B7C72" w:rsidRDefault="00F5266E" w:rsidP="00F5266E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 w:rsidRPr="004B7C72">
              <w:rPr>
                <w:sz w:val="20"/>
                <w:szCs w:val="20"/>
              </w:rPr>
              <w:t>93/30</w:t>
            </w:r>
          </w:p>
        </w:tc>
        <w:tc>
          <w:tcPr>
            <w:tcW w:w="3112" w:type="dxa"/>
          </w:tcPr>
          <w:p w14:paraId="1D0C4644" w14:textId="77777777" w:rsidR="00F5266E" w:rsidRPr="004B7C72" w:rsidRDefault="00F5266E" w:rsidP="00F5266E">
            <w:pPr>
              <w:suppressAutoHyphens/>
              <w:jc w:val="center"/>
              <w:rPr>
                <w:color w:val="FF0000"/>
                <w:sz w:val="20"/>
                <w:szCs w:val="20"/>
                <w:lang w:eastAsia="zh-CN"/>
              </w:rPr>
            </w:pPr>
            <w:proofErr w:type="spellStart"/>
            <w:r w:rsidRPr="004B7C72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снігових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заметів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транспортних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заторів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інше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на а/д М-09, М-30, Н-09, Н-10, Р-15, Р-84, Т-14-02, Т-18-06, Т-14-08, Т-14-17, Т-14-18</w:t>
            </w:r>
          </w:p>
        </w:tc>
      </w:tr>
      <w:tr w:rsidR="00F5266E" w:rsidRPr="00C44CFB" w14:paraId="128E4CD8" w14:textId="77777777" w:rsidTr="00453902">
        <w:trPr>
          <w:trHeight w:val="189"/>
        </w:trPr>
        <w:tc>
          <w:tcPr>
            <w:tcW w:w="5128" w:type="dxa"/>
            <w:gridSpan w:val="5"/>
          </w:tcPr>
          <w:p w14:paraId="719034BE" w14:textId="77777777" w:rsidR="00F5266E" w:rsidRPr="004B7C72" w:rsidRDefault="00F5266E" w:rsidP="00703122">
            <w:pPr>
              <w:ind w:left="731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44444327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09D0F8D3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0E67F56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93/30</w:t>
            </w:r>
          </w:p>
        </w:tc>
        <w:tc>
          <w:tcPr>
            <w:tcW w:w="3112" w:type="dxa"/>
            <w:vAlign w:val="center"/>
          </w:tcPr>
          <w:p w14:paraId="15AFC110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01925012" w14:textId="77777777" w:rsidTr="00D16FDB">
        <w:trPr>
          <w:trHeight w:val="124"/>
        </w:trPr>
        <w:tc>
          <w:tcPr>
            <w:tcW w:w="15619" w:type="dxa"/>
            <w:gridSpan w:val="10"/>
          </w:tcPr>
          <w:p w14:paraId="7826BFA0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СИЛИ ПП “РОМА”</w:t>
            </w:r>
          </w:p>
        </w:tc>
      </w:tr>
      <w:tr w:rsidR="00F5266E" w:rsidRPr="00C44CFB" w14:paraId="4A3269BF" w14:textId="77777777" w:rsidTr="00235626">
        <w:trPr>
          <w:trHeight w:val="124"/>
        </w:trPr>
        <w:tc>
          <w:tcPr>
            <w:tcW w:w="562" w:type="dxa"/>
            <w:gridSpan w:val="3"/>
          </w:tcPr>
          <w:p w14:paraId="6516683A" w14:textId="77777777" w:rsidR="00F5266E" w:rsidRPr="00C44CFB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7A960ED" w14:textId="77777777" w:rsidR="00F5266E" w:rsidRPr="004B7C72" w:rsidRDefault="00F5266E" w:rsidP="00F5266E">
            <w:pPr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>ПП “Рома”</w:t>
            </w:r>
          </w:p>
        </w:tc>
        <w:tc>
          <w:tcPr>
            <w:tcW w:w="3231" w:type="dxa"/>
          </w:tcPr>
          <w:p w14:paraId="27F81999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Сили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засоби</w:t>
            </w:r>
            <w:proofErr w:type="spellEnd"/>
          </w:p>
        </w:tc>
        <w:tc>
          <w:tcPr>
            <w:tcW w:w="3154" w:type="dxa"/>
            <w:gridSpan w:val="2"/>
          </w:tcPr>
          <w:p w14:paraId="73FAD094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м.Рава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-Руська,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>. Горького, 42а, тел.: (032) 526-19-49, (067) 374-60-84</w:t>
            </w:r>
          </w:p>
        </w:tc>
        <w:tc>
          <w:tcPr>
            <w:tcW w:w="994" w:type="dxa"/>
          </w:tcPr>
          <w:p w14:paraId="7820C156" w14:textId="77777777" w:rsidR="00F5266E" w:rsidRPr="004B7C72" w:rsidRDefault="00F5266E" w:rsidP="00F5266E">
            <w:pPr>
              <w:jc w:val="center"/>
              <w:rPr>
                <w:sz w:val="20"/>
                <w:szCs w:val="20"/>
              </w:rPr>
            </w:pPr>
            <w:r w:rsidRPr="004B7C72">
              <w:rPr>
                <w:sz w:val="20"/>
                <w:szCs w:val="20"/>
              </w:rPr>
              <w:t>49/9</w:t>
            </w:r>
          </w:p>
        </w:tc>
        <w:tc>
          <w:tcPr>
            <w:tcW w:w="3112" w:type="dxa"/>
          </w:tcPr>
          <w:p w14:paraId="1BA5FEF3" w14:textId="1EE73341" w:rsidR="00F5266E" w:rsidRPr="004B7C72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4B7C72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снігових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заметів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транспортних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заторів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інше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на а/д М-09, М-10, Н-17, Р-39, Р-84, Т-14-03, Т-14-04, Т-14-10, М-06-</w:t>
            </w:r>
            <w:proofErr w:type="gramStart"/>
            <w:r w:rsidRPr="004B7C72">
              <w:rPr>
                <w:sz w:val="20"/>
                <w:szCs w:val="20"/>
                <w:lang w:val="ru-RU"/>
              </w:rPr>
              <w:t>07,  Т</w:t>
            </w:r>
            <w:proofErr w:type="gramEnd"/>
            <w:r w:rsidRPr="004B7C72">
              <w:rPr>
                <w:sz w:val="20"/>
                <w:szCs w:val="20"/>
                <w:lang w:val="ru-RU"/>
              </w:rPr>
              <w:t>-14-14, Т-14-20</w:t>
            </w:r>
          </w:p>
        </w:tc>
      </w:tr>
      <w:tr w:rsidR="00F5266E" w:rsidRPr="00C44CFB" w14:paraId="718F8265" w14:textId="77777777" w:rsidTr="00453902">
        <w:trPr>
          <w:trHeight w:val="124"/>
        </w:trPr>
        <w:tc>
          <w:tcPr>
            <w:tcW w:w="5128" w:type="dxa"/>
            <w:gridSpan w:val="5"/>
          </w:tcPr>
          <w:p w14:paraId="0B0FAA71" w14:textId="77777777" w:rsidR="00F5266E" w:rsidRPr="004B7C72" w:rsidRDefault="00F5266E" w:rsidP="00703122">
            <w:pPr>
              <w:ind w:left="731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730A73A9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73040697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C7DB3C8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49/9</w:t>
            </w:r>
          </w:p>
        </w:tc>
        <w:tc>
          <w:tcPr>
            <w:tcW w:w="3112" w:type="dxa"/>
            <w:vAlign w:val="center"/>
          </w:tcPr>
          <w:p w14:paraId="7D66F344" w14:textId="77777777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379CC2AB" w14:textId="77777777" w:rsidTr="00D16FDB">
        <w:trPr>
          <w:trHeight w:val="124"/>
        </w:trPr>
        <w:tc>
          <w:tcPr>
            <w:tcW w:w="15619" w:type="dxa"/>
            <w:gridSpan w:val="10"/>
          </w:tcPr>
          <w:p w14:paraId="298A3EED" w14:textId="77777777" w:rsidR="00F5266E" w:rsidRPr="004B7C72" w:rsidRDefault="00F5266E" w:rsidP="00F5266E">
            <w:pPr>
              <w:jc w:val="center"/>
              <w:rPr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СИЛИ ТОВ «ШЛЯХОВИК-Т»</w:t>
            </w:r>
          </w:p>
        </w:tc>
      </w:tr>
      <w:tr w:rsidR="00F5266E" w:rsidRPr="004B7C72" w14:paraId="0CF6063D" w14:textId="77777777" w:rsidTr="00235626">
        <w:trPr>
          <w:trHeight w:val="124"/>
        </w:trPr>
        <w:tc>
          <w:tcPr>
            <w:tcW w:w="562" w:type="dxa"/>
            <w:gridSpan w:val="3"/>
          </w:tcPr>
          <w:p w14:paraId="13E4F948" w14:textId="77777777" w:rsidR="00F5266E" w:rsidRPr="004B7C72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23C0CDB" w14:textId="77777777" w:rsidR="00F5266E" w:rsidRPr="004B7C72" w:rsidRDefault="00F5266E" w:rsidP="00F5266E">
            <w:pPr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>ТОВ “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Шляховик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>-Т”</w:t>
            </w:r>
          </w:p>
        </w:tc>
        <w:tc>
          <w:tcPr>
            <w:tcW w:w="3231" w:type="dxa"/>
          </w:tcPr>
          <w:p w14:paraId="64C61542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Сили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засоби</w:t>
            </w:r>
            <w:proofErr w:type="spellEnd"/>
          </w:p>
        </w:tc>
        <w:tc>
          <w:tcPr>
            <w:tcW w:w="3154" w:type="dxa"/>
            <w:gridSpan w:val="2"/>
          </w:tcPr>
          <w:p w14:paraId="1E2A6DCE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Тернопільська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обл.,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м.Теребовля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. С.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Стрільців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>, 63/1, тел.: (097) 411- 49 34, (095) 694-14-99</w:t>
            </w:r>
          </w:p>
        </w:tc>
        <w:tc>
          <w:tcPr>
            <w:tcW w:w="994" w:type="dxa"/>
            <w:vAlign w:val="center"/>
          </w:tcPr>
          <w:p w14:paraId="5CC32FBB" w14:textId="77777777" w:rsidR="00F5266E" w:rsidRPr="004B7C72" w:rsidRDefault="00F5266E" w:rsidP="00F5266E">
            <w:pPr>
              <w:jc w:val="center"/>
              <w:rPr>
                <w:sz w:val="20"/>
                <w:szCs w:val="20"/>
              </w:rPr>
            </w:pPr>
            <w:r w:rsidRPr="004B7C72">
              <w:rPr>
                <w:sz w:val="20"/>
                <w:szCs w:val="20"/>
              </w:rPr>
              <w:t>23/6</w:t>
            </w:r>
          </w:p>
        </w:tc>
        <w:tc>
          <w:tcPr>
            <w:tcW w:w="3112" w:type="dxa"/>
          </w:tcPr>
          <w:p w14:paraId="470B061B" w14:textId="5E6D7361" w:rsidR="00F5266E" w:rsidRPr="004B7C72" w:rsidRDefault="00F5266E" w:rsidP="00F5266E">
            <w:pPr>
              <w:jc w:val="center"/>
              <w:rPr>
                <w:sz w:val="20"/>
                <w:szCs w:val="20"/>
              </w:rPr>
            </w:pPr>
            <w:r w:rsidRPr="004B7C72">
              <w:rPr>
                <w:sz w:val="20"/>
                <w:szCs w:val="20"/>
              </w:rPr>
              <w:t xml:space="preserve">Ліквідація снігових заметів, транспортних </w:t>
            </w:r>
            <w:proofErr w:type="spellStart"/>
            <w:r w:rsidRPr="004B7C72">
              <w:rPr>
                <w:sz w:val="20"/>
                <w:szCs w:val="20"/>
              </w:rPr>
              <w:t>засторів</w:t>
            </w:r>
            <w:proofErr w:type="spellEnd"/>
            <w:r w:rsidRPr="004B7C72">
              <w:rPr>
                <w:sz w:val="20"/>
                <w:szCs w:val="20"/>
              </w:rPr>
              <w:t xml:space="preserve"> та інше на а/д Р-39, Т-18-01, Т-14-10, М-11, Р-40, М-11-01</w:t>
            </w:r>
          </w:p>
        </w:tc>
      </w:tr>
      <w:tr w:rsidR="00F5266E" w:rsidRPr="00C44CFB" w14:paraId="3BD3F8C7" w14:textId="77777777" w:rsidTr="00453902">
        <w:trPr>
          <w:trHeight w:val="124"/>
        </w:trPr>
        <w:tc>
          <w:tcPr>
            <w:tcW w:w="5128" w:type="dxa"/>
            <w:gridSpan w:val="5"/>
            <w:vAlign w:val="center"/>
          </w:tcPr>
          <w:p w14:paraId="555A1020" w14:textId="77777777" w:rsidR="00F5266E" w:rsidRPr="00C44CFB" w:rsidRDefault="00F5266E" w:rsidP="00703122">
            <w:pPr>
              <w:ind w:left="731"/>
              <w:rPr>
                <w:lang w:val="ru-RU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7B297DC7" w14:textId="77777777" w:rsidR="00F5266E" w:rsidRPr="00C44CFB" w:rsidRDefault="00F5266E" w:rsidP="00F5266E">
            <w:pPr>
              <w:jc w:val="center"/>
              <w:rPr>
                <w:lang w:val="ru-RU"/>
              </w:rPr>
            </w:pPr>
          </w:p>
        </w:tc>
        <w:tc>
          <w:tcPr>
            <w:tcW w:w="3154" w:type="dxa"/>
            <w:gridSpan w:val="2"/>
          </w:tcPr>
          <w:p w14:paraId="01CB398D" w14:textId="77777777" w:rsidR="00F5266E" w:rsidRPr="00C44CFB" w:rsidRDefault="00F5266E" w:rsidP="00F5266E">
            <w:pPr>
              <w:jc w:val="center"/>
              <w:rPr>
                <w:lang w:val="ru-RU"/>
              </w:rPr>
            </w:pPr>
          </w:p>
        </w:tc>
        <w:tc>
          <w:tcPr>
            <w:tcW w:w="994" w:type="dxa"/>
            <w:vAlign w:val="center"/>
          </w:tcPr>
          <w:p w14:paraId="6C6B8C3E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23/6</w:t>
            </w:r>
          </w:p>
        </w:tc>
        <w:tc>
          <w:tcPr>
            <w:tcW w:w="3112" w:type="dxa"/>
          </w:tcPr>
          <w:p w14:paraId="74F0254D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</w:tr>
      <w:tr w:rsidR="00F5266E" w:rsidRPr="00C44CFB" w14:paraId="4E7D9F93" w14:textId="77777777" w:rsidTr="00D16FDB">
        <w:trPr>
          <w:trHeight w:val="124"/>
        </w:trPr>
        <w:tc>
          <w:tcPr>
            <w:tcW w:w="15619" w:type="dxa"/>
            <w:gridSpan w:val="10"/>
          </w:tcPr>
          <w:p w14:paraId="4DFBC33B" w14:textId="77777777" w:rsidR="00F5266E" w:rsidRPr="00C44CFB" w:rsidRDefault="00F5266E" w:rsidP="00F5266E">
            <w:pPr>
              <w:jc w:val="center"/>
              <w:rPr>
                <w:color w:val="FF0000"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  <w:lang w:val="ru-RU"/>
              </w:rPr>
              <w:t>СИЛИ ТОВ “ТЕХНО-БУД-ЦЕНТР”</w:t>
            </w:r>
          </w:p>
        </w:tc>
      </w:tr>
      <w:tr w:rsidR="00F5266E" w:rsidRPr="004B7C72" w14:paraId="1057E81B" w14:textId="77777777" w:rsidTr="00235626">
        <w:trPr>
          <w:trHeight w:val="124"/>
        </w:trPr>
        <w:tc>
          <w:tcPr>
            <w:tcW w:w="562" w:type="dxa"/>
            <w:gridSpan w:val="3"/>
          </w:tcPr>
          <w:p w14:paraId="445FAEE2" w14:textId="77777777" w:rsidR="00F5266E" w:rsidRPr="004B7C72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5C4DDD5" w14:textId="77777777" w:rsidR="00F5266E" w:rsidRPr="004B7C72" w:rsidRDefault="00F5266E" w:rsidP="00F5266E">
            <w:pPr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>ТОВ “Техно-Буд-Центр”</w:t>
            </w:r>
          </w:p>
        </w:tc>
        <w:tc>
          <w:tcPr>
            <w:tcW w:w="3231" w:type="dxa"/>
          </w:tcPr>
          <w:p w14:paraId="0C7F0408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Сили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засоби</w:t>
            </w:r>
            <w:proofErr w:type="spellEnd"/>
          </w:p>
        </w:tc>
        <w:tc>
          <w:tcPr>
            <w:tcW w:w="3154" w:type="dxa"/>
            <w:gridSpan w:val="2"/>
          </w:tcPr>
          <w:p w14:paraId="7FCA5D9A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46008,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м.Тернопіль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Шептицького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>, 4, тел.: (0352) 43-23-06, 067 351 45 24</w:t>
            </w:r>
          </w:p>
        </w:tc>
        <w:tc>
          <w:tcPr>
            <w:tcW w:w="994" w:type="dxa"/>
            <w:vAlign w:val="center"/>
          </w:tcPr>
          <w:p w14:paraId="1175CDB7" w14:textId="77777777" w:rsidR="00F5266E" w:rsidRPr="004B7C72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4B7C72">
              <w:rPr>
                <w:bCs w:val="0"/>
                <w:sz w:val="20"/>
                <w:szCs w:val="20"/>
              </w:rPr>
              <w:t>16/4</w:t>
            </w:r>
          </w:p>
        </w:tc>
        <w:tc>
          <w:tcPr>
            <w:tcW w:w="3112" w:type="dxa"/>
            <w:vAlign w:val="center"/>
          </w:tcPr>
          <w:p w14:paraId="6F61A731" w14:textId="77777777" w:rsidR="00F5266E" w:rsidRPr="004B7C72" w:rsidRDefault="00F5266E" w:rsidP="00F5266E">
            <w:pPr>
              <w:jc w:val="center"/>
              <w:rPr>
                <w:b/>
                <w:color w:val="FF0000"/>
                <w:sz w:val="20"/>
                <w:szCs w:val="20"/>
              </w:rPr>
            </w:pPr>
            <w:proofErr w:type="spellStart"/>
            <w:r w:rsidRPr="004B7C72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снігових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заметів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транспортних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заторів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інше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на а/д М-06, Т-14-24</w:t>
            </w:r>
          </w:p>
        </w:tc>
      </w:tr>
      <w:tr w:rsidR="00F5266E" w:rsidRPr="004B7C72" w14:paraId="3E07AB93" w14:textId="77777777" w:rsidTr="00875C0F">
        <w:trPr>
          <w:trHeight w:val="124"/>
        </w:trPr>
        <w:tc>
          <w:tcPr>
            <w:tcW w:w="5128" w:type="dxa"/>
            <w:gridSpan w:val="5"/>
          </w:tcPr>
          <w:p w14:paraId="22E4BC6A" w14:textId="20E40D7E" w:rsidR="00F5266E" w:rsidRPr="004B7C72" w:rsidRDefault="00F5266E" w:rsidP="00CD2ACB">
            <w:pPr>
              <w:ind w:left="589"/>
              <w:rPr>
                <w:sz w:val="20"/>
                <w:szCs w:val="20"/>
                <w:lang w:val="ru-RU"/>
              </w:rPr>
            </w:pPr>
            <w:r w:rsidRPr="004B7C72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3C1CE67B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154" w:type="dxa"/>
            <w:gridSpan w:val="2"/>
          </w:tcPr>
          <w:p w14:paraId="3BC2CA76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vAlign w:val="center"/>
          </w:tcPr>
          <w:p w14:paraId="3ADDD92C" w14:textId="764B1C76" w:rsidR="00F5266E" w:rsidRPr="004B7C72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4B7C72">
              <w:rPr>
                <w:b/>
                <w:sz w:val="20"/>
                <w:szCs w:val="20"/>
              </w:rPr>
              <w:t>16/4</w:t>
            </w:r>
          </w:p>
        </w:tc>
        <w:tc>
          <w:tcPr>
            <w:tcW w:w="3112" w:type="dxa"/>
            <w:vAlign w:val="center"/>
          </w:tcPr>
          <w:p w14:paraId="6BE151B0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5266E" w:rsidRPr="004B7C72" w14:paraId="550F2403" w14:textId="77777777" w:rsidTr="00C51589">
        <w:trPr>
          <w:trHeight w:val="124"/>
        </w:trPr>
        <w:tc>
          <w:tcPr>
            <w:tcW w:w="15619" w:type="dxa"/>
            <w:gridSpan w:val="10"/>
          </w:tcPr>
          <w:p w14:paraId="173B328E" w14:textId="4E0F99EB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b/>
                <w:sz w:val="20"/>
                <w:szCs w:val="20"/>
                <w:lang w:val="ru-RU"/>
              </w:rPr>
              <w:t xml:space="preserve">СИЛИ </w:t>
            </w:r>
            <w:proofErr w:type="spellStart"/>
            <w:r w:rsidRPr="004B7C72">
              <w:rPr>
                <w:b/>
                <w:sz w:val="20"/>
                <w:szCs w:val="20"/>
                <w:lang w:val="ru-RU"/>
              </w:rPr>
              <w:t>ТзОВ</w:t>
            </w:r>
            <w:proofErr w:type="spellEnd"/>
            <w:r w:rsidRPr="004B7C72">
              <w:rPr>
                <w:b/>
                <w:sz w:val="20"/>
                <w:szCs w:val="20"/>
                <w:lang w:val="ru-RU"/>
              </w:rPr>
              <w:t xml:space="preserve"> «АВАКС ПРОФ»</w:t>
            </w:r>
          </w:p>
        </w:tc>
      </w:tr>
      <w:tr w:rsidR="00F5266E" w:rsidRPr="004B7C72" w14:paraId="55F34877" w14:textId="77777777" w:rsidTr="00235626">
        <w:trPr>
          <w:trHeight w:val="124"/>
        </w:trPr>
        <w:tc>
          <w:tcPr>
            <w:tcW w:w="562" w:type="dxa"/>
            <w:gridSpan w:val="3"/>
          </w:tcPr>
          <w:p w14:paraId="2954F687" w14:textId="77777777" w:rsidR="00F5266E" w:rsidRPr="004B7C72" w:rsidRDefault="00F5266E" w:rsidP="00F5266E">
            <w:pPr>
              <w:widowControl w:val="0"/>
              <w:numPr>
                <w:ilvl w:val="0"/>
                <w:numId w:val="12"/>
              </w:num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B826C4A" w14:textId="255190E6" w:rsidR="00F5266E" w:rsidRPr="004B7C72" w:rsidRDefault="00F5266E" w:rsidP="00F5266E">
            <w:pPr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</w:rPr>
              <w:t>ТзОВ «</w:t>
            </w:r>
            <w:proofErr w:type="spellStart"/>
            <w:r w:rsidRPr="004B7C72">
              <w:rPr>
                <w:sz w:val="20"/>
                <w:szCs w:val="20"/>
              </w:rPr>
              <w:t>Авакс</w:t>
            </w:r>
            <w:proofErr w:type="spellEnd"/>
            <w:r w:rsidRPr="004B7C72">
              <w:rPr>
                <w:sz w:val="20"/>
                <w:szCs w:val="20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</w:rPr>
              <w:t>Проф</w:t>
            </w:r>
            <w:proofErr w:type="spellEnd"/>
            <w:r w:rsidRPr="004B7C72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15812528" w14:textId="45308392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Сили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засоби</w:t>
            </w:r>
            <w:proofErr w:type="spellEnd"/>
          </w:p>
        </w:tc>
        <w:tc>
          <w:tcPr>
            <w:tcW w:w="3154" w:type="dxa"/>
            <w:gridSpan w:val="2"/>
          </w:tcPr>
          <w:p w14:paraId="713464D5" w14:textId="77777777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 xml:space="preserve">47707,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м.Тернопіль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. Лукяновича,8, </w:t>
            </w:r>
          </w:p>
          <w:p w14:paraId="167B33F2" w14:textId="020D35B2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4B7C72">
              <w:rPr>
                <w:sz w:val="20"/>
                <w:szCs w:val="20"/>
                <w:lang w:val="ru-RU"/>
              </w:rPr>
              <w:t>тел: 067-353-70-42</w:t>
            </w:r>
          </w:p>
        </w:tc>
        <w:tc>
          <w:tcPr>
            <w:tcW w:w="994" w:type="dxa"/>
            <w:vAlign w:val="center"/>
          </w:tcPr>
          <w:p w14:paraId="0F84782D" w14:textId="7AEE9218" w:rsidR="00F5266E" w:rsidRPr="004B7C72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4B7C72">
              <w:rPr>
                <w:bCs w:val="0"/>
                <w:sz w:val="20"/>
                <w:szCs w:val="20"/>
              </w:rPr>
              <w:t>165/9</w:t>
            </w:r>
          </w:p>
        </w:tc>
        <w:tc>
          <w:tcPr>
            <w:tcW w:w="3112" w:type="dxa"/>
            <w:vAlign w:val="center"/>
          </w:tcPr>
          <w:p w14:paraId="6802FEBB" w14:textId="58D807A3" w:rsidR="00F5266E" w:rsidRPr="004B7C72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4B7C72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снігових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заметів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транспортних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заторів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4B7C72">
              <w:rPr>
                <w:sz w:val="20"/>
                <w:szCs w:val="20"/>
                <w:lang w:val="ru-RU"/>
              </w:rPr>
              <w:t>інше</w:t>
            </w:r>
            <w:proofErr w:type="spellEnd"/>
            <w:r w:rsidRPr="004B7C72">
              <w:rPr>
                <w:sz w:val="20"/>
                <w:szCs w:val="20"/>
                <w:lang w:val="ru-RU"/>
              </w:rPr>
              <w:t xml:space="preserve"> на Т-14-05, Т-14-06, Т-14-07, Т-14-09, Т-14-11, Т-14-12, Т-14-13, Т-14-21, Т-14-23</w:t>
            </w:r>
          </w:p>
        </w:tc>
      </w:tr>
      <w:tr w:rsidR="00F5266E" w:rsidRPr="00C44CFB" w14:paraId="0847ABE6" w14:textId="77777777" w:rsidTr="00453902">
        <w:trPr>
          <w:trHeight w:val="124"/>
        </w:trPr>
        <w:tc>
          <w:tcPr>
            <w:tcW w:w="5128" w:type="dxa"/>
            <w:gridSpan w:val="5"/>
          </w:tcPr>
          <w:p w14:paraId="17701D77" w14:textId="41FB5F98" w:rsidR="00F5266E" w:rsidRPr="00C44CFB" w:rsidRDefault="00F5266E" w:rsidP="00CD2ACB">
            <w:pPr>
              <w:ind w:left="589"/>
              <w:rPr>
                <w:b/>
                <w:sz w:val="20"/>
                <w:szCs w:val="20"/>
                <w:lang w:val="en-US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432726E9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500C99D3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E76240C" w14:textId="4D2F8242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653485">
              <w:rPr>
                <w:b/>
                <w:sz w:val="20"/>
                <w:szCs w:val="20"/>
              </w:rPr>
              <w:t>165</w:t>
            </w:r>
            <w:r>
              <w:rPr>
                <w:b/>
                <w:sz w:val="20"/>
                <w:szCs w:val="20"/>
              </w:rPr>
              <w:t>/</w:t>
            </w:r>
            <w:r w:rsidRPr="0065348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2" w:type="dxa"/>
            <w:vAlign w:val="center"/>
          </w:tcPr>
          <w:p w14:paraId="6551A584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78003EA1" w14:textId="77777777" w:rsidTr="00D16FDB">
        <w:trPr>
          <w:trHeight w:val="98"/>
        </w:trPr>
        <w:tc>
          <w:tcPr>
            <w:tcW w:w="15619" w:type="dxa"/>
            <w:gridSpan w:val="10"/>
          </w:tcPr>
          <w:p w14:paraId="409A3C18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РЕГІОНАЛЬНОЇ ФІЛІЇ «ЛЬВІВСЬКА ЗАЛІЗНИЦЯ»</w:t>
            </w:r>
          </w:p>
        </w:tc>
      </w:tr>
      <w:tr w:rsidR="00F5266E" w:rsidRPr="00C44CFB" w14:paraId="4CB241E6" w14:textId="77777777" w:rsidTr="00235626">
        <w:trPr>
          <w:trHeight w:val="124"/>
        </w:trPr>
        <w:tc>
          <w:tcPr>
            <w:tcW w:w="562" w:type="dxa"/>
            <w:gridSpan w:val="3"/>
          </w:tcPr>
          <w:p w14:paraId="3C6FA57E" w14:textId="77777777" w:rsidR="00F5266E" w:rsidRPr="00C44CFB" w:rsidRDefault="00F5266E" w:rsidP="00220BED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63A5C78" w14:textId="0AD1FA9A" w:rsidR="00F5266E" w:rsidRPr="00FB687F" w:rsidRDefault="00F5266E" w:rsidP="00A21EC2">
            <w:pPr>
              <w:ind w:firstLine="35"/>
              <w:jc w:val="both"/>
              <w:rPr>
                <w:sz w:val="20"/>
                <w:szCs w:val="20"/>
              </w:rPr>
            </w:pPr>
            <w:r w:rsidRPr="00FB687F">
              <w:rPr>
                <w:sz w:val="20"/>
                <w:szCs w:val="20"/>
              </w:rPr>
              <w:t>Служба роботи станцій з регіональної координації  регіональної філії «Львівська</w:t>
            </w:r>
            <w:r w:rsidRPr="00C44CFB">
              <w:rPr>
                <w:sz w:val="20"/>
                <w:szCs w:val="20"/>
              </w:rPr>
              <w:t xml:space="preserve"> залізниця»</w:t>
            </w:r>
          </w:p>
        </w:tc>
        <w:tc>
          <w:tcPr>
            <w:tcW w:w="3231" w:type="dxa"/>
          </w:tcPr>
          <w:p w14:paraId="27FA2BB5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Відновний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поїзд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№ 3512</w:t>
            </w:r>
          </w:p>
        </w:tc>
        <w:tc>
          <w:tcPr>
            <w:tcW w:w="3154" w:type="dxa"/>
            <w:gridSpan w:val="2"/>
          </w:tcPr>
          <w:p w14:paraId="436B7680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Станція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“</w:t>
            </w:r>
            <w:proofErr w:type="spellStart"/>
            <w:proofErr w:type="gramStart"/>
            <w:r w:rsidRPr="00C44CFB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>”  1</w:t>
            </w:r>
            <w:proofErr w:type="gramEnd"/>
            <w:r w:rsidRPr="00C44CFB">
              <w:rPr>
                <w:sz w:val="20"/>
                <w:szCs w:val="20"/>
                <w:lang w:val="ru-RU"/>
              </w:rPr>
              <w:t>-й парк</w:t>
            </w:r>
          </w:p>
          <w:p w14:paraId="0CADEBBD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(032) 226-33-30</w:t>
            </w:r>
          </w:p>
        </w:tc>
        <w:tc>
          <w:tcPr>
            <w:tcW w:w="994" w:type="dxa"/>
          </w:tcPr>
          <w:p w14:paraId="07395FF8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27/13</w:t>
            </w:r>
          </w:p>
        </w:tc>
        <w:tc>
          <w:tcPr>
            <w:tcW w:w="3112" w:type="dxa"/>
          </w:tcPr>
          <w:p w14:paraId="3F236A4F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сходів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із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рейок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зіткнень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рухомого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складу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залізничного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транспорту</w:t>
            </w:r>
          </w:p>
        </w:tc>
      </w:tr>
      <w:tr w:rsidR="00F5266E" w:rsidRPr="00C44CFB" w14:paraId="69BD2FD3" w14:textId="77777777" w:rsidTr="00235626">
        <w:trPr>
          <w:trHeight w:val="124"/>
        </w:trPr>
        <w:tc>
          <w:tcPr>
            <w:tcW w:w="562" w:type="dxa"/>
            <w:gridSpan w:val="3"/>
          </w:tcPr>
          <w:p w14:paraId="6D96EF4A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266E8D0" w14:textId="77777777" w:rsidR="00F5266E" w:rsidRPr="00C44CFB" w:rsidRDefault="00F5266E" w:rsidP="00A21EC2">
            <w:pPr>
              <w:ind w:firstLine="35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Виробничий підрозділ «Львівський загін воєнізованої охорони» філії «Відомча воєнізована охорона» АТ «Укрзалізниця»</w:t>
            </w:r>
          </w:p>
        </w:tc>
        <w:tc>
          <w:tcPr>
            <w:tcW w:w="3231" w:type="dxa"/>
          </w:tcPr>
          <w:p w14:paraId="50FE4203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Окремий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пожежний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поїзд</w:t>
            </w:r>
            <w:proofErr w:type="spellEnd"/>
          </w:p>
        </w:tc>
        <w:tc>
          <w:tcPr>
            <w:tcW w:w="3154" w:type="dxa"/>
            <w:gridSpan w:val="2"/>
          </w:tcPr>
          <w:p w14:paraId="45374DBF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Станція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“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>”</w:t>
            </w:r>
          </w:p>
          <w:p w14:paraId="75AE7E5C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(032) 226-33-30</w:t>
            </w:r>
          </w:p>
          <w:p w14:paraId="423297CB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(032) 226-19-01</w:t>
            </w:r>
          </w:p>
        </w:tc>
        <w:tc>
          <w:tcPr>
            <w:tcW w:w="994" w:type="dxa"/>
          </w:tcPr>
          <w:p w14:paraId="29F610B4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19</w:t>
            </w:r>
            <w:r w:rsidRPr="00C44CFB">
              <w:rPr>
                <w:sz w:val="20"/>
                <w:szCs w:val="20"/>
                <w:lang w:val="en-US"/>
              </w:rPr>
              <w:t>/</w:t>
            </w:r>
            <w:r w:rsidRPr="00C44CFB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2" w:type="dxa"/>
          </w:tcPr>
          <w:p w14:paraId="5FEB8794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Гасіння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пожеж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об’єктах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44CFB">
              <w:rPr>
                <w:sz w:val="20"/>
                <w:szCs w:val="20"/>
                <w:lang w:val="ru-RU"/>
              </w:rPr>
              <w:t xml:space="preserve">та 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рухомому</w:t>
            </w:r>
            <w:proofErr w:type="spellEnd"/>
            <w:proofErr w:type="gram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складі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залізничного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транспорту</w:t>
            </w:r>
          </w:p>
        </w:tc>
      </w:tr>
      <w:tr w:rsidR="00F5266E" w:rsidRPr="00C44CFB" w14:paraId="2A57B690" w14:textId="77777777" w:rsidTr="00235626">
        <w:trPr>
          <w:trHeight w:val="124"/>
        </w:trPr>
        <w:tc>
          <w:tcPr>
            <w:tcW w:w="562" w:type="dxa"/>
            <w:gridSpan w:val="3"/>
          </w:tcPr>
          <w:p w14:paraId="19E0A38C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9EEE8EE" w14:textId="77777777" w:rsidR="00F5266E" w:rsidRPr="00C44CFB" w:rsidRDefault="00F5266E" w:rsidP="00A21EC2">
            <w:pPr>
              <w:ind w:firstLine="35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Регіональна філія «Львівська залізниця»</w:t>
            </w:r>
          </w:p>
          <w:p w14:paraId="3D6ADFB5" w14:textId="77777777" w:rsidR="00F5266E" w:rsidRPr="00C44CFB" w:rsidRDefault="00F5266E" w:rsidP="00A21EC2">
            <w:pPr>
              <w:ind w:firstLine="35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Виробничий структурний підрозділ «Регіональний відділ організації роботи станцій Львівського регіону»</w:t>
            </w:r>
          </w:p>
        </w:tc>
        <w:tc>
          <w:tcPr>
            <w:tcW w:w="3231" w:type="dxa"/>
          </w:tcPr>
          <w:p w14:paraId="4814F626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Відновний поїзд № 4514</w:t>
            </w:r>
          </w:p>
        </w:tc>
        <w:tc>
          <w:tcPr>
            <w:tcW w:w="3154" w:type="dxa"/>
            <w:gridSpan w:val="2"/>
          </w:tcPr>
          <w:p w14:paraId="6733F003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Станція “Самбір”</w:t>
            </w:r>
          </w:p>
          <w:p w14:paraId="4E8B859F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парк «</w:t>
            </w:r>
            <w:proofErr w:type="spellStart"/>
            <w:r w:rsidRPr="00C44CFB">
              <w:rPr>
                <w:sz w:val="20"/>
                <w:szCs w:val="20"/>
              </w:rPr>
              <w:t>Блонь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5991F921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(032) 226-33-30</w:t>
            </w:r>
          </w:p>
          <w:p w14:paraId="500F550F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096-103-22-29</w:t>
            </w:r>
          </w:p>
        </w:tc>
        <w:tc>
          <w:tcPr>
            <w:tcW w:w="994" w:type="dxa"/>
          </w:tcPr>
          <w:p w14:paraId="773EF3C4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</w:rPr>
              <w:t>22/</w:t>
            </w:r>
            <w:r w:rsidRPr="00C44CF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112" w:type="dxa"/>
          </w:tcPr>
          <w:p w14:paraId="451AA5CE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Ліквідація сходів із рейок та зіткнень рухомого складу залізничного транспорту</w:t>
            </w:r>
          </w:p>
        </w:tc>
      </w:tr>
      <w:tr w:rsidR="00F5266E" w:rsidRPr="00C44CFB" w14:paraId="632C6411" w14:textId="77777777" w:rsidTr="00235626">
        <w:trPr>
          <w:trHeight w:val="124"/>
        </w:trPr>
        <w:tc>
          <w:tcPr>
            <w:tcW w:w="562" w:type="dxa"/>
            <w:gridSpan w:val="3"/>
          </w:tcPr>
          <w:p w14:paraId="02038D48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D4FA3E6" w14:textId="77777777" w:rsidR="00F5266E" w:rsidRPr="00C44CFB" w:rsidRDefault="00F5266E" w:rsidP="00A21EC2">
            <w:pPr>
              <w:ind w:firstLine="35"/>
              <w:jc w:val="both"/>
            </w:pPr>
            <w:r w:rsidRPr="00C44CFB">
              <w:rPr>
                <w:sz w:val="20"/>
                <w:szCs w:val="20"/>
              </w:rPr>
              <w:t>Регіональна філія «Львівська залізниця»</w:t>
            </w:r>
          </w:p>
          <w:p w14:paraId="534F96DB" w14:textId="77777777" w:rsidR="00F5266E" w:rsidRPr="00C44CFB" w:rsidRDefault="00F5266E" w:rsidP="00A21EC2">
            <w:pPr>
              <w:suppressAutoHyphens/>
              <w:ind w:firstLine="35"/>
              <w:jc w:val="both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Виробничий підрозділ «Самбірська дистанція колії»</w:t>
            </w:r>
          </w:p>
        </w:tc>
        <w:tc>
          <w:tcPr>
            <w:tcW w:w="3231" w:type="dxa"/>
          </w:tcPr>
          <w:p w14:paraId="2F5B3A68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proofErr w:type="spellStart"/>
            <w:r w:rsidRPr="00C44CFB">
              <w:rPr>
                <w:sz w:val="20"/>
                <w:szCs w:val="20"/>
              </w:rPr>
              <w:t>Протирозмивний</w:t>
            </w:r>
            <w:proofErr w:type="spellEnd"/>
            <w:r w:rsidRPr="00C44CFB">
              <w:rPr>
                <w:sz w:val="20"/>
                <w:szCs w:val="20"/>
              </w:rPr>
              <w:t xml:space="preserve"> поїзд</w:t>
            </w:r>
          </w:p>
        </w:tc>
        <w:tc>
          <w:tcPr>
            <w:tcW w:w="3154" w:type="dxa"/>
            <w:gridSpan w:val="2"/>
          </w:tcPr>
          <w:p w14:paraId="59DC825E" w14:textId="77777777" w:rsidR="00F5266E" w:rsidRPr="00C44CFB" w:rsidRDefault="00F5266E" w:rsidP="00F5266E">
            <w:pPr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Станція “Самбір”</w:t>
            </w:r>
          </w:p>
          <w:p w14:paraId="7B824123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(032) 226-33-30</w:t>
            </w:r>
          </w:p>
        </w:tc>
        <w:tc>
          <w:tcPr>
            <w:tcW w:w="994" w:type="dxa"/>
          </w:tcPr>
          <w:p w14:paraId="4F09D89F" w14:textId="77777777" w:rsidR="00F5266E" w:rsidRPr="00C44CFB" w:rsidRDefault="00F5266E" w:rsidP="00F5266E">
            <w:pPr>
              <w:suppressAutoHyphens/>
              <w:jc w:val="center"/>
              <w:rPr>
                <w:lang w:val="ru-RU" w:eastAsia="zh-CN"/>
              </w:rPr>
            </w:pPr>
            <w:r w:rsidRPr="00C44CFB">
              <w:rPr>
                <w:sz w:val="20"/>
                <w:szCs w:val="20"/>
              </w:rPr>
              <w:t>-/</w:t>
            </w:r>
            <w:r w:rsidRPr="00C44CF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112" w:type="dxa"/>
          </w:tcPr>
          <w:p w14:paraId="47C81DCF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 xml:space="preserve">Підвіз </w:t>
            </w:r>
            <w:proofErr w:type="spellStart"/>
            <w:r w:rsidRPr="00C44CFB">
              <w:rPr>
                <w:sz w:val="20"/>
                <w:szCs w:val="20"/>
              </w:rPr>
              <w:t>протирозмивних</w:t>
            </w:r>
            <w:proofErr w:type="spellEnd"/>
            <w:r w:rsidRPr="00C44CFB">
              <w:rPr>
                <w:sz w:val="20"/>
                <w:szCs w:val="20"/>
              </w:rPr>
              <w:t xml:space="preserve"> матеріалів</w:t>
            </w:r>
          </w:p>
        </w:tc>
      </w:tr>
      <w:tr w:rsidR="00F5266E" w:rsidRPr="00C44CFB" w14:paraId="3C4CB5F7" w14:textId="77777777" w:rsidTr="00235626">
        <w:trPr>
          <w:trHeight w:val="124"/>
        </w:trPr>
        <w:tc>
          <w:tcPr>
            <w:tcW w:w="562" w:type="dxa"/>
            <w:gridSpan w:val="3"/>
          </w:tcPr>
          <w:p w14:paraId="3907C029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963B284" w14:textId="77777777" w:rsidR="00F5266E" w:rsidRPr="00C44CFB" w:rsidRDefault="00F5266E" w:rsidP="00A21EC2">
            <w:pPr>
              <w:ind w:firstLine="35"/>
              <w:jc w:val="both"/>
            </w:pPr>
            <w:r w:rsidRPr="00C44CFB">
              <w:rPr>
                <w:sz w:val="20"/>
                <w:szCs w:val="20"/>
              </w:rPr>
              <w:t>Регіональна філія «Львівська залізниця»</w:t>
            </w:r>
          </w:p>
          <w:p w14:paraId="00C4790E" w14:textId="77777777" w:rsidR="00F5266E" w:rsidRPr="00C44CFB" w:rsidRDefault="00F5266E" w:rsidP="00A21EC2">
            <w:pPr>
              <w:suppressAutoHyphens/>
              <w:ind w:firstLine="35"/>
              <w:jc w:val="both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Виробничий структурний підрозділ «Регіональний відділ організації роботи станцій Львівського регіону»</w:t>
            </w:r>
          </w:p>
        </w:tc>
        <w:tc>
          <w:tcPr>
            <w:tcW w:w="3231" w:type="dxa"/>
          </w:tcPr>
          <w:p w14:paraId="0C64AE62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Відновний поїзд № 4512</w:t>
            </w:r>
          </w:p>
        </w:tc>
        <w:tc>
          <w:tcPr>
            <w:tcW w:w="3154" w:type="dxa"/>
            <w:gridSpan w:val="2"/>
          </w:tcPr>
          <w:p w14:paraId="0D82A419" w14:textId="77777777" w:rsidR="00F5266E" w:rsidRPr="00C44CFB" w:rsidRDefault="00F5266E" w:rsidP="00F5266E">
            <w:pPr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Станція “Стрий товарний парк”</w:t>
            </w:r>
          </w:p>
          <w:p w14:paraId="67DDFE6D" w14:textId="77777777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  <w:lang w:val="ru-RU"/>
              </w:rPr>
              <w:t>(032) 226-33-30</w:t>
            </w:r>
          </w:p>
          <w:p w14:paraId="4A768BA7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096-123-22-64</w:t>
            </w:r>
          </w:p>
        </w:tc>
        <w:tc>
          <w:tcPr>
            <w:tcW w:w="994" w:type="dxa"/>
          </w:tcPr>
          <w:p w14:paraId="40D864FA" w14:textId="77777777" w:rsidR="00F5266E" w:rsidRPr="00C44CFB" w:rsidRDefault="00F5266E" w:rsidP="00F5266E">
            <w:pPr>
              <w:suppressAutoHyphens/>
              <w:jc w:val="center"/>
              <w:rPr>
                <w:lang w:val="ru-RU" w:eastAsia="zh-CN"/>
              </w:rPr>
            </w:pPr>
            <w:r w:rsidRPr="00C44CFB">
              <w:rPr>
                <w:sz w:val="20"/>
                <w:szCs w:val="20"/>
              </w:rPr>
              <w:t>17/</w:t>
            </w:r>
            <w:r w:rsidRPr="00C44CF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112" w:type="dxa"/>
          </w:tcPr>
          <w:p w14:paraId="48A6A675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Ліквідація сходів із рейок та зіткнень рухомого складу залізничного транспорту</w:t>
            </w:r>
          </w:p>
        </w:tc>
      </w:tr>
      <w:tr w:rsidR="00F5266E" w:rsidRPr="00C44CFB" w14:paraId="1771974E" w14:textId="77777777" w:rsidTr="00235626">
        <w:trPr>
          <w:trHeight w:val="124"/>
        </w:trPr>
        <w:tc>
          <w:tcPr>
            <w:tcW w:w="562" w:type="dxa"/>
            <w:gridSpan w:val="3"/>
          </w:tcPr>
          <w:p w14:paraId="65ED87F0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484FFC4" w14:textId="77777777" w:rsidR="00F5266E" w:rsidRPr="00C44CFB" w:rsidRDefault="00F5266E" w:rsidP="00A21EC2">
            <w:pPr>
              <w:ind w:firstLine="35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Регіональна філія «Львівська залізниця»</w:t>
            </w:r>
          </w:p>
          <w:p w14:paraId="5D54EC86" w14:textId="77777777" w:rsidR="00F5266E" w:rsidRPr="00C44CFB" w:rsidRDefault="00F5266E" w:rsidP="00A21EC2">
            <w:pPr>
              <w:ind w:firstLine="35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Виробничий підрозділ «Стрийська дистанція колії»</w:t>
            </w:r>
          </w:p>
        </w:tc>
        <w:tc>
          <w:tcPr>
            <w:tcW w:w="3231" w:type="dxa"/>
          </w:tcPr>
          <w:p w14:paraId="1E02C738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Протирозмивний</w:t>
            </w:r>
            <w:proofErr w:type="spellEnd"/>
            <w:r w:rsidRPr="00C44CFB">
              <w:rPr>
                <w:sz w:val="20"/>
                <w:szCs w:val="20"/>
              </w:rPr>
              <w:t xml:space="preserve"> поїзд</w:t>
            </w:r>
          </w:p>
        </w:tc>
        <w:tc>
          <w:tcPr>
            <w:tcW w:w="3154" w:type="dxa"/>
            <w:gridSpan w:val="2"/>
          </w:tcPr>
          <w:p w14:paraId="6BA17074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Станція “Сколе”</w:t>
            </w:r>
          </w:p>
          <w:p w14:paraId="2B640C6D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(032) 226-33-30</w:t>
            </w:r>
          </w:p>
        </w:tc>
        <w:tc>
          <w:tcPr>
            <w:tcW w:w="994" w:type="dxa"/>
          </w:tcPr>
          <w:p w14:paraId="383D75DC" w14:textId="77777777" w:rsidR="00F5266E" w:rsidRPr="00C44CFB" w:rsidRDefault="00F5266E" w:rsidP="00F5266E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</w:rPr>
              <w:t>-/</w:t>
            </w:r>
            <w:r w:rsidRPr="00C44CF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112" w:type="dxa"/>
          </w:tcPr>
          <w:p w14:paraId="28DF3E9B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Підвіз </w:t>
            </w:r>
            <w:proofErr w:type="spellStart"/>
            <w:r w:rsidRPr="00C44CFB">
              <w:rPr>
                <w:sz w:val="20"/>
                <w:szCs w:val="20"/>
              </w:rPr>
              <w:t>протирозмивних</w:t>
            </w:r>
            <w:proofErr w:type="spellEnd"/>
            <w:r w:rsidRPr="00C44CFB">
              <w:rPr>
                <w:sz w:val="20"/>
                <w:szCs w:val="20"/>
              </w:rPr>
              <w:t xml:space="preserve"> матеріалів</w:t>
            </w:r>
          </w:p>
        </w:tc>
      </w:tr>
      <w:tr w:rsidR="00F5266E" w:rsidRPr="00C44CFB" w14:paraId="3719D23A" w14:textId="77777777" w:rsidTr="00235626">
        <w:trPr>
          <w:trHeight w:val="124"/>
        </w:trPr>
        <w:tc>
          <w:tcPr>
            <w:tcW w:w="562" w:type="dxa"/>
            <w:gridSpan w:val="3"/>
          </w:tcPr>
          <w:p w14:paraId="7BC63A63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EBAEADC" w14:textId="77777777" w:rsidR="00F5266E" w:rsidRPr="00C44CFB" w:rsidRDefault="00F5266E" w:rsidP="00A21EC2">
            <w:pPr>
              <w:ind w:firstLine="35"/>
              <w:jc w:val="both"/>
            </w:pPr>
            <w:r w:rsidRPr="00C44CFB">
              <w:rPr>
                <w:sz w:val="20"/>
                <w:szCs w:val="20"/>
              </w:rPr>
              <w:t>Регіональна філія «Львівська залізниця»</w:t>
            </w:r>
          </w:p>
          <w:p w14:paraId="63D106B6" w14:textId="77777777" w:rsidR="00F5266E" w:rsidRPr="00C44CFB" w:rsidRDefault="00F5266E" w:rsidP="00A21EC2">
            <w:pPr>
              <w:suppressAutoHyphens/>
              <w:ind w:firstLine="35"/>
              <w:jc w:val="both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Виробничий підрозділ «Стрийська дистанція колії»</w:t>
            </w:r>
          </w:p>
        </w:tc>
        <w:tc>
          <w:tcPr>
            <w:tcW w:w="3231" w:type="dxa"/>
          </w:tcPr>
          <w:p w14:paraId="64FB59A5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proofErr w:type="spellStart"/>
            <w:r w:rsidRPr="00C44CFB">
              <w:rPr>
                <w:sz w:val="20"/>
                <w:szCs w:val="20"/>
              </w:rPr>
              <w:t>Протирозмивний</w:t>
            </w:r>
            <w:proofErr w:type="spellEnd"/>
            <w:r w:rsidRPr="00C44CFB">
              <w:rPr>
                <w:sz w:val="20"/>
                <w:szCs w:val="20"/>
              </w:rPr>
              <w:t xml:space="preserve"> поїзд</w:t>
            </w:r>
          </w:p>
        </w:tc>
        <w:tc>
          <w:tcPr>
            <w:tcW w:w="3154" w:type="dxa"/>
            <w:gridSpan w:val="2"/>
          </w:tcPr>
          <w:p w14:paraId="19AAED81" w14:textId="77777777" w:rsidR="00F5266E" w:rsidRPr="00C44CFB" w:rsidRDefault="00F5266E" w:rsidP="00F5266E">
            <w:pPr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Станція “Стрий”</w:t>
            </w:r>
          </w:p>
          <w:p w14:paraId="4D662A2E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(032) 226-33-30</w:t>
            </w:r>
          </w:p>
        </w:tc>
        <w:tc>
          <w:tcPr>
            <w:tcW w:w="994" w:type="dxa"/>
          </w:tcPr>
          <w:p w14:paraId="636D0904" w14:textId="77777777" w:rsidR="00F5266E" w:rsidRPr="00C44CFB" w:rsidRDefault="00F5266E" w:rsidP="00F5266E">
            <w:pPr>
              <w:suppressAutoHyphens/>
              <w:jc w:val="center"/>
              <w:rPr>
                <w:lang w:val="ru-RU" w:eastAsia="zh-CN"/>
              </w:rPr>
            </w:pPr>
            <w:r w:rsidRPr="00C44CFB">
              <w:rPr>
                <w:sz w:val="20"/>
                <w:szCs w:val="20"/>
              </w:rPr>
              <w:t>-/</w:t>
            </w:r>
            <w:r w:rsidRPr="00C44CFB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112" w:type="dxa"/>
          </w:tcPr>
          <w:p w14:paraId="68FFC447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 xml:space="preserve">Підвіз </w:t>
            </w:r>
            <w:proofErr w:type="spellStart"/>
            <w:r w:rsidRPr="00C44CFB">
              <w:rPr>
                <w:sz w:val="20"/>
                <w:szCs w:val="20"/>
              </w:rPr>
              <w:t>протирозмивних</w:t>
            </w:r>
            <w:proofErr w:type="spellEnd"/>
            <w:r w:rsidRPr="00C44CFB">
              <w:rPr>
                <w:sz w:val="20"/>
                <w:szCs w:val="20"/>
              </w:rPr>
              <w:t xml:space="preserve"> матеріалів</w:t>
            </w:r>
          </w:p>
        </w:tc>
      </w:tr>
      <w:tr w:rsidR="00F5266E" w:rsidRPr="00C44CFB" w14:paraId="76870F40" w14:textId="77777777" w:rsidTr="00235626">
        <w:trPr>
          <w:trHeight w:val="124"/>
        </w:trPr>
        <w:tc>
          <w:tcPr>
            <w:tcW w:w="562" w:type="dxa"/>
            <w:gridSpan w:val="3"/>
            <w:tcBorders>
              <w:bottom w:val="single" w:sz="4" w:space="0" w:color="auto"/>
            </w:tcBorders>
          </w:tcPr>
          <w:p w14:paraId="74A2CD44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tcBorders>
              <w:bottom w:val="single" w:sz="4" w:space="0" w:color="auto"/>
            </w:tcBorders>
          </w:tcPr>
          <w:p w14:paraId="24A98D82" w14:textId="77777777" w:rsidR="00F5266E" w:rsidRPr="00C44CFB" w:rsidRDefault="00F5266E" w:rsidP="00A21EC2">
            <w:pPr>
              <w:suppressAutoHyphens/>
              <w:ind w:firstLine="35"/>
              <w:jc w:val="both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Виробничий підрозділ «Львівський загін воєнізованої охорони» філії «Відомча воєнізована охорона» АТ «Укрзалізниця»</w:t>
            </w:r>
          </w:p>
        </w:tc>
        <w:tc>
          <w:tcPr>
            <w:tcW w:w="3231" w:type="dxa"/>
          </w:tcPr>
          <w:p w14:paraId="17A68BF8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Окремий пожежний поїзд</w:t>
            </w:r>
          </w:p>
        </w:tc>
        <w:tc>
          <w:tcPr>
            <w:tcW w:w="3154" w:type="dxa"/>
            <w:gridSpan w:val="2"/>
          </w:tcPr>
          <w:p w14:paraId="6B547777" w14:textId="77777777" w:rsidR="00F5266E" w:rsidRPr="00C44CFB" w:rsidRDefault="00F5266E" w:rsidP="00F5266E">
            <w:pPr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Станція “Стрий”</w:t>
            </w:r>
          </w:p>
          <w:p w14:paraId="22781049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096-123-22-64</w:t>
            </w:r>
          </w:p>
        </w:tc>
        <w:tc>
          <w:tcPr>
            <w:tcW w:w="994" w:type="dxa"/>
          </w:tcPr>
          <w:p w14:paraId="73158454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16/4</w:t>
            </w:r>
          </w:p>
        </w:tc>
        <w:tc>
          <w:tcPr>
            <w:tcW w:w="3112" w:type="dxa"/>
          </w:tcPr>
          <w:p w14:paraId="1B82731E" w14:textId="77777777" w:rsidR="00F5266E" w:rsidRPr="00C44CFB" w:rsidRDefault="00F5266E" w:rsidP="00F5266E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Гасіння пожеж на об’єктах та в рухомому складі залізничного транспорту</w:t>
            </w:r>
          </w:p>
        </w:tc>
      </w:tr>
      <w:tr w:rsidR="00A21EC2" w:rsidRPr="00C44CFB" w14:paraId="2944F3BF" w14:textId="77777777" w:rsidTr="007C0AE7">
        <w:trPr>
          <w:trHeight w:val="124"/>
        </w:trPr>
        <w:tc>
          <w:tcPr>
            <w:tcW w:w="51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9920" w14:textId="33F39230" w:rsidR="00A21EC2" w:rsidRPr="00C44CFB" w:rsidRDefault="00A21EC2" w:rsidP="00A21EC2">
            <w:pPr>
              <w:suppressAutoHyphens/>
              <w:ind w:left="447" w:firstLine="119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tcBorders>
              <w:left w:val="single" w:sz="4" w:space="0" w:color="auto"/>
            </w:tcBorders>
          </w:tcPr>
          <w:p w14:paraId="3B755D88" w14:textId="77777777" w:rsidR="00A21EC2" w:rsidRPr="00C44CFB" w:rsidRDefault="00A21EC2" w:rsidP="00F5266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2091FC74" w14:textId="77777777" w:rsidR="00A21EC2" w:rsidRPr="00C44CFB" w:rsidRDefault="00A21EC2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1B8EC403" w14:textId="14BC3A97" w:rsidR="00A21EC2" w:rsidRPr="00C44CFB" w:rsidRDefault="00A21EC2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101/</w:t>
            </w:r>
            <w:r w:rsidRPr="00C44CFB">
              <w:rPr>
                <w:b/>
                <w:sz w:val="20"/>
                <w:szCs w:val="20"/>
                <w:lang w:val="ru-RU"/>
              </w:rPr>
              <w:t>42</w:t>
            </w:r>
          </w:p>
        </w:tc>
        <w:tc>
          <w:tcPr>
            <w:tcW w:w="3112" w:type="dxa"/>
          </w:tcPr>
          <w:p w14:paraId="4F0260B6" w14:textId="77777777" w:rsidR="00A21EC2" w:rsidRPr="00C44CFB" w:rsidRDefault="00A21EC2" w:rsidP="00F5266E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F5266E" w:rsidRPr="00C44CFB" w14:paraId="7DF5D106" w14:textId="77777777" w:rsidTr="00D16FDB">
        <w:trPr>
          <w:trHeight w:val="124"/>
        </w:trPr>
        <w:tc>
          <w:tcPr>
            <w:tcW w:w="15619" w:type="dxa"/>
            <w:gridSpan w:val="10"/>
          </w:tcPr>
          <w:p w14:paraId="18CCA580" w14:textId="478C33FE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 xml:space="preserve">СИЛИ БАСЕЙНОВОГО </w:t>
            </w:r>
            <w:r w:rsidRPr="00C44CFB">
              <w:rPr>
                <w:b/>
                <w:bCs w:val="0"/>
                <w:sz w:val="20"/>
                <w:szCs w:val="20"/>
              </w:rPr>
              <w:t>УПРАВЛІННЯ ВОДНИХ РЕСУРСІВ РІЧОК ЗАХІДНОГО БУГУ ТА СЯНУ</w:t>
            </w:r>
          </w:p>
        </w:tc>
      </w:tr>
      <w:tr w:rsidR="00F5266E" w:rsidRPr="003069A3" w14:paraId="41D20601" w14:textId="77777777" w:rsidTr="00235626">
        <w:trPr>
          <w:trHeight w:val="124"/>
        </w:trPr>
        <w:tc>
          <w:tcPr>
            <w:tcW w:w="562" w:type="dxa"/>
            <w:gridSpan w:val="3"/>
          </w:tcPr>
          <w:p w14:paraId="59C1DE12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 w:val="restart"/>
          </w:tcPr>
          <w:p w14:paraId="613D3703" w14:textId="77777777" w:rsidR="00F5266E" w:rsidRPr="003069A3" w:rsidRDefault="00F5266E" w:rsidP="00F5266E">
            <w:pPr>
              <w:ind w:firstLine="261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Дрогобицька експлуатаційна </w:t>
            </w:r>
          </w:p>
          <w:p w14:paraId="7D713718" w14:textId="04745B6A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дільниця БУВР ЗАХІДНОГО Бугу та Сяну</w:t>
            </w:r>
          </w:p>
        </w:tc>
        <w:tc>
          <w:tcPr>
            <w:tcW w:w="3231" w:type="dxa"/>
          </w:tcPr>
          <w:p w14:paraId="7B5B9CC2" w14:textId="7E51484F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0C5165E4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Дрогобицький район, </w:t>
            </w:r>
            <w:proofErr w:type="spellStart"/>
            <w:r w:rsidRPr="003069A3">
              <w:rPr>
                <w:sz w:val="20"/>
                <w:szCs w:val="20"/>
              </w:rPr>
              <w:t>с.Грушів</w:t>
            </w:r>
            <w:proofErr w:type="spellEnd"/>
            <w:r w:rsidRPr="003069A3">
              <w:rPr>
                <w:sz w:val="20"/>
                <w:szCs w:val="20"/>
              </w:rPr>
              <w:t xml:space="preserve">, вул. </w:t>
            </w:r>
            <w:proofErr w:type="spellStart"/>
            <w:r w:rsidRPr="003069A3">
              <w:rPr>
                <w:sz w:val="20"/>
                <w:szCs w:val="20"/>
              </w:rPr>
              <w:t>Чаповського</w:t>
            </w:r>
            <w:proofErr w:type="spellEnd"/>
            <w:r w:rsidRPr="003069A3">
              <w:rPr>
                <w:sz w:val="20"/>
                <w:szCs w:val="20"/>
              </w:rPr>
              <w:t>, 76</w:t>
            </w:r>
          </w:p>
          <w:p w14:paraId="0499C73A" w14:textId="29BE91C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0961306450</w:t>
            </w:r>
          </w:p>
        </w:tc>
        <w:tc>
          <w:tcPr>
            <w:tcW w:w="994" w:type="dxa"/>
          </w:tcPr>
          <w:p w14:paraId="1A7C9C38" w14:textId="74854D81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8/1</w:t>
            </w:r>
          </w:p>
        </w:tc>
        <w:tc>
          <w:tcPr>
            <w:tcW w:w="3112" w:type="dxa"/>
          </w:tcPr>
          <w:p w14:paraId="3981C0E6" w14:textId="1C0B72A2" w:rsidR="00F5266E" w:rsidRPr="003069A3" w:rsidRDefault="00F5266E" w:rsidP="00235626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5A9F5F2C" w14:textId="77777777" w:rsidTr="00235626">
        <w:trPr>
          <w:trHeight w:val="124"/>
        </w:trPr>
        <w:tc>
          <w:tcPr>
            <w:tcW w:w="562" w:type="dxa"/>
            <w:gridSpan w:val="3"/>
          </w:tcPr>
          <w:p w14:paraId="741AAD09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/>
            <w:vAlign w:val="center"/>
          </w:tcPr>
          <w:p w14:paraId="3E6D2476" w14:textId="77777777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7C1C95CF" w14:textId="5D883AEA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607509E0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Дрогобицький район, </w:t>
            </w:r>
            <w:proofErr w:type="spellStart"/>
            <w:r w:rsidRPr="003069A3">
              <w:rPr>
                <w:sz w:val="20"/>
                <w:szCs w:val="20"/>
              </w:rPr>
              <w:t>сел.Підбуж</w:t>
            </w:r>
            <w:proofErr w:type="spellEnd"/>
            <w:r w:rsidRPr="003069A3">
              <w:rPr>
                <w:sz w:val="20"/>
                <w:szCs w:val="20"/>
              </w:rPr>
              <w:t>, вул. Довбуша, 50</w:t>
            </w:r>
          </w:p>
          <w:p w14:paraId="6FAC2952" w14:textId="0508B47D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0984355072</w:t>
            </w:r>
          </w:p>
        </w:tc>
        <w:tc>
          <w:tcPr>
            <w:tcW w:w="994" w:type="dxa"/>
          </w:tcPr>
          <w:p w14:paraId="3ABA2A32" w14:textId="4D7616D3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8/1</w:t>
            </w:r>
          </w:p>
        </w:tc>
        <w:tc>
          <w:tcPr>
            <w:tcW w:w="3112" w:type="dxa"/>
          </w:tcPr>
          <w:p w14:paraId="12F1A04D" w14:textId="7F8240A1" w:rsidR="00F5266E" w:rsidRPr="003069A3" w:rsidRDefault="00F5266E" w:rsidP="00235626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</w:t>
            </w:r>
          </w:p>
        </w:tc>
      </w:tr>
      <w:tr w:rsidR="00F5266E" w:rsidRPr="003069A3" w14:paraId="065D25EE" w14:textId="77777777" w:rsidTr="00235626">
        <w:trPr>
          <w:trHeight w:val="124"/>
        </w:trPr>
        <w:tc>
          <w:tcPr>
            <w:tcW w:w="562" w:type="dxa"/>
            <w:gridSpan w:val="3"/>
          </w:tcPr>
          <w:p w14:paraId="46B4652E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/>
            <w:vAlign w:val="center"/>
          </w:tcPr>
          <w:p w14:paraId="119A80DD" w14:textId="77777777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6F4E4805" w14:textId="010AB680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34449362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Стрийський район, </w:t>
            </w:r>
            <w:proofErr w:type="spellStart"/>
            <w:r w:rsidRPr="003069A3">
              <w:rPr>
                <w:sz w:val="20"/>
                <w:szCs w:val="20"/>
              </w:rPr>
              <w:t>с.Нежухів</w:t>
            </w:r>
            <w:proofErr w:type="spellEnd"/>
            <w:r w:rsidRPr="003069A3">
              <w:rPr>
                <w:sz w:val="20"/>
                <w:szCs w:val="20"/>
              </w:rPr>
              <w:t xml:space="preserve">, </w:t>
            </w:r>
            <w:proofErr w:type="spellStart"/>
            <w:r w:rsidRPr="003069A3">
              <w:rPr>
                <w:sz w:val="20"/>
                <w:szCs w:val="20"/>
              </w:rPr>
              <w:t>вул.Стрийська</w:t>
            </w:r>
            <w:proofErr w:type="spellEnd"/>
            <w:r w:rsidRPr="003069A3">
              <w:rPr>
                <w:sz w:val="20"/>
                <w:szCs w:val="20"/>
              </w:rPr>
              <w:t>, 81</w:t>
            </w:r>
          </w:p>
          <w:p w14:paraId="292DC853" w14:textId="45D6EA55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0966986859</w:t>
            </w:r>
          </w:p>
        </w:tc>
        <w:tc>
          <w:tcPr>
            <w:tcW w:w="994" w:type="dxa"/>
          </w:tcPr>
          <w:p w14:paraId="5C6AF031" w14:textId="58FF0C8B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4/1</w:t>
            </w:r>
          </w:p>
        </w:tc>
        <w:tc>
          <w:tcPr>
            <w:tcW w:w="3112" w:type="dxa"/>
          </w:tcPr>
          <w:p w14:paraId="0D8D720D" w14:textId="191AB654" w:rsidR="00F5266E" w:rsidRPr="003069A3" w:rsidRDefault="00F5266E" w:rsidP="00235626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</w:t>
            </w:r>
          </w:p>
        </w:tc>
      </w:tr>
      <w:tr w:rsidR="00F5266E" w:rsidRPr="003069A3" w14:paraId="3B8813F6" w14:textId="77777777" w:rsidTr="00235626">
        <w:trPr>
          <w:trHeight w:val="124"/>
        </w:trPr>
        <w:tc>
          <w:tcPr>
            <w:tcW w:w="562" w:type="dxa"/>
            <w:gridSpan w:val="3"/>
          </w:tcPr>
          <w:p w14:paraId="638739FB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/>
            <w:vAlign w:val="center"/>
          </w:tcPr>
          <w:p w14:paraId="55C82F9E" w14:textId="77777777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7BD7ADA4" w14:textId="6C169260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77578B1E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3069A3">
              <w:rPr>
                <w:sz w:val="20"/>
                <w:szCs w:val="20"/>
              </w:rPr>
              <w:t>м.Дрогобич</w:t>
            </w:r>
            <w:proofErr w:type="spellEnd"/>
            <w:r w:rsidRPr="003069A3">
              <w:rPr>
                <w:sz w:val="20"/>
                <w:szCs w:val="20"/>
              </w:rPr>
              <w:t>, вул. Індустріальна, 5</w:t>
            </w:r>
          </w:p>
          <w:p w14:paraId="7480F16F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0972481100</w:t>
            </w:r>
          </w:p>
          <w:p w14:paraId="1C2D6657" w14:textId="11BB3320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0244-231-92</w:t>
            </w:r>
          </w:p>
        </w:tc>
        <w:tc>
          <w:tcPr>
            <w:tcW w:w="994" w:type="dxa"/>
          </w:tcPr>
          <w:p w14:paraId="14BBD187" w14:textId="39D3437E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5/1</w:t>
            </w:r>
          </w:p>
        </w:tc>
        <w:tc>
          <w:tcPr>
            <w:tcW w:w="3112" w:type="dxa"/>
          </w:tcPr>
          <w:p w14:paraId="0461EB2F" w14:textId="081A1ED5" w:rsidR="00F5266E" w:rsidRPr="003069A3" w:rsidRDefault="00F5266E" w:rsidP="00235626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</w:t>
            </w:r>
          </w:p>
        </w:tc>
      </w:tr>
      <w:tr w:rsidR="00F5266E" w:rsidRPr="003069A3" w14:paraId="458DE2BC" w14:textId="77777777" w:rsidTr="00235626">
        <w:trPr>
          <w:trHeight w:val="124"/>
        </w:trPr>
        <w:tc>
          <w:tcPr>
            <w:tcW w:w="562" w:type="dxa"/>
            <w:gridSpan w:val="3"/>
          </w:tcPr>
          <w:p w14:paraId="025C1428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 w:val="restart"/>
          </w:tcPr>
          <w:p w14:paraId="71C0C73A" w14:textId="77777777" w:rsidR="00F5266E" w:rsidRPr="003069A3" w:rsidRDefault="00F5266E" w:rsidP="003064AD">
            <w:pPr>
              <w:ind w:firstLine="177"/>
              <w:jc w:val="both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Сокальська  експлуатаційна </w:t>
            </w:r>
          </w:p>
          <w:p w14:paraId="217E048C" w14:textId="0BA7EBA4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дільниця БУВР Західного Бугу та Сяну</w:t>
            </w:r>
          </w:p>
        </w:tc>
        <w:tc>
          <w:tcPr>
            <w:tcW w:w="3231" w:type="dxa"/>
          </w:tcPr>
          <w:p w14:paraId="7A81234F" w14:textId="772659FA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1556B5D9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bCs w:val="0"/>
                <w:sz w:val="20"/>
                <w:szCs w:val="20"/>
              </w:rPr>
              <w:t>м. Сокаль,</w:t>
            </w:r>
          </w:p>
          <w:p w14:paraId="3A8AFA35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bCs w:val="0"/>
                <w:sz w:val="20"/>
                <w:szCs w:val="20"/>
              </w:rPr>
              <w:t>вул. Шевченка, 131</w:t>
            </w:r>
          </w:p>
          <w:p w14:paraId="00AD9BD3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(0257) 7-37-24</w:t>
            </w:r>
          </w:p>
          <w:p w14:paraId="1F3F9597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097-561-52-26</w:t>
            </w:r>
          </w:p>
          <w:p w14:paraId="4734843C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44C1D96C" w14:textId="5F02C51F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16/1</w:t>
            </w:r>
          </w:p>
        </w:tc>
        <w:tc>
          <w:tcPr>
            <w:tcW w:w="3112" w:type="dxa"/>
          </w:tcPr>
          <w:p w14:paraId="5BBEE617" w14:textId="2C3380F8" w:rsidR="00F5266E" w:rsidRPr="003069A3" w:rsidRDefault="00F5266E" w:rsidP="00235626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15664B74" w14:textId="77777777" w:rsidTr="00235626">
        <w:trPr>
          <w:trHeight w:val="124"/>
        </w:trPr>
        <w:tc>
          <w:tcPr>
            <w:tcW w:w="562" w:type="dxa"/>
            <w:gridSpan w:val="3"/>
          </w:tcPr>
          <w:p w14:paraId="423467FC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/>
          </w:tcPr>
          <w:p w14:paraId="6F86071C" w14:textId="77777777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03CBB1D7" w14:textId="1EB547ED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Аварійні бригади</w:t>
            </w:r>
          </w:p>
        </w:tc>
        <w:tc>
          <w:tcPr>
            <w:tcW w:w="3154" w:type="dxa"/>
            <w:gridSpan w:val="2"/>
          </w:tcPr>
          <w:p w14:paraId="2B9517C8" w14:textId="77777777" w:rsidR="00F5266E" w:rsidRPr="003069A3" w:rsidRDefault="00F5266E" w:rsidP="00F5266E">
            <w:pPr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3069A3">
              <w:rPr>
                <w:kern w:val="2"/>
                <w:sz w:val="20"/>
                <w:szCs w:val="20"/>
              </w:rPr>
              <w:t>м.Радехів</w:t>
            </w:r>
            <w:proofErr w:type="spellEnd"/>
          </w:p>
          <w:p w14:paraId="11BE0E7A" w14:textId="77777777" w:rsidR="00F5266E" w:rsidRPr="003069A3" w:rsidRDefault="00F5266E" w:rsidP="00F5266E">
            <w:pPr>
              <w:jc w:val="center"/>
              <w:rPr>
                <w:kern w:val="2"/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вул. Спортивна, 9</w:t>
            </w:r>
          </w:p>
          <w:p w14:paraId="433E2859" w14:textId="77777777" w:rsidR="00F5266E" w:rsidRPr="003069A3" w:rsidRDefault="00F5266E" w:rsidP="00F5266E">
            <w:pPr>
              <w:jc w:val="center"/>
              <w:rPr>
                <w:kern w:val="2"/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067-475-01-59</w:t>
            </w:r>
          </w:p>
          <w:p w14:paraId="3872318A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0FE349F6" w14:textId="60B2A322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5/1</w:t>
            </w:r>
          </w:p>
        </w:tc>
        <w:tc>
          <w:tcPr>
            <w:tcW w:w="3112" w:type="dxa"/>
          </w:tcPr>
          <w:p w14:paraId="1D991924" w14:textId="09C72451" w:rsidR="00F5266E" w:rsidRPr="003069A3" w:rsidRDefault="00F5266E" w:rsidP="00235626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3B9FBEC7" w14:textId="77777777" w:rsidTr="00235626">
        <w:trPr>
          <w:trHeight w:val="124"/>
        </w:trPr>
        <w:tc>
          <w:tcPr>
            <w:tcW w:w="562" w:type="dxa"/>
            <w:gridSpan w:val="3"/>
          </w:tcPr>
          <w:p w14:paraId="2B894CB7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/>
          </w:tcPr>
          <w:p w14:paraId="4D50DC06" w14:textId="77777777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3215C053" w14:textId="31BA73A9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Аварійні бригади</w:t>
            </w:r>
          </w:p>
        </w:tc>
        <w:tc>
          <w:tcPr>
            <w:tcW w:w="3154" w:type="dxa"/>
            <w:gridSpan w:val="2"/>
          </w:tcPr>
          <w:p w14:paraId="203E46DF" w14:textId="77777777" w:rsidR="00F5266E" w:rsidRPr="003069A3" w:rsidRDefault="00F5266E" w:rsidP="00F5266E">
            <w:pPr>
              <w:jc w:val="center"/>
              <w:rPr>
                <w:kern w:val="2"/>
                <w:sz w:val="20"/>
                <w:szCs w:val="20"/>
              </w:rPr>
            </w:pPr>
            <w:proofErr w:type="spellStart"/>
            <w:r w:rsidRPr="003069A3">
              <w:rPr>
                <w:kern w:val="2"/>
                <w:sz w:val="20"/>
                <w:szCs w:val="20"/>
              </w:rPr>
              <w:t>м.Кам’янка</w:t>
            </w:r>
            <w:proofErr w:type="spellEnd"/>
            <w:r w:rsidRPr="003069A3">
              <w:rPr>
                <w:kern w:val="2"/>
                <w:sz w:val="20"/>
                <w:szCs w:val="20"/>
              </w:rPr>
              <w:t>-Бузька</w:t>
            </w:r>
          </w:p>
          <w:p w14:paraId="10319063" w14:textId="77777777" w:rsidR="00F5266E" w:rsidRPr="003069A3" w:rsidRDefault="00F5266E" w:rsidP="00F5266E">
            <w:pPr>
              <w:jc w:val="center"/>
              <w:rPr>
                <w:kern w:val="2"/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 xml:space="preserve">вул. </w:t>
            </w:r>
            <w:proofErr w:type="spellStart"/>
            <w:r w:rsidRPr="003069A3">
              <w:rPr>
                <w:kern w:val="2"/>
                <w:sz w:val="20"/>
                <w:szCs w:val="20"/>
              </w:rPr>
              <w:t>Я.Мудрого</w:t>
            </w:r>
            <w:proofErr w:type="spellEnd"/>
            <w:r w:rsidRPr="003069A3">
              <w:rPr>
                <w:kern w:val="2"/>
                <w:sz w:val="20"/>
                <w:szCs w:val="20"/>
              </w:rPr>
              <w:t>, 27а</w:t>
            </w:r>
          </w:p>
          <w:p w14:paraId="07800A72" w14:textId="587CE25B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067-395-33-74</w:t>
            </w:r>
          </w:p>
        </w:tc>
        <w:tc>
          <w:tcPr>
            <w:tcW w:w="994" w:type="dxa"/>
          </w:tcPr>
          <w:p w14:paraId="561D662B" w14:textId="2F6DEC96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5/1</w:t>
            </w:r>
          </w:p>
        </w:tc>
        <w:tc>
          <w:tcPr>
            <w:tcW w:w="3112" w:type="dxa"/>
          </w:tcPr>
          <w:p w14:paraId="40E566A6" w14:textId="2D2267DD" w:rsidR="00F5266E" w:rsidRPr="003069A3" w:rsidRDefault="00F5266E" w:rsidP="008030BB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7A3196E7" w14:textId="77777777" w:rsidTr="00235626">
        <w:trPr>
          <w:trHeight w:val="124"/>
        </w:trPr>
        <w:tc>
          <w:tcPr>
            <w:tcW w:w="562" w:type="dxa"/>
            <w:gridSpan w:val="3"/>
          </w:tcPr>
          <w:p w14:paraId="7D9FB9E3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3AB33BF" w14:textId="0EC020A3" w:rsidR="00F5266E" w:rsidRPr="003069A3" w:rsidRDefault="00F5266E" w:rsidP="008030BB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Жовківська експлуатаційна дільниця БУВР Західного Бугу та Сяну  </w:t>
            </w:r>
          </w:p>
        </w:tc>
        <w:tc>
          <w:tcPr>
            <w:tcW w:w="3231" w:type="dxa"/>
          </w:tcPr>
          <w:p w14:paraId="09ED1103" w14:textId="4658DDEC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аварійні бригади</w:t>
            </w:r>
          </w:p>
        </w:tc>
        <w:tc>
          <w:tcPr>
            <w:tcW w:w="3154" w:type="dxa"/>
            <w:gridSpan w:val="2"/>
          </w:tcPr>
          <w:p w14:paraId="5D57DDBA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bCs w:val="0"/>
                <w:sz w:val="20"/>
                <w:szCs w:val="20"/>
              </w:rPr>
              <w:t>м. Жовква, вул. С. Петлюри, 56</w:t>
            </w:r>
          </w:p>
          <w:p w14:paraId="0EE2233B" w14:textId="77777777" w:rsidR="00F5266E" w:rsidRPr="003069A3" w:rsidRDefault="00F5266E" w:rsidP="00F5266E">
            <w:pPr>
              <w:jc w:val="center"/>
              <w:rPr>
                <w:sz w:val="20"/>
                <w:szCs w:val="20"/>
                <w:lang w:val="en-US"/>
              </w:rPr>
            </w:pPr>
            <w:r w:rsidRPr="003069A3">
              <w:rPr>
                <w:sz w:val="20"/>
                <w:szCs w:val="20"/>
              </w:rPr>
              <w:t>(252) 2-1</w:t>
            </w:r>
            <w:r w:rsidRPr="003069A3">
              <w:rPr>
                <w:sz w:val="20"/>
                <w:szCs w:val="20"/>
                <w:lang w:val="en-US"/>
              </w:rPr>
              <w:t>4</w:t>
            </w:r>
            <w:r w:rsidRPr="003069A3">
              <w:rPr>
                <w:sz w:val="20"/>
                <w:szCs w:val="20"/>
              </w:rPr>
              <w:t>-</w:t>
            </w:r>
            <w:r w:rsidRPr="003069A3">
              <w:rPr>
                <w:sz w:val="20"/>
                <w:szCs w:val="20"/>
                <w:lang w:val="en-US"/>
              </w:rPr>
              <w:t>93</w:t>
            </w:r>
          </w:p>
          <w:p w14:paraId="66B265D9" w14:textId="146E4F2D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067-986-75-51</w:t>
            </w:r>
          </w:p>
        </w:tc>
        <w:tc>
          <w:tcPr>
            <w:tcW w:w="994" w:type="dxa"/>
          </w:tcPr>
          <w:p w14:paraId="64FA13CA" w14:textId="3F958877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  <w:lang w:val="en-US"/>
              </w:rPr>
              <w:t>4</w:t>
            </w:r>
            <w:r w:rsidRPr="003069A3">
              <w:rPr>
                <w:sz w:val="20"/>
                <w:szCs w:val="20"/>
              </w:rPr>
              <w:t>/1</w:t>
            </w:r>
          </w:p>
        </w:tc>
        <w:tc>
          <w:tcPr>
            <w:tcW w:w="3112" w:type="dxa"/>
          </w:tcPr>
          <w:p w14:paraId="68D6240B" w14:textId="49B1C53C" w:rsidR="00F5266E" w:rsidRPr="003069A3" w:rsidRDefault="00F5266E" w:rsidP="008030BB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60905AC4" w14:textId="77777777" w:rsidTr="00235626">
        <w:trPr>
          <w:trHeight w:val="124"/>
        </w:trPr>
        <w:tc>
          <w:tcPr>
            <w:tcW w:w="562" w:type="dxa"/>
            <w:gridSpan w:val="3"/>
          </w:tcPr>
          <w:p w14:paraId="0A3D8A03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6453D26" w14:textId="77777777" w:rsidR="00F5266E" w:rsidRPr="003069A3" w:rsidRDefault="00F5266E" w:rsidP="008030BB">
            <w:pPr>
              <w:ind w:firstLine="119"/>
              <w:jc w:val="both"/>
              <w:rPr>
                <w:kern w:val="2"/>
                <w:sz w:val="20"/>
                <w:szCs w:val="20"/>
              </w:rPr>
            </w:pPr>
            <w:proofErr w:type="spellStart"/>
            <w:r w:rsidRPr="003069A3">
              <w:rPr>
                <w:kern w:val="2"/>
                <w:sz w:val="20"/>
                <w:szCs w:val="20"/>
              </w:rPr>
              <w:t>Дублянська</w:t>
            </w:r>
            <w:proofErr w:type="spellEnd"/>
            <w:r w:rsidRPr="003069A3">
              <w:rPr>
                <w:kern w:val="2"/>
                <w:sz w:val="20"/>
                <w:szCs w:val="20"/>
              </w:rPr>
              <w:t xml:space="preserve"> експлуатаційна дільниця</w:t>
            </w:r>
          </w:p>
          <w:p w14:paraId="75E45394" w14:textId="7947A9ED" w:rsidR="00F5266E" w:rsidRPr="003069A3" w:rsidRDefault="00F5266E" w:rsidP="008030BB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БУВР Західного Бугу та Сяну</w:t>
            </w:r>
          </w:p>
        </w:tc>
        <w:tc>
          <w:tcPr>
            <w:tcW w:w="3231" w:type="dxa"/>
          </w:tcPr>
          <w:p w14:paraId="53674156" w14:textId="66450D22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171B4888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3069A3">
              <w:rPr>
                <w:bCs w:val="0"/>
                <w:sz w:val="20"/>
                <w:szCs w:val="20"/>
              </w:rPr>
              <w:t>м.Львів</w:t>
            </w:r>
            <w:proofErr w:type="spellEnd"/>
            <w:r w:rsidRPr="003069A3">
              <w:rPr>
                <w:bCs w:val="0"/>
                <w:sz w:val="20"/>
                <w:szCs w:val="20"/>
              </w:rPr>
              <w:t>,</w:t>
            </w:r>
          </w:p>
          <w:p w14:paraId="0CBA4E59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bCs w:val="0"/>
                <w:sz w:val="20"/>
                <w:szCs w:val="20"/>
              </w:rPr>
              <w:t>вул. Родини Крушельницьких, 14</w:t>
            </w:r>
          </w:p>
          <w:p w14:paraId="3B4261B9" w14:textId="625C54A4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067-789-22-63</w:t>
            </w:r>
          </w:p>
        </w:tc>
        <w:tc>
          <w:tcPr>
            <w:tcW w:w="994" w:type="dxa"/>
          </w:tcPr>
          <w:p w14:paraId="7CABDC1B" w14:textId="1A8CF7B2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8/-</w:t>
            </w:r>
          </w:p>
        </w:tc>
        <w:tc>
          <w:tcPr>
            <w:tcW w:w="3112" w:type="dxa"/>
          </w:tcPr>
          <w:p w14:paraId="6827F935" w14:textId="060D75B8" w:rsidR="00F5266E" w:rsidRPr="003069A3" w:rsidRDefault="00F5266E" w:rsidP="008030BB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43B0A6CA" w14:textId="77777777" w:rsidTr="00235626">
        <w:trPr>
          <w:trHeight w:val="124"/>
        </w:trPr>
        <w:tc>
          <w:tcPr>
            <w:tcW w:w="562" w:type="dxa"/>
            <w:gridSpan w:val="3"/>
          </w:tcPr>
          <w:p w14:paraId="617F78B1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C27BC72" w14:textId="77777777" w:rsidR="00F5266E" w:rsidRPr="003069A3" w:rsidRDefault="00F5266E" w:rsidP="008030BB">
            <w:pPr>
              <w:ind w:firstLine="119"/>
              <w:jc w:val="both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Золочівська експлуатаційна </w:t>
            </w:r>
          </w:p>
          <w:p w14:paraId="72460B52" w14:textId="4B7544D8" w:rsidR="00F5266E" w:rsidRPr="003069A3" w:rsidRDefault="00F5266E" w:rsidP="008030BB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дільниця БУВР Західного Бугу та Сяну</w:t>
            </w:r>
          </w:p>
        </w:tc>
        <w:tc>
          <w:tcPr>
            <w:tcW w:w="3231" w:type="dxa"/>
          </w:tcPr>
          <w:p w14:paraId="042D2DA6" w14:textId="3F55E1C9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5A3E94F0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bCs w:val="0"/>
                <w:sz w:val="20"/>
                <w:szCs w:val="20"/>
              </w:rPr>
              <w:t>м. Золочів, вул. Закарпатська, 1</w:t>
            </w:r>
          </w:p>
          <w:p w14:paraId="2DE4AB5B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(0265) 4-31-33</w:t>
            </w:r>
          </w:p>
          <w:p w14:paraId="543CD94C" w14:textId="388E98AD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068-012-10-59</w:t>
            </w:r>
          </w:p>
        </w:tc>
        <w:tc>
          <w:tcPr>
            <w:tcW w:w="994" w:type="dxa"/>
          </w:tcPr>
          <w:p w14:paraId="3D6927F4" w14:textId="4FABF929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  <w:lang w:val="en-US"/>
              </w:rPr>
              <w:t>11</w:t>
            </w:r>
            <w:r w:rsidRPr="003069A3">
              <w:rPr>
                <w:sz w:val="20"/>
                <w:szCs w:val="20"/>
              </w:rPr>
              <w:t>/5</w:t>
            </w:r>
          </w:p>
        </w:tc>
        <w:tc>
          <w:tcPr>
            <w:tcW w:w="3112" w:type="dxa"/>
          </w:tcPr>
          <w:p w14:paraId="062E9256" w14:textId="1036F29C" w:rsidR="00F5266E" w:rsidRPr="003069A3" w:rsidRDefault="00F5266E" w:rsidP="008030BB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1CD601A6" w14:textId="77777777" w:rsidTr="00235626">
        <w:trPr>
          <w:trHeight w:val="124"/>
        </w:trPr>
        <w:tc>
          <w:tcPr>
            <w:tcW w:w="562" w:type="dxa"/>
            <w:gridSpan w:val="3"/>
          </w:tcPr>
          <w:p w14:paraId="68EDAEB2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 w:val="restart"/>
          </w:tcPr>
          <w:p w14:paraId="0153C80C" w14:textId="2A6CDB11" w:rsidR="00F5266E" w:rsidRPr="003069A3" w:rsidRDefault="00F5266E" w:rsidP="008030BB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Самбірська експлуатаційна дільниця БУВР Західного Бугу та Сяну  </w:t>
            </w:r>
          </w:p>
        </w:tc>
        <w:tc>
          <w:tcPr>
            <w:tcW w:w="3231" w:type="dxa"/>
          </w:tcPr>
          <w:p w14:paraId="062E1E9F" w14:textId="48A046C4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аварійні бригади</w:t>
            </w:r>
          </w:p>
        </w:tc>
        <w:tc>
          <w:tcPr>
            <w:tcW w:w="3154" w:type="dxa"/>
            <w:gridSpan w:val="2"/>
          </w:tcPr>
          <w:p w14:paraId="520C9AE8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3069A3">
              <w:rPr>
                <w:sz w:val="20"/>
                <w:szCs w:val="20"/>
              </w:rPr>
              <w:t>м.Самбір</w:t>
            </w:r>
            <w:proofErr w:type="spellEnd"/>
            <w:r w:rsidRPr="003069A3">
              <w:rPr>
                <w:sz w:val="20"/>
                <w:szCs w:val="20"/>
              </w:rPr>
              <w:t>, вул. Шевченка, 59</w:t>
            </w:r>
          </w:p>
          <w:p w14:paraId="489FA4F3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(03236)3-35-59,</w:t>
            </w:r>
          </w:p>
          <w:p w14:paraId="32597E53" w14:textId="2F87E2FB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067-35-32-746</w:t>
            </w:r>
          </w:p>
        </w:tc>
        <w:tc>
          <w:tcPr>
            <w:tcW w:w="994" w:type="dxa"/>
          </w:tcPr>
          <w:p w14:paraId="2E4FFCD8" w14:textId="3C4F5C93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15/2</w:t>
            </w:r>
          </w:p>
        </w:tc>
        <w:tc>
          <w:tcPr>
            <w:tcW w:w="3112" w:type="dxa"/>
          </w:tcPr>
          <w:p w14:paraId="4DA3B7FB" w14:textId="3A09CDB2" w:rsidR="00F5266E" w:rsidRPr="003069A3" w:rsidRDefault="00F5266E" w:rsidP="008030BB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592347A0" w14:textId="77777777" w:rsidTr="00235626">
        <w:trPr>
          <w:trHeight w:val="124"/>
        </w:trPr>
        <w:tc>
          <w:tcPr>
            <w:tcW w:w="562" w:type="dxa"/>
            <w:gridSpan w:val="3"/>
          </w:tcPr>
          <w:p w14:paraId="03F184E1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Merge/>
          </w:tcPr>
          <w:p w14:paraId="6383583E" w14:textId="77777777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40DD3EAE" w14:textId="16065993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аварійні бригади</w:t>
            </w:r>
          </w:p>
        </w:tc>
        <w:tc>
          <w:tcPr>
            <w:tcW w:w="3154" w:type="dxa"/>
            <w:gridSpan w:val="2"/>
          </w:tcPr>
          <w:p w14:paraId="01DF27FB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3069A3">
              <w:rPr>
                <w:sz w:val="20"/>
                <w:szCs w:val="20"/>
              </w:rPr>
              <w:t>м.Мостиска</w:t>
            </w:r>
            <w:proofErr w:type="spellEnd"/>
            <w:r w:rsidRPr="003069A3">
              <w:rPr>
                <w:sz w:val="20"/>
                <w:szCs w:val="20"/>
              </w:rPr>
              <w:t>, вул. Я. Мудрого, 393</w:t>
            </w:r>
          </w:p>
          <w:p w14:paraId="02BA723B" w14:textId="690D7C42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067-491-80-48</w:t>
            </w:r>
          </w:p>
        </w:tc>
        <w:tc>
          <w:tcPr>
            <w:tcW w:w="994" w:type="dxa"/>
          </w:tcPr>
          <w:p w14:paraId="45BCECD1" w14:textId="4800CFB1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</w:tcPr>
          <w:p w14:paraId="7BD5EE48" w14:textId="662EFA0E" w:rsidR="00F5266E" w:rsidRPr="003069A3" w:rsidRDefault="00F5266E" w:rsidP="008030BB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робіт з розбору завалів</w:t>
            </w:r>
          </w:p>
        </w:tc>
      </w:tr>
      <w:tr w:rsidR="00F5266E" w:rsidRPr="003069A3" w14:paraId="0BA9FEE8" w14:textId="77777777" w:rsidTr="00235626">
        <w:trPr>
          <w:trHeight w:val="124"/>
        </w:trPr>
        <w:tc>
          <w:tcPr>
            <w:tcW w:w="562" w:type="dxa"/>
            <w:gridSpan w:val="3"/>
          </w:tcPr>
          <w:p w14:paraId="7FADF144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F0DBECE" w14:textId="1C5D2D3B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 xml:space="preserve">Жидачівська експлуатаційна дільниця БУВР Західного Бугу та Сяну  </w:t>
            </w:r>
          </w:p>
        </w:tc>
        <w:tc>
          <w:tcPr>
            <w:tcW w:w="3231" w:type="dxa"/>
          </w:tcPr>
          <w:p w14:paraId="5D5DBD7A" w14:textId="4AF9641D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аварійні бригади</w:t>
            </w:r>
          </w:p>
        </w:tc>
        <w:tc>
          <w:tcPr>
            <w:tcW w:w="3154" w:type="dxa"/>
            <w:gridSpan w:val="2"/>
          </w:tcPr>
          <w:p w14:paraId="1525112A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bCs w:val="0"/>
                <w:sz w:val="20"/>
                <w:szCs w:val="20"/>
              </w:rPr>
              <w:t>м. Жидачів, вул. Залізнична, 7-а</w:t>
            </w:r>
          </w:p>
          <w:p w14:paraId="4A10309B" w14:textId="77777777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(239) 3-19-93</w:t>
            </w:r>
          </w:p>
          <w:p w14:paraId="703AC696" w14:textId="6A25748F" w:rsidR="00F5266E" w:rsidRPr="003069A3" w:rsidRDefault="00F5266E" w:rsidP="00F5266E">
            <w:pPr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097-975-38-92</w:t>
            </w:r>
          </w:p>
        </w:tc>
        <w:tc>
          <w:tcPr>
            <w:tcW w:w="994" w:type="dxa"/>
          </w:tcPr>
          <w:p w14:paraId="19E15D75" w14:textId="1CFD5374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14/1</w:t>
            </w:r>
          </w:p>
        </w:tc>
        <w:tc>
          <w:tcPr>
            <w:tcW w:w="3112" w:type="dxa"/>
          </w:tcPr>
          <w:p w14:paraId="75CB19CF" w14:textId="26317EF9" w:rsidR="00F5266E" w:rsidRPr="003069A3" w:rsidRDefault="00F5266E" w:rsidP="008030BB">
            <w:pPr>
              <w:suppressAutoHyphens/>
              <w:spacing w:line="228" w:lineRule="auto"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наслідків, включаючи протипаводковий захист сільських населених пунктів та с/г угідь</w:t>
            </w:r>
          </w:p>
        </w:tc>
      </w:tr>
      <w:tr w:rsidR="00F5266E" w:rsidRPr="003069A3" w14:paraId="3DB28BAE" w14:textId="77777777" w:rsidTr="00235626">
        <w:trPr>
          <w:trHeight w:val="124"/>
        </w:trPr>
        <w:tc>
          <w:tcPr>
            <w:tcW w:w="562" w:type="dxa"/>
            <w:gridSpan w:val="3"/>
          </w:tcPr>
          <w:p w14:paraId="48FB3ED3" w14:textId="77777777" w:rsidR="00F5266E" w:rsidRPr="003069A3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9A60814" w14:textId="77777777" w:rsidR="00F5266E" w:rsidRPr="003069A3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2190E8E5" w14:textId="53E0D7A5" w:rsidR="00F5266E" w:rsidRPr="003069A3" w:rsidRDefault="00F5266E" w:rsidP="00F5266E">
            <w:pPr>
              <w:suppressAutoHyphens/>
              <w:jc w:val="center"/>
              <w:rPr>
                <w:kern w:val="2"/>
                <w:sz w:val="20"/>
                <w:szCs w:val="20"/>
              </w:rPr>
            </w:pPr>
            <w:r w:rsidRPr="003069A3">
              <w:rPr>
                <w:kern w:val="2"/>
                <w:sz w:val="20"/>
                <w:szCs w:val="20"/>
              </w:rPr>
              <w:t>аварійні бригади</w:t>
            </w:r>
          </w:p>
        </w:tc>
        <w:tc>
          <w:tcPr>
            <w:tcW w:w="3154" w:type="dxa"/>
            <w:gridSpan w:val="2"/>
          </w:tcPr>
          <w:p w14:paraId="73BDAFD4" w14:textId="77777777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bCs w:val="0"/>
                <w:sz w:val="20"/>
                <w:szCs w:val="20"/>
              </w:rPr>
              <w:t xml:space="preserve">с. </w:t>
            </w:r>
            <w:proofErr w:type="spellStart"/>
            <w:r w:rsidRPr="003069A3">
              <w:rPr>
                <w:bCs w:val="0"/>
                <w:sz w:val="20"/>
                <w:szCs w:val="20"/>
              </w:rPr>
              <w:t>Розвадів</w:t>
            </w:r>
            <w:proofErr w:type="spellEnd"/>
            <w:r w:rsidRPr="003069A3">
              <w:rPr>
                <w:bCs w:val="0"/>
                <w:sz w:val="20"/>
                <w:szCs w:val="20"/>
              </w:rPr>
              <w:t>, вул. Сагайдачного, 31</w:t>
            </w:r>
          </w:p>
          <w:p w14:paraId="4F4355CF" w14:textId="4F0F3E84" w:rsidR="00F5266E" w:rsidRPr="003069A3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3069A3">
              <w:rPr>
                <w:bCs w:val="0"/>
                <w:sz w:val="20"/>
                <w:szCs w:val="20"/>
              </w:rPr>
              <w:t>097-479-43-80</w:t>
            </w:r>
          </w:p>
        </w:tc>
        <w:tc>
          <w:tcPr>
            <w:tcW w:w="994" w:type="dxa"/>
          </w:tcPr>
          <w:p w14:paraId="653FBE03" w14:textId="16DE3A61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</w:tcPr>
          <w:p w14:paraId="596974CC" w14:textId="66724858" w:rsidR="00F5266E" w:rsidRPr="003069A3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3069A3">
              <w:rPr>
                <w:sz w:val="20"/>
                <w:szCs w:val="20"/>
              </w:rPr>
              <w:t>Виконання робіт з розбору завалів</w:t>
            </w:r>
          </w:p>
        </w:tc>
      </w:tr>
      <w:tr w:rsidR="006841A3" w:rsidRPr="00C44CFB" w14:paraId="5AA65237" w14:textId="77777777" w:rsidTr="009C261D">
        <w:trPr>
          <w:trHeight w:val="124"/>
        </w:trPr>
        <w:tc>
          <w:tcPr>
            <w:tcW w:w="5128" w:type="dxa"/>
            <w:gridSpan w:val="5"/>
          </w:tcPr>
          <w:p w14:paraId="3C3278DB" w14:textId="6308A417" w:rsidR="006841A3" w:rsidRPr="00C44CFB" w:rsidRDefault="006841A3" w:rsidP="006841A3">
            <w:pPr>
              <w:suppressAutoHyphens/>
              <w:ind w:left="447" w:firstLine="119"/>
              <w:jc w:val="both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 за БУВР:</w:t>
            </w:r>
          </w:p>
        </w:tc>
        <w:tc>
          <w:tcPr>
            <w:tcW w:w="3231" w:type="dxa"/>
          </w:tcPr>
          <w:p w14:paraId="77533409" w14:textId="77777777" w:rsidR="006841A3" w:rsidRPr="00C44CFB" w:rsidRDefault="006841A3" w:rsidP="00F5266E">
            <w:pPr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4E002C3D" w14:textId="77777777" w:rsidR="006841A3" w:rsidRPr="00C44CFB" w:rsidRDefault="006841A3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7ADFA72" w14:textId="00661BF2" w:rsidR="006841A3" w:rsidRPr="00C44CFB" w:rsidRDefault="006841A3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11</w:t>
            </w:r>
            <w:r w:rsidRPr="00C44CFB">
              <w:rPr>
                <w:b/>
                <w:sz w:val="20"/>
                <w:szCs w:val="20"/>
              </w:rPr>
              <w:t>/16</w:t>
            </w:r>
          </w:p>
        </w:tc>
        <w:tc>
          <w:tcPr>
            <w:tcW w:w="3112" w:type="dxa"/>
            <w:vAlign w:val="center"/>
          </w:tcPr>
          <w:p w14:paraId="686DE2E5" w14:textId="77777777" w:rsidR="006841A3" w:rsidRPr="00C44CFB" w:rsidRDefault="006841A3" w:rsidP="00F5266E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F5266E" w:rsidRPr="00C44CFB" w14:paraId="38081AD0" w14:textId="77777777" w:rsidTr="00235626">
        <w:trPr>
          <w:trHeight w:val="124"/>
        </w:trPr>
        <w:tc>
          <w:tcPr>
            <w:tcW w:w="562" w:type="dxa"/>
            <w:gridSpan w:val="3"/>
          </w:tcPr>
          <w:p w14:paraId="15B513F5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ECB50BB" w14:textId="5F0CD752" w:rsidR="00F5266E" w:rsidRPr="00C44CFB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ТзОВ «Стрий </w:t>
            </w:r>
            <w:proofErr w:type="spellStart"/>
            <w:r w:rsidRPr="00C44CFB">
              <w:rPr>
                <w:sz w:val="20"/>
                <w:szCs w:val="20"/>
              </w:rPr>
              <w:t>будмонтаж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38E4EEA6" w14:textId="0AAD405B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kern w:val="2"/>
                <w:sz w:val="20"/>
                <w:szCs w:val="20"/>
              </w:rPr>
              <w:t>будівельні бригади</w:t>
            </w:r>
          </w:p>
        </w:tc>
        <w:tc>
          <w:tcPr>
            <w:tcW w:w="3154" w:type="dxa"/>
            <w:gridSpan w:val="2"/>
          </w:tcPr>
          <w:p w14:paraId="41A4328B" w14:textId="338A9530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Стрийський район с. Дуліби </w:t>
            </w:r>
          </w:p>
        </w:tc>
        <w:tc>
          <w:tcPr>
            <w:tcW w:w="994" w:type="dxa"/>
          </w:tcPr>
          <w:p w14:paraId="5333C8F9" w14:textId="668A19C4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14/2</w:t>
            </w:r>
          </w:p>
        </w:tc>
        <w:tc>
          <w:tcPr>
            <w:tcW w:w="3112" w:type="dxa"/>
          </w:tcPr>
          <w:p w14:paraId="04B1E76E" w14:textId="5B0B7168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надання допомоги при обвалах</w:t>
            </w:r>
          </w:p>
        </w:tc>
      </w:tr>
      <w:tr w:rsidR="00F5266E" w:rsidRPr="00C44CFB" w14:paraId="4447B2D4" w14:textId="77777777" w:rsidTr="00235626">
        <w:trPr>
          <w:trHeight w:val="124"/>
        </w:trPr>
        <w:tc>
          <w:tcPr>
            <w:tcW w:w="562" w:type="dxa"/>
            <w:gridSpan w:val="3"/>
          </w:tcPr>
          <w:p w14:paraId="7823DDD3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301D6B4" w14:textId="610A90A0" w:rsidR="00F5266E" w:rsidRPr="00C44CFB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БК «</w:t>
            </w:r>
            <w:proofErr w:type="spellStart"/>
            <w:r w:rsidRPr="00C44CFB">
              <w:rPr>
                <w:sz w:val="20"/>
                <w:szCs w:val="20"/>
              </w:rPr>
              <w:t>Стрийбуд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489662EC" w14:textId="6D5B2EE7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kern w:val="2"/>
                <w:sz w:val="20"/>
                <w:szCs w:val="20"/>
              </w:rPr>
              <w:t>будівельні бригади</w:t>
            </w:r>
          </w:p>
        </w:tc>
        <w:tc>
          <w:tcPr>
            <w:tcW w:w="3154" w:type="dxa"/>
            <w:gridSpan w:val="2"/>
          </w:tcPr>
          <w:p w14:paraId="4C5DE607" w14:textId="5E233985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Стрийський район с. 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Миртюки</w:t>
            </w:r>
            <w:proofErr w:type="spellEnd"/>
            <w:r w:rsidRPr="00C44CFB">
              <w:rPr>
                <w:bCs w:val="0"/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</w:tcPr>
          <w:p w14:paraId="494E82C5" w14:textId="086288D9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12/2</w:t>
            </w:r>
          </w:p>
        </w:tc>
        <w:tc>
          <w:tcPr>
            <w:tcW w:w="3112" w:type="dxa"/>
          </w:tcPr>
          <w:p w14:paraId="63FB8C71" w14:textId="4728A507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надання допомоги при обвалах</w:t>
            </w:r>
          </w:p>
        </w:tc>
      </w:tr>
      <w:tr w:rsidR="00F5266E" w:rsidRPr="00C44CFB" w14:paraId="207CE13E" w14:textId="77777777" w:rsidTr="00235626">
        <w:trPr>
          <w:trHeight w:val="124"/>
        </w:trPr>
        <w:tc>
          <w:tcPr>
            <w:tcW w:w="562" w:type="dxa"/>
            <w:gridSpan w:val="3"/>
          </w:tcPr>
          <w:p w14:paraId="648A83A1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0E890F4" w14:textId="7D4FE038" w:rsidR="00F5266E" w:rsidRPr="00C44CFB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КП </w:t>
            </w:r>
            <w:r w:rsidRPr="00C44CFB">
              <w:rPr>
                <w:sz w:val="20"/>
                <w:szCs w:val="20"/>
                <w:lang w:val="en-US"/>
              </w:rPr>
              <w:t>“</w:t>
            </w:r>
            <w:r w:rsidRPr="00C44CFB">
              <w:rPr>
                <w:sz w:val="20"/>
                <w:szCs w:val="20"/>
              </w:rPr>
              <w:t>Довкілля</w:t>
            </w:r>
            <w:r w:rsidRPr="00C44CFB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3231" w:type="dxa"/>
          </w:tcPr>
          <w:p w14:paraId="650DB5D5" w14:textId="7C59CD02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Оперативна група</w:t>
            </w:r>
          </w:p>
        </w:tc>
        <w:tc>
          <w:tcPr>
            <w:tcW w:w="3154" w:type="dxa"/>
            <w:gridSpan w:val="2"/>
          </w:tcPr>
          <w:p w14:paraId="1C1AD1EB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Яворівський район 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с.Шегині</w:t>
            </w:r>
            <w:proofErr w:type="spellEnd"/>
          </w:p>
          <w:p w14:paraId="5A059A5F" w14:textId="4BF3F884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(234) 2-54-17</w:t>
            </w:r>
          </w:p>
        </w:tc>
        <w:tc>
          <w:tcPr>
            <w:tcW w:w="994" w:type="dxa"/>
          </w:tcPr>
          <w:p w14:paraId="2400213B" w14:textId="6991B91E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3/1</w:t>
            </w:r>
          </w:p>
        </w:tc>
        <w:tc>
          <w:tcPr>
            <w:tcW w:w="3112" w:type="dxa"/>
          </w:tcPr>
          <w:p w14:paraId="34078B6F" w14:textId="16779396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заходів, пов'язаних з попередженням шкідливої дії вод та ліквідації її наслідків</w:t>
            </w:r>
          </w:p>
        </w:tc>
      </w:tr>
      <w:tr w:rsidR="00F5266E" w:rsidRPr="00C44CFB" w14:paraId="67709270" w14:textId="77777777" w:rsidTr="00235626">
        <w:trPr>
          <w:trHeight w:val="124"/>
        </w:trPr>
        <w:tc>
          <w:tcPr>
            <w:tcW w:w="562" w:type="dxa"/>
            <w:gridSpan w:val="3"/>
          </w:tcPr>
          <w:p w14:paraId="1CB9B241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AF82E33" w14:textId="04659340" w:rsidR="00F5266E" w:rsidRPr="00C44CFB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ТОВ </w:t>
            </w:r>
            <w:r w:rsidRPr="00C44CFB">
              <w:rPr>
                <w:sz w:val="20"/>
                <w:szCs w:val="20"/>
                <w:lang w:val="en-US"/>
              </w:rPr>
              <w:t>“</w:t>
            </w:r>
            <w:proofErr w:type="spellStart"/>
            <w:r w:rsidRPr="00C44CFB">
              <w:rPr>
                <w:sz w:val="20"/>
                <w:szCs w:val="20"/>
              </w:rPr>
              <w:t>Яворівбуд</w:t>
            </w:r>
            <w:proofErr w:type="spellEnd"/>
            <w:r w:rsidRPr="00C44CFB">
              <w:rPr>
                <w:sz w:val="20"/>
                <w:szCs w:val="20"/>
                <w:lang w:val="en-US"/>
              </w:rPr>
              <w:t>"</w:t>
            </w:r>
          </w:p>
        </w:tc>
        <w:tc>
          <w:tcPr>
            <w:tcW w:w="3231" w:type="dxa"/>
          </w:tcPr>
          <w:p w14:paraId="3E11120D" w14:textId="47CEA2BD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5D46181B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Яворівський район 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м.Новояворівськ</w:t>
            </w:r>
            <w:proofErr w:type="spellEnd"/>
            <w:r w:rsidRPr="00C44CFB">
              <w:rPr>
                <w:bCs w:val="0"/>
                <w:sz w:val="20"/>
                <w:szCs w:val="20"/>
              </w:rPr>
              <w:t xml:space="preserve">, вул..Шевченка,8Д </w:t>
            </w:r>
          </w:p>
          <w:p w14:paraId="2FEE470E" w14:textId="6517AFC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(256) 4-32-22</w:t>
            </w:r>
          </w:p>
        </w:tc>
        <w:tc>
          <w:tcPr>
            <w:tcW w:w="994" w:type="dxa"/>
          </w:tcPr>
          <w:p w14:paraId="63289EC1" w14:textId="58BF5BAE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12/3</w:t>
            </w:r>
          </w:p>
        </w:tc>
        <w:tc>
          <w:tcPr>
            <w:tcW w:w="3112" w:type="dxa"/>
          </w:tcPr>
          <w:p w14:paraId="285F3492" w14:textId="402CFBC0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Cs w:val="28"/>
                <w:bdr w:val="none" w:sz="0" w:space="0" w:color="auto" w:frame="1"/>
              </w:rPr>
              <w:t>Організація обстеження будівель, споруд, інженерних мереж і транспортних комунікацій, здійснення заходів щодо їх безпечної експлуатації</w:t>
            </w:r>
          </w:p>
        </w:tc>
      </w:tr>
      <w:tr w:rsidR="00F5266E" w:rsidRPr="00C44CFB" w14:paraId="599AECAC" w14:textId="77777777" w:rsidTr="00235626">
        <w:trPr>
          <w:trHeight w:val="124"/>
        </w:trPr>
        <w:tc>
          <w:tcPr>
            <w:tcW w:w="562" w:type="dxa"/>
            <w:gridSpan w:val="3"/>
          </w:tcPr>
          <w:p w14:paraId="73467BC2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206C679" w14:textId="18C2D0EA" w:rsidR="00F5266E" w:rsidRPr="00C44CFB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ТзОВ «</w:t>
            </w:r>
            <w:proofErr w:type="spellStart"/>
            <w:r w:rsidRPr="00C44CFB">
              <w:rPr>
                <w:sz w:val="20"/>
                <w:szCs w:val="20"/>
              </w:rPr>
              <w:t>Золочівагробуд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08F8F9AF" w14:textId="04D56486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097E0F0C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м. Золочів, вул. Вокзальна, 28А</w:t>
            </w:r>
          </w:p>
          <w:p w14:paraId="528F6D70" w14:textId="4413F2D6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067-508-94-49</w:t>
            </w:r>
          </w:p>
        </w:tc>
        <w:tc>
          <w:tcPr>
            <w:tcW w:w="994" w:type="dxa"/>
          </w:tcPr>
          <w:p w14:paraId="63664ABC" w14:textId="4C57CD6A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8/1</w:t>
            </w:r>
          </w:p>
        </w:tc>
        <w:tc>
          <w:tcPr>
            <w:tcW w:w="3112" w:type="dxa"/>
          </w:tcPr>
          <w:p w14:paraId="664E0176" w14:textId="5F7034E5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заходів, пов'язаних з ліквідацією наслідків надзвичайних ситуацій</w:t>
            </w:r>
          </w:p>
        </w:tc>
      </w:tr>
      <w:tr w:rsidR="00F5266E" w:rsidRPr="00C44CFB" w14:paraId="02838A57" w14:textId="77777777" w:rsidTr="00235626">
        <w:trPr>
          <w:trHeight w:val="124"/>
        </w:trPr>
        <w:tc>
          <w:tcPr>
            <w:tcW w:w="562" w:type="dxa"/>
            <w:gridSpan w:val="3"/>
          </w:tcPr>
          <w:p w14:paraId="429497FF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997E328" w14:textId="6EAA29C7" w:rsidR="00F5266E" w:rsidRPr="00C44CFB" w:rsidRDefault="00F5266E" w:rsidP="00F5266E">
            <w:pPr>
              <w:suppressAutoHyphens/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ДП «БАЗИС СЕРВІС»</w:t>
            </w:r>
          </w:p>
        </w:tc>
        <w:tc>
          <w:tcPr>
            <w:tcW w:w="3231" w:type="dxa"/>
          </w:tcPr>
          <w:p w14:paraId="32F26759" w14:textId="1111A969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kern w:val="2"/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6D9CED32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м. Буськ, вул. Петрушевича, 10</w:t>
            </w:r>
          </w:p>
          <w:p w14:paraId="187397CD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25935E7A" w14:textId="38447F04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7/1</w:t>
            </w:r>
          </w:p>
        </w:tc>
        <w:tc>
          <w:tcPr>
            <w:tcW w:w="3112" w:type="dxa"/>
          </w:tcPr>
          <w:p w14:paraId="219C4158" w14:textId="36C98D00" w:rsidR="00F5266E" w:rsidRPr="00C44CFB" w:rsidRDefault="00F5266E" w:rsidP="00F5266E">
            <w:pPr>
              <w:suppressAutoHyphens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заходів, пов'язаних з ліквідацією наслідків надзвичайних ситуацій</w:t>
            </w:r>
          </w:p>
        </w:tc>
      </w:tr>
      <w:tr w:rsidR="005C185E" w:rsidRPr="00C44CFB" w14:paraId="4429F858" w14:textId="77777777" w:rsidTr="003E7F9F">
        <w:trPr>
          <w:trHeight w:val="124"/>
        </w:trPr>
        <w:tc>
          <w:tcPr>
            <w:tcW w:w="5128" w:type="dxa"/>
            <w:gridSpan w:val="5"/>
          </w:tcPr>
          <w:p w14:paraId="5C344DDE" w14:textId="6D331CF4" w:rsidR="005C185E" w:rsidRPr="00C44CFB" w:rsidRDefault="005C185E" w:rsidP="005C185E">
            <w:pPr>
              <w:suppressAutoHyphens/>
              <w:spacing w:before="60" w:after="60"/>
              <w:ind w:left="447" w:firstLine="119"/>
              <w:jc w:val="both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 xml:space="preserve">Всього за спеціалізовану </w:t>
            </w:r>
            <w:proofErr w:type="spellStart"/>
            <w:r w:rsidRPr="00C44CFB">
              <w:rPr>
                <w:b/>
                <w:sz w:val="20"/>
                <w:szCs w:val="20"/>
              </w:rPr>
              <w:t>сдужбу</w:t>
            </w:r>
            <w:proofErr w:type="spellEnd"/>
            <w:r w:rsidRPr="00C44CF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231" w:type="dxa"/>
          </w:tcPr>
          <w:p w14:paraId="5D9C2772" w14:textId="77777777" w:rsidR="005C185E" w:rsidRPr="00C44CFB" w:rsidRDefault="005C185E" w:rsidP="005C185E">
            <w:pPr>
              <w:suppressAutoHyphens/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4AA22C89" w14:textId="77777777" w:rsidR="005C185E" w:rsidRPr="00C44CFB" w:rsidRDefault="005C185E" w:rsidP="005C185E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A9361BB" w14:textId="00E66BF1" w:rsidR="005C185E" w:rsidRPr="0051576C" w:rsidRDefault="005C185E" w:rsidP="005C185E">
            <w:pPr>
              <w:suppressAutoHyphens/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790/173</w:t>
            </w:r>
          </w:p>
        </w:tc>
        <w:tc>
          <w:tcPr>
            <w:tcW w:w="3112" w:type="dxa"/>
            <w:vAlign w:val="center"/>
          </w:tcPr>
          <w:p w14:paraId="1319143C" w14:textId="77777777" w:rsidR="005C185E" w:rsidRPr="00C44CFB" w:rsidRDefault="005C185E" w:rsidP="005C185E">
            <w:pPr>
              <w:suppressAutoHyphens/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F5266E" w:rsidRPr="00C44CFB" w14:paraId="4D0BDCE1" w14:textId="77777777" w:rsidTr="003E7F9F">
        <w:trPr>
          <w:trHeight w:val="124"/>
        </w:trPr>
        <w:tc>
          <w:tcPr>
            <w:tcW w:w="15619" w:type="dxa"/>
            <w:gridSpan w:val="10"/>
            <w:vAlign w:val="center"/>
          </w:tcPr>
          <w:p w14:paraId="723A98FB" w14:textId="77777777" w:rsidR="00F5266E" w:rsidRPr="00C44CFB" w:rsidRDefault="00F5266E" w:rsidP="00F5266E">
            <w:pPr>
              <w:widowControl w:val="0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І</w:t>
            </w:r>
            <w:r w:rsidRPr="00C44CFB">
              <w:rPr>
                <w:b/>
                <w:sz w:val="20"/>
                <w:szCs w:val="20"/>
                <w:lang w:val="en-US"/>
              </w:rPr>
              <w:t>V</w:t>
            </w:r>
            <w:r w:rsidRPr="00C44CFB">
              <w:rPr>
                <w:b/>
                <w:sz w:val="20"/>
                <w:szCs w:val="20"/>
                <w:lang w:val="ru-RU"/>
              </w:rPr>
              <w:t xml:space="preserve">. </w:t>
            </w:r>
            <w:r w:rsidRPr="00C44CFB">
              <w:rPr>
                <w:b/>
                <w:sz w:val="20"/>
                <w:szCs w:val="20"/>
              </w:rPr>
              <w:t>СПЕЦІАЛІЗОВАНА СЛУЖБА МАТЕРІАЛЬНОГО ЗАБЕЗПЕЧЕННЯ</w:t>
            </w:r>
          </w:p>
        </w:tc>
      </w:tr>
      <w:tr w:rsidR="00F5266E" w:rsidRPr="00C44CFB" w14:paraId="480A6B8B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5B257BC7" w14:textId="77777777" w:rsidR="00F5266E" w:rsidRPr="00C44CFB" w:rsidRDefault="00F5266E" w:rsidP="00F5266E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44CFB">
              <w:rPr>
                <w:b/>
                <w:sz w:val="20"/>
                <w:szCs w:val="20"/>
              </w:rPr>
              <w:t>ЛЬВІВСЬКИЙ РАЙОН</w:t>
            </w:r>
          </w:p>
        </w:tc>
      </w:tr>
      <w:tr w:rsidR="00F5266E" w:rsidRPr="00C44CFB" w14:paraId="0C03C46D" w14:textId="77777777" w:rsidTr="002F19A7">
        <w:trPr>
          <w:trHeight w:val="124"/>
        </w:trPr>
        <w:tc>
          <w:tcPr>
            <w:tcW w:w="598" w:type="dxa"/>
            <w:gridSpan w:val="4"/>
            <w:vAlign w:val="center"/>
          </w:tcPr>
          <w:p w14:paraId="52CC7CB3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9D8CAA1" w14:textId="77777777" w:rsidR="00F5266E" w:rsidRPr="00C44CFB" w:rsidRDefault="00F5266E" w:rsidP="002F19A7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ФГ 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Лелик</w:t>
            </w:r>
            <w:proofErr w:type="spellEnd"/>
          </w:p>
        </w:tc>
        <w:tc>
          <w:tcPr>
            <w:tcW w:w="3231" w:type="dxa"/>
            <w:vAlign w:val="center"/>
          </w:tcPr>
          <w:p w14:paraId="5CE22FAB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18" w:type="dxa"/>
          </w:tcPr>
          <w:p w14:paraId="6C4BA143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смт. Куликів</w:t>
            </w:r>
          </w:p>
          <w:p w14:paraId="2C7687FE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C44CFB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C44CFB">
              <w:rPr>
                <w:bCs w:val="0"/>
                <w:sz w:val="20"/>
                <w:szCs w:val="20"/>
              </w:rPr>
              <w:t>. 0506617143</w:t>
            </w:r>
          </w:p>
        </w:tc>
        <w:tc>
          <w:tcPr>
            <w:tcW w:w="1030" w:type="dxa"/>
            <w:gridSpan w:val="2"/>
          </w:tcPr>
          <w:p w14:paraId="5A4BF077" w14:textId="16F1D4D9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2/1</w:t>
            </w:r>
          </w:p>
        </w:tc>
        <w:tc>
          <w:tcPr>
            <w:tcW w:w="3112" w:type="dxa"/>
            <w:vAlign w:val="center"/>
          </w:tcPr>
          <w:p w14:paraId="2E54F33A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Відкачування води, у тому числі брудної (мотопомпи, електронасоси, глибинні насоси)</w:t>
            </w:r>
          </w:p>
        </w:tc>
      </w:tr>
      <w:tr w:rsidR="00F5266E" w:rsidRPr="00C44CFB" w14:paraId="6ED565DF" w14:textId="77777777" w:rsidTr="002F19A7">
        <w:trPr>
          <w:trHeight w:val="124"/>
        </w:trPr>
        <w:tc>
          <w:tcPr>
            <w:tcW w:w="598" w:type="dxa"/>
            <w:gridSpan w:val="4"/>
            <w:vAlign w:val="center"/>
          </w:tcPr>
          <w:p w14:paraId="07934099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721ED7F" w14:textId="77777777" w:rsidR="00F5266E" w:rsidRPr="00C44CFB" w:rsidRDefault="00F5266E" w:rsidP="002F19A7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Склад-магазин будматеріалів </w:t>
            </w:r>
          </w:p>
          <w:p w14:paraId="2BA0F8A8" w14:textId="77777777" w:rsidR="00F5266E" w:rsidRPr="00C44CFB" w:rsidRDefault="00F5266E" w:rsidP="002F19A7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"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Росана</w:t>
            </w:r>
            <w:proofErr w:type="spellEnd"/>
            <w:r w:rsidRPr="00C44CFB">
              <w:rPr>
                <w:bCs w:val="0"/>
                <w:sz w:val="20"/>
                <w:szCs w:val="20"/>
              </w:rPr>
              <w:t>"</w:t>
            </w:r>
          </w:p>
        </w:tc>
        <w:tc>
          <w:tcPr>
            <w:tcW w:w="3231" w:type="dxa"/>
            <w:vAlign w:val="center"/>
          </w:tcPr>
          <w:p w14:paraId="596FFE80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18" w:type="dxa"/>
          </w:tcPr>
          <w:p w14:paraId="38835A8E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м. Жовква , вул. Вокзальна, 17,</w:t>
            </w:r>
          </w:p>
          <w:p w14:paraId="2235BC33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0676701721</w:t>
            </w:r>
          </w:p>
        </w:tc>
        <w:tc>
          <w:tcPr>
            <w:tcW w:w="1030" w:type="dxa"/>
            <w:gridSpan w:val="2"/>
          </w:tcPr>
          <w:p w14:paraId="0281B65D" w14:textId="6CEE3533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1/1</w:t>
            </w:r>
          </w:p>
        </w:tc>
        <w:tc>
          <w:tcPr>
            <w:tcW w:w="3112" w:type="dxa"/>
            <w:vAlign w:val="center"/>
          </w:tcPr>
          <w:p w14:paraId="453DCC5A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C44CFB" w14:paraId="12052726" w14:textId="77777777" w:rsidTr="002F19A7">
        <w:trPr>
          <w:trHeight w:val="124"/>
        </w:trPr>
        <w:tc>
          <w:tcPr>
            <w:tcW w:w="598" w:type="dxa"/>
            <w:gridSpan w:val="4"/>
            <w:vAlign w:val="center"/>
          </w:tcPr>
          <w:p w14:paraId="0BB2104E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9283037" w14:textId="77777777" w:rsidR="00F5266E" w:rsidRPr="00C44CFB" w:rsidRDefault="00F5266E" w:rsidP="002F19A7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КНП Кам’янка-Бузька ЦРЛ</w:t>
            </w:r>
          </w:p>
        </w:tc>
        <w:tc>
          <w:tcPr>
            <w:tcW w:w="3231" w:type="dxa"/>
            <w:vAlign w:val="center"/>
          </w:tcPr>
          <w:p w14:paraId="25CE8A72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Санітарна обробка населення</w:t>
            </w:r>
          </w:p>
        </w:tc>
        <w:tc>
          <w:tcPr>
            <w:tcW w:w="3118" w:type="dxa"/>
          </w:tcPr>
          <w:p w14:paraId="7FA1F06E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м. Кам'янка-Бузька, вул. Героїв Небесної Сотні, буд.29-а,</w:t>
            </w:r>
          </w:p>
          <w:p w14:paraId="0291B4EF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(03254) 24103</w:t>
            </w:r>
          </w:p>
        </w:tc>
        <w:tc>
          <w:tcPr>
            <w:tcW w:w="1030" w:type="dxa"/>
            <w:gridSpan w:val="2"/>
          </w:tcPr>
          <w:p w14:paraId="2AD6E9CD" w14:textId="71BBA228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4/1</w:t>
            </w:r>
          </w:p>
        </w:tc>
        <w:tc>
          <w:tcPr>
            <w:tcW w:w="3112" w:type="dxa"/>
            <w:vAlign w:val="center"/>
          </w:tcPr>
          <w:p w14:paraId="11D42110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Санітарна обробка населення</w:t>
            </w:r>
          </w:p>
        </w:tc>
      </w:tr>
      <w:tr w:rsidR="00F5266E" w:rsidRPr="00C44CFB" w14:paraId="2AB2DDC7" w14:textId="77777777" w:rsidTr="002F19A7">
        <w:trPr>
          <w:trHeight w:val="124"/>
        </w:trPr>
        <w:tc>
          <w:tcPr>
            <w:tcW w:w="598" w:type="dxa"/>
            <w:gridSpan w:val="4"/>
            <w:vAlign w:val="center"/>
          </w:tcPr>
          <w:p w14:paraId="6ABBA974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C60C060" w14:textId="77777777" w:rsidR="00F5266E" w:rsidRPr="00C44CFB" w:rsidRDefault="00F5266E" w:rsidP="002F19A7">
            <w:pPr>
              <w:pStyle w:val="10"/>
              <w:jc w:val="left"/>
              <w:rPr>
                <w:bCs/>
                <w:sz w:val="20"/>
              </w:rPr>
            </w:pPr>
            <w:r w:rsidRPr="00C44CFB">
              <w:rPr>
                <w:sz w:val="20"/>
              </w:rPr>
              <w:t>КНП "Жовківська лікарня"</w:t>
            </w:r>
          </w:p>
        </w:tc>
        <w:tc>
          <w:tcPr>
            <w:tcW w:w="3231" w:type="dxa"/>
            <w:vAlign w:val="center"/>
          </w:tcPr>
          <w:p w14:paraId="66C0F8AA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Господарська частина</w:t>
            </w:r>
          </w:p>
        </w:tc>
        <w:tc>
          <w:tcPr>
            <w:tcW w:w="3118" w:type="dxa"/>
          </w:tcPr>
          <w:p w14:paraId="14109124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м. Жовква,</w:t>
            </w:r>
          </w:p>
          <w:p w14:paraId="5A9CBD76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вул. Львівська, буд.78,</w:t>
            </w:r>
          </w:p>
          <w:p w14:paraId="4A1D383A" w14:textId="77777777" w:rsidR="00F5266E" w:rsidRPr="00C44CFB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(032) 5221853</w:t>
            </w:r>
          </w:p>
        </w:tc>
        <w:tc>
          <w:tcPr>
            <w:tcW w:w="1030" w:type="dxa"/>
            <w:gridSpan w:val="2"/>
          </w:tcPr>
          <w:p w14:paraId="5E02D32C" w14:textId="72F49E86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1/1</w:t>
            </w:r>
          </w:p>
        </w:tc>
        <w:tc>
          <w:tcPr>
            <w:tcW w:w="3112" w:type="dxa"/>
            <w:vAlign w:val="center"/>
          </w:tcPr>
          <w:p w14:paraId="2D6C317A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Лазне-пральні та санітарно-гігієнічні послуги, проведення санітарної обробки населення та спеціальної обробки одягу</w:t>
            </w:r>
          </w:p>
        </w:tc>
      </w:tr>
      <w:tr w:rsidR="00F5266E" w:rsidRPr="00C44CFB" w14:paraId="4A6E841D" w14:textId="77777777" w:rsidTr="00FC59B3">
        <w:trPr>
          <w:trHeight w:val="124"/>
        </w:trPr>
        <w:tc>
          <w:tcPr>
            <w:tcW w:w="598" w:type="dxa"/>
            <w:gridSpan w:val="4"/>
            <w:vAlign w:val="center"/>
          </w:tcPr>
          <w:p w14:paraId="2AF2E792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3AAA26E" w14:textId="77777777" w:rsidR="00F5266E" w:rsidRPr="00C44CFB" w:rsidRDefault="00F5266E" w:rsidP="00FC59B3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Райспоживспілки </w:t>
            </w:r>
          </w:p>
          <w:p w14:paraId="0426405D" w14:textId="77777777" w:rsidR="00F5266E" w:rsidRPr="00C44CFB" w:rsidRDefault="00F5266E" w:rsidP="00FC59B3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Львівського району</w:t>
            </w:r>
          </w:p>
        </w:tc>
        <w:tc>
          <w:tcPr>
            <w:tcW w:w="3231" w:type="dxa"/>
            <w:vAlign w:val="center"/>
          </w:tcPr>
          <w:p w14:paraId="4A7FE090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26D6D7AB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C44CFB">
              <w:rPr>
                <w:b w:val="0"/>
                <w:color w:val="auto"/>
                <w:spacing w:val="0"/>
                <w:lang w:eastAsia="ru-RU"/>
              </w:rPr>
              <w:t>Львівський район</w:t>
            </w:r>
          </w:p>
        </w:tc>
        <w:tc>
          <w:tcPr>
            <w:tcW w:w="1030" w:type="dxa"/>
            <w:gridSpan w:val="2"/>
          </w:tcPr>
          <w:p w14:paraId="1B1C8F6B" w14:textId="180CCE0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5/2</w:t>
            </w:r>
          </w:p>
        </w:tc>
        <w:tc>
          <w:tcPr>
            <w:tcW w:w="3112" w:type="dxa"/>
            <w:vAlign w:val="center"/>
          </w:tcPr>
          <w:p w14:paraId="31B6BC9C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Забезпечення органів управління і сил цивільного захисту запасами продовольчих ресурсів для проведення першочергових робіт під час ліквідації наслідків надзвичайних ситуацій та </w:t>
            </w:r>
            <w:proofErr w:type="spellStart"/>
            <w:r w:rsidRPr="00C44CFB">
              <w:rPr>
                <w:sz w:val="20"/>
                <w:szCs w:val="20"/>
              </w:rPr>
              <w:t>здійсненя</w:t>
            </w:r>
            <w:proofErr w:type="spellEnd"/>
            <w:r w:rsidRPr="00C44CFB">
              <w:rPr>
                <w:sz w:val="20"/>
                <w:szCs w:val="20"/>
              </w:rPr>
              <w:t xml:space="preserve"> інших заходів</w:t>
            </w:r>
          </w:p>
        </w:tc>
      </w:tr>
      <w:tr w:rsidR="00F5266E" w:rsidRPr="00C44CFB" w14:paraId="3CA5EBA6" w14:textId="77777777" w:rsidTr="00FC59B3">
        <w:trPr>
          <w:trHeight w:val="124"/>
        </w:trPr>
        <w:tc>
          <w:tcPr>
            <w:tcW w:w="598" w:type="dxa"/>
            <w:gridSpan w:val="4"/>
            <w:vAlign w:val="center"/>
          </w:tcPr>
          <w:p w14:paraId="0CCF2567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1DAA43B" w14:textId="77777777" w:rsidR="00F5266E" w:rsidRPr="00C44CFB" w:rsidRDefault="00F5266E" w:rsidP="00FC59B3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ТзОВ ТВК «</w:t>
            </w:r>
            <w:proofErr w:type="spellStart"/>
            <w:r w:rsidRPr="00C44CFB">
              <w:rPr>
                <w:sz w:val="20"/>
                <w:szCs w:val="20"/>
              </w:rPr>
              <w:t>Львівхолод</w:t>
            </w:r>
            <w:proofErr w:type="spellEnd"/>
            <w:r w:rsidRPr="00C44CFB">
              <w:rPr>
                <w:sz w:val="20"/>
                <w:szCs w:val="20"/>
              </w:rPr>
              <w:t xml:space="preserve">» </w:t>
            </w:r>
          </w:p>
          <w:p w14:paraId="3BDB2DAC" w14:textId="77777777" w:rsidR="00F5266E" w:rsidRPr="00C44CFB" w:rsidRDefault="00F5266E" w:rsidP="00FC59B3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магазин «Рукавичка»</w:t>
            </w:r>
          </w:p>
        </w:tc>
        <w:tc>
          <w:tcPr>
            <w:tcW w:w="3231" w:type="dxa"/>
            <w:vAlign w:val="center"/>
          </w:tcPr>
          <w:p w14:paraId="6273E8D7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13B86A48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C44CFB">
              <w:rPr>
                <w:b w:val="0"/>
                <w:color w:val="auto"/>
                <w:spacing w:val="0"/>
                <w:lang w:eastAsia="ru-RU"/>
              </w:rPr>
              <w:t>м. Львів,</w:t>
            </w:r>
          </w:p>
          <w:p w14:paraId="24D20E65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C44CFB">
              <w:rPr>
                <w:b w:val="0"/>
                <w:color w:val="auto"/>
                <w:spacing w:val="0"/>
                <w:lang w:eastAsia="ru-RU"/>
              </w:rPr>
              <w:t>вул. Угорська 22</w:t>
            </w:r>
          </w:p>
          <w:p w14:paraId="297F020C" w14:textId="77777777" w:rsidR="00F5266E" w:rsidRPr="00C44CFB" w:rsidRDefault="00F5266E" w:rsidP="00F5266E">
            <w:pPr>
              <w:pStyle w:val="af2"/>
              <w:jc w:val="center"/>
              <w:rPr>
                <w:bCs/>
                <w:sz w:val="20"/>
                <w:szCs w:val="20"/>
              </w:rPr>
            </w:pPr>
            <w:r w:rsidRPr="00C44CFB">
              <w:rPr>
                <w:bCs/>
                <w:sz w:val="20"/>
                <w:szCs w:val="20"/>
              </w:rPr>
              <w:t>(032) 270 23 41</w:t>
            </w:r>
          </w:p>
        </w:tc>
        <w:tc>
          <w:tcPr>
            <w:tcW w:w="1030" w:type="dxa"/>
            <w:gridSpan w:val="2"/>
          </w:tcPr>
          <w:p w14:paraId="087E5989" w14:textId="5FDCE745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pacing w:val="-4"/>
                <w:kern w:val="2"/>
                <w:sz w:val="20"/>
                <w14:ligatures w14:val="standardContextual"/>
              </w:rPr>
              <w:t>11/1</w:t>
            </w:r>
          </w:p>
        </w:tc>
        <w:tc>
          <w:tcPr>
            <w:tcW w:w="3112" w:type="dxa"/>
            <w:vAlign w:val="center"/>
          </w:tcPr>
          <w:p w14:paraId="723D81B5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Забезпечення органів управління і сил цивільного захисту запасами продовольчих ресурсів для проведення першочергових робіт під час ліквідації наслідків надзвичайних ситуацій та </w:t>
            </w:r>
            <w:proofErr w:type="spellStart"/>
            <w:r w:rsidRPr="00C44CFB">
              <w:rPr>
                <w:sz w:val="20"/>
                <w:szCs w:val="20"/>
              </w:rPr>
              <w:t>здійсненя</w:t>
            </w:r>
            <w:proofErr w:type="spellEnd"/>
            <w:r w:rsidRPr="00C44CFB">
              <w:rPr>
                <w:sz w:val="20"/>
                <w:szCs w:val="20"/>
              </w:rPr>
              <w:t xml:space="preserve"> інших заходів</w:t>
            </w:r>
          </w:p>
        </w:tc>
      </w:tr>
      <w:tr w:rsidR="00F5266E" w:rsidRPr="00C44CFB" w14:paraId="382DDDC1" w14:textId="77777777" w:rsidTr="00FC59B3">
        <w:trPr>
          <w:trHeight w:val="124"/>
        </w:trPr>
        <w:tc>
          <w:tcPr>
            <w:tcW w:w="598" w:type="dxa"/>
            <w:gridSpan w:val="4"/>
            <w:vAlign w:val="center"/>
          </w:tcPr>
          <w:p w14:paraId="444E128D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22A7D7F" w14:textId="77777777" w:rsidR="00F5266E" w:rsidRPr="00C44CFB" w:rsidRDefault="00F5266E" w:rsidP="00FC59B3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ТзОВ «АТБ-Маркет»</w:t>
            </w:r>
          </w:p>
        </w:tc>
        <w:tc>
          <w:tcPr>
            <w:tcW w:w="3231" w:type="dxa"/>
            <w:vAlign w:val="center"/>
          </w:tcPr>
          <w:p w14:paraId="331D358C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029C0F7C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C44CFB">
              <w:rPr>
                <w:b w:val="0"/>
                <w:color w:val="auto"/>
                <w:spacing w:val="0"/>
                <w:lang w:eastAsia="ru-RU"/>
              </w:rPr>
              <w:t xml:space="preserve">Дніпропетровська </w:t>
            </w:r>
            <w:proofErr w:type="spellStart"/>
            <w:r w:rsidRPr="00C44CFB">
              <w:rPr>
                <w:b w:val="0"/>
                <w:color w:val="auto"/>
                <w:spacing w:val="0"/>
                <w:lang w:eastAsia="ru-RU"/>
              </w:rPr>
              <w:t>обл</w:t>
            </w:r>
            <w:proofErr w:type="spellEnd"/>
            <w:r w:rsidRPr="00C44CFB">
              <w:rPr>
                <w:b w:val="0"/>
                <w:color w:val="auto"/>
                <w:spacing w:val="0"/>
                <w:lang w:eastAsia="ru-RU"/>
              </w:rPr>
              <w:t>, Дніпровський район, смт. Слобожанське, вул. Василя Сухомлинського, 46</w:t>
            </w:r>
          </w:p>
          <w:p w14:paraId="380AC770" w14:textId="77777777" w:rsidR="00F5266E" w:rsidRPr="00C44CFB" w:rsidRDefault="00F5266E" w:rsidP="00F5266E">
            <w:pPr>
              <w:pStyle w:val="af2"/>
              <w:jc w:val="center"/>
              <w:rPr>
                <w:bCs/>
                <w:sz w:val="20"/>
                <w:szCs w:val="20"/>
              </w:rPr>
            </w:pPr>
            <w:r w:rsidRPr="00C44CFB">
              <w:rPr>
                <w:bCs/>
                <w:sz w:val="20"/>
                <w:szCs w:val="20"/>
              </w:rPr>
              <w:t>0665948522</w:t>
            </w:r>
          </w:p>
        </w:tc>
        <w:tc>
          <w:tcPr>
            <w:tcW w:w="1030" w:type="dxa"/>
            <w:gridSpan w:val="2"/>
          </w:tcPr>
          <w:p w14:paraId="1091E0CB" w14:textId="19A6CEB6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5/1</w:t>
            </w:r>
          </w:p>
        </w:tc>
        <w:tc>
          <w:tcPr>
            <w:tcW w:w="3112" w:type="dxa"/>
            <w:vAlign w:val="center"/>
          </w:tcPr>
          <w:p w14:paraId="476992B4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Забезпечення органів управління і сил цивільного захисту запасами продовольчих ресурсів для проведення першочергових робіт під час ліквідації наслідків надзвичайних ситуацій та </w:t>
            </w:r>
            <w:proofErr w:type="spellStart"/>
            <w:r w:rsidRPr="00C44CFB">
              <w:rPr>
                <w:sz w:val="20"/>
                <w:szCs w:val="20"/>
              </w:rPr>
              <w:t>здійсненя</w:t>
            </w:r>
            <w:proofErr w:type="spellEnd"/>
            <w:r w:rsidRPr="00C44CFB">
              <w:rPr>
                <w:sz w:val="20"/>
                <w:szCs w:val="20"/>
              </w:rPr>
              <w:t xml:space="preserve"> інших заходів</w:t>
            </w:r>
          </w:p>
        </w:tc>
      </w:tr>
      <w:tr w:rsidR="00F5266E" w:rsidRPr="00C44CFB" w14:paraId="7437F8C0" w14:textId="77777777" w:rsidTr="00FC59B3">
        <w:trPr>
          <w:trHeight w:val="124"/>
        </w:trPr>
        <w:tc>
          <w:tcPr>
            <w:tcW w:w="598" w:type="dxa"/>
            <w:gridSpan w:val="4"/>
            <w:vAlign w:val="center"/>
          </w:tcPr>
          <w:p w14:paraId="52A11133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81DB470" w14:textId="77777777" w:rsidR="00F5266E" w:rsidRPr="00C44CFB" w:rsidRDefault="00F5266E" w:rsidP="00FC59B3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ТВП «Жовківський цех безалкогольних напоїв»</w:t>
            </w:r>
          </w:p>
        </w:tc>
        <w:tc>
          <w:tcPr>
            <w:tcW w:w="3231" w:type="dxa"/>
            <w:vAlign w:val="center"/>
          </w:tcPr>
          <w:p w14:paraId="769FD72B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6D0E8C72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</w:p>
          <w:p w14:paraId="622EED1E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C44CFB">
              <w:rPr>
                <w:b w:val="0"/>
                <w:color w:val="auto"/>
                <w:spacing w:val="0"/>
                <w:lang w:eastAsia="ru-RU"/>
              </w:rPr>
              <w:t>м. Жовква.</w:t>
            </w:r>
          </w:p>
          <w:p w14:paraId="3D4B93E8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C44CFB">
              <w:rPr>
                <w:b w:val="0"/>
                <w:color w:val="auto"/>
                <w:spacing w:val="0"/>
                <w:lang w:eastAsia="ru-RU"/>
              </w:rPr>
              <w:t xml:space="preserve">вул. </w:t>
            </w:r>
            <w:proofErr w:type="spellStart"/>
            <w:r w:rsidRPr="00C44CFB">
              <w:rPr>
                <w:b w:val="0"/>
                <w:color w:val="auto"/>
                <w:spacing w:val="0"/>
                <w:lang w:eastAsia="ru-RU"/>
              </w:rPr>
              <w:t>Л.Українки</w:t>
            </w:r>
            <w:proofErr w:type="spellEnd"/>
            <w:r w:rsidRPr="00C44CFB">
              <w:rPr>
                <w:b w:val="0"/>
                <w:color w:val="auto"/>
                <w:spacing w:val="0"/>
                <w:lang w:eastAsia="ru-RU"/>
              </w:rPr>
              <w:t>, буд.63А,</w:t>
            </w:r>
          </w:p>
        </w:tc>
        <w:tc>
          <w:tcPr>
            <w:tcW w:w="1030" w:type="dxa"/>
            <w:gridSpan w:val="2"/>
          </w:tcPr>
          <w:p w14:paraId="1775F65D" w14:textId="669DEA01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1/1</w:t>
            </w:r>
          </w:p>
        </w:tc>
        <w:tc>
          <w:tcPr>
            <w:tcW w:w="3112" w:type="dxa"/>
            <w:vAlign w:val="center"/>
          </w:tcPr>
          <w:p w14:paraId="2379016A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Забезпечення органів управління і сил цивільного захисту запасами продовольчих ресурсів для проведення першочергових робіт під час ліквідації наслідків надзвичайних ситуацій та </w:t>
            </w:r>
            <w:proofErr w:type="spellStart"/>
            <w:r w:rsidRPr="00C44CFB">
              <w:rPr>
                <w:sz w:val="20"/>
                <w:szCs w:val="20"/>
              </w:rPr>
              <w:t>здійсненя</w:t>
            </w:r>
            <w:proofErr w:type="spellEnd"/>
            <w:r w:rsidRPr="00C44CFB">
              <w:rPr>
                <w:sz w:val="20"/>
                <w:szCs w:val="20"/>
              </w:rPr>
              <w:t xml:space="preserve"> інших заходів</w:t>
            </w:r>
          </w:p>
        </w:tc>
      </w:tr>
      <w:tr w:rsidR="00F5266E" w:rsidRPr="00C44CFB" w14:paraId="71FC3124" w14:textId="77777777" w:rsidTr="00FC59B3">
        <w:trPr>
          <w:trHeight w:val="124"/>
        </w:trPr>
        <w:tc>
          <w:tcPr>
            <w:tcW w:w="598" w:type="dxa"/>
            <w:gridSpan w:val="4"/>
            <w:vAlign w:val="center"/>
          </w:tcPr>
          <w:p w14:paraId="224ED543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5583A64" w14:textId="77777777" w:rsidR="00F5266E" w:rsidRPr="00C44CFB" w:rsidRDefault="00F5266E" w:rsidP="00FC59B3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ФОП </w:t>
            </w:r>
            <w:proofErr w:type="spellStart"/>
            <w:r w:rsidRPr="00C44CFB">
              <w:rPr>
                <w:sz w:val="20"/>
                <w:szCs w:val="20"/>
              </w:rPr>
              <w:t>Покотицький</w:t>
            </w:r>
            <w:proofErr w:type="spellEnd"/>
            <w:r w:rsidRPr="00C44CFB">
              <w:rPr>
                <w:sz w:val="20"/>
                <w:szCs w:val="20"/>
              </w:rPr>
              <w:t xml:space="preserve"> Роман Євгенович</w:t>
            </w:r>
          </w:p>
        </w:tc>
        <w:tc>
          <w:tcPr>
            <w:tcW w:w="3231" w:type="dxa"/>
            <w:vAlign w:val="center"/>
          </w:tcPr>
          <w:p w14:paraId="64C4DA01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6EEC43BC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C44CFB">
              <w:rPr>
                <w:b w:val="0"/>
                <w:color w:val="auto"/>
                <w:spacing w:val="0"/>
                <w:lang w:eastAsia="ru-RU"/>
              </w:rPr>
              <w:t>м. Львів,</w:t>
            </w:r>
          </w:p>
          <w:p w14:paraId="78EF684C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C44CFB">
              <w:rPr>
                <w:b w:val="0"/>
                <w:color w:val="auto"/>
                <w:spacing w:val="0"/>
                <w:lang w:eastAsia="ru-RU"/>
              </w:rPr>
              <w:t>вул. Холмська,</w:t>
            </w:r>
          </w:p>
          <w:p w14:paraId="1381261F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</w:rPr>
            </w:pPr>
            <w:proofErr w:type="spellStart"/>
            <w:r w:rsidRPr="00C44CFB"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 w:rsidRPr="00C44CFB">
              <w:rPr>
                <w:b w:val="0"/>
                <w:color w:val="auto"/>
                <w:spacing w:val="0"/>
                <w:lang w:eastAsia="ru-RU"/>
              </w:rPr>
              <w:t>. 0673713331</w:t>
            </w:r>
          </w:p>
        </w:tc>
        <w:tc>
          <w:tcPr>
            <w:tcW w:w="1030" w:type="dxa"/>
            <w:gridSpan w:val="2"/>
          </w:tcPr>
          <w:p w14:paraId="5CA02623" w14:textId="1F661EB2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1/1</w:t>
            </w:r>
          </w:p>
        </w:tc>
        <w:tc>
          <w:tcPr>
            <w:tcW w:w="3112" w:type="dxa"/>
            <w:vAlign w:val="center"/>
          </w:tcPr>
          <w:p w14:paraId="06E3F35F" w14:textId="77777777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Забезпечення продуктами харчування, </w:t>
            </w:r>
            <w:proofErr w:type="spellStart"/>
            <w:r w:rsidRPr="00C44CFB">
              <w:rPr>
                <w:sz w:val="20"/>
                <w:szCs w:val="20"/>
              </w:rPr>
              <w:t>хдібобулочними</w:t>
            </w:r>
            <w:proofErr w:type="spellEnd"/>
            <w:r w:rsidRPr="00C44CFB">
              <w:rPr>
                <w:sz w:val="20"/>
                <w:szCs w:val="20"/>
              </w:rPr>
              <w:t xml:space="preserve"> виробами</w:t>
            </w:r>
          </w:p>
        </w:tc>
      </w:tr>
      <w:tr w:rsidR="00F5266E" w:rsidRPr="00946311" w14:paraId="33F2EA87" w14:textId="77777777" w:rsidTr="00FC59B3">
        <w:trPr>
          <w:trHeight w:val="124"/>
        </w:trPr>
        <w:tc>
          <w:tcPr>
            <w:tcW w:w="598" w:type="dxa"/>
            <w:gridSpan w:val="4"/>
            <w:vAlign w:val="center"/>
          </w:tcPr>
          <w:p w14:paraId="72F623AB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7C33F0B" w14:textId="77777777" w:rsidR="00F5266E" w:rsidRPr="00946311" w:rsidRDefault="00F5266E" w:rsidP="00FC59B3">
            <w:pPr>
              <w:widowControl w:val="0"/>
              <w:rPr>
                <w:sz w:val="20"/>
                <w:szCs w:val="20"/>
              </w:rPr>
            </w:pPr>
            <w:r w:rsidRPr="00946311">
              <w:rPr>
                <w:sz w:val="20"/>
                <w:szCs w:val="20"/>
              </w:rPr>
              <w:t>ТОВ «Городоцький Хлібокомбінат»</w:t>
            </w:r>
          </w:p>
        </w:tc>
        <w:tc>
          <w:tcPr>
            <w:tcW w:w="3231" w:type="dxa"/>
            <w:vAlign w:val="center"/>
          </w:tcPr>
          <w:p w14:paraId="485686CD" w14:textId="77777777" w:rsidR="00F5266E" w:rsidRPr="00946311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46311">
              <w:rPr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3A7E3F57" w14:textId="77777777" w:rsidR="00F5266E" w:rsidRPr="00946311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946311">
              <w:rPr>
                <w:b w:val="0"/>
                <w:color w:val="auto"/>
                <w:spacing w:val="0"/>
                <w:lang w:eastAsia="ru-RU"/>
              </w:rPr>
              <w:t xml:space="preserve">м. Городок, </w:t>
            </w:r>
            <w:proofErr w:type="spellStart"/>
            <w:r w:rsidRPr="00946311">
              <w:rPr>
                <w:b w:val="0"/>
                <w:color w:val="auto"/>
                <w:spacing w:val="0"/>
                <w:lang w:eastAsia="ru-RU"/>
              </w:rPr>
              <w:t>вул.Підгай</w:t>
            </w:r>
            <w:proofErr w:type="spellEnd"/>
            <w:r w:rsidRPr="00946311">
              <w:rPr>
                <w:b w:val="0"/>
                <w:color w:val="auto"/>
                <w:spacing w:val="0"/>
                <w:lang w:eastAsia="ru-RU"/>
              </w:rPr>
              <w:t>, буд 1</w:t>
            </w:r>
          </w:p>
        </w:tc>
        <w:tc>
          <w:tcPr>
            <w:tcW w:w="1030" w:type="dxa"/>
            <w:gridSpan w:val="2"/>
          </w:tcPr>
          <w:p w14:paraId="1850B06B" w14:textId="414C3E36" w:rsidR="00F5266E" w:rsidRPr="00946311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1/1</w:t>
            </w:r>
          </w:p>
        </w:tc>
        <w:tc>
          <w:tcPr>
            <w:tcW w:w="3112" w:type="dxa"/>
            <w:vAlign w:val="center"/>
          </w:tcPr>
          <w:p w14:paraId="6A8CBB1B" w14:textId="77777777" w:rsidR="00F5266E" w:rsidRPr="00946311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946311">
              <w:rPr>
                <w:sz w:val="20"/>
                <w:szCs w:val="20"/>
              </w:rPr>
              <w:t xml:space="preserve">Забезпечення продуктами харчування, </w:t>
            </w:r>
            <w:proofErr w:type="spellStart"/>
            <w:r w:rsidRPr="00946311">
              <w:rPr>
                <w:sz w:val="20"/>
                <w:szCs w:val="20"/>
              </w:rPr>
              <w:t>хдібобулочними</w:t>
            </w:r>
            <w:proofErr w:type="spellEnd"/>
            <w:r w:rsidRPr="00946311">
              <w:rPr>
                <w:sz w:val="20"/>
                <w:szCs w:val="20"/>
              </w:rPr>
              <w:t xml:space="preserve"> виробами</w:t>
            </w:r>
          </w:p>
        </w:tc>
      </w:tr>
      <w:tr w:rsidR="00F5266E" w:rsidRPr="00946311" w14:paraId="4EDAADCA" w14:textId="77777777" w:rsidTr="00FC59B3">
        <w:trPr>
          <w:trHeight w:val="124"/>
        </w:trPr>
        <w:tc>
          <w:tcPr>
            <w:tcW w:w="598" w:type="dxa"/>
            <w:gridSpan w:val="4"/>
            <w:vAlign w:val="center"/>
          </w:tcPr>
          <w:p w14:paraId="091C1038" w14:textId="77777777" w:rsidR="00F5266E" w:rsidRPr="00946311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FEA8E0C" w14:textId="52F4397C" w:rsidR="00F5266E" w:rsidRPr="00946311" w:rsidRDefault="00F5266E" w:rsidP="00FC59B3">
            <w:pPr>
              <w:widowControl w:val="0"/>
              <w:spacing w:line="276" w:lineRule="auto"/>
              <w:rPr>
                <w:sz w:val="20"/>
                <w:szCs w:val="20"/>
              </w:rPr>
            </w:pPr>
            <w:r w:rsidRPr="00946311">
              <w:rPr>
                <w:kern w:val="2"/>
                <w:sz w:val="20"/>
                <w:szCs w:val="20"/>
                <w14:ligatures w14:val="standardContextual"/>
              </w:rPr>
              <w:t>СУПП ТзОВ «</w:t>
            </w:r>
            <w:proofErr w:type="spellStart"/>
            <w:r w:rsidRPr="00946311">
              <w:rPr>
                <w:kern w:val="2"/>
                <w:sz w:val="20"/>
                <w:szCs w:val="20"/>
                <w14:ligatures w14:val="standardContextual"/>
              </w:rPr>
              <w:t>Етрус</w:t>
            </w:r>
            <w:proofErr w:type="spellEnd"/>
            <w:r w:rsidRPr="00946311">
              <w:rPr>
                <w:kern w:val="2"/>
                <w:sz w:val="20"/>
                <w:szCs w:val="20"/>
                <w14:ligatures w14:val="standardContextual"/>
              </w:rPr>
              <w:t>»</w:t>
            </w:r>
          </w:p>
        </w:tc>
        <w:tc>
          <w:tcPr>
            <w:tcW w:w="3231" w:type="dxa"/>
            <w:vAlign w:val="center"/>
          </w:tcPr>
          <w:p w14:paraId="44585BF8" w14:textId="528BE27A" w:rsidR="00F5266E" w:rsidRPr="00946311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46311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0CCD0B5E" w14:textId="4A644850" w:rsidR="00F5266E" w:rsidRPr="00946311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946311">
              <w:rPr>
                <w:b w:val="0"/>
                <w:color w:val="000000" w:themeColor="text1"/>
                <w:spacing w:val="0"/>
                <w:kern w:val="2"/>
                <w:lang w:eastAsia="ru-RU"/>
                <w14:ligatures w14:val="standardContextual"/>
              </w:rPr>
              <w:t xml:space="preserve">м. Дубляни, </w:t>
            </w:r>
            <w:proofErr w:type="spellStart"/>
            <w:r w:rsidRPr="00946311">
              <w:rPr>
                <w:b w:val="0"/>
                <w:color w:val="000000" w:themeColor="text1"/>
                <w:spacing w:val="0"/>
                <w:kern w:val="2"/>
                <w:lang w:eastAsia="ru-RU"/>
                <w14:ligatures w14:val="standardContextual"/>
              </w:rPr>
              <w:t>вул.Львівська</w:t>
            </w:r>
            <w:proofErr w:type="spellEnd"/>
            <w:r w:rsidRPr="00946311">
              <w:rPr>
                <w:b w:val="0"/>
                <w:color w:val="000000" w:themeColor="text1"/>
                <w:spacing w:val="0"/>
                <w:kern w:val="2"/>
                <w:lang w:eastAsia="ru-RU"/>
                <w14:ligatures w14:val="standardContextual"/>
              </w:rPr>
              <w:t>, будинок 11</w:t>
            </w:r>
          </w:p>
        </w:tc>
        <w:tc>
          <w:tcPr>
            <w:tcW w:w="1030" w:type="dxa"/>
            <w:gridSpan w:val="2"/>
          </w:tcPr>
          <w:p w14:paraId="3139D98F" w14:textId="5E0016BA" w:rsidR="00F5266E" w:rsidRPr="00946311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1/1</w:t>
            </w:r>
          </w:p>
        </w:tc>
        <w:tc>
          <w:tcPr>
            <w:tcW w:w="3112" w:type="dxa"/>
            <w:vAlign w:val="center"/>
          </w:tcPr>
          <w:p w14:paraId="135C1692" w14:textId="0182D0F9" w:rsidR="00F5266E" w:rsidRPr="00946311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946311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 xml:space="preserve">Забезпечення органів управління і сил цивільного захисту запасами продовольчих ресурсів для проведення першочергових робіт під час ліквідації наслідків надзвичайних ситуацій та </w:t>
            </w:r>
            <w:proofErr w:type="spellStart"/>
            <w:r w:rsidRPr="00946311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здійсненя</w:t>
            </w:r>
            <w:proofErr w:type="spellEnd"/>
            <w:r w:rsidRPr="00946311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 xml:space="preserve"> інших заходів</w:t>
            </w:r>
          </w:p>
        </w:tc>
      </w:tr>
      <w:tr w:rsidR="00F5266E" w:rsidRPr="00946311" w14:paraId="734F6611" w14:textId="77777777" w:rsidTr="002F19A7">
        <w:trPr>
          <w:trHeight w:val="124"/>
        </w:trPr>
        <w:tc>
          <w:tcPr>
            <w:tcW w:w="598" w:type="dxa"/>
            <w:gridSpan w:val="4"/>
            <w:vAlign w:val="center"/>
          </w:tcPr>
          <w:p w14:paraId="3649F48D" w14:textId="77777777" w:rsidR="00F5266E" w:rsidRPr="00946311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63741FC" w14:textId="649C1591" w:rsidR="00F5266E" w:rsidRPr="00946311" w:rsidRDefault="00F5266E" w:rsidP="002F19A7">
            <w:pPr>
              <w:widowControl w:val="0"/>
              <w:spacing w:line="276" w:lineRule="auto"/>
              <w:rPr>
                <w:sz w:val="20"/>
                <w:szCs w:val="20"/>
              </w:rPr>
            </w:pPr>
            <w:proofErr w:type="spellStart"/>
            <w:r w:rsidRPr="00946311">
              <w:rPr>
                <w:kern w:val="2"/>
                <w:sz w:val="20"/>
                <w:szCs w:val="20"/>
                <w14:ligatures w14:val="standardContextual"/>
              </w:rPr>
              <w:t>Жовтанецька</w:t>
            </w:r>
            <w:proofErr w:type="spellEnd"/>
            <w:r w:rsidRPr="00946311">
              <w:rPr>
                <w:kern w:val="2"/>
                <w:sz w:val="20"/>
                <w:szCs w:val="20"/>
                <w14:ligatures w14:val="standardContextual"/>
              </w:rPr>
              <w:t xml:space="preserve"> пекарня (ФОП </w:t>
            </w:r>
            <w:proofErr w:type="spellStart"/>
            <w:r w:rsidRPr="00946311">
              <w:rPr>
                <w:kern w:val="2"/>
                <w:sz w:val="20"/>
                <w:szCs w:val="20"/>
                <w14:ligatures w14:val="standardContextual"/>
              </w:rPr>
              <w:t>Олех</w:t>
            </w:r>
            <w:proofErr w:type="spellEnd"/>
            <w:r w:rsidRPr="00946311">
              <w:rPr>
                <w:kern w:val="2"/>
                <w:sz w:val="20"/>
                <w:szCs w:val="20"/>
                <w14:ligatures w14:val="standardContextual"/>
              </w:rPr>
              <w:t xml:space="preserve"> І.І.)</w:t>
            </w:r>
          </w:p>
        </w:tc>
        <w:tc>
          <w:tcPr>
            <w:tcW w:w="3231" w:type="dxa"/>
            <w:vAlign w:val="center"/>
          </w:tcPr>
          <w:p w14:paraId="50EB42C7" w14:textId="7F01D3DB" w:rsidR="00F5266E" w:rsidRPr="00946311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46311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45B46677" w14:textId="77777777" w:rsidR="00F5266E" w:rsidRPr="00946311" w:rsidRDefault="00F5266E" w:rsidP="00F5266E">
            <w:pPr>
              <w:pStyle w:val="15"/>
              <w:shd w:val="clear" w:color="auto" w:fill="auto"/>
              <w:spacing w:before="0" w:line="276" w:lineRule="auto"/>
              <w:ind w:left="0"/>
              <w:rPr>
                <w:b w:val="0"/>
                <w:color w:val="auto"/>
                <w:spacing w:val="0"/>
                <w:kern w:val="2"/>
                <w:lang w:eastAsia="ru-RU"/>
                <w14:ligatures w14:val="standardContextual"/>
              </w:rPr>
            </w:pPr>
            <w:proofErr w:type="spellStart"/>
            <w:r w:rsidRPr="00946311">
              <w:rPr>
                <w:b w:val="0"/>
                <w:color w:val="auto"/>
                <w:spacing w:val="0"/>
                <w:kern w:val="2"/>
                <w:lang w:eastAsia="ru-RU"/>
                <w14:ligatures w14:val="standardContextual"/>
              </w:rPr>
              <w:t>с.Жовтанці</w:t>
            </w:r>
            <w:proofErr w:type="spellEnd"/>
            <w:r w:rsidRPr="00946311">
              <w:rPr>
                <w:b w:val="0"/>
                <w:color w:val="auto"/>
                <w:spacing w:val="0"/>
                <w:kern w:val="2"/>
                <w:lang w:eastAsia="ru-RU"/>
                <w14:ligatures w14:val="standardContextual"/>
              </w:rPr>
              <w:t>,</w:t>
            </w:r>
          </w:p>
          <w:p w14:paraId="464BCF5C" w14:textId="34CBCC22" w:rsidR="00F5266E" w:rsidRPr="00946311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 w:rsidRPr="00946311">
              <w:rPr>
                <w:b w:val="0"/>
                <w:color w:val="auto"/>
                <w:spacing w:val="0"/>
                <w:kern w:val="2"/>
                <w:lang w:eastAsia="ru-RU"/>
                <w14:ligatures w14:val="standardContextual"/>
              </w:rPr>
              <w:t>вул. Львівська, 46А</w:t>
            </w:r>
          </w:p>
        </w:tc>
        <w:tc>
          <w:tcPr>
            <w:tcW w:w="1030" w:type="dxa"/>
            <w:gridSpan w:val="2"/>
          </w:tcPr>
          <w:p w14:paraId="655ECE51" w14:textId="4E453674" w:rsidR="00F5266E" w:rsidRPr="00946311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1/1</w:t>
            </w:r>
          </w:p>
        </w:tc>
        <w:tc>
          <w:tcPr>
            <w:tcW w:w="3112" w:type="dxa"/>
            <w:vAlign w:val="center"/>
          </w:tcPr>
          <w:p w14:paraId="011DE7B9" w14:textId="43450190" w:rsidR="00F5266E" w:rsidRPr="00946311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946311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 xml:space="preserve">Забезпечення продуктами харчування, </w:t>
            </w:r>
            <w:proofErr w:type="spellStart"/>
            <w:r w:rsidRPr="00946311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>хдібобулочними</w:t>
            </w:r>
            <w:proofErr w:type="spellEnd"/>
            <w:r w:rsidRPr="00946311">
              <w:rPr>
                <w:color w:val="000000" w:themeColor="text1"/>
                <w:kern w:val="2"/>
                <w:sz w:val="20"/>
                <w:szCs w:val="20"/>
                <w14:ligatures w14:val="standardContextual"/>
              </w:rPr>
              <w:t xml:space="preserve"> виробами</w:t>
            </w:r>
          </w:p>
        </w:tc>
      </w:tr>
      <w:tr w:rsidR="00F5266E" w:rsidRPr="00946311" w14:paraId="09DFF100" w14:textId="77777777" w:rsidTr="002F19A7">
        <w:trPr>
          <w:trHeight w:val="124"/>
        </w:trPr>
        <w:tc>
          <w:tcPr>
            <w:tcW w:w="598" w:type="dxa"/>
            <w:gridSpan w:val="4"/>
            <w:vAlign w:val="center"/>
          </w:tcPr>
          <w:p w14:paraId="480B8D6B" w14:textId="77777777" w:rsidR="00F5266E" w:rsidRPr="00946311" w:rsidRDefault="00F5266E" w:rsidP="00F5266E">
            <w:pPr>
              <w:widowControl w:val="0"/>
              <w:numPr>
                <w:ilvl w:val="0"/>
                <w:numId w:val="14"/>
              </w:numPr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E3D0ED2" w14:textId="12FBFE0D" w:rsidR="00F5266E" w:rsidRPr="00946311" w:rsidRDefault="00F5266E" w:rsidP="002F19A7">
            <w:pPr>
              <w:widowControl w:val="0"/>
              <w:rPr>
                <w:sz w:val="20"/>
                <w:szCs w:val="20"/>
              </w:rPr>
            </w:pPr>
            <w:r w:rsidRPr="00946311">
              <w:rPr>
                <w:kern w:val="2"/>
                <w:sz w:val="20"/>
                <w:szCs w:val="20"/>
                <w14:ligatures w14:val="standardContextual"/>
              </w:rPr>
              <w:t>Рава-Руське СТ</w:t>
            </w:r>
          </w:p>
        </w:tc>
        <w:tc>
          <w:tcPr>
            <w:tcW w:w="3231" w:type="dxa"/>
            <w:vAlign w:val="center"/>
          </w:tcPr>
          <w:p w14:paraId="076E7D09" w14:textId="13E64A1C" w:rsidR="00F5266E" w:rsidRPr="00946311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46311">
              <w:rPr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34BF87BB" w14:textId="50ACCF74" w:rsidR="00F5266E" w:rsidRPr="00946311" w:rsidRDefault="00F5266E" w:rsidP="00F5266E">
            <w:pPr>
              <w:jc w:val="center"/>
              <w:rPr>
                <w:sz w:val="20"/>
                <w:szCs w:val="20"/>
              </w:rPr>
            </w:pPr>
            <w:r w:rsidRPr="00946311">
              <w:rPr>
                <w:kern w:val="2"/>
                <w:sz w:val="20"/>
                <w:szCs w:val="20"/>
                <w14:ligatures w14:val="standardContextual"/>
              </w:rPr>
              <w:t>м. Рава-Руська, вул. Коновальця, 10</w:t>
            </w:r>
          </w:p>
        </w:tc>
        <w:tc>
          <w:tcPr>
            <w:tcW w:w="1030" w:type="dxa"/>
            <w:gridSpan w:val="2"/>
          </w:tcPr>
          <w:p w14:paraId="32C6D305" w14:textId="479E5572" w:rsidR="00F5266E" w:rsidRPr="00946311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 w:val="0"/>
                <w:kern w:val="2"/>
                <w:sz w:val="20"/>
                <w:szCs w:val="20"/>
                <w14:ligatures w14:val="standardContextual"/>
              </w:rPr>
              <w:t>3/2</w:t>
            </w:r>
          </w:p>
        </w:tc>
        <w:tc>
          <w:tcPr>
            <w:tcW w:w="3112" w:type="dxa"/>
            <w:vAlign w:val="center"/>
          </w:tcPr>
          <w:p w14:paraId="109A489A" w14:textId="1DB3B0C1" w:rsidR="00F5266E" w:rsidRPr="00946311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946311">
              <w:rPr>
                <w:kern w:val="2"/>
                <w:sz w:val="20"/>
                <w:szCs w:val="20"/>
                <w14:ligatures w14:val="standardContextual"/>
              </w:rPr>
              <w:t xml:space="preserve">Забезпечення органів управління і сил цивільного захисту запасами продовольчих ресурсів для проведення першочергових робіт під час ліквідації наслідків надзвичайних ситуацій та </w:t>
            </w:r>
            <w:proofErr w:type="spellStart"/>
            <w:r w:rsidRPr="00946311">
              <w:rPr>
                <w:kern w:val="2"/>
                <w:sz w:val="20"/>
                <w:szCs w:val="20"/>
                <w14:ligatures w14:val="standardContextual"/>
              </w:rPr>
              <w:t>здійсненя</w:t>
            </w:r>
            <w:proofErr w:type="spellEnd"/>
            <w:r w:rsidRPr="00946311">
              <w:rPr>
                <w:kern w:val="2"/>
                <w:sz w:val="20"/>
                <w:szCs w:val="20"/>
                <w14:ligatures w14:val="standardContextual"/>
              </w:rPr>
              <w:t xml:space="preserve"> інших заходів</w:t>
            </w:r>
          </w:p>
        </w:tc>
      </w:tr>
      <w:tr w:rsidR="00F5266E" w:rsidRPr="00C44CFB" w14:paraId="76DAD6E9" w14:textId="77777777" w:rsidTr="002F19A7">
        <w:trPr>
          <w:trHeight w:val="124"/>
        </w:trPr>
        <w:tc>
          <w:tcPr>
            <w:tcW w:w="598" w:type="dxa"/>
            <w:gridSpan w:val="4"/>
            <w:vAlign w:val="center"/>
          </w:tcPr>
          <w:p w14:paraId="6F2D3130" w14:textId="77777777" w:rsidR="00F5266E" w:rsidRPr="00946311" w:rsidRDefault="00F5266E" w:rsidP="00F5266E">
            <w:pPr>
              <w:widowControl w:val="0"/>
              <w:numPr>
                <w:ilvl w:val="0"/>
                <w:numId w:val="14"/>
              </w:numPr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3C4F460" w14:textId="74038CF4" w:rsidR="00F5266E" w:rsidRPr="00946311" w:rsidRDefault="00F5266E" w:rsidP="002F19A7">
            <w:pPr>
              <w:widowControl w:val="0"/>
              <w:rPr>
                <w:bCs w:val="0"/>
                <w:sz w:val="20"/>
                <w:szCs w:val="20"/>
              </w:rPr>
            </w:pPr>
            <w:r w:rsidRPr="00946311">
              <w:rPr>
                <w:bCs w:val="0"/>
                <w:kern w:val="2"/>
                <w:sz w:val="20"/>
                <w:szCs w:val="20"/>
                <w14:ligatures w14:val="standardContextual"/>
              </w:rPr>
              <w:t>ТзОВ «РСП «ШУВАР»</w:t>
            </w:r>
          </w:p>
        </w:tc>
        <w:tc>
          <w:tcPr>
            <w:tcW w:w="3231" w:type="dxa"/>
            <w:vAlign w:val="center"/>
          </w:tcPr>
          <w:p w14:paraId="25DFDD1F" w14:textId="7E468825" w:rsidR="00F5266E" w:rsidRPr="00946311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46311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18" w:type="dxa"/>
          </w:tcPr>
          <w:p w14:paraId="6371DA0F" w14:textId="77777777" w:rsidR="00F5266E" w:rsidRPr="00946311" w:rsidRDefault="00F5266E" w:rsidP="00F5266E">
            <w:pPr>
              <w:widowControl w:val="0"/>
              <w:spacing w:line="276" w:lineRule="auto"/>
              <w:ind w:left="-106" w:right="-110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946311">
              <w:rPr>
                <w:bCs w:val="0"/>
                <w:kern w:val="2"/>
                <w:sz w:val="20"/>
                <w:szCs w:val="20"/>
                <w14:ligatures w14:val="standardContextual"/>
              </w:rPr>
              <w:t>м. Львів, проспект Святого Івана Павла ІІ, буд. 4-Б,тел. 0800354001,</w:t>
            </w:r>
          </w:p>
          <w:p w14:paraId="69D83CCE" w14:textId="21C76B5C" w:rsidR="00F5266E" w:rsidRPr="00946311" w:rsidRDefault="00F5266E" w:rsidP="00F5266E">
            <w:pPr>
              <w:widowControl w:val="0"/>
              <w:ind w:left="-106" w:right="-110"/>
              <w:jc w:val="center"/>
              <w:rPr>
                <w:bCs w:val="0"/>
                <w:sz w:val="20"/>
                <w:szCs w:val="20"/>
              </w:rPr>
            </w:pPr>
            <w:r w:rsidRPr="00946311">
              <w:rPr>
                <w:bCs w:val="0"/>
                <w:kern w:val="2"/>
                <w:sz w:val="20"/>
                <w:szCs w:val="20"/>
                <w14:ligatures w14:val="standardContextual"/>
              </w:rPr>
              <w:t>0984016844</w:t>
            </w:r>
          </w:p>
        </w:tc>
        <w:tc>
          <w:tcPr>
            <w:tcW w:w="1030" w:type="dxa"/>
            <w:gridSpan w:val="2"/>
          </w:tcPr>
          <w:p w14:paraId="27A18D72" w14:textId="6F31F9EC" w:rsidR="00F5266E" w:rsidRPr="00946311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spacing w:val="-5"/>
                <w:kern w:val="2"/>
                <w:sz w:val="20"/>
                <w14:ligatures w14:val="standardContextual"/>
              </w:rPr>
              <w:t>1/1</w:t>
            </w:r>
          </w:p>
        </w:tc>
        <w:tc>
          <w:tcPr>
            <w:tcW w:w="3112" w:type="dxa"/>
            <w:vAlign w:val="center"/>
          </w:tcPr>
          <w:p w14:paraId="7BBC0363" w14:textId="767E7DFC" w:rsidR="00F5266E" w:rsidRPr="00C44CFB" w:rsidRDefault="00F5266E" w:rsidP="008D5ECD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946311">
              <w:rPr>
                <w:kern w:val="2"/>
                <w:sz w:val="20"/>
                <w:szCs w:val="20"/>
                <w14:ligatures w14:val="standardContextual"/>
              </w:rPr>
              <w:t>Забезпечення продуктами харчування</w:t>
            </w:r>
          </w:p>
        </w:tc>
      </w:tr>
      <w:tr w:rsidR="00F5266E" w:rsidRPr="00C44CFB" w14:paraId="6F9890C0" w14:textId="77777777" w:rsidTr="008D5ECD">
        <w:trPr>
          <w:trHeight w:val="124"/>
        </w:trPr>
        <w:tc>
          <w:tcPr>
            <w:tcW w:w="5128" w:type="dxa"/>
            <w:gridSpan w:val="5"/>
            <w:vAlign w:val="center"/>
          </w:tcPr>
          <w:p w14:paraId="4473A2DA" w14:textId="77777777" w:rsidR="00F5266E" w:rsidRPr="00C44CFB" w:rsidRDefault="00F5266E" w:rsidP="0091037D">
            <w:pPr>
              <w:widowControl w:val="0"/>
              <w:ind w:left="589"/>
              <w:rPr>
                <w:b/>
                <w:bCs w:val="0"/>
                <w:sz w:val="20"/>
                <w:szCs w:val="20"/>
              </w:rPr>
            </w:pPr>
            <w:r w:rsidRPr="00C44CFB">
              <w:rPr>
                <w:b/>
                <w:bCs w:val="0"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233B68ED" w14:textId="77777777" w:rsidR="00F5266E" w:rsidRPr="00C44CFB" w:rsidRDefault="00F5266E" w:rsidP="00F5266E">
            <w:pPr>
              <w:widowControl w:val="0"/>
              <w:jc w:val="center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39351CDF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Cs w:val="0"/>
                <w:color w:val="auto"/>
                <w:spacing w:val="0"/>
                <w:lang w:eastAsia="ru-RU"/>
              </w:rPr>
            </w:pPr>
          </w:p>
        </w:tc>
        <w:tc>
          <w:tcPr>
            <w:tcW w:w="994" w:type="dxa"/>
            <w:vAlign w:val="center"/>
          </w:tcPr>
          <w:p w14:paraId="45A16982" w14:textId="438C00B9" w:rsidR="00F5266E" w:rsidRPr="00C44CFB" w:rsidRDefault="00F5266E" w:rsidP="00F5266E">
            <w:pPr>
              <w:widowControl w:val="0"/>
              <w:jc w:val="center"/>
              <w:rPr>
                <w:b/>
                <w:bCs w:val="0"/>
                <w:sz w:val="20"/>
                <w:szCs w:val="20"/>
              </w:rPr>
            </w:pPr>
            <w:r w:rsidRPr="009416AF">
              <w:rPr>
                <w:b/>
                <w:bCs w:val="0"/>
                <w:sz w:val="20"/>
                <w:szCs w:val="20"/>
              </w:rPr>
              <w:t>38/16</w:t>
            </w:r>
          </w:p>
        </w:tc>
        <w:tc>
          <w:tcPr>
            <w:tcW w:w="3112" w:type="dxa"/>
            <w:vAlign w:val="center"/>
          </w:tcPr>
          <w:p w14:paraId="5C59798A" w14:textId="77777777" w:rsidR="00F5266E" w:rsidRPr="00C44CFB" w:rsidRDefault="00F5266E" w:rsidP="00F5266E">
            <w:pPr>
              <w:widowControl w:val="0"/>
              <w:jc w:val="center"/>
              <w:rPr>
                <w:b/>
                <w:bCs w:val="0"/>
                <w:sz w:val="20"/>
                <w:szCs w:val="20"/>
              </w:rPr>
            </w:pPr>
          </w:p>
        </w:tc>
      </w:tr>
      <w:tr w:rsidR="00F5266E" w:rsidRPr="00C44CFB" w14:paraId="39BDA9BC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5C36B4A9" w14:textId="77777777" w:rsidR="00F5266E" w:rsidRPr="00C44CFB" w:rsidRDefault="00F5266E" w:rsidP="00F5266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ДРОГОБИЦЬКИЙ РАЙОН</w:t>
            </w:r>
          </w:p>
        </w:tc>
      </w:tr>
      <w:tr w:rsidR="00F5266E" w:rsidRPr="00102B4E" w14:paraId="31547D2F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3C25722E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39A233C" w14:textId="11D91528" w:rsidR="00F5266E" w:rsidRPr="00102B4E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ТзОВ «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Солонсько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»</w:t>
            </w:r>
          </w:p>
        </w:tc>
        <w:tc>
          <w:tcPr>
            <w:tcW w:w="3231" w:type="dxa"/>
            <w:vAlign w:val="center"/>
          </w:tcPr>
          <w:p w14:paraId="4B466414" w14:textId="2B66F7B1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667A1E57" w14:textId="2F88A022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с.Солонсько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, 03-244-19004</w:t>
            </w:r>
          </w:p>
        </w:tc>
        <w:tc>
          <w:tcPr>
            <w:tcW w:w="994" w:type="dxa"/>
            <w:vAlign w:val="center"/>
          </w:tcPr>
          <w:p w14:paraId="75EAEFF4" w14:textId="76D22E8F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sz w:val="20"/>
                <w:szCs w:val="20"/>
                <w:lang w:val="en-US"/>
              </w:rPr>
              <w:t>4/1</w:t>
            </w:r>
          </w:p>
        </w:tc>
        <w:tc>
          <w:tcPr>
            <w:tcW w:w="3112" w:type="dxa"/>
            <w:vAlign w:val="center"/>
          </w:tcPr>
          <w:p w14:paraId="5104699D" w14:textId="6F23346B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Забезпечення запасами та товарами першої необхідності</w:t>
            </w:r>
          </w:p>
        </w:tc>
      </w:tr>
      <w:tr w:rsidR="00F5266E" w:rsidRPr="00102B4E" w14:paraId="4814EDB3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1153430D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2400E6F" w14:textId="4B8776DD" w:rsidR="00F5266E" w:rsidRPr="00102B4E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Дрогобицьке ДП «ГАЛСІЛЬЛІС»</w:t>
            </w:r>
          </w:p>
        </w:tc>
        <w:tc>
          <w:tcPr>
            <w:tcW w:w="3231" w:type="dxa"/>
            <w:vAlign w:val="center"/>
          </w:tcPr>
          <w:p w14:paraId="2E768175" w14:textId="25620E91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135123C6" w14:textId="48F2BC03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смт. Підбуж, 03-244-73393</w:t>
            </w:r>
          </w:p>
        </w:tc>
        <w:tc>
          <w:tcPr>
            <w:tcW w:w="994" w:type="dxa"/>
            <w:vAlign w:val="center"/>
          </w:tcPr>
          <w:p w14:paraId="2AD6143C" w14:textId="5A0D531F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sz w:val="20"/>
                <w:szCs w:val="20"/>
                <w:lang w:val="en-US"/>
              </w:rPr>
              <w:t>20/1</w:t>
            </w:r>
          </w:p>
        </w:tc>
        <w:tc>
          <w:tcPr>
            <w:tcW w:w="3112" w:type="dxa"/>
            <w:vAlign w:val="center"/>
          </w:tcPr>
          <w:p w14:paraId="71D30933" w14:textId="15E8F87E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Забезпечення запасами та товарами першої необхідності</w:t>
            </w:r>
          </w:p>
        </w:tc>
      </w:tr>
      <w:tr w:rsidR="00F5266E" w:rsidRPr="00102B4E" w14:paraId="1286DBAC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65EFD5C0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CE80BE7" w14:textId="60E9BF55" w:rsidR="00F5266E" w:rsidRPr="00102B4E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Державне підприємство «Дрогобицький лісгосп»</w:t>
            </w:r>
          </w:p>
        </w:tc>
        <w:tc>
          <w:tcPr>
            <w:tcW w:w="3231" w:type="dxa"/>
            <w:vAlign w:val="center"/>
          </w:tcPr>
          <w:p w14:paraId="2D1D7F00" w14:textId="6F15E1E7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5F9DF3EC" w14:textId="49F1AA63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м.Дрогобич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, 03-244-37128</w:t>
            </w:r>
          </w:p>
        </w:tc>
        <w:tc>
          <w:tcPr>
            <w:tcW w:w="994" w:type="dxa"/>
            <w:vAlign w:val="center"/>
          </w:tcPr>
          <w:p w14:paraId="49A3852B" w14:textId="058C50E0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sz w:val="20"/>
                <w:szCs w:val="20"/>
                <w:lang w:val="en-US"/>
              </w:rPr>
              <w:t>32/1</w:t>
            </w:r>
          </w:p>
        </w:tc>
        <w:tc>
          <w:tcPr>
            <w:tcW w:w="3112" w:type="dxa"/>
            <w:vAlign w:val="center"/>
          </w:tcPr>
          <w:p w14:paraId="213893B2" w14:textId="66EC2CB7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Забезпечення запасами та товарами першої необхідності</w:t>
            </w:r>
          </w:p>
        </w:tc>
      </w:tr>
      <w:tr w:rsidR="00F5266E" w:rsidRPr="00102B4E" w14:paraId="35132F76" w14:textId="77777777" w:rsidTr="00154247">
        <w:trPr>
          <w:trHeight w:val="124"/>
        </w:trPr>
        <w:tc>
          <w:tcPr>
            <w:tcW w:w="562" w:type="dxa"/>
            <w:gridSpan w:val="3"/>
            <w:vAlign w:val="center"/>
          </w:tcPr>
          <w:p w14:paraId="55594B0D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DA11573" w14:textId="1D88FA54" w:rsidR="00F5266E" w:rsidRPr="00102B4E" w:rsidRDefault="00F5266E" w:rsidP="00154247">
            <w:pPr>
              <w:widowControl w:val="0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ТзОВ «Трускавецький водоканал»</w:t>
            </w:r>
          </w:p>
        </w:tc>
        <w:tc>
          <w:tcPr>
            <w:tcW w:w="3231" w:type="dxa"/>
            <w:vAlign w:val="center"/>
          </w:tcPr>
          <w:p w14:paraId="07C0D3EB" w14:textId="0AE0D640" w:rsidR="00F5266E" w:rsidRPr="00102B4E" w:rsidRDefault="00F5266E" w:rsidP="00154247">
            <w:pPr>
              <w:widowControl w:val="0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76055F3F" w14:textId="77777777" w:rsidR="00F5266E" w:rsidRPr="00102B4E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м. Трускавець,</w:t>
            </w:r>
          </w:p>
          <w:p w14:paraId="4723DD03" w14:textId="77777777" w:rsidR="00F5266E" w:rsidRPr="00102B4E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вул. І. Франка, 58,</w:t>
            </w:r>
          </w:p>
          <w:p w14:paraId="0164BBF9" w14:textId="45E28FEF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тел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. (03247) 51581</w:t>
            </w:r>
          </w:p>
        </w:tc>
        <w:tc>
          <w:tcPr>
            <w:tcW w:w="994" w:type="dxa"/>
          </w:tcPr>
          <w:p w14:paraId="108BE90C" w14:textId="78F35C06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sz w:val="20"/>
                <w:szCs w:val="20"/>
                <w:lang w:val="en-US"/>
              </w:rPr>
              <w:t>20/1</w:t>
            </w:r>
          </w:p>
        </w:tc>
        <w:tc>
          <w:tcPr>
            <w:tcW w:w="3112" w:type="dxa"/>
            <w:vAlign w:val="center"/>
          </w:tcPr>
          <w:p w14:paraId="62781D91" w14:textId="4B202A7C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організовує підвезення (подачу) питної та технічної води у зони, де здійснюються заходи щодо запобігання виникненню надзвичайних ситуацій та ліквідації їх наслідків;</w:t>
            </w:r>
          </w:p>
        </w:tc>
      </w:tr>
      <w:tr w:rsidR="00F5266E" w:rsidRPr="00102B4E" w14:paraId="3751FC65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3C1093B0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2FEAE43" w14:textId="1435EDA0" w:rsidR="00F5266E" w:rsidRPr="00102B4E" w:rsidRDefault="00F5266E" w:rsidP="00F5266E">
            <w:pPr>
              <w:widowControl w:val="0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2"/>
                <w:szCs w:val="22"/>
                <w14:ligatures w14:val="standardContextual"/>
              </w:rPr>
              <w:t xml:space="preserve">ТзОВ « </w:t>
            </w:r>
            <w:proofErr w:type="spellStart"/>
            <w:r w:rsidRPr="00102B4E">
              <w:rPr>
                <w:bCs w:val="0"/>
                <w:kern w:val="2"/>
                <w:sz w:val="22"/>
                <w:szCs w:val="22"/>
                <w14:ligatures w14:val="standardContextual"/>
              </w:rPr>
              <w:t>Термопласт</w:t>
            </w:r>
            <w:proofErr w:type="spellEnd"/>
            <w:r w:rsidRPr="00102B4E">
              <w:rPr>
                <w:bCs w:val="0"/>
                <w:kern w:val="2"/>
                <w:sz w:val="22"/>
                <w:szCs w:val="22"/>
                <w14:ligatures w14:val="standardContextual"/>
              </w:rPr>
              <w:t xml:space="preserve"> плюс»</w:t>
            </w:r>
          </w:p>
        </w:tc>
        <w:tc>
          <w:tcPr>
            <w:tcW w:w="3231" w:type="dxa"/>
            <w:vAlign w:val="center"/>
          </w:tcPr>
          <w:p w14:paraId="5F702CAF" w14:textId="73E9D330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  <w:vAlign w:val="center"/>
          </w:tcPr>
          <w:p w14:paraId="6D6F2870" w14:textId="6C57BDE3" w:rsidR="00F5266E" w:rsidRPr="00102B4E" w:rsidRDefault="00F5266E" w:rsidP="00F5266E">
            <w:pPr>
              <w:widowControl w:val="0"/>
              <w:ind w:left="-106" w:right="-102"/>
              <w:jc w:val="center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Дрогобицький район, смт. Меденичі, вул.. Дрогобицька 11,</w:t>
            </w:r>
            <w:r w:rsidRPr="00102B4E"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102B4E">
              <w:rPr>
                <w:kern w:val="2"/>
                <w:sz w:val="20"/>
                <w:szCs w:val="20"/>
                <w:lang w:val="en-US"/>
                <w14:ligatures w14:val="standardContextual"/>
              </w:rPr>
              <w:t>+03244</w:t>
            </w: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(470333)</w:t>
            </w:r>
          </w:p>
        </w:tc>
        <w:tc>
          <w:tcPr>
            <w:tcW w:w="994" w:type="dxa"/>
            <w:vAlign w:val="center"/>
          </w:tcPr>
          <w:p w14:paraId="2B1E4100" w14:textId="77777777" w:rsidR="00F5266E" w:rsidRPr="00102B4E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  <w:lang w:val="en-US"/>
              </w:rPr>
            </w:pPr>
            <w:r w:rsidRPr="00102B4E">
              <w:rPr>
                <w:bCs w:val="0"/>
                <w:sz w:val="20"/>
                <w:szCs w:val="20"/>
                <w:lang w:val="en-US"/>
              </w:rPr>
              <w:t>13/1</w:t>
            </w:r>
          </w:p>
          <w:p w14:paraId="5C6F3BFC" w14:textId="11370E3D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2" w:type="dxa"/>
            <w:vAlign w:val="center"/>
          </w:tcPr>
          <w:p w14:paraId="325D1095" w14:textId="4FEECE7D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Забезпечення запасами та товарами першої необхідності</w:t>
            </w:r>
          </w:p>
        </w:tc>
      </w:tr>
      <w:tr w:rsidR="00F5266E" w:rsidRPr="00102B4E" w14:paraId="3CC05B5D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5F4C877B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5F65CE4" w14:textId="17747225" w:rsidR="00F5266E" w:rsidRPr="00102B4E" w:rsidRDefault="00F5266E" w:rsidP="00F5266E">
            <w:pPr>
              <w:widowControl w:val="0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Мережа магазинів « Ромашка»</w:t>
            </w:r>
          </w:p>
        </w:tc>
        <w:tc>
          <w:tcPr>
            <w:tcW w:w="3231" w:type="dxa"/>
            <w:vAlign w:val="center"/>
          </w:tcPr>
          <w:p w14:paraId="27565D30" w14:textId="694BBC06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  <w:vAlign w:val="center"/>
          </w:tcPr>
          <w:p w14:paraId="3741C36B" w14:textId="19791011" w:rsidR="00F5266E" w:rsidRPr="00102B4E" w:rsidRDefault="00F5266E" w:rsidP="00F5266E">
            <w:pPr>
              <w:widowControl w:val="0"/>
              <w:ind w:left="-106" w:right="-102"/>
              <w:jc w:val="center"/>
              <w:rPr>
                <w:sz w:val="20"/>
                <w:szCs w:val="20"/>
              </w:rPr>
            </w:pPr>
            <w:proofErr w:type="spellStart"/>
            <w:r w:rsidRPr="00102B4E">
              <w:rPr>
                <w:bCs w:val="0"/>
                <w:kern w:val="2"/>
                <w:sz w:val="16"/>
                <w:szCs w:val="16"/>
                <w14:ligatures w14:val="standardContextual"/>
              </w:rPr>
              <w:t>м.Дрогобич</w:t>
            </w:r>
            <w:proofErr w:type="spellEnd"/>
            <w:r w:rsidRPr="00102B4E">
              <w:rPr>
                <w:bCs w:val="0"/>
                <w:kern w:val="2"/>
                <w:sz w:val="16"/>
                <w:szCs w:val="16"/>
                <w14:ligatures w14:val="standardContextual"/>
              </w:rPr>
              <w:t xml:space="preserve">, АДРЕСИ: </w:t>
            </w:r>
            <w:proofErr w:type="spellStart"/>
            <w:r w:rsidRPr="00102B4E">
              <w:rPr>
                <w:bCs w:val="0"/>
                <w:kern w:val="2"/>
                <w:sz w:val="16"/>
                <w:szCs w:val="16"/>
                <w14:ligatures w14:val="standardContextual"/>
              </w:rPr>
              <w:t>м.Дрогобич</w:t>
            </w:r>
            <w:proofErr w:type="spellEnd"/>
            <w:r w:rsidRPr="00102B4E">
              <w:rPr>
                <w:bCs w:val="0"/>
                <w:kern w:val="2"/>
                <w:sz w:val="16"/>
                <w:szCs w:val="16"/>
                <w14:ligatures w14:val="standardContextual"/>
              </w:rPr>
              <w:t xml:space="preserve"> </w:t>
            </w:r>
            <w:proofErr w:type="spellStart"/>
            <w:r w:rsidRPr="00102B4E">
              <w:rPr>
                <w:bCs w:val="0"/>
                <w:kern w:val="2"/>
                <w:sz w:val="16"/>
                <w:szCs w:val="16"/>
                <w14:ligatures w14:val="standardContextual"/>
              </w:rPr>
              <w:t>пл</w:t>
            </w:r>
            <w:proofErr w:type="spellEnd"/>
            <w:r w:rsidRPr="00102B4E">
              <w:rPr>
                <w:bCs w:val="0"/>
                <w:kern w:val="2"/>
                <w:sz w:val="16"/>
                <w:szCs w:val="16"/>
                <w14:ligatures w14:val="standardContextual"/>
              </w:rPr>
              <w:t>. Ринок, 25, вулиця Шевченка, 13, вулиця Михайла Грушевського, 83, вулиця Війтівська Гора, 85, вулиця Шолом-Алейхема, 8, вулиця Орлика, 9в, вулиця Орлика, 11, вулиця Гайдамацька, 3, площа Злуки, 4а, вул. Самбірська, 78</w:t>
            </w:r>
          </w:p>
        </w:tc>
        <w:tc>
          <w:tcPr>
            <w:tcW w:w="994" w:type="dxa"/>
            <w:vAlign w:val="center"/>
          </w:tcPr>
          <w:p w14:paraId="70F2B68F" w14:textId="04C67F0F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bCs w:val="0"/>
                <w:sz w:val="20"/>
                <w:szCs w:val="20"/>
                <w:lang w:val="en-US"/>
              </w:rPr>
              <w:t>6/1</w:t>
            </w:r>
          </w:p>
        </w:tc>
        <w:tc>
          <w:tcPr>
            <w:tcW w:w="3112" w:type="dxa"/>
            <w:vAlign w:val="center"/>
          </w:tcPr>
          <w:p w14:paraId="2A529239" w14:textId="075403E6" w:rsidR="00F5266E" w:rsidRPr="00102B4E" w:rsidRDefault="00F5266E" w:rsidP="00F5266E">
            <w:pPr>
              <w:jc w:val="center"/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Забезпечують продовольством та харчуванням</w:t>
            </w:r>
          </w:p>
        </w:tc>
      </w:tr>
      <w:tr w:rsidR="00F5266E" w:rsidRPr="00102B4E" w14:paraId="5A298693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3A7DE3A4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A92D0CA" w14:textId="3D264AA6" w:rsidR="00F5266E" w:rsidRPr="00102B4E" w:rsidRDefault="00F5266E" w:rsidP="00F5266E">
            <w:pPr>
              <w:widowControl w:val="0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«Перша пекарня»</w:t>
            </w:r>
          </w:p>
        </w:tc>
        <w:tc>
          <w:tcPr>
            <w:tcW w:w="3231" w:type="dxa"/>
            <w:vAlign w:val="center"/>
          </w:tcPr>
          <w:p w14:paraId="3D60906D" w14:textId="010A8FB6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  <w:vAlign w:val="center"/>
          </w:tcPr>
          <w:p w14:paraId="3C918488" w14:textId="0D37DE96" w:rsidR="00F5266E" w:rsidRPr="00102B4E" w:rsidRDefault="00F5266E" w:rsidP="00F5266E">
            <w:pPr>
              <w:widowControl w:val="0"/>
              <w:ind w:left="-106" w:right="-102"/>
              <w:jc w:val="center"/>
              <w:rPr>
                <w:sz w:val="20"/>
                <w:szCs w:val="20"/>
              </w:rPr>
            </w:pPr>
            <w:proofErr w:type="spellStart"/>
            <w:r w:rsidRPr="00102B4E">
              <w:rPr>
                <w:bCs w:val="0"/>
                <w:kern w:val="2"/>
                <w:sz w:val="18"/>
                <w:szCs w:val="18"/>
                <w14:ligatures w14:val="standardContextual"/>
              </w:rPr>
              <w:t>м.Дрогобич</w:t>
            </w:r>
            <w:proofErr w:type="spellEnd"/>
            <w:r w:rsidRPr="00102B4E">
              <w:rPr>
                <w:bCs w:val="0"/>
                <w:kern w:val="2"/>
                <w:sz w:val="18"/>
                <w:szCs w:val="18"/>
                <w14:ligatures w14:val="standardContextual"/>
              </w:rPr>
              <w:t>, вул. Війтівська Гора, 85</w:t>
            </w:r>
            <w:r w:rsidRPr="00102B4E">
              <w:rPr>
                <w:bCs w:val="0"/>
                <w:kern w:val="2"/>
                <w:sz w:val="18"/>
                <w:szCs w:val="18"/>
                <w:lang w:val="ru-RU"/>
                <w14:ligatures w14:val="standardContextual"/>
              </w:rPr>
              <w:t xml:space="preserve">. </w:t>
            </w:r>
            <w:proofErr w:type="spellStart"/>
            <w:r w:rsidRPr="00102B4E">
              <w:rPr>
                <w:bCs w:val="0"/>
                <w:kern w:val="2"/>
                <w:sz w:val="18"/>
                <w:szCs w:val="18"/>
                <w14:ligatures w14:val="standardContextual"/>
              </w:rPr>
              <w:t>Моб</w:t>
            </w:r>
            <w:proofErr w:type="spellEnd"/>
            <w:r w:rsidRPr="00102B4E">
              <w:rPr>
                <w:bCs w:val="0"/>
                <w:kern w:val="2"/>
                <w:sz w:val="18"/>
                <w:szCs w:val="18"/>
                <w14:ligatures w14:val="standardContextual"/>
              </w:rPr>
              <w:t>.</w:t>
            </w:r>
            <w:r w:rsidRPr="00102B4E">
              <w:rPr>
                <w:b/>
                <w:bCs w:val="0"/>
                <w:kern w:val="2"/>
                <w14:ligatures w14:val="standardContextual"/>
              </w:rPr>
              <w:t xml:space="preserve"> </w:t>
            </w:r>
            <w:r w:rsidRPr="00102B4E">
              <w:rPr>
                <w:bCs w:val="0"/>
                <w:kern w:val="2"/>
                <w:sz w:val="16"/>
                <w:szCs w:val="16"/>
                <w14:ligatures w14:val="standardContextual"/>
              </w:rPr>
              <w:t>0676738020</w:t>
            </w:r>
          </w:p>
        </w:tc>
        <w:tc>
          <w:tcPr>
            <w:tcW w:w="994" w:type="dxa"/>
            <w:vAlign w:val="center"/>
          </w:tcPr>
          <w:p w14:paraId="35963491" w14:textId="3604214D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sz w:val="20"/>
                <w:szCs w:val="20"/>
                <w:lang w:val="en-US"/>
              </w:rPr>
              <w:t>6/1</w:t>
            </w:r>
          </w:p>
        </w:tc>
        <w:tc>
          <w:tcPr>
            <w:tcW w:w="3112" w:type="dxa"/>
            <w:vAlign w:val="center"/>
          </w:tcPr>
          <w:p w14:paraId="5E6B6C60" w14:textId="70623A2A" w:rsidR="00F5266E" w:rsidRPr="00102B4E" w:rsidRDefault="00F5266E" w:rsidP="00F5266E">
            <w:pPr>
              <w:jc w:val="center"/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Забезпечують продовольством та харчуванням</w:t>
            </w:r>
          </w:p>
        </w:tc>
      </w:tr>
      <w:tr w:rsidR="00F5266E" w:rsidRPr="00102B4E" w14:paraId="746B8430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061C9E3B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2EEF555" w14:textId="035E40CE" w:rsidR="00F5266E" w:rsidRPr="00102B4E" w:rsidRDefault="00F5266E" w:rsidP="00F5266E">
            <w:pPr>
              <w:widowControl w:val="0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ПП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Матолич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Марія Степанівна</w:t>
            </w:r>
          </w:p>
        </w:tc>
        <w:tc>
          <w:tcPr>
            <w:tcW w:w="3231" w:type="dxa"/>
            <w:vAlign w:val="center"/>
          </w:tcPr>
          <w:p w14:paraId="744684AF" w14:textId="51E8CB1E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ПП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Матолич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Марія Степанівна</w:t>
            </w:r>
          </w:p>
        </w:tc>
        <w:tc>
          <w:tcPr>
            <w:tcW w:w="3154" w:type="dxa"/>
            <w:gridSpan w:val="2"/>
            <w:vAlign w:val="center"/>
          </w:tcPr>
          <w:p w14:paraId="505D205D" w14:textId="6AC52526" w:rsidR="00F5266E" w:rsidRPr="00102B4E" w:rsidRDefault="00F5266E" w:rsidP="00F5266E">
            <w:pPr>
              <w:widowControl w:val="0"/>
              <w:ind w:left="-106" w:right="-102"/>
              <w:jc w:val="center"/>
              <w:rPr>
                <w:sz w:val="20"/>
                <w:szCs w:val="20"/>
              </w:rPr>
            </w:pP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Смт.Меденичі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Керівник 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Матолич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Марія Степанівна моб.</w:t>
            </w:r>
            <w:r w:rsidRPr="00102B4E">
              <w:rPr>
                <w:kern w:val="2"/>
                <w:sz w:val="20"/>
                <w:szCs w:val="20"/>
                <w14:ligatures w14:val="standardContextual"/>
              </w:rPr>
              <w:t>0974457713</w:t>
            </w:r>
          </w:p>
        </w:tc>
        <w:tc>
          <w:tcPr>
            <w:tcW w:w="994" w:type="dxa"/>
            <w:vAlign w:val="center"/>
          </w:tcPr>
          <w:p w14:paraId="1FAF741E" w14:textId="273AD2E4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bCs w:val="0"/>
                <w:sz w:val="20"/>
                <w:szCs w:val="20"/>
                <w:lang w:val="en-US"/>
              </w:rPr>
              <w:t>2/1</w:t>
            </w:r>
          </w:p>
        </w:tc>
        <w:tc>
          <w:tcPr>
            <w:tcW w:w="3112" w:type="dxa"/>
            <w:vAlign w:val="center"/>
          </w:tcPr>
          <w:p w14:paraId="29065EB1" w14:textId="2F59C3C6" w:rsidR="00F5266E" w:rsidRPr="00102B4E" w:rsidRDefault="00F5266E" w:rsidP="00F5266E">
            <w:pPr>
              <w:jc w:val="center"/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Забезпеченість питною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бутильованою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 водою</w:t>
            </w:r>
          </w:p>
        </w:tc>
      </w:tr>
      <w:tr w:rsidR="00F5266E" w:rsidRPr="00102B4E" w14:paraId="4B8FBA5C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5BBB281C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5FEB1FC" w14:textId="21B84E76" w:rsidR="00F5266E" w:rsidRPr="00102B4E" w:rsidRDefault="00F5266E" w:rsidP="00F5266E">
            <w:pPr>
              <w:widowControl w:val="0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Кафе –їдальня «Юність»</w:t>
            </w:r>
          </w:p>
        </w:tc>
        <w:tc>
          <w:tcPr>
            <w:tcW w:w="3231" w:type="dxa"/>
            <w:vAlign w:val="center"/>
          </w:tcPr>
          <w:p w14:paraId="06FED509" w14:textId="36A6BBF1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3584D36F" w14:textId="77777777" w:rsidR="00F5266E" w:rsidRPr="00102B4E" w:rsidRDefault="00F5266E" w:rsidP="00F5266E">
            <w:pPr>
              <w:widowControl w:val="0"/>
              <w:shd w:val="clear" w:color="auto" w:fill="FFFFFF"/>
              <w:spacing w:line="276" w:lineRule="auto"/>
              <w:ind w:left="113" w:right="113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м.Дргобич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,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вул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..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В.Великого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30 Керівник</w:t>
            </w:r>
          </w:p>
          <w:p w14:paraId="43B01CB8" w14:textId="77777777" w:rsidR="00F5266E" w:rsidRPr="00102B4E" w:rsidRDefault="00F5266E" w:rsidP="00F5266E">
            <w:pPr>
              <w:widowControl w:val="0"/>
              <w:shd w:val="clear" w:color="auto" w:fill="FFFFFF"/>
              <w:spacing w:line="276" w:lineRule="auto"/>
              <w:ind w:left="113" w:right="113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ПП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Малега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Марія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іванівна</w:t>
            </w:r>
            <w:proofErr w:type="spellEnd"/>
          </w:p>
          <w:p w14:paraId="793F6E7E" w14:textId="564A9F0D" w:rsidR="00F5266E" w:rsidRPr="00102B4E" w:rsidRDefault="00F5266E" w:rsidP="00F5266E">
            <w:pPr>
              <w:widowControl w:val="0"/>
              <w:ind w:left="-106" w:right="-102"/>
              <w:jc w:val="center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моб.0974043776</w:t>
            </w:r>
          </w:p>
        </w:tc>
        <w:tc>
          <w:tcPr>
            <w:tcW w:w="994" w:type="dxa"/>
            <w:vAlign w:val="center"/>
          </w:tcPr>
          <w:p w14:paraId="117EC8C5" w14:textId="5A90AFE2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sz w:val="20"/>
                <w:szCs w:val="20"/>
                <w:lang w:val="en-US"/>
              </w:rPr>
              <w:t>4/1</w:t>
            </w:r>
          </w:p>
        </w:tc>
        <w:tc>
          <w:tcPr>
            <w:tcW w:w="3112" w:type="dxa"/>
            <w:vAlign w:val="center"/>
          </w:tcPr>
          <w:p w14:paraId="47E8DDBF" w14:textId="1C11C9FC" w:rsidR="00F5266E" w:rsidRPr="00102B4E" w:rsidRDefault="00F5266E" w:rsidP="00F5266E">
            <w:pPr>
              <w:jc w:val="center"/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Забезпечують продовольством та харчуванням</w:t>
            </w:r>
          </w:p>
        </w:tc>
      </w:tr>
      <w:tr w:rsidR="00F5266E" w:rsidRPr="00102B4E" w14:paraId="073D153E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63ED2A52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C7D6FE5" w14:textId="717E9040" w:rsidR="00F5266E" w:rsidRPr="00102B4E" w:rsidRDefault="00F5266E" w:rsidP="00F5266E">
            <w:pPr>
              <w:widowControl w:val="0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ДП «ЮТГ Україна» Текстиль груп А/С» ( Данія)  </w:t>
            </w:r>
          </w:p>
        </w:tc>
        <w:tc>
          <w:tcPr>
            <w:tcW w:w="3231" w:type="dxa"/>
            <w:vAlign w:val="center"/>
          </w:tcPr>
          <w:p w14:paraId="133A7172" w14:textId="1F70E0F0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 xml:space="preserve">Ланка забезпечення </w:t>
            </w:r>
          </w:p>
        </w:tc>
        <w:tc>
          <w:tcPr>
            <w:tcW w:w="3154" w:type="dxa"/>
            <w:gridSpan w:val="2"/>
          </w:tcPr>
          <w:p w14:paraId="441EE04E" w14:textId="48720A10" w:rsidR="00F5266E" w:rsidRPr="00102B4E" w:rsidRDefault="00F5266E" w:rsidP="00F5266E">
            <w:pPr>
              <w:widowControl w:val="0"/>
              <w:ind w:left="-106" w:right="-102"/>
              <w:jc w:val="center"/>
              <w:rPr>
                <w:sz w:val="20"/>
                <w:szCs w:val="20"/>
              </w:rPr>
            </w:pP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м.Дрогобич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вул.. Самбірська  буд 85 Керівник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Галькович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Інга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Вячеславівна</w:t>
            </w:r>
            <w:proofErr w:type="spellEnd"/>
          </w:p>
        </w:tc>
        <w:tc>
          <w:tcPr>
            <w:tcW w:w="994" w:type="dxa"/>
            <w:vAlign w:val="center"/>
          </w:tcPr>
          <w:p w14:paraId="6F8FEB85" w14:textId="69C93E15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sz w:val="20"/>
                <w:szCs w:val="20"/>
                <w:lang w:val="en-US"/>
              </w:rPr>
              <w:t>8/1</w:t>
            </w:r>
          </w:p>
        </w:tc>
        <w:tc>
          <w:tcPr>
            <w:tcW w:w="3112" w:type="dxa"/>
            <w:vAlign w:val="center"/>
          </w:tcPr>
          <w:p w14:paraId="7F4B4FB0" w14:textId="3DE11F3A" w:rsidR="00F5266E" w:rsidRPr="00AD2E1A" w:rsidRDefault="00F5266E" w:rsidP="00F5266E">
            <w:pPr>
              <w:jc w:val="center"/>
              <w:rPr>
                <w:sz w:val="20"/>
                <w:szCs w:val="20"/>
              </w:rPr>
            </w:pPr>
            <w:r w:rsidRPr="00AD2E1A">
              <w:rPr>
                <w:kern w:val="2"/>
                <w:sz w:val="20"/>
                <w:szCs w:val="20"/>
                <w14:ligatures w14:val="standardContextual"/>
              </w:rPr>
              <w:t>Пошиття одягу</w:t>
            </w:r>
          </w:p>
        </w:tc>
      </w:tr>
      <w:tr w:rsidR="00F5266E" w:rsidRPr="00102B4E" w14:paraId="51A6855D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4D649A34" w14:textId="77777777" w:rsidR="00F5266E" w:rsidRPr="00102B4E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77C9CF3" w14:textId="0077BF4D" w:rsidR="00F5266E" w:rsidRPr="00102B4E" w:rsidRDefault="00F5266E" w:rsidP="00F5266E">
            <w:pPr>
              <w:widowControl w:val="0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ТзОВ «ВЕСТ СТАЙЛ»</w:t>
            </w:r>
          </w:p>
        </w:tc>
        <w:tc>
          <w:tcPr>
            <w:tcW w:w="3231" w:type="dxa"/>
            <w:vAlign w:val="center"/>
          </w:tcPr>
          <w:p w14:paraId="729DEADE" w14:textId="0CF2AE8A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kern w:val="2"/>
                <w:sz w:val="20"/>
                <w:szCs w:val="20"/>
                <w14:ligatures w14:val="standardContextual"/>
              </w:rPr>
              <w:t>Ланка забезпечення</w:t>
            </w:r>
          </w:p>
        </w:tc>
        <w:tc>
          <w:tcPr>
            <w:tcW w:w="3154" w:type="dxa"/>
            <w:gridSpan w:val="2"/>
          </w:tcPr>
          <w:p w14:paraId="551E9523" w14:textId="77777777" w:rsidR="00F5266E" w:rsidRPr="00102B4E" w:rsidRDefault="00F5266E" w:rsidP="00F5266E">
            <w:pPr>
              <w:widowControl w:val="0"/>
              <w:shd w:val="clear" w:color="auto" w:fill="FFFFFF"/>
              <w:spacing w:line="276" w:lineRule="auto"/>
              <w:ind w:left="113" w:right="113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м.Дрогобич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, вул..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Ревакевича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10 Керівник </w:t>
            </w:r>
            <w:proofErr w:type="spellStart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Чепеляк</w:t>
            </w:r>
            <w:proofErr w:type="spellEnd"/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Василь Ярославович</w:t>
            </w:r>
          </w:p>
          <w:p w14:paraId="2F4849A0" w14:textId="114C3D1E" w:rsidR="00F5266E" w:rsidRPr="00102B4E" w:rsidRDefault="00F5266E" w:rsidP="00F5266E">
            <w:pPr>
              <w:widowControl w:val="0"/>
              <w:ind w:left="-106" w:right="-102"/>
              <w:jc w:val="center"/>
              <w:rPr>
                <w:sz w:val="20"/>
                <w:szCs w:val="20"/>
              </w:rPr>
            </w:pPr>
            <w:r w:rsidRPr="00102B4E">
              <w:rPr>
                <w:bCs w:val="0"/>
                <w:kern w:val="2"/>
                <w:sz w:val="20"/>
                <w:szCs w:val="20"/>
                <w14:ligatures w14:val="standardContextual"/>
              </w:rPr>
              <w:t>Моб.0974868877</w:t>
            </w:r>
          </w:p>
        </w:tc>
        <w:tc>
          <w:tcPr>
            <w:tcW w:w="994" w:type="dxa"/>
            <w:vAlign w:val="center"/>
          </w:tcPr>
          <w:p w14:paraId="033D4616" w14:textId="341A180F" w:rsidR="00F5266E" w:rsidRPr="00102B4E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02B4E">
              <w:rPr>
                <w:sz w:val="20"/>
                <w:szCs w:val="20"/>
                <w:lang w:val="en-US"/>
              </w:rPr>
              <w:t>4/1</w:t>
            </w:r>
          </w:p>
        </w:tc>
        <w:tc>
          <w:tcPr>
            <w:tcW w:w="3112" w:type="dxa"/>
            <w:vAlign w:val="center"/>
          </w:tcPr>
          <w:p w14:paraId="60B66DFE" w14:textId="5E2FA91B" w:rsidR="00F5266E" w:rsidRPr="00AD2E1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AD2E1A">
              <w:rPr>
                <w:kern w:val="2"/>
                <w:sz w:val="20"/>
                <w:szCs w:val="20"/>
                <w14:ligatures w14:val="standardContextual"/>
              </w:rPr>
              <w:t>Пошиття одягу</w:t>
            </w:r>
          </w:p>
        </w:tc>
      </w:tr>
      <w:tr w:rsidR="00F5266E" w:rsidRPr="00102B4E" w14:paraId="4DDAF668" w14:textId="77777777" w:rsidTr="00CF7554">
        <w:trPr>
          <w:trHeight w:val="124"/>
        </w:trPr>
        <w:tc>
          <w:tcPr>
            <w:tcW w:w="5128" w:type="dxa"/>
            <w:gridSpan w:val="5"/>
            <w:vAlign w:val="center"/>
          </w:tcPr>
          <w:p w14:paraId="32E91F7E" w14:textId="77777777" w:rsidR="00F5266E" w:rsidRPr="00102B4E" w:rsidRDefault="00F5266E" w:rsidP="00CF6063">
            <w:pPr>
              <w:widowControl w:val="0"/>
              <w:ind w:left="589"/>
              <w:rPr>
                <w:b/>
                <w:bCs w:val="0"/>
                <w:sz w:val="20"/>
                <w:szCs w:val="20"/>
              </w:rPr>
            </w:pPr>
            <w:r w:rsidRPr="00102B4E">
              <w:rPr>
                <w:b/>
                <w:bCs w:val="0"/>
                <w:sz w:val="20"/>
                <w:szCs w:val="20"/>
              </w:rPr>
              <w:t>Всього</w:t>
            </w:r>
          </w:p>
        </w:tc>
        <w:tc>
          <w:tcPr>
            <w:tcW w:w="3231" w:type="dxa"/>
            <w:vAlign w:val="center"/>
          </w:tcPr>
          <w:p w14:paraId="3469FFBD" w14:textId="77777777" w:rsidR="00F5266E" w:rsidRPr="00102B4E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6184BCC4" w14:textId="77777777" w:rsidR="00F5266E" w:rsidRPr="00102B4E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994" w:type="dxa"/>
          </w:tcPr>
          <w:p w14:paraId="3C4A9381" w14:textId="760BDF8A" w:rsidR="00F5266E" w:rsidRPr="00102B4E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9100AF">
              <w:rPr>
                <w:b/>
                <w:sz w:val="20"/>
                <w:szCs w:val="20"/>
              </w:rPr>
              <w:t>119/11</w:t>
            </w:r>
          </w:p>
        </w:tc>
        <w:tc>
          <w:tcPr>
            <w:tcW w:w="3112" w:type="dxa"/>
            <w:vAlign w:val="center"/>
          </w:tcPr>
          <w:p w14:paraId="14098FB6" w14:textId="77777777" w:rsidR="00F5266E" w:rsidRPr="00102B4E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02D4B7E6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642BE3F2" w14:textId="77777777" w:rsidR="00F5266E" w:rsidRPr="00C44CFB" w:rsidRDefault="00F5266E" w:rsidP="00F5266E">
            <w:pPr>
              <w:jc w:val="center"/>
              <w:rPr>
                <w:color w:val="FF0000"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СТРИЙСЬКИЙ РАЙОН</w:t>
            </w:r>
          </w:p>
        </w:tc>
      </w:tr>
      <w:tr w:rsidR="00F5266E" w:rsidRPr="00C44CFB" w14:paraId="01D89961" w14:textId="77777777" w:rsidTr="009F68C4">
        <w:trPr>
          <w:trHeight w:val="124"/>
        </w:trPr>
        <w:tc>
          <w:tcPr>
            <w:tcW w:w="598" w:type="dxa"/>
            <w:gridSpan w:val="4"/>
            <w:vAlign w:val="center"/>
          </w:tcPr>
          <w:p w14:paraId="359FA522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88ED422" w14:textId="3EBD4035" w:rsidR="00F5266E" w:rsidRPr="00C44CFB" w:rsidRDefault="00F5266E" w:rsidP="009F68C4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Управління економіки Стрийської райдержадміністрації</w:t>
            </w:r>
          </w:p>
        </w:tc>
        <w:tc>
          <w:tcPr>
            <w:tcW w:w="3231" w:type="dxa"/>
            <w:vAlign w:val="center"/>
          </w:tcPr>
          <w:p w14:paraId="2A6CF179" w14:textId="77777777" w:rsidR="00F5266E" w:rsidRPr="00C44CFB" w:rsidRDefault="00F5266E" w:rsidP="009F68C4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30786F9F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Стрий вул. с.Бандери,28</w:t>
            </w:r>
          </w:p>
          <w:p w14:paraId="175EF73D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 xml:space="preserve">. </w:t>
            </w:r>
            <w:proofErr w:type="spellStart"/>
            <w:r w:rsidRPr="00C44CFB">
              <w:rPr>
                <w:sz w:val="20"/>
                <w:szCs w:val="20"/>
              </w:rPr>
              <w:t>сл</w:t>
            </w:r>
            <w:proofErr w:type="spellEnd"/>
            <w:r w:rsidRPr="00C44CFB">
              <w:rPr>
                <w:sz w:val="20"/>
                <w:szCs w:val="20"/>
              </w:rPr>
              <w:t>. 7-03-98</w:t>
            </w:r>
          </w:p>
          <w:p w14:paraId="313F95C9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067-171-74-10</w:t>
            </w:r>
          </w:p>
        </w:tc>
        <w:tc>
          <w:tcPr>
            <w:tcW w:w="994" w:type="dxa"/>
          </w:tcPr>
          <w:p w14:paraId="6F620374" w14:textId="7DE62B78" w:rsidR="00F5266E" w:rsidRPr="0046408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3/-</w:t>
            </w:r>
          </w:p>
        </w:tc>
        <w:tc>
          <w:tcPr>
            <w:tcW w:w="3112" w:type="dxa"/>
            <w:vAlign w:val="center"/>
          </w:tcPr>
          <w:p w14:paraId="1E2B6544" w14:textId="77777777" w:rsidR="00F5266E" w:rsidRPr="00C44CFB" w:rsidRDefault="00F5266E" w:rsidP="003F6471">
            <w:pPr>
              <w:spacing w:line="228" w:lineRule="auto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Забезпечують визначення потреби у матеріальних, технічних та фінансових ресурсах, необхідних для проведення аварійно-рятувальних та інших невідкладних робіт,</w:t>
            </w:r>
          </w:p>
        </w:tc>
      </w:tr>
      <w:tr w:rsidR="00F5266E" w:rsidRPr="00C44CFB" w14:paraId="1BC5EC76" w14:textId="77777777" w:rsidTr="009F68C4">
        <w:trPr>
          <w:trHeight w:val="124"/>
        </w:trPr>
        <w:tc>
          <w:tcPr>
            <w:tcW w:w="598" w:type="dxa"/>
            <w:gridSpan w:val="4"/>
            <w:vAlign w:val="center"/>
          </w:tcPr>
          <w:p w14:paraId="6D80D023" w14:textId="77777777" w:rsidR="00F5266E" w:rsidRPr="00C44CFB" w:rsidRDefault="00F5266E" w:rsidP="00F5266E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1BDCDE0" w14:textId="77777777" w:rsidR="00F5266E" w:rsidRPr="00C44CFB" w:rsidRDefault="00F5266E" w:rsidP="009F68C4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ФОП 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Лопатій</w:t>
            </w:r>
            <w:proofErr w:type="spellEnd"/>
            <w:r w:rsidRPr="00C44CFB">
              <w:rPr>
                <w:bCs w:val="0"/>
                <w:sz w:val="20"/>
                <w:szCs w:val="20"/>
              </w:rPr>
              <w:t xml:space="preserve"> М.В.</w:t>
            </w:r>
          </w:p>
          <w:p w14:paraId="698FB7DB" w14:textId="77777777" w:rsidR="00F5266E" w:rsidRPr="00C44CFB" w:rsidRDefault="00F5266E" w:rsidP="009F68C4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(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гуртівня</w:t>
            </w:r>
            <w:proofErr w:type="spellEnd"/>
            <w:r w:rsidRPr="00C44CFB">
              <w:rPr>
                <w:bCs w:val="0"/>
                <w:sz w:val="20"/>
                <w:szCs w:val="20"/>
              </w:rPr>
              <w:t xml:space="preserve"> будматеріалів)</w:t>
            </w:r>
          </w:p>
        </w:tc>
        <w:tc>
          <w:tcPr>
            <w:tcW w:w="3231" w:type="dxa"/>
            <w:vAlign w:val="center"/>
          </w:tcPr>
          <w:p w14:paraId="498D3037" w14:textId="77777777" w:rsidR="00F5266E" w:rsidRPr="00C44CFB" w:rsidRDefault="00F5266E" w:rsidP="009F68C4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487F8ECA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м .Стрий вул. Зеньковецька,1</w:t>
            </w:r>
          </w:p>
          <w:p w14:paraId="6095A8EF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050-553-99-92</w:t>
            </w:r>
          </w:p>
        </w:tc>
        <w:tc>
          <w:tcPr>
            <w:tcW w:w="994" w:type="dxa"/>
          </w:tcPr>
          <w:p w14:paraId="687EB296" w14:textId="6CC90E83" w:rsidR="00F5266E" w:rsidRPr="0046408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46408A">
              <w:rPr>
                <w:bCs w:val="0"/>
                <w:sz w:val="20"/>
                <w:szCs w:val="20"/>
              </w:rPr>
              <w:t>15/-</w:t>
            </w:r>
          </w:p>
        </w:tc>
        <w:tc>
          <w:tcPr>
            <w:tcW w:w="3112" w:type="dxa"/>
            <w:vAlign w:val="center"/>
          </w:tcPr>
          <w:p w14:paraId="5F96158F" w14:textId="77777777" w:rsidR="00F5266E" w:rsidRPr="00C44CFB" w:rsidRDefault="00F5266E" w:rsidP="003F6471">
            <w:pPr>
              <w:widowControl w:val="0"/>
              <w:spacing w:line="228" w:lineRule="auto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Забезпечення органів управління і сил цивільного захисту запасами сировинних, матеріально-технічних і продовольчих ресурсів для проведення першочергових робіт під час ліквідації наслідків надзвичайних ситуацій та здійснення інших заходів</w:t>
            </w:r>
          </w:p>
        </w:tc>
      </w:tr>
      <w:tr w:rsidR="00F5266E" w:rsidRPr="00C44CFB" w14:paraId="7E402CE0" w14:textId="77777777" w:rsidTr="00453902">
        <w:trPr>
          <w:trHeight w:val="124"/>
        </w:trPr>
        <w:tc>
          <w:tcPr>
            <w:tcW w:w="598" w:type="dxa"/>
            <w:gridSpan w:val="4"/>
            <w:vAlign w:val="center"/>
          </w:tcPr>
          <w:p w14:paraId="130D38B9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</w:tcPr>
          <w:p w14:paraId="7D45BA1D" w14:textId="77777777" w:rsidR="00F5266E" w:rsidRPr="00C44CFB" w:rsidRDefault="00F5266E" w:rsidP="00F5266E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ТзОВ «Сокіл»</w:t>
            </w:r>
          </w:p>
          <w:p w14:paraId="7701F17A" w14:textId="77777777" w:rsidR="00F5266E" w:rsidRPr="00C44CFB" w:rsidRDefault="00F5266E" w:rsidP="00F5266E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</w:t>
            </w:r>
            <w:proofErr w:type="spellStart"/>
            <w:r w:rsidRPr="00C44CFB">
              <w:rPr>
                <w:sz w:val="20"/>
                <w:szCs w:val="20"/>
              </w:rPr>
              <w:t>гуртівня</w:t>
            </w:r>
            <w:proofErr w:type="spellEnd"/>
            <w:r w:rsidRPr="00C44CFB">
              <w:rPr>
                <w:sz w:val="20"/>
                <w:szCs w:val="20"/>
              </w:rPr>
              <w:t xml:space="preserve"> будматеріалів)</w:t>
            </w:r>
          </w:p>
        </w:tc>
        <w:tc>
          <w:tcPr>
            <w:tcW w:w="3231" w:type="dxa"/>
          </w:tcPr>
          <w:p w14:paraId="2099DAC5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496A7E60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Стрий вул. Підзамче,22</w:t>
            </w:r>
          </w:p>
          <w:p w14:paraId="157EF54E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42956F4D" w14:textId="16019352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16/-</w:t>
            </w:r>
          </w:p>
        </w:tc>
        <w:tc>
          <w:tcPr>
            <w:tcW w:w="3112" w:type="dxa"/>
            <w:vAlign w:val="center"/>
          </w:tcPr>
          <w:p w14:paraId="79DBBF20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02D9F0EA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7F06901F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9D3F41E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ПАТ «Миколаїв цемент»</w:t>
            </w:r>
          </w:p>
        </w:tc>
        <w:tc>
          <w:tcPr>
            <w:tcW w:w="3231" w:type="dxa"/>
            <w:vAlign w:val="center"/>
          </w:tcPr>
          <w:p w14:paraId="1348EA4F" w14:textId="77777777" w:rsidR="00F5266E" w:rsidRPr="00C44CFB" w:rsidRDefault="00F5266E" w:rsidP="000D0DCF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6F519025" w14:textId="77777777" w:rsidR="00F5266E" w:rsidRPr="00C44CFB" w:rsidRDefault="00F5266E" w:rsidP="00F5266E">
            <w:pPr>
              <w:ind w:right="-114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Миколаїв</w:t>
            </w:r>
          </w:p>
          <w:p w14:paraId="2713C52B" w14:textId="77777777" w:rsidR="00F5266E" w:rsidRPr="00C44CFB" w:rsidRDefault="00F5266E" w:rsidP="00F5266E">
            <w:pPr>
              <w:ind w:right="-114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Стрийське шосе,1</w:t>
            </w:r>
          </w:p>
          <w:p w14:paraId="3C7FC17D" w14:textId="77777777" w:rsidR="00F5266E" w:rsidRPr="00C44CFB" w:rsidRDefault="00F5266E" w:rsidP="00F5266E">
            <w:pPr>
              <w:ind w:right="-114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тел.моб</w:t>
            </w:r>
            <w:proofErr w:type="spellEnd"/>
            <w:r w:rsidRPr="00C44CFB">
              <w:rPr>
                <w:sz w:val="20"/>
                <w:szCs w:val="20"/>
              </w:rPr>
              <w:t>. 097-031-67-88</w:t>
            </w:r>
          </w:p>
        </w:tc>
        <w:tc>
          <w:tcPr>
            <w:tcW w:w="994" w:type="dxa"/>
          </w:tcPr>
          <w:p w14:paraId="0C2E9B1A" w14:textId="4A75E898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128/-</w:t>
            </w:r>
          </w:p>
        </w:tc>
        <w:tc>
          <w:tcPr>
            <w:tcW w:w="3112" w:type="dxa"/>
            <w:vAlign w:val="center"/>
          </w:tcPr>
          <w:p w14:paraId="7300DAE1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3C581F23" w14:textId="77777777" w:rsidTr="00453902">
        <w:trPr>
          <w:trHeight w:val="124"/>
        </w:trPr>
        <w:tc>
          <w:tcPr>
            <w:tcW w:w="598" w:type="dxa"/>
            <w:gridSpan w:val="4"/>
            <w:vAlign w:val="center"/>
          </w:tcPr>
          <w:p w14:paraId="7DFBE831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</w:tcPr>
          <w:p w14:paraId="44079FEE" w14:textId="77777777" w:rsidR="00F5266E" w:rsidRPr="00C44CFB" w:rsidRDefault="00F5266E" w:rsidP="00F5266E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  <w:lang w:val="ru-RU"/>
              </w:rPr>
              <w:t>ТОВ “</w:t>
            </w:r>
            <w:proofErr w:type="spellStart"/>
            <w:r w:rsidRPr="00C44CFB">
              <w:rPr>
                <w:sz w:val="20"/>
                <w:szCs w:val="20"/>
              </w:rPr>
              <w:t>Розвадів</w:t>
            </w:r>
            <w:proofErr w:type="spellEnd"/>
            <w:r w:rsidRPr="00C44CFB">
              <w:rPr>
                <w:sz w:val="20"/>
                <w:szCs w:val="20"/>
              </w:rPr>
              <w:t xml:space="preserve"> буд матеріали» </w:t>
            </w:r>
          </w:p>
          <w:p w14:paraId="738F4F3D" w14:textId="77777777" w:rsidR="00F5266E" w:rsidRPr="00C44CFB" w:rsidRDefault="00F5266E" w:rsidP="00F5266E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(піщаний кар</w:t>
            </w:r>
            <w:r w:rsidRPr="00C44CFB">
              <w:rPr>
                <w:sz w:val="20"/>
                <w:szCs w:val="20"/>
                <w:lang w:val="ru-RU"/>
              </w:rPr>
              <w:t>’</w:t>
            </w:r>
            <w:proofErr w:type="spellStart"/>
            <w:r w:rsidRPr="00C44CFB">
              <w:rPr>
                <w:sz w:val="20"/>
                <w:szCs w:val="20"/>
              </w:rPr>
              <w:t>єр</w:t>
            </w:r>
            <w:proofErr w:type="spellEnd"/>
            <w:r w:rsidRPr="00C44CFB">
              <w:rPr>
                <w:sz w:val="20"/>
                <w:szCs w:val="20"/>
              </w:rPr>
              <w:t>)</w:t>
            </w:r>
          </w:p>
        </w:tc>
        <w:tc>
          <w:tcPr>
            <w:tcW w:w="3231" w:type="dxa"/>
          </w:tcPr>
          <w:p w14:paraId="5BDFD8EF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359239BE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с. </w:t>
            </w:r>
            <w:proofErr w:type="spellStart"/>
            <w:r w:rsidRPr="00C44CFB">
              <w:rPr>
                <w:sz w:val="20"/>
                <w:szCs w:val="20"/>
              </w:rPr>
              <w:t>Розвадів</w:t>
            </w:r>
            <w:proofErr w:type="spellEnd"/>
          </w:p>
          <w:p w14:paraId="45BDFD99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24B6ACAD" w14:textId="5B8838B5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22/-</w:t>
            </w:r>
          </w:p>
        </w:tc>
        <w:tc>
          <w:tcPr>
            <w:tcW w:w="3112" w:type="dxa"/>
            <w:vAlign w:val="center"/>
          </w:tcPr>
          <w:p w14:paraId="0F0B3760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01C5351A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1BAF6393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28BBA6C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Стрийський міський ККП (лазня)</w:t>
            </w:r>
          </w:p>
        </w:tc>
        <w:tc>
          <w:tcPr>
            <w:tcW w:w="3231" w:type="dxa"/>
            <w:vAlign w:val="center"/>
          </w:tcPr>
          <w:p w14:paraId="357B87AB" w14:textId="77777777" w:rsidR="00F5266E" w:rsidRPr="00C44CFB" w:rsidRDefault="00F5266E" w:rsidP="000D0DCF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Санітарно-гігієнічні послуги,</w:t>
            </w:r>
          </w:p>
        </w:tc>
        <w:tc>
          <w:tcPr>
            <w:tcW w:w="3154" w:type="dxa"/>
            <w:gridSpan w:val="2"/>
          </w:tcPr>
          <w:p w14:paraId="5F107B11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м.Стрий</w:t>
            </w:r>
            <w:proofErr w:type="spellEnd"/>
            <w:r w:rsidRPr="00C44CFB">
              <w:rPr>
                <w:sz w:val="20"/>
                <w:szCs w:val="20"/>
              </w:rPr>
              <w:t xml:space="preserve"> вул. Нижанківського,50 та вул. Успенська,8</w:t>
            </w:r>
          </w:p>
          <w:p w14:paraId="164E341D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050-370-76-59</w:t>
            </w:r>
          </w:p>
        </w:tc>
        <w:tc>
          <w:tcPr>
            <w:tcW w:w="994" w:type="dxa"/>
          </w:tcPr>
          <w:p w14:paraId="5131F674" w14:textId="1FB43CD7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10/-</w:t>
            </w:r>
          </w:p>
        </w:tc>
        <w:tc>
          <w:tcPr>
            <w:tcW w:w="3112" w:type="dxa"/>
            <w:vAlign w:val="center"/>
          </w:tcPr>
          <w:p w14:paraId="04C8A9A5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Лазне-пральні та санітарно-гігієнічні послуги, проведення санітарної обробки населення та спеціальної обробки одягу</w:t>
            </w:r>
          </w:p>
          <w:p w14:paraId="2120C8D4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5266E" w:rsidRPr="00C44CFB" w14:paraId="0A63A94A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0592CFE2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C3DD5BC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КП «Сніжинка» (пральня)</w:t>
            </w:r>
          </w:p>
        </w:tc>
        <w:tc>
          <w:tcPr>
            <w:tcW w:w="3231" w:type="dxa"/>
            <w:vAlign w:val="center"/>
          </w:tcPr>
          <w:p w14:paraId="1B3D8CD1" w14:textId="77777777" w:rsidR="00F5266E" w:rsidRPr="00C44CFB" w:rsidRDefault="00F5266E" w:rsidP="000D0DCF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Спеціальна обробка одягу</w:t>
            </w:r>
          </w:p>
        </w:tc>
        <w:tc>
          <w:tcPr>
            <w:tcW w:w="3154" w:type="dxa"/>
            <w:gridSpan w:val="2"/>
          </w:tcPr>
          <w:p w14:paraId="4FF3DE8E" w14:textId="77777777" w:rsidR="00F5266E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м.Стрий</w:t>
            </w:r>
            <w:proofErr w:type="spellEnd"/>
            <w:r w:rsidRPr="00C44CFB">
              <w:rPr>
                <w:sz w:val="20"/>
                <w:szCs w:val="20"/>
              </w:rPr>
              <w:t xml:space="preserve"> вул. Львівська,24/а</w:t>
            </w:r>
          </w:p>
          <w:p w14:paraId="234FFE7A" w14:textId="65877D6A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hyperlink r:id="rId8" w:history="1">
              <w:r w:rsidRPr="00741C28">
                <w:rPr>
                  <w:rStyle w:val="a8"/>
                  <w:color w:val="auto"/>
                  <w:sz w:val="20"/>
                  <w:szCs w:val="20"/>
                </w:rPr>
                <w:t>050</w:t>
              </w:r>
              <w:r>
                <w:rPr>
                  <w:rStyle w:val="a8"/>
                  <w:color w:val="auto"/>
                  <w:sz w:val="20"/>
                  <w:szCs w:val="20"/>
                </w:rPr>
                <w:t>-</w:t>
              </w:r>
              <w:r w:rsidRPr="00741C28">
                <w:rPr>
                  <w:rStyle w:val="a8"/>
                  <w:color w:val="auto"/>
                  <w:sz w:val="20"/>
                  <w:szCs w:val="20"/>
                </w:rPr>
                <w:t>370</w:t>
              </w:r>
              <w:r>
                <w:rPr>
                  <w:rStyle w:val="a8"/>
                  <w:color w:val="auto"/>
                  <w:sz w:val="20"/>
                  <w:szCs w:val="20"/>
                </w:rPr>
                <w:t>-</w:t>
              </w:r>
              <w:r w:rsidRPr="00741C28">
                <w:rPr>
                  <w:rStyle w:val="a8"/>
                  <w:color w:val="auto"/>
                  <w:sz w:val="20"/>
                  <w:szCs w:val="20"/>
                </w:rPr>
                <w:t>29</w:t>
              </w:r>
              <w:r>
                <w:rPr>
                  <w:rStyle w:val="a8"/>
                  <w:color w:val="auto"/>
                  <w:sz w:val="20"/>
                  <w:szCs w:val="20"/>
                </w:rPr>
                <w:t>-</w:t>
              </w:r>
              <w:r w:rsidRPr="00741C28">
                <w:rPr>
                  <w:rStyle w:val="a8"/>
                  <w:color w:val="auto"/>
                  <w:sz w:val="20"/>
                  <w:szCs w:val="20"/>
                </w:rPr>
                <w:t>58</w:t>
              </w:r>
            </w:hyperlink>
          </w:p>
        </w:tc>
        <w:tc>
          <w:tcPr>
            <w:tcW w:w="994" w:type="dxa"/>
          </w:tcPr>
          <w:p w14:paraId="4EE24BE9" w14:textId="60D781C3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3/-</w:t>
            </w:r>
          </w:p>
        </w:tc>
        <w:tc>
          <w:tcPr>
            <w:tcW w:w="3112" w:type="dxa"/>
            <w:vAlign w:val="center"/>
          </w:tcPr>
          <w:p w14:paraId="5A870F52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Проведення спеціальної обробки одягу</w:t>
            </w:r>
          </w:p>
        </w:tc>
      </w:tr>
      <w:tr w:rsidR="00F5266E" w:rsidRPr="00C44CFB" w14:paraId="0B566978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2C622FF6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DD6AD0F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ДО «Комбінат Троянда» (мат резерв)</w:t>
            </w:r>
          </w:p>
        </w:tc>
        <w:tc>
          <w:tcPr>
            <w:tcW w:w="3231" w:type="dxa"/>
            <w:vAlign w:val="center"/>
          </w:tcPr>
          <w:p w14:paraId="3FB9F73C" w14:textId="77777777" w:rsidR="00F5266E" w:rsidRPr="00C44CFB" w:rsidRDefault="00F5266E" w:rsidP="000D0DCF">
            <w:pPr>
              <w:widowControl w:val="0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5C4E8A05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м.Ходорів</w:t>
            </w:r>
            <w:proofErr w:type="spellEnd"/>
            <w:r w:rsidRPr="00C44CFB">
              <w:rPr>
                <w:sz w:val="20"/>
                <w:szCs w:val="20"/>
              </w:rPr>
              <w:t xml:space="preserve"> вул. Шевченка,165 096-47-32-947</w:t>
            </w:r>
          </w:p>
        </w:tc>
        <w:tc>
          <w:tcPr>
            <w:tcW w:w="994" w:type="dxa"/>
          </w:tcPr>
          <w:p w14:paraId="4C11B7C2" w14:textId="1BBD6A2D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18/-</w:t>
            </w:r>
          </w:p>
        </w:tc>
        <w:tc>
          <w:tcPr>
            <w:tcW w:w="3112" w:type="dxa"/>
            <w:vAlign w:val="center"/>
          </w:tcPr>
          <w:p w14:paraId="5EC3746D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Створення та поповнення матеріальних та інших ресурсів</w:t>
            </w:r>
          </w:p>
        </w:tc>
      </w:tr>
      <w:tr w:rsidR="00F5266E" w:rsidRPr="00C44CFB" w14:paraId="47C52CFC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0D18DB57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DA35BAB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Журавенське</w:t>
            </w:r>
            <w:proofErr w:type="spellEnd"/>
            <w:r w:rsidRPr="00C44CFB">
              <w:rPr>
                <w:sz w:val="20"/>
                <w:szCs w:val="20"/>
              </w:rPr>
              <w:t xml:space="preserve"> споживче товариство</w:t>
            </w:r>
          </w:p>
        </w:tc>
        <w:tc>
          <w:tcPr>
            <w:tcW w:w="3231" w:type="dxa"/>
            <w:vAlign w:val="center"/>
          </w:tcPr>
          <w:p w14:paraId="4F007866" w14:textId="77777777" w:rsidR="00F5266E" w:rsidRPr="00C44CFB" w:rsidRDefault="00F5266E" w:rsidP="000D0DCF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6017D39E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с.м.т</w:t>
            </w:r>
            <w:proofErr w:type="spellEnd"/>
            <w:r w:rsidRPr="00C44CFB">
              <w:rPr>
                <w:sz w:val="20"/>
                <w:szCs w:val="20"/>
              </w:rPr>
              <w:t>. Журавно вул. Шептицького, 8  7-24-32</w:t>
            </w:r>
          </w:p>
        </w:tc>
        <w:tc>
          <w:tcPr>
            <w:tcW w:w="994" w:type="dxa"/>
          </w:tcPr>
          <w:p w14:paraId="0D1E4A30" w14:textId="0C720F7F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5/-</w:t>
            </w:r>
          </w:p>
        </w:tc>
        <w:tc>
          <w:tcPr>
            <w:tcW w:w="3112" w:type="dxa"/>
            <w:vAlign w:val="center"/>
          </w:tcPr>
          <w:p w14:paraId="5E10DB98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Забезпечення органів управління і сил цивільного захисту запасами  продовольчих ресурсів для проведення першочергових робіт під час ліквідації наслідків надзвичайних ситуацій та здійснення інших заходів</w:t>
            </w:r>
          </w:p>
        </w:tc>
      </w:tr>
      <w:tr w:rsidR="00F5266E" w:rsidRPr="00C44CFB" w14:paraId="7F3A21E8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725BA66C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10C6622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ФОП </w:t>
            </w:r>
            <w:proofErr w:type="spellStart"/>
            <w:r w:rsidRPr="00C44CFB">
              <w:rPr>
                <w:sz w:val="20"/>
                <w:szCs w:val="20"/>
              </w:rPr>
              <w:t>Мочарський</w:t>
            </w:r>
            <w:proofErr w:type="spellEnd"/>
            <w:r w:rsidRPr="00C44CFB">
              <w:rPr>
                <w:sz w:val="20"/>
                <w:szCs w:val="20"/>
              </w:rPr>
              <w:t xml:space="preserve"> Р.А (кафе)</w:t>
            </w:r>
          </w:p>
        </w:tc>
        <w:tc>
          <w:tcPr>
            <w:tcW w:w="3231" w:type="dxa"/>
            <w:vAlign w:val="center"/>
          </w:tcPr>
          <w:p w14:paraId="13B70B95" w14:textId="77777777" w:rsidR="00F5266E" w:rsidRPr="00C44CFB" w:rsidRDefault="00F5266E" w:rsidP="000D0DCF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704415D0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м.Ходорів</w:t>
            </w:r>
            <w:proofErr w:type="spellEnd"/>
            <w:r w:rsidRPr="00C44CFB">
              <w:rPr>
                <w:sz w:val="20"/>
                <w:szCs w:val="20"/>
              </w:rPr>
              <w:t xml:space="preserve"> вул. Волошина,28</w:t>
            </w:r>
          </w:p>
          <w:p w14:paraId="7F05BFB9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5-53-34</w:t>
            </w:r>
          </w:p>
        </w:tc>
        <w:tc>
          <w:tcPr>
            <w:tcW w:w="994" w:type="dxa"/>
          </w:tcPr>
          <w:p w14:paraId="1A992375" w14:textId="567E552C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5/-</w:t>
            </w:r>
          </w:p>
        </w:tc>
        <w:tc>
          <w:tcPr>
            <w:tcW w:w="3112" w:type="dxa"/>
            <w:vAlign w:val="center"/>
          </w:tcPr>
          <w:p w14:paraId="7FF1EDBB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14DA3B34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7433AE99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DBE2461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ФОП </w:t>
            </w:r>
            <w:proofErr w:type="spellStart"/>
            <w:r w:rsidRPr="00C44CFB">
              <w:rPr>
                <w:sz w:val="20"/>
                <w:szCs w:val="20"/>
              </w:rPr>
              <w:t>Тидикало</w:t>
            </w:r>
            <w:proofErr w:type="spellEnd"/>
            <w:r w:rsidRPr="00C44CFB">
              <w:rPr>
                <w:sz w:val="20"/>
                <w:szCs w:val="20"/>
              </w:rPr>
              <w:t xml:space="preserve"> Т.М. (кафе)</w:t>
            </w:r>
          </w:p>
        </w:tc>
        <w:tc>
          <w:tcPr>
            <w:tcW w:w="3231" w:type="dxa"/>
            <w:vAlign w:val="center"/>
          </w:tcPr>
          <w:p w14:paraId="0286A6BC" w14:textId="77777777" w:rsidR="00F5266E" w:rsidRPr="00C44CFB" w:rsidRDefault="00F5266E" w:rsidP="000D0DCF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02B739C4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с.м.т</w:t>
            </w:r>
            <w:proofErr w:type="spellEnd"/>
            <w:r w:rsidRPr="00C44CFB">
              <w:rPr>
                <w:sz w:val="20"/>
                <w:szCs w:val="20"/>
              </w:rPr>
              <w:t>. Гніздичів вул. Коновальця,19, 4-18-38</w:t>
            </w:r>
          </w:p>
        </w:tc>
        <w:tc>
          <w:tcPr>
            <w:tcW w:w="994" w:type="dxa"/>
          </w:tcPr>
          <w:p w14:paraId="4A2FC1E9" w14:textId="6F052287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6/-</w:t>
            </w:r>
          </w:p>
        </w:tc>
        <w:tc>
          <w:tcPr>
            <w:tcW w:w="3112" w:type="dxa"/>
            <w:vAlign w:val="center"/>
          </w:tcPr>
          <w:p w14:paraId="252EF0D7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560792D6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131DFE3A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0AEC3BA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Жидачівська райспоживспілка</w:t>
            </w:r>
          </w:p>
        </w:tc>
        <w:tc>
          <w:tcPr>
            <w:tcW w:w="3231" w:type="dxa"/>
          </w:tcPr>
          <w:p w14:paraId="4B976314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09C0CC10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м.Жидачів</w:t>
            </w:r>
            <w:proofErr w:type="spellEnd"/>
            <w:r w:rsidRPr="00C44CFB">
              <w:rPr>
                <w:sz w:val="20"/>
                <w:szCs w:val="20"/>
              </w:rPr>
              <w:t xml:space="preserve"> вул. Шашкевича</w:t>
            </w:r>
          </w:p>
          <w:p w14:paraId="44613FEE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3-14-40</w:t>
            </w:r>
          </w:p>
        </w:tc>
        <w:tc>
          <w:tcPr>
            <w:tcW w:w="994" w:type="dxa"/>
          </w:tcPr>
          <w:p w14:paraId="61DE5730" w14:textId="3394571B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7/-</w:t>
            </w:r>
          </w:p>
        </w:tc>
        <w:tc>
          <w:tcPr>
            <w:tcW w:w="3112" w:type="dxa"/>
            <w:vAlign w:val="center"/>
          </w:tcPr>
          <w:p w14:paraId="29C3C274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7682C30F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7B990C82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981BF3A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Миколаївська райспоживспілка</w:t>
            </w:r>
          </w:p>
        </w:tc>
        <w:tc>
          <w:tcPr>
            <w:tcW w:w="3231" w:type="dxa"/>
          </w:tcPr>
          <w:p w14:paraId="4191F268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170D4D8F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Миколаїв вул. Завалля,10 </w:t>
            </w:r>
            <w:proofErr w:type="spellStart"/>
            <w:r w:rsidRPr="00C44CFB">
              <w:rPr>
                <w:sz w:val="20"/>
                <w:szCs w:val="20"/>
              </w:rPr>
              <w:t>Фацієвич</w:t>
            </w:r>
            <w:proofErr w:type="spellEnd"/>
            <w:r w:rsidRPr="00C44CFB">
              <w:rPr>
                <w:sz w:val="20"/>
                <w:szCs w:val="20"/>
              </w:rPr>
              <w:t xml:space="preserve"> Я.С. </w:t>
            </w: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5-14-68</w:t>
            </w:r>
          </w:p>
        </w:tc>
        <w:tc>
          <w:tcPr>
            <w:tcW w:w="994" w:type="dxa"/>
          </w:tcPr>
          <w:p w14:paraId="74652F41" w14:textId="5E8A1705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  <w:vAlign w:val="center"/>
          </w:tcPr>
          <w:p w14:paraId="68D2B551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35D4C090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1182001A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34A9D6B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Миколаївське споживче товариство</w:t>
            </w:r>
          </w:p>
        </w:tc>
        <w:tc>
          <w:tcPr>
            <w:tcW w:w="3231" w:type="dxa"/>
          </w:tcPr>
          <w:p w14:paraId="2085DFA6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4AE1AB9C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м.Миколаїв</w:t>
            </w:r>
            <w:proofErr w:type="spellEnd"/>
          </w:p>
          <w:p w14:paraId="4E816460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Березюк М.Г. </w:t>
            </w: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5-13-01</w:t>
            </w:r>
          </w:p>
        </w:tc>
        <w:tc>
          <w:tcPr>
            <w:tcW w:w="994" w:type="dxa"/>
          </w:tcPr>
          <w:p w14:paraId="54F49582" w14:textId="4B3936EF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8/-</w:t>
            </w:r>
          </w:p>
        </w:tc>
        <w:tc>
          <w:tcPr>
            <w:tcW w:w="3112" w:type="dxa"/>
            <w:vAlign w:val="center"/>
          </w:tcPr>
          <w:p w14:paraId="461885E0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64CE9B49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3DEC1427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4CDECB8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Розвадівське</w:t>
            </w:r>
            <w:proofErr w:type="spellEnd"/>
            <w:r w:rsidRPr="00C44CFB">
              <w:rPr>
                <w:sz w:val="20"/>
                <w:szCs w:val="20"/>
              </w:rPr>
              <w:t xml:space="preserve"> споживче товариство</w:t>
            </w:r>
          </w:p>
        </w:tc>
        <w:tc>
          <w:tcPr>
            <w:tcW w:w="3231" w:type="dxa"/>
          </w:tcPr>
          <w:p w14:paraId="0AFF0C70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758CE400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с.Розвадів</w:t>
            </w:r>
            <w:proofErr w:type="spellEnd"/>
          </w:p>
          <w:p w14:paraId="3913C07F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Маційовська</w:t>
            </w:r>
            <w:proofErr w:type="spellEnd"/>
            <w:r w:rsidRPr="00C44CFB">
              <w:rPr>
                <w:sz w:val="20"/>
                <w:szCs w:val="20"/>
              </w:rPr>
              <w:t xml:space="preserve"> С.Д. </w:t>
            </w: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5-11-14</w:t>
            </w:r>
          </w:p>
        </w:tc>
        <w:tc>
          <w:tcPr>
            <w:tcW w:w="994" w:type="dxa"/>
          </w:tcPr>
          <w:p w14:paraId="45CCA293" w14:textId="4D15A534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10/-</w:t>
            </w:r>
          </w:p>
        </w:tc>
        <w:tc>
          <w:tcPr>
            <w:tcW w:w="3112" w:type="dxa"/>
            <w:vAlign w:val="center"/>
          </w:tcPr>
          <w:p w14:paraId="5685C475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575CD06C" w14:textId="77777777" w:rsidTr="000D0DCF">
        <w:trPr>
          <w:trHeight w:val="124"/>
        </w:trPr>
        <w:tc>
          <w:tcPr>
            <w:tcW w:w="598" w:type="dxa"/>
            <w:gridSpan w:val="4"/>
            <w:vAlign w:val="center"/>
          </w:tcPr>
          <w:p w14:paraId="6528371A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2D6DCC0" w14:textId="77777777" w:rsidR="00F5266E" w:rsidRPr="00C44CFB" w:rsidRDefault="00F5266E" w:rsidP="000D0DCF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Гірське споживче товариство</w:t>
            </w:r>
          </w:p>
        </w:tc>
        <w:tc>
          <w:tcPr>
            <w:tcW w:w="3231" w:type="dxa"/>
          </w:tcPr>
          <w:p w14:paraId="17DF98B4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77F1FAE4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с.Гірське</w:t>
            </w:r>
            <w:proofErr w:type="spellEnd"/>
          </w:p>
          <w:p w14:paraId="1933044D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Джавала</w:t>
            </w:r>
            <w:proofErr w:type="spellEnd"/>
            <w:r w:rsidRPr="00C44CFB">
              <w:rPr>
                <w:sz w:val="20"/>
                <w:szCs w:val="20"/>
              </w:rPr>
              <w:t xml:space="preserve"> М.М. </w:t>
            </w: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6-65-33</w:t>
            </w:r>
          </w:p>
        </w:tc>
        <w:tc>
          <w:tcPr>
            <w:tcW w:w="994" w:type="dxa"/>
          </w:tcPr>
          <w:p w14:paraId="5538C108" w14:textId="1ECCED3A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10/-</w:t>
            </w:r>
          </w:p>
        </w:tc>
        <w:tc>
          <w:tcPr>
            <w:tcW w:w="3112" w:type="dxa"/>
            <w:vAlign w:val="center"/>
          </w:tcPr>
          <w:p w14:paraId="7D523F8C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24E84C48" w14:textId="77777777" w:rsidTr="00453902">
        <w:trPr>
          <w:trHeight w:val="124"/>
        </w:trPr>
        <w:tc>
          <w:tcPr>
            <w:tcW w:w="598" w:type="dxa"/>
            <w:gridSpan w:val="4"/>
            <w:vAlign w:val="center"/>
          </w:tcPr>
          <w:p w14:paraId="1EB4B519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15944F36" w14:textId="77777777" w:rsidR="00F5266E" w:rsidRPr="00C44CFB" w:rsidRDefault="00F5266E" w:rsidP="00F5266E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ФГ «Улар» </w:t>
            </w:r>
          </w:p>
          <w:p w14:paraId="75AF76E6" w14:textId="77777777" w:rsidR="00F5266E" w:rsidRPr="00C44CFB" w:rsidRDefault="00F5266E" w:rsidP="00F5266E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(фермерське господарство)</w:t>
            </w:r>
          </w:p>
        </w:tc>
        <w:tc>
          <w:tcPr>
            <w:tcW w:w="3231" w:type="dxa"/>
          </w:tcPr>
          <w:p w14:paraId="67713CCE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7E36905C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с. </w:t>
            </w:r>
            <w:proofErr w:type="spellStart"/>
            <w:r w:rsidRPr="00C44CFB">
              <w:rPr>
                <w:sz w:val="20"/>
                <w:szCs w:val="20"/>
              </w:rPr>
              <w:t>Київець</w:t>
            </w:r>
            <w:proofErr w:type="spellEnd"/>
          </w:p>
          <w:p w14:paraId="0E4D1E59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3F91F8CD" w14:textId="6EB1D218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22/-</w:t>
            </w:r>
          </w:p>
        </w:tc>
        <w:tc>
          <w:tcPr>
            <w:tcW w:w="3112" w:type="dxa"/>
            <w:vAlign w:val="center"/>
          </w:tcPr>
          <w:p w14:paraId="5E029A5A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7A801F61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7EC33AF9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2BA53FA" w14:textId="77777777" w:rsidR="00F5266E" w:rsidRPr="00C44CFB" w:rsidRDefault="00F5266E" w:rsidP="00362DB8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ТзОВ «Євро-Вік»</w:t>
            </w:r>
          </w:p>
        </w:tc>
        <w:tc>
          <w:tcPr>
            <w:tcW w:w="3231" w:type="dxa"/>
          </w:tcPr>
          <w:p w14:paraId="6134587D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303395DE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м.Сколе</w:t>
            </w:r>
            <w:proofErr w:type="spellEnd"/>
            <w:r w:rsidRPr="00C44CFB">
              <w:rPr>
                <w:sz w:val="20"/>
                <w:szCs w:val="20"/>
              </w:rPr>
              <w:t xml:space="preserve"> вул. Лісна,3</w:t>
            </w:r>
          </w:p>
          <w:p w14:paraId="4609330D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тел.2-13-72</w:t>
            </w:r>
          </w:p>
        </w:tc>
        <w:tc>
          <w:tcPr>
            <w:tcW w:w="994" w:type="dxa"/>
          </w:tcPr>
          <w:p w14:paraId="69F8458C" w14:textId="43DFE6F8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28/-</w:t>
            </w:r>
          </w:p>
        </w:tc>
        <w:tc>
          <w:tcPr>
            <w:tcW w:w="3112" w:type="dxa"/>
            <w:vAlign w:val="center"/>
          </w:tcPr>
          <w:p w14:paraId="7491052A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70CFD945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2040C7A6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037E512" w14:textId="77777777" w:rsidR="00F5266E" w:rsidRPr="00C44CFB" w:rsidRDefault="00F5266E" w:rsidP="00362DB8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Сколівська райспоживспілка</w:t>
            </w:r>
          </w:p>
        </w:tc>
        <w:tc>
          <w:tcPr>
            <w:tcW w:w="3231" w:type="dxa"/>
          </w:tcPr>
          <w:p w14:paraId="2B5BE577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7F7EDEDE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м.Сколе</w:t>
            </w:r>
            <w:proofErr w:type="spellEnd"/>
            <w:r w:rsidRPr="00C44CFB">
              <w:rPr>
                <w:sz w:val="20"/>
                <w:szCs w:val="20"/>
              </w:rPr>
              <w:t xml:space="preserve"> вул. Д.Галицького,13</w:t>
            </w:r>
          </w:p>
          <w:p w14:paraId="4138E648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063-867-26-21</w:t>
            </w:r>
          </w:p>
        </w:tc>
        <w:tc>
          <w:tcPr>
            <w:tcW w:w="994" w:type="dxa"/>
          </w:tcPr>
          <w:p w14:paraId="3EE726E8" w14:textId="187605DF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6/-</w:t>
            </w:r>
          </w:p>
        </w:tc>
        <w:tc>
          <w:tcPr>
            <w:tcW w:w="3112" w:type="dxa"/>
            <w:vAlign w:val="center"/>
          </w:tcPr>
          <w:p w14:paraId="44CC6873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350AA76D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70CF0F92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2953645" w14:textId="77777777" w:rsidR="00F5266E" w:rsidRPr="00C44CFB" w:rsidRDefault="00F5266E" w:rsidP="00362DB8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ФОП </w:t>
            </w:r>
            <w:proofErr w:type="spellStart"/>
            <w:r w:rsidRPr="00C44CFB">
              <w:rPr>
                <w:sz w:val="20"/>
                <w:szCs w:val="20"/>
              </w:rPr>
              <w:t>Коліщак</w:t>
            </w:r>
            <w:proofErr w:type="spellEnd"/>
            <w:r w:rsidRPr="00C44CFB">
              <w:rPr>
                <w:sz w:val="20"/>
                <w:szCs w:val="20"/>
              </w:rPr>
              <w:t xml:space="preserve"> В.М. (їдальня «</w:t>
            </w:r>
            <w:proofErr w:type="spellStart"/>
            <w:r w:rsidRPr="00C44CFB">
              <w:rPr>
                <w:sz w:val="20"/>
                <w:szCs w:val="20"/>
              </w:rPr>
              <w:t>Окей</w:t>
            </w:r>
            <w:proofErr w:type="spellEnd"/>
            <w:r w:rsidRPr="00C44CFB">
              <w:rPr>
                <w:sz w:val="20"/>
                <w:szCs w:val="20"/>
              </w:rPr>
              <w:t>»)</w:t>
            </w:r>
          </w:p>
        </w:tc>
        <w:tc>
          <w:tcPr>
            <w:tcW w:w="3231" w:type="dxa"/>
          </w:tcPr>
          <w:p w14:paraId="414FD400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2E84E329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с. </w:t>
            </w:r>
            <w:proofErr w:type="spellStart"/>
            <w:r w:rsidRPr="00C44CFB">
              <w:rPr>
                <w:sz w:val="20"/>
                <w:szCs w:val="20"/>
              </w:rPr>
              <w:t>Кростів</w:t>
            </w:r>
            <w:proofErr w:type="spellEnd"/>
          </w:p>
          <w:p w14:paraId="3B0B6999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068-32-80-888</w:t>
            </w:r>
          </w:p>
        </w:tc>
        <w:tc>
          <w:tcPr>
            <w:tcW w:w="994" w:type="dxa"/>
          </w:tcPr>
          <w:p w14:paraId="3FDED3EB" w14:textId="67FC7A0F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12/-</w:t>
            </w:r>
          </w:p>
        </w:tc>
        <w:tc>
          <w:tcPr>
            <w:tcW w:w="3112" w:type="dxa"/>
            <w:vAlign w:val="center"/>
          </w:tcPr>
          <w:p w14:paraId="6274C732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2B062D21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74C5C767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27FAD35" w14:textId="77777777" w:rsidR="00F5266E" w:rsidRPr="00C44CFB" w:rsidRDefault="00F5266E" w:rsidP="00362DB8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ФОП </w:t>
            </w:r>
            <w:proofErr w:type="spellStart"/>
            <w:r w:rsidRPr="00C44CFB">
              <w:rPr>
                <w:sz w:val="20"/>
                <w:szCs w:val="20"/>
              </w:rPr>
              <w:t>Латик</w:t>
            </w:r>
            <w:proofErr w:type="spellEnd"/>
            <w:r w:rsidRPr="00C44CFB">
              <w:rPr>
                <w:sz w:val="20"/>
                <w:szCs w:val="20"/>
              </w:rPr>
              <w:t xml:space="preserve"> (їдальня 612 кілометр)</w:t>
            </w:r>
          </w:p>
        </w:tc>
        <w:tc>
          <w:tcPr>
            <w:tcW w:w="3231" w:type="dxa"/>
          </w:tcPr>
          <w:p w14:paraId="5724AE95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354A6C49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с. Добряни Стрийська ТГ</w:t>
            </w:r>
          </w:p>
          <w:p w14:paraId="0329046A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067-679-31-50</w:t>
            </w:r>
          </w:p>
        </w:tc>
        <w:tc>
          <w:tcPr>
            <w:tcW w:w="994" w:type="dxa"/>
          </w:tcPr>
          <w:p w14:paraId="579B0C74" w14:textId="40EDC3A8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12/-</w:t>
            </w:r>
          </w:p>
        </w:tc>
        <w:tc>
          <w:tcPr>
            <w:tcW w:w="3112" w:type="dxa"/>
            <w:vAlign w:val="center"/>
          </w:tcPr>
          <w:p w14:paraId="7239B5F3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1E0B28A0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26FE1C96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D9B78E9" w14:textId="77777777" w:rsidR="00F5266E" w:rsidRPr="00C44CFB" w:rsidRDefault="00F5266E" w:rsidP="00362DB8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Стрийський хлібокомбінат (хлібопекарня)</w:t>
            </w:r>
          </w:p>
        </w:tc>
        <w:tc>
          <w:tcPr>
            <w:tcW w:w="3231" w:type="dxa"/>
          </w:tcPr>
          <w:p w14:paraId="507A7B5A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05DB1D84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с. Слобідка Стрийська ТГ</w:t>
            </w:r>
          </w:p>
          <w:p w14:paraId="4208010F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050-317-24-33</w:t>
            </w:r>
          </w:p>
        </w:tc>
        <w:tc>
          <w:tcPr>
            <w:tcW w:w="994" w:type="dxa"/>
          </w:tcPr>
          <w:p w14:paraId="481D6774" w14:textId="1FE04AA8" w:rsidR="00F5266E" w:rsidRPr="0046408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15/-</w:t>
            </w:r>
          </w:p>
        </w:tc>
        <w:tc>
          <w:tcPr>
            <w:tcW w:w="3112" w:type="dxa"/>
            <w:vAlign w:val="center"/>
          </w:tcPr>
          <w:p w14:paraId="2B16A02A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3B86862D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2D2252E6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8D3140E" w14:textId="77777777" w:rsidR="00F5266E" w:rsidRPr="00C44CFB" w:rsidRDefault="00F5266E" w:rsidP="00362DB8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ТзОВ «</w:t>
            </w:r>
            <w:proofErr w:type="spellStart"/>
            <w:r w:rsidRPr="00C44CFB">
              <w:rPr>
                <w:sz w:val="20"/>
                <w:szCs w:val="20"/>
              </w:rPr>
              <w:t>Агроторг</w:t>
            </w:r>
            <w:proofErr w:type="spellEnd"/>
            <w:r w:rsidRPr="00C44CFB">
              <w:rPr>
                <w:sz w:val="20"/>
                <w:szCs w:val="20"/>
              </w:rPr>
              <w:t>» (хлібопекарня)</w:t>
            </w:r>
          </w:p>
        </w:tc>
        <w:tc>
          <w:tcPr>
            <w:tcW w:w="3231" w:type="dxa"/>
          </w:tcPr>
          <w:p w14:paraId="74B51009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613516E3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с.Угерсько</w:t>
            </w:r>
            <w:proofErr w:type="spellEnd"/>
            <w:r w:rsidRPr="00C44CFB">
              <w:rPr>
                <w:sz w:val="20"/>
                <w:szCs w:val="20"/>
              </w:rPr>
              <w:t xml:space="preserve"> Стрийська ТГ</w:t>
            </w:r>
          </w:p>
          <w:p w14:paraId="4CBBF8C7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050-315-90-18</w:t>
            </w:r>
          </w:p>
        </w:tc>
        <w:tc>
          <w:tcPr>
            <w:tcW w:w="994" w:type="dxa"/>
          </w:tcPr>
          <w:p w14:paraId="6243BCDD" w14:textId="6DF82334" w:rsidR="00F5266E" w:rsidRPr="0046408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11/-</w:t>
            </w:r>
          </w:p>
        </w:tc>
        <w:tc>
          <w:tcPr>
            <w:tcW w:w="3112" w:type="dxa"/>
            <w:vAlign w:val="center"/>
          </w:tcPr>
          <w:p w14:paraId="5BB14A91" w14:textId="77777777" w:rsidR="00F5266E" w:rsidRPr="00C44CFB" w:rsidRDefault="00F5266E" w:rsidP="00F5266E">
            <w:pPr>
              <w:jc w:val="center"/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65564942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32D63C99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5FDF81A9" w14:textId="77777777" w:rsidR="00F5266E" w:rsidRPr="00C44CFB" w:rsidRDefault="00F5266E" w:rsidP="00362DB8">
            <w:pPr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ТзОВ «Хліб-</w:t>
            </w:r>
            <w:proofErr w:type="spellStart"/>
            <w:r w:rsidRPr="00C44CFB">
              <w:rPr>
                <w:sz w:val="20"/>
                <w:szCs w:val="20"/>
              </w:rPr>
              <w:t>Трейд</w:t>
            </w:r>
            <w:proofErr w:type="spellEnd"/>
            <w:r w:rsidRPr="00C44CFB">
              <w:rPr>
                <w:sz w:val="20"/>
                <w:szCs w:val="20"/>
              </w:rPr>
              <w:t>» (цех хлібопекарні)</w:t>
            </w:r>
          </w:p>
        </w:tc>
        <w:tc>
          <w:tcPr>
            <w:tcW w:w="3231" w:type="dxa"/>
          </w:tcPr>
          <w:p w14:paraId="1C7E268F" w14:textId="77777777" w:rsidR="00F5266E" w:rsidRPr="00C44CFB" w:rsidRDefault="00F5266E" w:rsidP="00F5266E">
            <w:pPr>
              <w:jc w:val="center"/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2E9A0096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Новий Розділ вул. Гірська, 21</w:t>
            </w:r>
          </w:p>
          <w:p w14:paraId="65153CA7" w14:textId="77777777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050-371-22-29</w:t>
            </w:r>
          </w:p>
        </w:tc>
        <w:tc>
          <w:tcPr>
            <w:tcW w:w="994" w:type="dxa"/>
          </w:tcPr>
          <w:p w14:paraId="7AC4BB6A" w14:textId="2AA4CFEC" w:rsidR="00F5266E" w:rsidRPr="0046408A" w:rsidRDefault="00F5266E" w:rsidP="00F5266E">
            <w:pPr>
              <w:jc w:val="center"/>
              <w:rPr>
                <w:sz w:val="20"/>
                <w:szCs w:val="20"/>
              </w:rPr>
            </w:pPr>
            <w:r w:rsidRPr="0046408A">
              <w:rPr>
                <w:sz w:val="20"/>
                <w:szCs w:val="20"/>
              </w:rPr>
              <w:t>10/-</w:t>
            </w:r>
          </w:p>
        </w:tc>
        <w:tc>
          <w:tcPr>
            <w:tcW w:w="3112" w:type="dxa"/>
            <w:vAlign w:val="center"/>
          </w:tcPr>
          <w:p w14:paraId="6856CF29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-"-</w:t>
            </w:r>
          </w:p>
        </w:tc>
      </w:tr>
      <w:tr w:rsidR="00F5266E" w:rsidRPr="00C44CFB" w14:paraId="3B99D173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3A45625C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2DB4728" w14:textId="77777777" w:rsidR="00F5266E" w:rsidRPr="00C44CFB" w:rsidRDefault="00F5266E" w:rsidP="00362DB8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КХП №1 (млин)</w:t>
            </w:r>
          </w:p>
        </w:tc>
        <w:tc>
          <w:tcPr>
            <w:tcW w:w="3231" w:type="dxa"/>
          </w:tcPr>
          <w:p w14:paraId="014573F2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607DB70C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C44CFB">
              <w:rPr>
                <w:bCs w:val="0"/>
                <w:sz w:val="20"/>
                <w:szCs w:val="20"/>
              </w:rPr>
              <w:t>м.Стрий</w:t>
            </w:r>
            <w:proofErr w:type="spellEnd"/>
            <w:r w:rsidRPr="00C44CFB">
              <w:rPr>
                <w:bCs w:val="0"/>
                <w:sz w:val="20"/>
                <w:szCs w:val="20"/>
              </w:rPr>
              <w:t xml:space="preserve"> вул. Грабовецька,2</w:t>
            </w:r>
          </w:p>
          <w:p w14:paraId="51E420AD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095-842-71-85</w:t>
            </w:r>
          </w:p>
        </w:tc>
        <w:tc>
          <w:tcPr>
            <w:tcW w:w="994" w:type="dxa"/>
          </w:tcPr>
          <w:p w14:paraId="37C65F92" w14:textId="38CEABD5" w:rsidR="00F5266E" w:rsidRPr="0046408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46408A">
              <w:rPr>
                <w:bCs w:val="0"/>
                <w:sz w:val="20"/>
                <w:szCs w:val="20"/>
              </w:rPr>
              <w:t>25/-</w:t>
            </w:r>
          </w:p>
        </w:tc>
        <w:tc>
          <w:tcPr>
            <w:tcW w:w="3112" w:type="dxa"/>
            <w:vAlign w:val="center"/>
          </w:tcPr>
          <w:p w14:paraId="504D2BE5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Створення та поповнення матеріальних та інших ресурсів</w:t>
            </w:r>
          </w:p>
        </w:tc>
      </w:tr>
      <w:tr w:rsidR="00F5266E" w:rsidRPr="00C44CFB" w14:paraId="7282CDA5" w14:textId="77777777" w:rsidTr="00362DB8">
        <w:trPr>
          <w:trHeight w:val="124"/>
        </w:trPr>
        <w:tc>
          <w:tcPr>
            <w:tcW w:w="598" w:type="dxa"/>
            <w:gridSpan w:val="4"/>
            <w:vAlign w:val="center"/>
          </w:tcPr>
          <w:p w14:paraId="1704F9C7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4EF0855" w14:textId="77777777" w:rsidR="00F5266E" w:rsidRPr="00C44CFB" w:rsidRDefault="00F5266E" w:rsidP="00362DB8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ФОП Гірник В.Є. (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гуртівня</w:t>
            </w:r>
            <w:proofErr w:type="spellEnd"/>
            <w:r w:rsidRPr="00C44CFB">
              <w:rPr>
                <w:bCs w:val="0"/>
                <w:sz w:val="20"/>
                <w:szCs w:val="20"/>
              </w:rPr>
              <w:t xml:space="preserve"> продуктів)</w:t>
            </w:r>
          </w:p>
        </w:tc>
        <w:tc>
          <w:tcPr>
            <w:tcW w:w="3231" w:type="dxa"/>
          </w:tcPr>
          <w:p w14:paraId="511F71D4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3E5EC0C3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C44CFB">
              <w:rPr>
                <w:bCs w:val="0"/>
                <w:sz w:val="20"/>
                <w:szCs w:val="20"/>
              </w:rPr>
              <w:t>м.Стрий</w:t>
            </w:r>
            <w:proofErr w:type="spellEnd"/>
            <w:r w:rsidRPr="00C44CFB">
              <w:rPr>
                <w:bCs w:val="0"/>
                <w:sz w:val="20"/>
                <w:szCs w:val="20"/>
              </w:rPr>
              <w:t xml:space="preserve"> вул. П.Мирного,3</w:t>
            </w:r>
          </w:p>
          <w:p w14:paraId="5415BE26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та с. Слобідка</w:t>
            </w:r>
          </w:p>
          <w:p w14:paraId="612C9251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067-674-73-50</w:t>
            </w:r>
          </w:p>
        </w:tc>
        <w:tc>
          <w:tcPr>
            <w:tcW w:w="994" w:type="dxa"/>
          </w:tcPr>
          <w:p w14:paraId="05F61774" w14:textId="60260C07" w:rsidR="00F5266E" w:rsidRPr="0046408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46408A">
              <w:rPr>
                <w:bCs w:val="0"/>
                <w:sz w:val="20"/>
                <w:szCs w:val="20"/>
              </w:rPr>
              <w:t>20/-</w:t>
            </w:r>
          </w:p>
        </w:tc>
        <w:tc>
          <w:tcPr>
            <w:tcW w:w="3112" w:type="dxa"/>
            <w:vAlign w:val="center"/>
          </w:tcPr>
          <w:p w14:paraId="4CEE7171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-"-</w:t>
            </w:r>
          </w:p>
        </w:tc>
      </w:tr>
      <w:tr w:rsidR="00F5266E" w:rsidRPr="00C44CFB" w14:paraId="71796E73" w14:textId="77777777" w:rsidTr="00EA349C">
        <w:trPr>
          <w:trHeight w:val="124"/>
        </w:trPr>
        <w:tc>
          <w:tcPr>
            <w:tcW w:w="5128" w:type="dxa"/>
            <w:gridSpan w:val="5"/>
            <w:vAlign w:val="center"/>
          </w:tcPr>
          <w:p w14:paraId="1F182BBA" w14:textId="77777777" w:rsidR="00F5266E" w:rsidRPr="00C44CFB" w:rsidRDefault="00F5266E" w:rsidP="00EA349C">
            <w:pPr>
              <w:ind w:left="589"/>
              <w:rPr>
                <w:b/>
                <w:sz w:val="20"/>
                <w:szCs w:val="20"/>
              </w:rPr>
            </w:pPr>
            <w:r w:rsidRPr="00C44CFB">
              <w:rPr>
                <w:b/>
                <w:bCs w:val="0"/>
                <w:sz w:val="20"/>
                <w:szCs w:val="20"/>
              </w:rPr>
              <w:t>Всього</w:t>
            </w:r>
          </w:p>
        </w:tc>
        <w:tc>
          <w:tcPr>
            <w:tcW w:w="3231" w:type="dxa"/>
            <w:vAlign w:val="center"/>
          </w:tcPr>
          <w:p w14:paraId="7D5250EA" w14:textId="77777777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59F712BF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14:paraId="76971F65" w14:textId="71EDFE82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431</w:t>
            </w:r>
            <w:r w:rsidRPr="00C44C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3112" w:type="dxa"/>
            <w:vAlign w:val="center"/>
          </w:tcPr>
          <w:p w14:paraId="1E9C691E" w14:textId="77777777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40F36DB9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5A8F27B7" w14:textId="77777777" w:rsidR="00F5266E" w:rsidRPr="00C44CFB" w:rsidRDefault="00F5266E" w:rsidP="00F5266E">
            <w:pPr>
              <w:jc w:val="center"/>
              <w:rPr>
                <w:color w:val="FF0000"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САМБІРСЬКИЙ РАЙОН</w:t>
            </w:r>
          </w:p>
        </w:tc>
      </w:tr>
      <w:tr w:rsidR="00F5266E" w:rsidRPr="00171326" w14:paraId="7436C4B6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55C52EAB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89C3582" w14:textId="3906B94C" w:rsidR="00F5266E" w:rsidRPr="00171326" w:rsidRDefault="00F5266E" w:rsidP="00F5266E">
            <w:pPr>
              <w:widowControl w:val="0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 xml:space="preserve">ПрАТ «Старосамбірський кар’єр» </w:t>
            </w:r>
          </w:p>
        </w:tc>
        <w:tc>
          <w:tcPr>
            <w:tcW w:w="3231" w:type="dxa"/>
            <w:vAlign w:val="center"/>
          </w:tcPr>
          <w:p w14:paraId="6BBD7877" w14:textId="51FF7239" w:rsidR="00F5266E" w:rsidRPr="00171326" w:rsidRDefault="00F5266E" w:rsidP="00F5266E">
            <w:pPr>
              <w:jc w:val="center"/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5EC36EEE" w14:textId="4FCDD7D6" w:rsidR="00F5266E" w:rsidRPr="00171326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 xml:space="preserve">с. </w:t>
            </w:r>
            <w:proofErr w:type="spellStart"/>
            <w:r w:rsidRPr="00171326">
              <w:rPr>
                <w:kern w:val="2"/>
                <w:sz w:val="20"/>
                <w:szCs w:val="20"/>
                <w14:ligatures w14:val="standardContextual"/>
              </w:rPr>
              <w:t>Торчиновичі</w:t>
            </w:r>
            <w:proofErr w:type="spellEnd"/>
          </w:p>
        </w:tc>
        <w:tc>
          <w:tcPr>
            <w:tcW w:w="994" w:type="dxa"/>
            <w:vAlign w:val="center"/>
          </w:tcPr>
          <w:p w14:paraId="0A838A7D" w14:textId="26DE127F" w:rsidR="00F5266E" w:rsidRPr="00171326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>6/2</w:t>
            </w:r>
          </w:p>
        </w:tc>
        <w:tc>
          <w:tcPr>
            <w:tcW w:w="3112" w:type="dxa"/>
            <w:vAlign w:val="center"/>
          </w:tcPr>
          <w:p w14:paraId="736491B5" w14:textId="30785F3D" w:rsidR="00F5266E" w:rsidRPr="00171326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>Виробництво будівельних матеріалів</w:t>
            </w:r>
          </w:p>
        </w:tc>
      </w:tr>
      <w:tr w:rsidR="00F5266E" w:rsidRPr="00171326" w14:paraId="7FE856E2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42572F9" w14:textId="77777777" w:rsidR="00F5266E" w:rsidRPr="00171326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BB8BA35" w14:textId="14EA7D7B" w:rsidR="00F5266E" w:rsidRPr="00171326" w:rsidRDefault="00F5266E" w:rsidP="00F5266E">
            <w:pPr>
              <w:widowControl w:val="0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 xml:space="preserve">ТзОВ Молокозавод «Самбірський» </w:t>
            </w:r>
          </w:p>
        </w:tc>
        <w:tc>
          <w:tcPr>
            <w:tcW w:w="3231" w:type="dxa"/>
            <w:vAlign w:val="center"/>
          </w:tcPr>
          <w:p w14:paraId="58CC77EB" w14:textId="02DC94C1" w:rsidR="00F5266E" w:rsidRPr="00171326" w:rsidRDefault="00F5266E" w:rsidP="00F5266E">
            <w:pPr>
              <w:jc w:val="center"/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3265F5A9" w14:textId="63436503" w:rsidR="00F5266E" w:rsidRPr="00171326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>м. Самбір, вул. Мазепи, 14</w:t>
            </w:r>
          </w:p>
        </w:tc>
        <w:tc>
          <w:tcPr>
            <w:tcW w:w="994" w:type="dxa"/>
            <w:vAlign w:val="center"/>
          </w:tcPr>
          <w:p w14:paraId="0C8E2565" w14:textId="2B870713" w:rsidR="00F5266E" w:rsidRPr="00171326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>14/2</w:t>
            </w:r>
          </w:p>
        </w:tc>
        <w:tc>
          <w:tcPr>
            <w:tcW w:w="3112" w:type="dxa"/>
            <w:vAlign w:val="center"/>
          </w:tcPr>
          <w:p w14:paraId="443D54BB" w14:textId="76272C5B" w:rsidR="00F5266E" w:rsidRPr="00171326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 xml:space="preserve">Виробництво молока та молокопродуктів </w:t>
            </w:r>
          </w:p>
        </w:tc>
      </w:tr>
      <w:tr w:rsidR="00F5266E" w:rsidRPr="00171326" w14:paraId="4A0ECDB0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0F5A0AD9" w14:textId="77777777" w:rsidR="00F5266E" w:rsidRPr="00171326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C5EEC4B" w14:textId="57DD91B3" w:rsidR="00F5266E" w:rsidRPr="00171326" w:rsidRDefault="00F5266E" w:rsidP="00F5266E">
            <w:pPr>
              <w:widowControl w:val="0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>ТДВ «Самбірська швейна фабрика»</w:t>
            </w:r>
          </w:p>
        </w:tc>
        <w:tc>
          <w:tcPr>
            <w:tcW w:w="3231" w:type="dxa"/>
            <w:vAlign w:val="center"/>
          </w:tcPr>
          <w:p w14:paraId="309BBB56" w14:textId="6A2B5691" w:rsidR="00F5266E" w:rsidRPr="00171326" w:rsidRDefault="00F5266E" w:rsidP="00F5266E">
            <w:pPr>
              <w:jc w:val="center"/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616E8DA9" w14:textId="1BA4F103" w:rsidR="00F5266E" w:rsidRPr="00171326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>м. Самбір, вул. Музейна, 6</w:t>
            </w:r>
          </w:p>
        </w:tc>
        <w:tc>
          <w:tcPr>
            <w:tcW w:w="994" w:type="dxa"/>
            <w:vAlign w:val="center"/>
          </w:tcPr>
          <w:p w14:paraId="693D67CE" w14:textId="21BECEFE" w:rsidR="00F5266E" w:rsidRPr="00171326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>50/2</w:t>
            </w:r>
          </w:p>
        </w:tc>
        <w:tc>
          <w:tcPr>
            <w:tcW w:w="3112" w:type="dxa"/>
            <w:vAlign w:val="center"/>
          </w:tcPr>
          <w:p w14:paraId="73C43AC0" w14:textId="3017A404" w:rsidR="00F5266E" w:rsidRPr="00171326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171326">
              <w:rPr>
                <w:kern w:val="2"/>
                <w:sz w:val="20"/>
                <w:szCs w:val="20"/>
                <w14:ligatures w14:val="standardContextual"/>
              </w:rPr>
              <w:t>Пошиття верхнього одягу</w:t>
            </w:r>
          </w:p>
        </w:tc>
      </w:tr>
      <w:tr w:rsidR="00F5266E" w:rsidRPr="00171326" w14:paraId="5A922644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34F5AF2E" w14:textId="77777777" w:rsidR="00F5266E" w:rsidRPr="00171326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04E542C" w14:textId="15FBFAB5" w:rsidR="00F5266E" w:rsidRPr="0017132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ТзОВ «Самбірська птахофабрика»</w:t>
            </w:r>
          </w:p>
        </w:tc>
        <w:tc>
          <w:tcPr>
            <w:tcW w:w="3231" w:type="dxa"/>
            <w:vAlign w:val="center"/>
          </w:tcPr>
          <w:p w14:paraId="67FFFB5E" w14:textId="7ECDAFA4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625B27C1" w14:textId="33D82821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м. Самбір, 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вул.Середня</w:t>
            </w:r>
            <w:proofErr w:type="spellEnd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295А</w:t>
            </w:r>
          </w:p>
        </w:tc>
        <w:tc>
          <w:tcPr>
            <w:tcW w:w="994" w:type="dxa"/>
            <w:vAlign w:val="center"/>
          </w:tcPr>
          <w:p w14:paraId="5E10F273" w14:textId="06885614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20/2</w:t>
            </w:r>
          </w:p>
        </w:tc>
        <w:tc>
          <w:tcPr>
            <w:tcW w:w="3112" w:type="dxa"/>
            <w:vAlign w:val="center"/>
          </w:tcPr>
          <w:p w14:paraId="4B320FBA" w14:textId="375AF9CF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Виробництво курятини</w:t>
            </w:r>
          </w:p>
        </w:tc>
      </w:tr>
      <w:tr w:rsidR="00F5266E" w:rsidRPr="00171326" w14:paraId="1330AF0A" w14:textId="77777777" w:rsidTr="00235B89">
        <w:trPr>
          <w:trHeight w:val="124"/>
        </w:trPr>
        <w:tc>
          <w:tcPr>
            <w:tcW w:w="562" w:type="dxa"/>
            <w:gridSpan w:val="3"/>
            <w:vAlign w:val="center"/>
          </w:tcPr>
          <w:p w14:paraId="33D2D46C" w14:textId="77777777" w:rsidR="00F5266E" w:rsidRPr="00171326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A2C0548" w14:textId="382E4B0C" w:rsidR="00F5266E" w:rsidRPr="00171326" w:rsidRDefault="00F5266E" w:rsidP="00235B89">
            <w:pPr>
              <w:widowControl w:val="0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ПП «Білаки»</w:t>
            </w:r>
          </w:p>
        </w:tc>
        <w:tc>
          <w:tcPr>
            <w:tcW w:w="3231" w:type="dxa"/>
          </w:tcPr>
          <w:p w14:paraId="45D37106" w14:textId="6301E4D2" w:rsidR="00F5266E" w:rsidRPr="00171326" w:rsidRDefault="00F5266E" w:rsidP="00F5266E">
            <w:pPr>
              <w:jc w:val="center"/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36E8BFE2" w14:textId="5AB447D8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с. 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Стрілковичі</w:t>
            </w:r>
            <w:proofErr w:type="spellEnd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, 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вул.Нова</w:t>
            </w:r>
            <w:proofErr w:type="spellEnd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6</w:t>
            </w:r>
          </w:p>
        </w:tc>
        <w:tc>
          <w:tcPr>
            <w:tcW w:w="994" w:type="dxa"/>
          </w:tcPr>
          <w:p w14:paraId="1A1621D6" w14:textId="51351776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4/1</w:t>
            </w:r>
          </w:p>
        </w:tc>
        <w:tc>
          <w:tcPr>
            <w:tcW w:w="3112" w:type="dxa"/>
            <w:vAlign w:val="center"/>
          </w:tcPr>
          <w:p w14:paraId="5E1CD553" w14:textId="7CD1FC94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Виробництво м’яса </w:t>
            </w:r>
          </w:p>
        </w:tc>
      </w:tr>
      <w:tr w:rsidR="00F5266E" w:rsidRPr="00171326" w14:paraId="67D3173F" w14:textId="77777777" w:rsidTr="00235B89">
        <w:trPr>
          <w:trHeight w:val="124"/>
        </w:trPr>
        <w:tc>
          <w:tcPr>
            <w:tcW w:w="562" w:type="dxa"/>
            <w:gridSpan w:val="3"/>
            <w:vAlign w:val="center"/>
          </w:tcPr>
          <w:p w14:paraId="4DB7DCF6" w14:textId="77777777" w:rsidR="00F5266E" w:rsidRPr="00171326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1A4AA67" w14:textId="1ED3BD7E" w:rsidR="00F5266E" w:rsidRPr="00171326" w:rsidRDefault="00F5266E" w:rsidP="00235B89">
            <w:pPr>
              <w:widowControl w:val="0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ФОП Онисько А.П. «Краплинка»</w:t>
            </w:r>
          </w:p>
        </w:tc>
        <w:tc>
          <w:tcPr>
            <w:tcW w:w="3231" w:type="dxa"/>
          </w:tcPr>
          <w:p w14:paraId="4529ED83" w14:textId="3C194AD6" w:rsidR="00F5266E" w:rsidRPr="00171326" w:rsidRDefault="00F5266E" w:rsidP="00F5266E">
            <w:pPr>
              <w:jc w:val="center"/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забезпечення питною водою</w:t>
            </w:r>
          </w:p>
        </w:tc>
        <w:tc>
          <w:tcPr>
            <w:tcW w:w="3154" w:type="dxa"/>
            <w:gridSpan w:val="2"/>
          </w:tcPr>
          <w:p w14:paraId="3158D932" w14:textId="77777777" w:rsidR="00F5266E" w:rsidRPr="0017132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м. Самбір </w:t>
            </w:r>
          </w:p>
          <w:p w14:paraId="5B32E719" w14:textId="38912AC2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вул. С. Бандери 14/11</w:t>
            </w:r>
          </w:p>
        </w:tc>
        <w:tc>
          <w:tcPr>
            <w:tcW w:w="994" w:type="dxa"/>
          </w:tcPr>
          <w:p w14:paraId="4AD8A364" w14:textId="342214EA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3/-</w:t>
            </w:r>
          </w:p>
        </w:tc>
        <w:tc>
          <w:tcPr>
            <w:tcW w:w="3112" w:type="dxa"/>
            <w:vAlign w:val="center"/>
          </w:tcPr>
          <w:p w14:paraId="74011016" w14:textId="1A8936F1" w:rsidR="00F5266E" w:rsidRPr="00171326" w:rsidRDefault="00F5266E" w:rsidP="00F5266E">
            <w:pPr>
              <w:widowControl w:val="0"/>
              <w:ind w:right="-165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Постачання питної води</w:t>
            </w:r>
          </w:p>
        </w:tc>
      </w:tr>
      <w:tr w:rsidR="00F5266E" w:rsidRPr="00171326" w14:paraId="2CF7286F" w14:textId="77777777" w:rsidTr="00235B89">
        <w:trPr>
          <w:trHeight w:val="124"/>
        </w:trPr>
        <w:tc>
          <w:tcPr>
            <w:tcW w:w="562" w:type="dxa"/>
            <w:gridSpan w:val="3"/>
            <w:vAlign w:val="center"/>
          </w:tcPr>
          <w:p w14:paraId="282FC473" w14:textId="77777777" w:rsidR="00F5266E" w:rsidRPr="00171326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5239515" w14:textId="1D0D7E8A" w:rsidR="00F5266E" w:rsidRPr="00171326" w:rsidRDefault="00F5266E" w:rsidP="00235B89">
            <w:pPr>
              <w:widowControl w:val="0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ФОП 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Малечин</w:t>
            </w:r>
            <w:proofErr w:type="spellEnd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Т.П.</w:t>
            </w:r>
          </w:p>
        </w:tc>
        <w:tc>
          <w:tcPr>
            <w:tcW w:w="3231" w:type="dxa"/>
          </w:tcPr>
          <w:p w14:paraId="711B3B5D" w14:textId="29BC3672" w:rsidR="00F5266E" w:rsidRPr="00171326" w:rsidRDefault="00F5266E" w:rsidP="00F5266E">
            <w:pPr>
              <w:jc w:val="center"/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348183BD" w14:textId="77777777" w:rsidR="00F5266E" w:rsidRPr="0017132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с. 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Бісковичі</w:t>
            </w:r>
            <w:proofErr w:type="spellEnd"/>
          </w:p>
          <w:p w14:paraId="3CC15EFD" w14:textId="67A7B8B5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вул. Куца 18</w:t>
            </w:r>
          </w:p>
        </w:tc>
        <w:tc>
          <w:tcPr>
            <w:tcW w:w="994" w:type="dxa"/>
          </w:tcPr>
          <w:p w14:paraId="6165E1A8" w14:textId="2865E9CC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6/1</w:t>
            </w:r>
          </w:p>
        </w:tc>
        <w:tc>
          <w:tcPr>
            <w:tcW w:w="3112" w:type="dxa"/>
            <w:vAlign w:val="center"/>
          </w:tcPr>
          <w:p w14:paraId="1C8ECA64" w14:textId="68C6FC1E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Виробництво хліба та хлібобулочних виробів</w:t>
            </w:r>
          </w:p>
        </w:tc>
      </w:tr>
      <w:tr w:rsidR="00F5266E" w:rsidRPr="00171326" w14:paraId="1E7C344B" w14:textId="77777777" w:rsidTr="006E63C7">
        <w:trPr>
          <w:trHeight w:val="124"/>
        </w:trPr>
        <w:tc>
          <w:tcPr>
            <w:tcW w:w="562" w:type="dxa"/>
            <w:gridSpan w:val="3"/>
            <w:vAlign w:val="center"/>
          </w:tcPr>
          <w:p w14:paraId="20D6F674" w14:textId="77777777" w:rsidR="00F5266E" w:rsidRPr="00171326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5BA21DB" w14:textId="34C2EFE7" w:rsidR="00F5266E" w:rsidRPr="00171326" w:rsidRDefault="00F5266E" w:rsidP="006E63C7">
            <w:pPr>
              <w:widowControl w:val="0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ТОВ «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Куйдич</w:t>
            </w:r>
            <w:proofErr w:type="spellEnd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»</w:t>
            </w:r>
          </w:p>
        </w:tc>
        <w:tc>
          <w:tcPr>
            <w:tcW w:w="3231" w:type="dxa"/>
          </w:tcPr>
          <w:p w14:paraId="00B1CB78" w14:textId="357A4510" w:rsidR="00F5266E" w:rsidRPr="00171326" w:rsidRDefault="00F5266E" w:rsidP="00F5266E">
            <w:pPr>
              <w:jc w:val="center"/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457B87A9" w14:textId="2EB84FFB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с. 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Чуква</w:t>
            </w:r>
            <w:proofErr w:type="spellEnd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вул.Виробнича</w:t>
            </w:r>
            <w:proofErr w:type="spellEnd"/>
          </w:p>
        </w:tc>
        <w:tc>
          <w:tcPr>
            <w:tcW w:w="994" w:type="dxa"/>
          </w:tcPr>
          <w:p w14:paraId="2F1049D8" w14:textId="6FE10980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10/1</w:t>
            </w:r>
          </w:p>
        </w:tc>
        <w:tc>
          <w:tcPr>
            <w:tcW w:w="3112" w:type="dxa"/>
            <w:vAlign w:val="center"/>
          </w:tcPr>
          <w:p w14:paraId="1EEDA914" w14:textId="273671FB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Виробництво інших металевих баків, резервуарів і контейнерів</w:t>
            </w:r>
          </w:p>
        </w:tc>
      </w:tr>
      <w:tr w:rsidR="00F5266E" w:rsidRPr="00C44CFB" w14:paraId="129E6E9E" w14:textId="77777777" w:rsidTr="006E63C7">
        <w:trPr>
          <w:trHeight w:val="124"/>
        </w:trPr>
        <w:tc>
          <w:tcPr>
            <w:tcW w:w="562" w:type="dxa"/>
            <w:gridSpan w:val="3"/>
            <w:vAlign w:val="center"/>
          </w:tcPr>
          <w:p w14:paraId="1DEED46D" w14:textId="77777777" w:rsidR="00F5266E" w:rsidRPr="00171326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E580F65" w14:textId="6EBF7509" w:rsidR="00F5266E" w:rsidRPr="00171326" w:rsidRDefault="00F5266E" w:rsidP="006E63C7">
            <w:pPr>
              <w:widowControl w:val="0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ТзОВ «Чумак»</w:t>
            </w:r>
          </w:p>
        </w:tc>
        <w:tc>
          <w:tcPr>
            <w:tcW w:w="3231" w:type="dxa"/>
          </w:tcPr>
          <w:p w14:paraId="43537F91" w14:textId="41F9C5B8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5A0EDB42" w14:textId="2622E99B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с. </w:t>
            </w:r>
            <w:proofErr w:type="spellStart"/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Трушевичі</w:t>
            </w:r>
            <w:proofErr w:type="spellEnd"/>
          </w:p>
        </w:tc>
        <w:tc>
          <w:tcPr>
            <w:tcW w:w="994" w:type="dxa"/>
          </w:tcPr>
          <w:p w14:paraId="06FE507E" w14:textId="246896E8" w:rsidR="00F5266E" w:rsidRPr="0017132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10/2</w:t>
            </w:r>
          </w:p>
        </w:tc>
        <w:tc>
          <w:tcPr>
            <w:tcW w:w="3112" w:type="dxa"/>
            <w:vAlign w:val="center"/>
          </w:tcPr>
          <w:p w14:paraId="65629942" w14:textId="5B721394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171326">
              <w:rPr>
                <w:bCs w:val="0"/>
                <w:kern w:val="2"/>
                <w:sz w:val="20"/>
                <w:szCs w:val="20"/>
                <w14:ligatures w14:val="standardContextual"/>
              </w:rPr>
              <w:t>Забезпечення продуктами харчування та товарами першої необхідності</w:t>
            </w:r>
          </w:p>
        </w:tc>
      </w:tr>
      <w:tr w:rsidR="00F5266E" w:rsidRPr="00C44CFB" w14:paraId="1FAF2353" w14:textId="77777777" w:rsidTr="00505503">
        <w:trPr>
          <w:trHeight w:val="124"/>
        </w:trPr>
        <w:tc>
          <w:tcPr>
            <w:tcW w:w="5128" w:type="dxa"/>
            <w:gridSpan w:val="5"/>
            <w:vAlign w:val="center"/>
          </w:tcPr>
          <w:p w14:paraId="01021B27" w14:textId="77777777" w:rsidR="00F5266E" w:rsidRPr="00C44CFB" w:rsidRDefault="00F5266E" w:rsidP="00690F29">
            <w:pPr>
              <w:ind w:left="589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3231" w:type="dxa"/>
            <w:vAlign w:val="center"/>
          </w:tcPr>
          <w:p w14:paraId="48D847B0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2C42FE56" w14:textId="77777777" w:rsidR="00F5266E" w:rsidRPr="00C44CFB" w:rsidRDefault="00F5266E" w:rsidP="00F5266E">
            <w:pPr>
              <w:pStyle w:val="15"/>
              <w:widowControl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lang w:eastAsia="ru-RU"/>
              </w:rPr>
            </w:pPr>
          </w:p>
        </w:tc>
        <w:tc>
          <w:tcPr>
            <w:tcW w:w="994" w:type="dxa"/>
            <w:vAlign w:val="center"/>
          </w:tcPr>
          <w:p w14:paraId="2123EE8E" w14:textId="77FF2EE1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  <w:r w:rsidRPr="00171326">
              <w:rPr>
                <w:b/>
                <w:sz w:val="20"/>
                <w:szCs w:val="20"/>
              </w:rPr>
              <w:t>123/13</w:t>
            </w:r>
          </w:p>
        </w:tc>
        <w:tc>
          <w:tcPr>
            <w:tcW w:w="3112" w:type="dxa"/>
            <w:vAlign w:val="center"/>
          </w:tcPr>
          <w:p w14:paraId="7A8371BC" w14:textId="77777777" w:rsidR="00F5266E" w:rsidRPr="00C44CFB" w:rsidRDefault="00F5266E" w:rsidP="00F5266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78F4A29B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1CEADB88" w14:textId="2EF58F77" w:rsidR="00F5266E" w:rsidRPr="00C44CFB" w:rsidRDefault="00F5266E" w:rsidP="00F5266E">
            <w:pPr>
              <w:jc w:val="center"/>
              <w:rPr>
                <w:color w:val="FF0000"/>
                <w:sz w:val="20"/>
                <w:szCs w:val="20"/>
              </w:rPr>
            </w:pPr>
            <w:r w:rsidRPr="00630281">
              <w:rPr>
                <w:b/>
                <w:sz w:val="20"/>
                <w:szCs w:val="20"/>
              </w:rPr>
              <w:t>ШЕПТИЦЬКИЙ РАЙОН</w:t>
            </w:r>
          </w:p>
        </w:tc>
      </w:tr>
      <w:tr w:rsidR="00F5266E" w:rsidRPr="009F064A" w14:paraId="1CD40CC3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5C0F08F8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7D80B41" w14:textId="343E0573" w:rsidR="00F5266E" w:rsidRPr="009F064A" w:rsidRDefault="00F5266E" w:rsidP="00F5266E">
            <w:pPr>
              <w:widowControl w:val="0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9F064A">
              <w:rPr>
                <w:bCs w:val="0"/>
                <w:sz w:val="20"/>
                <w:szCs w:val="20"/>
              </w:rPr>
              <w:t>Добротвірське</w:t>
            </w:r>
            <w:proofErr w:type="spellEnd"/>
            <w:r w:rsidRPr="009F064A">
              <w:rPr>
                <w:bCs w:val="0"/>
                <w:sz w:val="20"/>
                <w:szCs w:val="20"/>
              </w:rPr>
              <w:t xml:space="preserve"> комунальне підприємство «Підприємство по обслуговуванню житла»</w:t>
            </w:r>
          </w:p>
        </w:tc>
        <w:tc>
          <w:tcPr>
            <w:tcW w:w="3231" w:type="dxa"/>
          </w:tcPr>
          <w:p w14:paraId="46348B70" w14:textId="73F23FD2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Мехзагін</w:t>
            </w:r>
          </w:p>
        </w:tc>
        <w:tc>
          <w:tcPr>
            <w:tcW w:w="3154" w:type="dxa"/>
            <w:gridSpan w:val="2"/>
          </w:tcPr>
          <w:p w14:paraId="744CBF48" w14:textId="77777777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9F064A">
              <w:rPr>
                <w:sz w:val="20"/>
                <w:szCs w:val="20"/>
                <w:lang w:eastAsia="zh-CN"/>
              </w:rPr>
              <w:t>смт.Добротвір</w:t>
            </w:r>
            <w:proofErr w:type="spellEnd"/>
            <w:r w:rsidRPr="009F064A">
              <w:rPr>
                <w:sz w:val="20"/>
                <w:szCs w:val="20"/>
                <w:lang w:eastAsia="zh-CN"/>
              </w:rPr>
              <w:t>,</w:t>
            </w:r>
          </w:p>
          <w:p w14:paraId="3F532B30" w14:textId="77777777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9F064A">
              <w:rPr>
                <w:sz w:val="20"/>
                <w:szCs w:val="20"/>
                <w:lang w:eastAsia="zh-CN"/>
              </w:rPr>
              <w:t xml:space="preserve">вул. </w:t>
            </w:r>
            <w:proofErr w:type="spellStart"/>
            <w:r w:rsidRPr="009F064A">
              <w:rPr>
                <w:sz w:val="20"/>
                <w:szCs w:val="20"/>
                <w:lang w:eastAsia="zh-CN"/>
              </w:rPr>
              <w:t>І.Франка</w:t>
            </w:r>
            <w:proofErr w:type="spellEnd"/>
            <w:r w:rsidRPr="009F064A">
              <w:rPr>
                <w:sz w:val="20"/>
                <w:szCs w:val="20"/>
                <w:lang w:eastAsia="zh-CN"/>
              </w:rPr>
              <w:t>, 14,</w:t>
            </w:r>
          </w:p>
          <w:p w14:paraId="5788BE0F" w14:textId="74AC97FE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9F064A">
              <w:rPr>
                <w:sz w:val="20"/>
                <w:szCs w:val="20"/>
                <w:lang w:eastAsia="zh-CN"/>
              </w:rPr>
              <w:t>(03254) 31-433, (066) 496-7678</w:t>
            </w:r>
          </w:p>
        </w:tc>
        <w:tc>
          <w:tcPr>
            <w:tcW w:w="994" w:type="dxa"/>
          </w:tcPr>
          <w:p w14:paraId="33F0243C" w14:textId="380C6D6E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3/-</w:t>
            </w:r>
          </w:p>
        </w:tc>
        <w:tc>
          <w:tcPr>
            <w:tcW w:w="3112" w:type="dxa"/>
          </w:tcPr>
          <w:p w14:paraId="1EAAE306" w14:textId="796D7168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Відкачування води, у тому числі брудної (мотопомпи, електронасоси, глибинні насоси)</w:t>
            </w:r>
          </w:p>
        </w:tc>
      </w:tr>
      <w:tr w:rsidR="00F5266E" w:rsidRPr="009F064A" w14:paraId="74A4DC3B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0DFA556E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7AC2677" w14:textId="2366E23B" w:rsidR="00F5266E" w:rsidRPr="009F064A" w:rsidRDefault="00F5266E" w:rsidP="00F5266E">
            <w:pPr>
              <w:widowControl w:val="0"/>
              <w:ind w:right="-113"/>
              <w:jc w:val="both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Відокремлений підрозділ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Добротвірська</w:t>
            </w:r>
            <w:proofErr w:type="spellEnd"/>
            <w:r w:rsidRPr="009F064A">
              <w:rPr>
                <w:bCs w:val="0"/>
                <w:sz w:val="20"/>
                <w:szCs w:val="20"/>
              </w:rPr>
              <w:t xml:space="preserve"> теплова електрична станція» Акціонерного товариства «ДТЕК 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Західенерго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024C8457" w14:textId="079E1C97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Гідротехнічний цех</w:t>
            </w:r>
          </w:p>
        </w:tc>
        <w:tc>
          <w:tcPr>
            <w:tcW w:w="3154" w:type="dxa"/>
            <w:gridSpan w:val="2"/>
          </w:tcPr>
          <w:p w14:paraId="4F53CD42" w14:textId="77777777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9F064A">
              <w:rPr>
                <w:sz w:val="20"/>
                <w:szCs w:val="20"/>
                <w:lang w:eastAsia="zh-CN"/>
              </w:rPr>
              <w:t>смт.Добротвір</w:t>
            </w:r>
            <w:proofErr w:type="spellEnd"/>
            <w:r w:rsidRPr="009F064A">
              <w:rPr>
                <w:sz w:val="20"/>
                <w:szCs w:val="20"/>
                <w:lang w:eastAsia="zh-CN"/>
              </w:rPr>
              <w:t>,</w:t>
            </w:r>
          </w:p>
          <w:p w14:paraId="5CF63384" w14:textId="77777777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9F064A">
              <w:rPr>
                <w:sz w:val="20"/>
                <w:szCs w:val="20"/>
                <w:lang w:eastAsia="zh-CN"/>
              </w:rPr>
              <w:t>вул. Промислова, 12,</w:t>
            </w:r>
          </w:p>
          <w:p w14:paraId="5122379F" w14:textId="6C234749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9F064A">
              <w:rPr>
                <w:sz w:val="20"/>
                <w:szCs w:val="20"/>
                <w:lang w:eastAsia="zh-CN"/>
              </w:rPr>
              <w:t>(0322) 37-359</w:t>
            </w:r>
          </w:p>
        </w:tc>
        <w:tc>
          <w:tcPr>
            <w:tcW w:w="994" w:type="dxa"/>
          </w:tcPr>
          <w:p w14:paraId="28BCBB7C" w14:textId="6AF4CCD5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6/4</w:t>
            </w:r>
          </w:p>
        </w:tc>
        <w:tc>
          <w:tcPr>
            <w:tcW w:w="3112" w:type="dxa"/>
          </w:tcPr>
          <w:p w14:paraId="6B714D06" w14:textId="0D4F1A81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Відкачування води, у тому числі брудної (мотопомпи, електронасоси, глибинні насоси)</w:t>
            </w:r>
          </w:p>
        </w:tc>
      </w:tr>
      <w:tr w:rsidR="00F5266E" w:rsidRPr="009F064A" w14:paraId="78695E6F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3A1C9C7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0C6CB5C" w14:textId="767C4A4D" w:rsidR="00F5266E" w:rsidRPr="009F064A" w:rsidRDefault="00F5266E" w:rsidP="00F5266E">
            <w:pPr>
              <w:widowControl w:val="0"/>
              <w:jc w:val="both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Відокремлений підрозділ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Добротвірська</w:t>
            </w:r>
            <w:proofErr w:type="spellEnd"/>
            <w:r w:rsidRPr="009F064A">
              <w:rPr>
                <w:bCs w:val="0"/>
                <w:sz w:val="20"/>
                <w:szCs w:val="20"/>
              </w:rPr>
              <w:t xml:space="preserve"> теплова електрична станція» Акціонерного товариства «ДТЕК 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Західенерго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057449D7" w14:textId="14EBCBF7" w:rsidR="00F5266E" w:rsidRPr="009F064A" w:rsidRDefault="00F5266E" w:rsidP="00F5266E">
            <w:pPr>
              <w:jc w:val="center"/>
            </w:pPr>
            <w:r w:rsidRPr="009F064A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574F1E65" w14:textId="77777777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proofErr w:type="spellStart"/>
            <w:r w:rsidRPr="009F064A">
              <w:rPr>
                <w:sz w:val="20"/>
                <w:szCs w:val="20"/>
                <w:lang w:eastAsia="zh-CN"/>
              </w:rPr>
              <w:t>смт.Добротвір</w:t>
            </w:r>
            <w:proofErr w:type="spellEnd"/>
            <w:r w:rsidRPr="009F064A">
              <w:rPr>
                <w:sz w:val="20"/>
                <w:szCs w:val="20"/>
                <w:lang w:eastAsia="zh-CN"/>
              </w:rPr>
              <w:t>,</w:t>
            </w:r>
          </w:p>
          <w:p w14:paraId="114DEE4C" w14:textId="77777777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9F064A">
              <w:rPr>
                <w:sz w:val="20"/>
                <w:szCs w:val="20"/>
                <w:lang w:eastAsia="zh-CN"/>
              </w:rPr>
              <w:t>вул. Промислова, 12,</w:t>
            </w:r>
          </w:p>
          <w:p w14:paraId="4C425CCE" w14:textId="75BB98C5" w:rsidR="00F5266E" w:rsidRPr="009F064A" w:rsidRDefault="00F5266E" w:rsidP="00F5266E">
            <w:pPr>
              <w:jc w:val="center"/>
              <w:rPr>
                <w:sz w:val="20"/>
                <w:szCs w:val="20"/>
                <w:lang w:eastAsia="zh-CN"/>
              </w:rPr>
            </w:pPr>
            <w:r w:rsidRPr="009F064A">
              <w:rPr>
                <w:sz w:val="20"/>
                <w:szCs w:val="20"/>
                <w:lang w:eastAsia="zh-CN"/>
              </w:rPr>
              <w:t>(0322) 37-359</w:t>
            </w:r>
          </w:p>
        </w:tc>
        <w:tc>
          <w:tcPr>
            <w:tcW w:w="994" w:type="dxa"/>
          </w:tcPr>
          <w:p w14:paraId="28EF3A1B" w14:textId="51E2722D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5/-</w:t>
            </w:r>
          </w:p>
        </w:tc>
        <w:tc>
          <w:tcPr>
            <w:tcW w:w="3112" w:type="dxa"/>
          </w:tcPr>
          <w:p w14:paraId="7C94ED87" w14:textId="58866901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Зберігання паливо-мастильних матеріалів для транспортних засобів</w:t>
            </w:r>
          </w:p>
        </w:tc>
      </w:tr>
      <w:tr w:rsidR="00F5266E" w:rsidRPr="009F064A" w14:paraId="43CCD2F8" w14:textId="77777777" w:rsidTr="006E63C7">
        <w:trPr>
          <w:trHeight w:val="124"/>
        </w:trPr>
        <w:tc>
          <w:tcPr>
            <w:tcW w:w="562" w:type="dxa"/>
            <w:gridSpan w:val="3"/>
            <w:vAlign w:val="center"/>
          </w:tcPr>
          <w:p w14:paraId="7D58B50B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F26566A" w14:textId="701D5618" w:rsidR="00F5266E" w:rsidRPr="009F064A" w:rsidRDefault="00F5266E" w:rsidP="006E63C7">
            <w:pPr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Комунальне некомерційне підприємство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Добротвірська</w:t>
            </w:r>
            <w:proofErr w:type="spellEnd"/>
            <w:r w:rsidRPr="009F064A">
              <w:rPr>
                <w:bCs w:val="0"/>
                <w:sz w:val="20"/>
                <w:szCs w:val="20"/>
              </w:rPr>
              <w:t xml:space="preserve"> міська лікарня»</w:t>
            </w:r>
          </w:p>
        </w:tc>
        <w:tc>
          <w:tcPr>
            <w:tcW w:w="3231" w:type="dxa"/>
          </w:tcPr>
          <w:p w14:paraId="0CCDFE3F" w14:textId="40C0E84F" w:rsidR="00F5266E" w:rsidRPr="009F064A" w:rsidRDefault="00F5266E" w:rsidP="00F5266E">
            <w:pPr>
              <w:jc w:val="center"/>
              <w:rPr>
                <w:sz w:val="20"/>
                <w:szCs w:val="20"/>
                <w:lang w:eastAsia="uk-UA"/>
              </w:rPr>
            </w:pPr>
            <w:r w:rsidRPr="009F064A">
              <w:rPr>
                <w:sz w:val="20"/>
                <w:szCs w:val="20"/>
                <w:lang w:eastAsia="uk-UA"/>
              </w:rPr>
              <w:t>Господарська частина</w:t>
            </w:r>
          </w:p>
        </w:tc>
        <w:tc>
          <w:tcPr>
            <w:tcW w:w="3154" w:type="dxa"/>
            <w:gridSpan w:val="2"/>
          </w:tcPr>
          <w:p w14:paraId="773CC035" w14:textId="77777777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смт. Добротвір,</w:t>
            </w:r>
          </w:p>
          <w:p w14:paraId="70A6B054" w14:textId="77777777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вул. Шевченка, 10,</w:t>
            </w:r>
          </w:p>
          <w:p w14:paraId="30A3F1E2" w14:textId="45C7891E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9F064A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. (096) 2930149</w:t>
            </w:r>
          </w:p>
        </w:tc>
        <w:tc>
          <w:tcPr>
            <w:tcW w:w="994" w:type="dxa"/>
          </w:tcPr>
          <w:p w14:paraId="1C833F8C" w14:textId="62F0E380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3/-</w:t>
            </w:r>
          </w:p>
        </w:tc>
        <w:tc>
          <w:tcPr>
            <w:tcW w:w="3112" w:type="dxa"/>
          </w:tcPr>
          <w:p w14:paraId="7229AC88" w14:textId="29D48EEE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Лазне-пральні та санітарно-гігієнічні послуги, проведення санітарної обробки населення та спеціальної обробки одягу</w:t>
            </w:r>
          </w:p>
        </w:tc>
      </w:tr>
      <w:tr w:rsidR="00F5266E" w:rsidRPr="009F064A" w14:paraId="23A1F92B" w14:textId="77777777" w:rsidTr="006E63C7">
        <w:trPr>
          <w:trHeight w:val="124"/>
        </w:trPr>
        <w:tc>
          <w:tcPr>
            <w:tcW w:w="562" w:type="dxa"/>
            <w:gridSpan w:val="3"/>
            <w:vAlign w:val="center"/>
          </w:tcPr>
          <w:p w14:paraId="23C64DC9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9A2DBC2" w14:textId="625AF810" w:rsidR="00F5266E" w:rsidRPr="009F064A" w:rsidRDefault="00F5266E" w:rsidP="006E63C7">
            <w:pPr>
              <w:widowControl w:val="0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ФОП Прокопович</w:t>
            </w:r>
          </w:p>
        </w:tc>
        <w:tc>
          <w:tcPr>
            <w:tcW w:w="3231" w:type="dxa"/>
          </w:tcPr>
          <w:p w14:paraId="47D55CBF" w14:textId="1ED62499" w:rsidR="00F5266E" w:rsidRPr="009F064A" w:rsidRDefault="00F5266E" w:rsidP="00F5266E">
            <w:pPr>
              <w:jc w:val="center"/>
            </w:pPr>
            <w:r w:rsidRPr="009F064A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6FE120FA" w14:textId="77777777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м. Великі Мости вул. Б. Хмельницького, 9А</w:t>
            </w:r>
          </w:p>
          <w:p w14:paraId="2EB36915" w14:textId="2ABAF71B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0673541884</w:t>
            </w:r>
          </w:p>
        </w:tc>
        <w:tc>
          <w:tcPr>
            <w:tcW w:w="994" w:type="dxa"/>
          </w:tcPr>
          <w:p w14:paraId="33D31974" w14:textId="1EC7CEB0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1/-</w:t>
            </w:r>
          </w:p>
        </w:tc>
        <w:tc>
          <w:tcPr>
            <w:tcW w:w="3112" w:type="dxa"/>
          </w:tcPr>
          <w:p w14:paraId="44845447" w14:textId="38BB719C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9F064A" w14:paraId="65CFF962" w14:textId="77777777" w:rsidTr="006E63C7">
        <w:trPr>
          <w:trHeight w:val="124"/>
        </w:trPr>
        <w:tc>
          <w:tcPr>
            <w:tcW w:w="562" w:type="dxa"/>
            <w:gridSpan w:val="3"/>
            <w:vAlign w:val="center"/>
          </w:tcPr>
          <w:p w14:paraId="17E0A424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005B16D" w14:textId="0AFC13C5" w:rsidR="00F5266E" w:rsidRPr="009F064A" w:rsidRDefault="00F5266E" w:rsidP="006E63C7">
            <w:pPr>
              <w:widowControl w:val="0"/>
              <w:rPr>
                <w:bCs w:val="0"/>
                <w:sz w:val="20"/>
                <w:szCs w:val="20"/>
              </w:rPr>
            </w:pPr>
            <w:proofErr w:type="spellStart"/>
            <w:r w:rsidRPr="009F064A">
              <w:rPr>
                <w:bCs w:val="0"/>
                <w:sz w:val="20"/>
                <w:szCs w:val="20"/>
              </w:rPr>
              <w:t>Гуртівня</w:t>
            </w:r>
            <w:proofErr w:type="spellEnd"/>
            <w:r w:rsidRPr="009F064A">
              <w:rPr>
                <w:bCs w:val="0"/>
                <w:sz w:val="20"/>
                <w:szCs w:val="20"/>
              </w:rPr>
              <w:t xml:space="preserve"> будівельних матеріалів</w:t>
            </w:r>
          </w:p>
        </w:tc>
        <w:tc>
          <w:tcPr>
            <w:tcW w:w="3231" w:type="dxa"/>
          </w:tcPr>
          <w:p w14:paraId="15746CDB" w14:textId="245FDC96" w:rsidR="00F5266E" w:rsidRPr="009F064A" w:rsidRDefault="00F5266E" w:rsidP="00F5266E">
            <w:pPr>
              <w:jc w:val="center"/>
            </w:pPr>
            <w:r w:rsidRPr="009F064A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2E80C143" w14:textId="28BE8C1D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 xml:space="preserve">м. Сокаль. вул. 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Яворинцького</w:t>
            </w:r>
            <w:proofErr w:type="spellEnd"/>
            <w:r w:rsidRPr="009F064A">
              <w:rPr>
                <w:bCs w:val="0"/>
                <w:sz w:val="20"/>
                <w:szCs w:val="20"/>
              </w:rPr>
              <w:t xml:space="preserve">, 86, 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9F064A">
              <w:rPr>
                <w:bCs w:val="0"/>
                <w:sz w:val="20"/>
                <w:szCs w:val="20"/>
              </w:rPr>
              <w:t xml:space="preserve"> 0931227373</w:t>
            </w:r>
          </w:p>
        </w:tc>
        <w:tc>
          <w:tcPr>
            <w:tcW w:w="994" w:type="dxa"/>
          </w:tcPr>
          <w:p w14:paraId="1C82E78E" w14:textId="2E2330FD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2/-</w:t>
            </w:r>
          </w:p>
        </w:tc>
        <w:tc>
          <w:tcPr>
            <w:tcW w:w="3112" w:type="dxa"/>
          </w:tcPr>
          <w:p w14:paraId="64F9FF9C" w14:textId="73BD883A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9F064A" w14:paraId="2F40E4EB" w14:textId="77777777" w:rsidTr="006E63C7">
        <w:trPr>
          <w:trHeight w:val="124"/>
        </w:trPr>
        <w:tc>
          <w:tcPr>
            <w:tcW w:w="562" w:type="dxa"/>
            <w:gridSpan w:val="3"/>
            <w:vAlign w:val="center"/>
          </w:tcPr>
          <w:p w14:paraId="769F0C26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EA20F0E" w14:textId="6F25E7CC" w:rsidR="00F5266E" w:rsidRPr="009F064A" w:rsidRDefault="00F5266E" w:rsidP="006E63C7">
            <w:pPr>
              <w:widowControl w:val="0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ТОВ «С-БУД»</w:t>
            </w:r>
          </w:p>
        </w:tc>
        <w:tc>
          <w:tcPr>
            <w:tcW w:w="3231" w:type="dxa"/>
          </w:tcPr>
          <w:p w14:paraId="3A2872AA" w14:textId="062C0E56" w:rsidR="00F5266E" w:rsidRPr="009F064A" w:rsidRDefault="00F5266E" w:rsidP="00F5266E">
            <w:pPr>
              <w:jc w:val="center"/>
            </w:pPr>
            <w:r w:rsidRPr="009F064A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3CC3B0C9" w14:textId="0E351C95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 xml:space="preserve">смт. Жвирка вул. Л. Українки, 32, 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. (03257)74678</w:t>
            </w:r>
          </w:p>
        </w:tc>
        <w:tc>
          <w:tcPr>
            <w:tcW w:w="994" w:type="dxa"/>
          </w:tcPr>
          <w:p w14:paraId="3A61DE5F" w14:textId="096C40A0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1/-</w:t>
            </w:r>
          </w:p>
        </w:tc>
        <w:tc>
          <w:tcPr>
            <w:tcW w:w="3112" w:type="dxa"/>
          </w:tcPr>
          <w:p w14:paraId="579CA3B3" w14:textId="34CA44CD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9F064A" w14:paraId="586FD59D" w14:textId="77777777" w:rsidTr="006E63C7">
        <w:trPr>
          <w:trHeight w:val="124"/>
        </w:trPr>
        <w:tc>
          <w:tcPr>
            <w:tcW w:w="562" w:type="dxa"/>
            <w:gridSpan w:val="3"/>
            <w:vAlign w:val="center"/>
          </w:tcPr>
          <w:p w14:paraId="679ACB82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87E26A6" w14:textId="74573FD6" w:rsidR="00F5266E" w:rsidRPr="009F064A" w:rsidRDefault="00F5266E" w:rsidP="006E63C7">
            <w:pPr>
              <w:widowControl w:val="0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КП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Житлокомунсервіс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» ШМР</w:t>
            </w:r>
          </w:p>
        </w:tc>
        <w:tc>
          <w:tcPr>
            <w:tcW w:w="3231" w:type="dxa"/>
          </w:tcPr>
          <w:p w14:paraId="5A9D81C6" w14:textId="6B9B965E" w:rsidR="00F5266E" w:rsidRPr="009F064A" w:rsidRDefault="00F5266E" w:rsidP="00F5266E">
            <w:pPr>
              <w:jc w:val="center"/>
            </w:pPr>
            <w:r w:rsidRPr="009F064A">
              <w:rPr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6788701B" w14:textId="3E35F134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 xml:space="preserve">м. Шептицький, вул. Шевська, 1а, 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. (03249) 3-28-59</w:t>
            </w:r>
          </w:p>
        </w:tc>
        <w:tc>
          <w:tcPr>
            <w:tcW w:w="994" w:type="dxa"/>
          </w:tcPr>
          <w:p w14:paraId="78419A37" w14:textId="7C67432E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5/1</w:t>
            </w:r>
          </w:p>
        </w:tc>
        <w:tc>
          <w:tcPr>
            <w:tcW w:w="3112" w:type="dxa"/>
          </w:tcPr>
          <w:p w14:paraId="07C62B17" w14:textId="4AAFBE7C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Зберігання паливо-мастильних матеріалів для транспортних засобів</w:t>
            </w:r>
          </w:p>
        </w:tc>
      </w:tr>
      <w:tr w:rsidR="00F5266E" w:rsidRPr="009F064A" w14:paraId="226AAA8B" w14:textId="77777777" w:rsidTr="006E63C7">
        <w:trPr>
          <w:trHeight w:val="124"/>
        </w:trPr>
        <w:tc>
          <w:tcPr>
            <w:tcW w:w="562" w:type="dxa"/>
            <w:gridSpan w:val="3"/>
            <w:vAlign w:val="center"/>
          </w:tcPr>
          <w:p w14:paraId="5562D415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3053319" w14:textId="77777777" w:rsidR="00F5266E" w:rsidRPr="009F064A" w:rsidRDefault="00F5266E" w:rsidP="006E63C7">
            <w:pPr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ВП «Шахта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Великомостівська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»</w:t>
            </w:r>
          </w:p>
          <w:p w14:paraId="7C77A92D" w14:textId="39861535" w:rsidR="00F5266E" w:rsidRPr="009F064A" w:rsidRDefault="00F5266E" w:rsidP="006E63C7">
            <w:pPr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ДП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Львіввугілля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» (на стадії ліквідації)</w:t>
            </w:r>
          </w:p>
        </w:tc>
        <w:tc>
          <w:tcPr>
            <w:tcW w:w="3231" w:type="dxa"/>
          </w:tcPr>
          <w:p w14:paraId="15A22640" w14:textId="5973B2CE" w:rsidR="00F5266E" w:rsidRPr="009F064A" w:rsidRDefault="00F5266E" w:rsidP="00F5266E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F064A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9F064A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9F064A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  <w:tc>
          <w:tcPr>
            <w:tcW w:w="3154" w:type="dxa"/>
            <w:gridSpan w:val="2"/>
          </w:tcPr>
          <w:p w14:paraId="6D54049A" w14:textId="77777777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м. Шептицький, вул.Львівська,61,</w:t>
            </w:r>
          </w:p>
          <w:p w14:paraId="4F7E5384" w14:textId="4B4172DE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9F064A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. (03249) 4-65-10</w:t>
            </w:r>
          </w:p>
        </w:tc>
        <w:tc>
          <w:tcPr>
            <w:tcW w:w="994" w:type="dxa"/>
          </w:tcPr>
          <w:p w14:paraId="3C56C68B" w14:textId="4A0BE7A2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2/1</w:t>
            </w:r>
          </w:p>
        </w:tc>
        <w:tc>
          <w:tcPr>
            <w:tcW w:w="3112" w:type="dxa"/>
          </w:tcPr>
          <w:p w14:paraId="680BA94C" w14:textId="3F392321" w:rsidR="00F5266E" w:rsidRPr="009F064A" w:rsidRDefault="00F5266E" w:rsidP="00F5266E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F064A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9F064A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9F064A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</w:tr>
      <w:tr w:rsidR="00F5266E" w:rsidRPr="009F064A" w14:paraId="54A3F253" w14:textId="77777777" w:rsidTr="00C87772">
        <w:trPr>
          <w:trHeight w:val="124"/>
        </w:trPr>
        <w:tc>
          <w:tcPr>
            <w:tcW w:w="562" w:type="dxa"/>
            <w:gridSpan w:val="3"/>
            <w:vAlign w:val="center"/>
          </w:tcPr>
          <w:p w14:paraId="711D597B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ind w:right="-104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4F74B00" w14:textId="77777777" w:rsidR="00F5266E" w:rsidRPr="009F064A" w:rsidRDefault="00F5266E" w:rsidP="00C87772">
            <w:pPr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ВП «Шахта «Червоноградська»</w:t>
            </w:r>
          </w:p>
          <w:p w14:paraId="7E2715D1" w14:textId="1E04FC85" w:rsidR="00F5266E" w:rsidRPr="009F064A" w:rsidRDefault="00F5266E" w:rsidP="00C87772">
            <w:pPr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ДП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Львіввугілля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3C7CEF4F" w14:textId="129C6E04" w:rsidR="00F5266E" w:rsidRPr="009F064A" w:rsidRDefault="00F5266E" w:rsidP="00F5266E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F064A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9F064A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9F064A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  <w:tc>
          <w:tcPr>
            <w:tcW w:w="3154" w:type="dxa"/>
            <w:gridSpan w:val="2"/>
          </w:tcPr>
          <w:p w14:paraId="145E15BF" w14:textId="77777777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м. Шептицький, вул.Промислова,27,</w:t>
            </w:r>
          </w:p>
          <w:p w14:paraId="2606B65D" w14:textId="78750D69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9F064A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. (03249)2-02-02</w:t>
            </w:r>
          </w:p>
        </w:tc>
        <w:tc>
          <w:tcPr>
            <w:tcW w:w="994" w:type="dxa"/>
          </w:tcPr>
          <w:p w14:paraId="6A8EC8E7" w14:textId="68603B2F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2/1</w:t>
            </w:r>
          </w:p>
        </w:tc>
        <w:tc>
          <w:tcPr>
            <w:tcW w:w="3112" w:type="dxa"/>
          </w:tcPr>
          <w:p w14:paraId="02BE2BD3" w14:textId="6A929BD7" w:rsidR="00F5266E" w:rsidRPr="009F064A" w:rsidRDefault="00F5266E" w:rsidP="00F5266E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F064A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9F064A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9F064A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</w:tr>
      <w:tr w:rsidR="00F5266E" w:rsidRPr="009F064A" w14:paraId="6FC30E5C" w14:textId="77777777" w:rsidTr="00501A3D">
        <w:trPr>
          <w:trHeight w:val="124"/>
        </w:trPr>
        <w:tc>
          <w:tcPr>
            <w:tcW w:w="562" w:type="dxa"/>
            <w:gridSpan w:val="3"/>
            <w:vAlign w:val="center"/>
          </w:tcPr>
          <w:p w14:paraId="30944E98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C7834DE" w14:textId="77777777" w:rsidR="00F5266E" w:rsidRPr="009F064A" w:rsidRDefault="00F5266E" w:rsidP="00501A3D">
            <w:pPr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ВП «Шахта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Межирічанська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»</w:t>
            </w:r>
          </w:p>
          <w:p w14:paraId="142D34CA" w14:textId="6A90FB38" w:rsidR="00F5266E" w:rsidRPr="009F064A" w:rsidRDefault="00F5266E" w:rsidP="00501A3D">
            <w:pPr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ДП «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Львіввугілля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254EE3FB" w14:textId="141AAAA1" w:rsidR="00F5266E" w:rsidRPr="009F064A" w:rsidRDefault="00F5266E" w:rsidP="00F5266E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F064A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9F064A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9F064A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  <w:tc>
          <w:tcPr>
            <w:tcW w:w="3154" w:type="dxa"/>
            <w:gridSpan w:val="2"/>
          </w:tcPr>
          <w:p w14:paraId="5E8CC94E" w14:textId="3BE606F5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9F064A">
              <w:rPr>
                <w:bCs w:val="0"/>
                <w:sz w:val="20"/>
                <w:szCs w:val="20"/>
              </w:rPr>
              <w:t>м.Шептицький</w:t>
            </w:r>
            <w:proofErr w:type="spellEnd"/>
            <w:r w:rsidRPr="009F064A">
              <w:rPr>
                <w:bCs w:val="0"/>
                <w:sz w:val="20"/>
                <w:szCs w:val="20"/>
              </w:rPr>
              <w:t xml:space="preserve">, вул.Львівська,68, 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. (03249) 3-99-56</w:t>
            </w:r>
          </w:p>
        </w:tc>
        <w:tc>
          <w:tcPr>
            <w:tcW w:w="994" w:type="dxa"/>
          </w:tcPr>
          <w:p w14:paraId="5A13AD38" w14:textId="2A160779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2/1</w:t>
            </w:r>
          </w:p>
        </w:tc>
        <w:tc>
          <w:tcPr>
            <w:tcW w:w="3112" w:type="dxa"/>
          </w:tcPr>
          <w:p w14:paraId="3FE92F29" w14:textId="1298D1A7" w:rsidR="00F5266E" w:rsidRPr="009F064A" w:rsidRDefault="00F5266E" w:rsidP="00F5266E">
            <w:pPr>
              <w:pStyle w:val="21"/>
              <w:tabs>
                <w:tab w:val="left" w:pos="1806"/>
              </w:tabs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9F064A">
              <w:rPr>
                <w:bCs/>
                <w:sz w:val="20"/>
                <w:szCs w:val="20"/>
              </w:rPr>
              <w:t xml:space="preserve">Санітарна обробка </w:t>
            </w:r>
            <w:proofErr w:type="spellStart"/>
            <w:r w:rsidRPr="009F064A">
              <w:rPr>
                <w:bCs/>
                <w:sz w:val="20"/>
                <w:szCs w:val="20"/>
              </w:rPr>
              <w:t>населення,спеціальна</w:t>
            </w:r>
            <w:proofErr w:type="spellEnd"/>
            <w:r w:rsidRPr="009F064A">
              <w:rPr>
                <w:bCs/>
                <w:sz w:val="20"/>
                <w:szCs w:val="20"/>
              </w:rPr>
              <w:t xml:space="preserve"> обробка техніки</w:t>
            </w:r>
          </w:p>
        </w:tc>
      </w:tr>
      <w:tr w:rsidR="00F5266E" w:rsidRPr="009F064A" w14:paraId="480E8332" w14:textId="77777777" w:rsidTr="00501A3D">
        <w:trPr>
          <w:trHeight w:val="124"/>
        </w:trPr>
        <w:tc>
          <w:tcPr>
            <w:tcW w:w="562" w:type="dxa"/>
            <w:gridSpan w:val="3"/>
            <w:vAlign w:val="center"/>
          </w:tcPr>
          <w:p w14:paraId="290AD0CA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EF8A87B" w14:textId="70AE39F1" w:rsidR="00F5266E" w:rsidRPr="009F064A" w:rsidRDefault="00F5266E" w:rsidP="00501A3D">
            <w:pPr>
              <w:widowControl w:val="0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КНП «Центральна міська лікарня ШМР»</w:t>
            </w:r>
          </w:p>
        </w:tc>
        <w:tc>
          <w:tcPr>
            <w:tcW w:w="3231" w:type="dxa"/>
          </w:tcPr>
          <w:p w14:paraId="44643B05" w14:textId="641B3FDC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Санітарна обробка населення</w:t>
            </w:r>
          </w:p>
        </w:tc>
        <w:tc>
          <w:tcPr>
            <w:tcW w:w="3154" w:type="dxa"/>
            <w:gridSpan w:val="2"/>
          </w:tcPr>
          <w:p w14:paraId="5438FB78" w14:textId="0106FFA5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 xml:space="preserve">м. Шептицький, вул. Івасюка, 2, </w:t>
            </w:r>
            <w:proofErr w:type="spellStart"/>
            <w:r w:rsidRPr="009F064A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9F064A">
              <w:rPr>
                <w:bCs w:val="0"/>
                <w:sz w:val="20"/>
                <w:szCs w:val="20"/>
              </w:rPr>
              <w:t>. (03249) 3-17-33</w:t>
            </w:r>
          </w:p>
        </w:tc>
        <w:tc>
          <w:tcPr>
            <w:tcW w:w="994" w:type="dxa"/>
          </w:tcPr>
          <w:p w14:paraId="2913FD77" w14:textId="3D8B22BB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5/1</w:t>
            </w:r>
          </w:p>
        </w:tc>
        <w:tc>
          <w:tcPr>
            <w:tcW w:w="3112" w:type="dxa"/>
          </w:tcPr>
          <w:p w14:paraId="7EEF9405" w14:textId="6EDE9DF3" w:rsidR="00F5266E" w:rsidRPr="009F064A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Санітарна обробка населення</w:t>
            </w:r>
          </w:p>
        </w:tc>
      </w:tr>
      <w:tr w:rsidR="00F5266E" w:rsidRPr="009F064A" w14:paraId="5C32E15F" w14:textId="77777777" w:rsidTr="00501A3D">
        <w:trPr>
          <w:trHeight w:val="124"/>
        </w:trPr>
        <w:tc>
          <w:tcPr>
            <w:tcW w:w="562" w:type="dxa"/>
            <w:gridSpan w:val="3"/>
            <w:vAlign w:val="center"/>
          </w:tcPr>
          <w:p w14:paraId="6FCBE6E9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AC62FE9" w14:textId="77777777" w:rsidR="00F5266E" w:rsidRPr="009F064A" w:rsidRDefault="00F5266E" w:rsidP="00501A3D">
            <w:pPr>
              <w:ind w:left="-57" w:right="-57"/>
              <w:rPr>
                <w:bCs w:val="0"/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ТзОВ ТВК «</w:t>
            </w:r>
            <w:proofErr w:type="spellStart"/>
            <w:r w:rsidRPr="009F064A">
              <w:rPr>
                <w:sz w:val="20"/>
                <w:szCs w:val="20"/>
              </w:rPr>
              <w:t>Львівхолод</w:t>
            </w:r>
            <w:proofErr w:type="spellEnd"/>
            <w:r w:rsidRPr="009F064A">
              <w:rPr>
                <w:sz w:val="20"/>
                <w:szCs w:val="20"/>
              </w:rPr>
              <w:t>»,</w:t>
            </w:r>
          </w:p>
          <w:p w14:paraId="7D71459D" w14:textId="0028E460" w:rsidR="00F5266E" w:rsidRPr="009F064A" w:rsidRDefault="00F5266E" w:rsidP="00501A3D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9F064A">
              <w:rPr>
                <w:sz w:val="20"/>
                <w:szCs w:val="20"/>
              </w:rPr>
              <w:t>магазини «Рукавичка»</w:t>
            </w:r>
          </w:p>
        </w:tc>
        <w:tc>
          <w:tcPr>
            <w:tcW w:w="3231" w:type="dxa"/>
          </w:tcPr>
          <w:p w14:paraId="7D889889" w14:textId="65CF6E6D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7417B991" w14:textId="77777777" w:rsidR="00F5266E" w:rsidRPr="009F064A" w:rsidRDefault="00F5266E" w:rsidP="00F5266E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 xml:space="preserve">79034 </w:t>
            </w:r>
            <w:proofErr w:type="spellStart"/>
            <w:r w:rsidRPr="009F064A">
              <w:rPr>
                <w:sz w:val="20"/>
                <w:szCs w:val="20"/>
              </w:rPr>
              <w:t>м.Львів</w:t>
            </w:r>
            <w:proofErr w:type="spellEnd"/>
            <w:r w:rsidRPr="009F064A">
              <w:rPr>
                <w:sz w:val="20"/>
                <w:szCs w:val="20"/>
              </w:rPr>
              <w:t>,</w:t>
            </w:r>
          </w:p>
          <w:p w14:paraId="4D36E1B7" w14:textId="77777777" w:rsidR="00F5266E" w:rsidRPr="009F064A" w:rsidRDefault="00F5266E" w:rsidP="00F5266E">
            <w:pPr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9F064A">
              <w:rPr>
                <w:sz w:val="20"/>
                <w:szCs w:val="20"/>
              </w:rPr>
              <w:t>вул.Угорська</w:t>
            </w:r>
            <w:proofErr w:type="spellEnd"/>
            <w:r w:rsidRPr="009F064A">
              <w:rPr>
                <w:sz w:val="20"/>
                <w:szCs w:val="20"/>
              </w:rPr>
              <w:t>, 22,</w:t>
            </w:r>
          </w:p>
          <w:p w14:paraId="52896770" w14:textId="4D7E1501" w:rsidR="00F5266E" w:rsidRPr="009F064A" w:rsidRDefault="00F5266E" w:rsidP="00F5266E">
            <w:pPr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9F064A">
              <w:rPr>
                <w:sz w:val="20"/>
                <w:szCs w:val="20"/>
              </w:rPr>
              <w:t>тел</w:t>
            </w:r>
            <w:proofErr w:type="spellEnd"/>
            <w:r w:rsidRPr="009F064A">
              <w:rPr>
                <w:sz w:val="20"/>
                <w:szCs w:val="20"/>
              </w:rPr>
              <w:t>. (0322)70-23-41</w:t>
            </w:r>
          </w:p>
        </w:tc>
        <w:tc>
          <w:tcPr>
            <w:tcW w:w="994" w:type="dxa"/>
          </w:tcPr>
          <w:p w14:paraId="7C521AEF" w14:textId="7951EAE6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8/-</w:t>
            </w:r>
          </w:p>
        </w:tc>
        <w:tc>
          <w:tcPr>
            <w:tcW w:w="3112" w:type="dxa"/>
          </w:tcPr>
          <w:p w14:paraId="74E04E90" w14:textId="77146DAB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Забезпечення  органів управління і сил цивільного захисту запасами продовольчих ресурсів для проведення першочергових робіт під час ліквідації наслідків надзвичайних ситуацій та здійснення інших заходів</w:t>
            </w:r>
          </w:p>
        </w:tc>
      </w:tr>
      <w:tr w:rsidR="00F5266E" w:rsidRPr="009F064A" w14:paraId="4A82AAED" w14:textId="77777777" w:rsidTr="00501A3D">
        <w:trPr>
          <w:trHeight w:val="124"/>
        </w:trPr>
        <w:tc>
          <w:tcPr>
            <w:tcW w:w="562" w:type="dxa"/>
            <w:gridSpan w:val="3"/>
            <w:vAlign w:val="center"/>
          </w:tcPr>
          <w:p w14:paraId="26FCEB7B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FE28BB9" w14:textId="1A24B9BF" w:rsidR="00F5266E" w:rsidRPr="009F064A" w:rsidRDefault="00F5266E" w:rsidP="00501A3D">
            <w:pPr>
              <w:ind w:left="-57" w:right="-57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ТзОВ «АТБ – Маркет»</w:t>
            </w:r>
          </w:p>
        </w:tc>
        <w:tc>
          <w:tcPr>
            <w:tcW w:w="3231" w:type="dxa"/>
          </w:tcPr>
          <w:p w14:paraId="41172155" w14:textId="48D7B7A7" w:rsidR="00F5266E" w:rsidRPr="009F064A" w:rsidRDefault="00F5266E" w:rsidP="00F5266E">
            <w:pPr>
              <w:jc w:val="center"/>
            </w:pPr>
            <w:r w:rsidRPr="009F064A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11AB1246" w14:textId="77777777" w:rsidR="00F5266E" w:rsidRPr="009F064A" w:rsidRDefault="00F5266E" w:rsidP="00F5266E">
            <w:pPr>
              <w:pStyle w:val="15"/>
              <w:shd w:val="clear" w:color="auto" w:fill="auto"/>
              <w:spacing w:before="0"/>
              <w:ind w:left="-106" w:right="-102"/>
              <w:rPr>
                <w:b w:val="0"/>
                <w:bCs w:val="0"/>
                <w:color w:val="auto"/>
              </w:rPr>
            </w:pPr>
            <w:r w:rsidRPr="009F064A">
              <w:rPr>
                <w:b w:val="0"/>
                <w:bCs w:val="0"/>
                <w:color w:val="auto"/>
              </w:rPr>
              <w:t>Дніпропетровська обл. Дніпровський район, смт. Слобожанське,</w:t>
            </w:r>
          </w:p>
          <w:p w14:paraId="6AE8D0DB" w14:textId="77777777" w:rsidR="00F5266E" w:rsidRPr="009F064A" w:rsidRDefault="00F5266E" w:rsidP="00F5266E">
            <w:pPr>
              <w:pStyle w:val="15"/>
              <w:shd w:val="clear" w:color="auto" w:fill="auto"/>
              <w:spacing w:before="0"/>
              <w:ind w:left="-106" w:right="-102"/>
              <w:rPr>
                <w:b w:val="0"/>
                <w:bCs w:val="0"/>
                <w:color w:val="auto"/>
              </w:rPr>
            </w:pPr>
            <w:r w:rsidRPr="009F064A">
              <w:rPr>
                <w:b w:val="0"/>
                <w:bCs w:val="0"/>
                <w:color w:val="auto"/>
              </w:rPr>
              <w:t>вул. Василя Сухомлинського, 76,</w:t>
            </w:r>
          </w:p>
          <w:p w14:paraId="326DDF33" w14:textId="00A16211" w:rsidR="00F5266E" w:rsidRPr="009F064A" w:rsidRDefault="00F5266E" w:rsidP="00F5266E">
            <w:pPr>
              <w:pStyle w:val="15"/>
              <w:shd w:val="clear" w:color="auto" w:fill="auto"/>
              <w:spacing w:before="0"/>
              <w:ind w:left="0" w:right="-102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proofErr w:type="spellStart"/>
            <w:r w:rsidRPr="009F064A">
              <w:rPr>
                <w:b w:val="0"/>
                <w:bCs w:val="0"/>
                <w:color w:val="auto"/>
              </w:rPr>
              <w:t>тел</w:t>
            </w:r>
            <w:proofErr w:type="spellEnd"/>
            <w:r w:rsidRPr="009F064A">
              <w:rPr>
                <w:b w:val="0"/>
                <w:bCs w:val="0"/>
                <w:color w:val="auto"/>
              </w:rPr>
              <w:t>. 066-594-8522</w:t>
            </w:r>
          </w:p>
        </w:tc>
        <w:tc>
          <w:tcPr>
            <w:tcW w:w="994" w:type="dxa"/>
          </w:tcPr>
          <w:p w14:paraId="3C187DC5" w14:textId="59416C7E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4/-</w:t>
            </w:r>
          </w:p>
        </w:tc>
        <w:tc>
          <w:tcPr>
            <w:tcW w:w="3112" w:type="dxa"/>
          </w:tcPr>
          <w:p w14:paraId="129DCB08" w14:textId="13D20DF1" w:rsidR="00F5266E" w:rsidRPr="009F064A" w:rsidRDefault="00F5266E" w:rsidP="00F5266E">
            <w:pPr>
              <w:jc w:val="center"/>
            </w:pPr>
            <w:r w:rsidRPr="009F064A">
              <w:rPr>
                <w:sz w:val="20"/>
                <w:szCs w:val="20"/>
              </w:rPr>
              <w:t>-"-</w:t>
            </w:r>
          </w:p>
        </w:tc>
      </w:tr>
      <w:tr w:rsidR="00F5266E" w:rsidRPr="00C44CFB" w14:paraId="46190BF7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11E428B5" w14:textId="77777777" w:rsidR="00F5266E" w:rsidRPr="009F064A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3350A9F" w14:textId="77777777" w:rsidR="00F5266E" w:rsidRPr="009F064A" w:rsidRDefault="00F5266E" w:rsidP="00F5266E">
            <w:pPr>
              <w:ind w:left="-57" w:right="-57"/>
              <w:jc w:val="both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Приватне підприємство</w:t>
            </w:r>
          </w:p>
          <w:p w14:paraId="37C43585" w14:textId="74E52B2F" w:rsidR="00F5266E" w:rsidRPr="009F064A" w:rsidRDefault="00F5266E" w:rsidP="00F5266E">
            <w:pPr>
              <w:widowControl w:val="0"/>
              <w:jc w:val="both"/>
              <w:rPr>
                <w:b/>
                <w:bCs w:val="0"/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«Сузір'я», магазин  «Продукти»</w:t>
            </w:r>
          </w:p>
        </w:tc>
        <w:tc>
          <w:tcPr>
            <w:tcW w:w="3231" w:type="dxa"/>
          </w:tcPr>
          <w:p w14:paraId="7D460328" w14:textId="75DDB7EC" w:rsidR="00F5266E" w:rsidRPr="009F064A" w:rsidRDefault="00F5266E" w:rsidP="00F5266E">
            <w:pPr>
              <w:jc w:val="center"/>
            </w:pPr>
            <w:r w:rsidRPr="009F064A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6D78643D" w14:textId="77777777" w:rsidR="00F5266E" w:rsidRPr="009F064A" w:rsidRDefault="00F5266E" w:rsidP="00F5266E">
            <w:pPr>
              <w:ind w:left="-57" w:right="-57"/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м .Шептицький,</w:t>
            </w:r>
          </w:p>
          <w:p w14:paraId="3EAA79C9" w14:textId="77777777" w:rsidR="00F5266E" w:rsidRPr="009F064A" w:rsidRDefault="00F5266E" w:rsidP="00F5266E">
            <w:pPr>
              <w:jc w:val="center"/>
              <w:rPr>
                <w:sz w:val="20"/>
                <w:szCs w:val="20"/>
              </w:rPr>
            </w:pPr>
            <w:r w:rsidRPr="009F064A">
              <w:rPr>
                <w:sz w:val="20"/>
                <w:szCs w:val="20"/>
              </w:rPr>
              <w:t>вул.Будівельна,7,</w:t>
            </w:r>
          </w:p>
          <w:p w14:paraId="63D758E7" w14:textId="2D0EF727" w:rsidR="00F5266E" w:rsidRPr="009F064A" w:rsidRDefault="00F5266E" w:rsidP="00F5266E">
            <w:pPr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9F064A">
              <w:rPr>
                <w:sz w:val="20"/>
                <w:szCs w:val="20"/>
              </w:rPr>
              <w:t>тел</w:t>
            </w:r>
            <w:proofErr w:type="spellEnd"/>
            <w:r w:rsidRPr="009F064A">
              <w:rPr>
                <w:sz w:val="20"/>
                <w:szCs w:val="20"/>
              </w:rPr>
              <w:t>. 4-71-40, 4-68-17</w:t>
            </w:r>
          </w:p>
        </w:tc>
        <w:tc>
          <w:tcPr>
            <w:tcW w:w="994" w:type="dxa"/>
          </w:tcPr>
          <w:p w14:paraId="577A7D9E" w14:textId="24A6043F" w:rsidR="00F5266E" w:rsidRPr="009F064A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9F064A">
              <w:rPr>
                <w:bCs w:val="0"/>
                <w:sz w:val="20"/>
                <w:szCs w:val="20"/>
              </w:rPr>
              <w:t>2/-</w:t>
            </w:r>
          </w:p>
        </w:tc>
        <w:tc>
          <w:tcPr>
            <w:tcW w:w="3112" w:type="dxa"/>
          </w:tcPr>
          <w:p w14:paraId="1131FF3A" w14:textId="6AA0550F" w:rsidR="00F5266E" w:rsidRPr="00C44CFB" w:rsidRDefault="00F5266E" w:rsidP="00F5266E">
            <w:pPr>
              <w:jc w:val="center"/>
            </w:pPr>
            <w:r w:rsidRPr="009F064A">
              <w:rPr>
                <w:sz w:val="20"/>
                <w:szCs w:val="20"/>
              </w:rPr>
              <w:t>-"-</w:t>
            </w:r>
          </w:p>
        </w:tc>
      </w:tr>
      <w:tr w:rsidR="00F5266E" w:rsidRPr="00C44CFB" w14:paraId="51EEDA5B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49ECEFE7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1BC3D59" w14:textId="227DC0C5" w:rsidR="00F5266E" w:rsidRPr="00C44CFB" w:rsidRDefault="00F5266E" w:rsidP="00F5266E">
            <w:pPr>
              <w:widowControl w:val="0"/>
              <w:jc w:val="both"/>
              <w:rPr>
                <w:b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Сокальська спілка споживчих товариств</w:t>
            </w:r>
          </w:p>
        </w:tc>
        <w:tc>
          <w:tcPr>
            <w:tcW w:w="3231" w:type="dxa"/>
          </w:tcPr>
          <w:p w14:paraId="4D8A3D4C" w14:textId="6A709FFE" w:rsidR="00F5266E" w:rsidRPr="00C44CFB" w:rsidRDefault="00F5266E" w:rsidP="00F5266E">
            <w:pPr>
              <w:jc w:val="center"/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4B5E6EC4" w14:textId="66C264AF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r>
              <w:rPr>
                <w:b w:val="0"/>
                <w:bCs w:val="0"/>
                <w:color w:val="auto"/>
                <w:lang w:eastAsia="uk-UA"/>
              </w:rPr>
              <w:t xml:space="preserve">м. Сокаль, </w:t>
            </w:r>
            <w:proofErr w:type="spellStart"/>
            <w:r>
              <w:rPr>
                <w:b w:val="0"/>
                <w:bCs w:val="0"/>
                <w:color w:val="auto"/>
                <w:lang w:eastAsia="uk-UA"/>
              </w:rPr>
              <w:t>тел</w:t>
            </w:r>
            <w:proofErr w:type="spellEnd"/>
            <w:r>
              <w:rPr>
                <w:b w:val="0"/>
                <w:bCs w:val="0"/>
                <w:color w:val="auto"/>
                <w:lang w:eastAsia="uk-UA"/>
              </w:rPr>
              <w:t>. 0674916140</w:t>
            </w:r>
          </w:p>
        </w:tc>
        <w:tc>
          <w:tcPr>
            <w:tcW w:w="994" w:type="dxa"/>
          </w:tcPr>
          <w:p w14:paraId="00CC2D19" w14:textId="1D407035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1/-</w:t>
            </w:r>
          </w:p>
        </w:tc>
        <w:tc>
          <w:tcPr>
            <w:tcW w:w="3112" w:type="dxa"/>
          </w:tcPr>
          <w:p w14:paraId="33EACE08" w14:textId="322FD32E" w:rsidR="00F5266E" w:rsidRPr="00C44CFB" w:rsidRDefault="00F5266E" w:rsidP="00F5266E">
            <w:pPr>
              <w:jc w:val="center"/>
            </w:pPr>
            <w:r>
              <w:rPr>
                <w:sz w:val="20"/>
                <w:szCs w:val="20"/>
              </w:rPr>
              <w:t>-"-</w:t>
            </w:r>
          </w:p>
        </w:tc>
      </w:tr>
      <w:tr w:rsidR="00F5266E" w:rsidRPr="00C44CFB" w14:paraId="12E426F2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533BA50B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2378032" w14:textId="00184374" w:rsidR="00F5266E" w:rsidRPr="00C44CFB" w:rsidRDefault="00F5266E" w:rsidP="00F5266E">
            <w:pPr>
              <w:widowControl w:val="0"/>
              <w:rPr>
                <w:b/>
                <w:bCs w:val="0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eastAsia="uk-UA"/>
              </w:rPr>
              <w:t>Великомостівська</w:t>
            </w:r>
            <w:proofErr w:type="spellEnd"/>
            <w:r>
              <w:rPr>
                <w:sz w:val="20"/>
                <w:szCs w:val="20"/>
                <w:lang w:eastAsia="uk-UA"/>
              </w:rPr>
              <w:t xml:space="preserve"> спілка споживчих товариств</w:t>
            </w:r>
          </w:p>
        </w:tc>
        <w:tc>
          <w:tcPr>
            <w:tcW w:w="3231" w:type="dxa"/>
          </w:tcPr>
          <w:p w14:paraId="163DD8E8" w14:textId="66DEAD9F" w:rsidR="00F5266E" w:rsidRPr="00C44CFB" w:rsidRDefault="00F5266E" w:rsidP="00F5266E">
            <w:pPr>
              <w:jc w:val="center"/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5DB6EE7B" w14:textId="27B0883D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r>
              <w:rPr>
                <w:b w:val="0"/>
                <w:bCs w:val="0"/>
                <w:color w:val="auto"/>
                <w:lang w:eastAsia="uk-UA"/>
              </w:rPr>
              <w:t xml:space="preserve">м. Великі Мости, вул. Львівська 66, </w:t>
            </w:r>
            <w:proofErr w:type="spellStart"/>
            <w:r>
              <w:rPr>
                <w:b w:val="0"/>
                <w:bCs w:val="0"/>
                <w:color w:val="auto"/>
                <w:lang w:eastAsia="uk-UA"/>
              </w:rPr>
              <w:t>тел</w:t>
            </w:r>
            <w:proofErr w:type="spellEnd"/>
            <w:r>
              <w:rPr>
                <w:b w:val="0"/>
                <w:bCs w:val="0"/>
                <w:color w:val="auto"/>
                <w:lang w:eastAsia="uk-UA"/>
              </w:rPr>
              <w:t>. 0673411153</w:t>
            </w:r>
          </w:p>
        </w:tc>
        <w:tc>
          <w:tcPr>
            <w:tcW w:w="994" w:type="dxa"/>
          </w:tcPr>
          <w:p w14:paraId="4DE7D959" w14:textId="20926A35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1/-</w:t>
            </w:r>
          </w:p>
        </w:tc>
        <w:tc>
          <w:tcPr>
            <w:tcW w:w="3112" w:type="dxa"/>
          </w:tcPr>
          <w:p w14:paraId="5289FE0D" w14:textId="42EFA958" w:rsidR="00F5266E" w:rsidRPr="00C44CFB" w:rsidRDefault="00F5266E" w:rsidP="00F5266E">
            <w:pPr>
              <w:jc w:val="center"/>
            </w:pPr>
            <w:r>
              <w:rPr>
                <w:sz w:val="20"/>
                <w:szCs w:val="20"/>
              </w:rPr>
              <w:t>-"-</w:t>
            </w:r>
          </w:p>
        </w:tc>
      </w:tr>
      <w:tr w:rsidR="00F5266E" w:rsidRPr="00C44CFB" w14:paraId="4420B119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77DB408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C7097A2" w14:textId="07E0FF72" w:rsidR="00F5266E" w:rsidRPr="00C44CFB" w:rsidRDefault="00F5266E" w:rsidP="00F5266E">
            <w:pPr>
              <w:widowControl w:val="0"/>
              <w:rPr>
                <w:b/>
                <w:bCs w:val="0"/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Кафе ОЛК «Ровесник»</w:t>
            </w:r>
          </w:p>
        </w:tc>
        <w:tc>
          <w:tcPr>
            <w:tcW w:w="3231" w:type="dxa"/>
          </w:tcPr>
          <w:p w14:paraId="7675FE16" w14:textId="705C1BD0" w:rsidR="00F5266E" w:rsidRPr="00C44CFB" w:rsidRDefault="00F5266E" w:rsidP="00F5266E">
            <w:pPr>
              <w:jc w:val="center"/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63F238E1" w14:textId="77777777" w:rsidR="00F5266E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lang w:eastAsia="uk-UA"/>
              </w:rPr>
            </w:pPr>
            <w:r>
              <w:rPr>
                <w:b w:val="0"/>
                <w:bCs w:val="0"/>
                <w:color w:val="auto"/>
                <w:lang w:eastAsia="uk-UA"/>
              </w:rPr>
              <w:t>с. Комарів,</w:t>
            </w:r>
          </w:p>
          <w:p w14:paraId="7A25147F" w14:textId="5E7CFCFB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bCs w:val="0"/>
                <w:color w:val="auto"/>
                <w:spacing w:val="0"/>
                <w:sz w:val="22"/>
                <w:szCs w:val="22"/>
              </w:rPr>
            </w:pPr>
            <w:proofErr w:type="spellStart"/>
            <w:r>
              <w:rPr>
                <w:b w:val="0"/>
                <w:bCs w:val="0"/>
                <w:color w:val="auto"/>
                <w:lang w:eastAsia="uk-UA"/>
              </w:rPr>
              <w:t>тел</w:t>
            </w:r>
            <w:proofErr w:type="spellEnd"/>
            <w:r>
              <w:rPr>
                <w:b w:val="0"/>
                <w:bCs w:val="0"/>
                <w:color w:val="auto"/>
                <w:lang w:eastAsia="uk-UA"/>
              </w:rPr>
              <w:t>. (03249)23113</w:t>
            </w:r>
          </w:p>
        </w:tc>
        <w:tc>
          <w:tcPr>
            <w:tcW w:w="994" w:type="dxa"/>
          </w:tcPr>
          <w:p w14:paraId="7B903449" w14:textId="7043B4F4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5/-</w:t>
            </w:r>
          </w:p>
        </w:tc>
        <w:tc>
          <w:tcPr>
            <w:tcW w:w="3112" w:type="dxa"/>
          </w:tcPr>
          <w:p w14:paraId="6632C0F0" w14:textId="1783712C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гарячого харчування, приготування їжі</w:t>
            </w:r>
          </w:p>
        </w:tc>
      </w:tr>
      <w:tr w:rsidR="00F5266E" w:rsidRPr="00C44CFB" w14:paraId="51CBDFCF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3536D3DD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36A9F94" w14:textId="21F6E999" w:rsidR="00F5266E" w:rsidRPr="00C44CFB" w:rsidRDefault="00F5266E" w:rsidP="00F5266E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Добротвірський</w:t>
            </w:r>
            <w:proofErr w:type="spellEnd"/>
            <w:r>
              <w:rPr>
                <w:sz w:val="20"/>
                <w:szCs w:val="20"/>
              </w:rPr>
              <w:t xml:space="preserve"> професійний ліцей</w:t>
            </w:r>
          </w:p>
        </w:tc>
        <w:tc>
          <w:tcPr>
            <w:tcW w:w="3231" w:type="dxa"/>
          </w:tcPr>
          <w:p w14:paraId="7C789F84" w14:textId="0CBFDF83" w:rsidR="00F5266E" w:rsidRPr="00C44CFB" w:rsidRDefault="00F5266E" w:rsidP="00F5266E">
            <w:pPr>
              <w:jc w:val="center"/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4F7E6149" w14:textId="77777777" w:rsidR="00F5266E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>
              <w:rPr>
                <w:b w:val="0"/>
                <w:color w:val="auto"/>
                <w:spacing w:val="0"/>
                <w:lang w:eastAsia="ru-RU"/>
              </w:rPr>
              <w:t>смт. Добротвір,</w:t>
            </w:r>
          </w:p>
          <w:p w14:paraId="3E6703D6" w14:textId="77777777" w:rsidR="00F5266E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>
              <w:rPr>
                <w:b w:val="0"/>
                <w:color w:val="auto"/>
                <w:spacing w:val="0"/>
                <w:lang w:eastAsia="ru-RU"/>
              </w:rPr>
              <w:t>вул. Сагайдачного, 3,</w:t>
            </w:r>
          </w:p>
          <w:p w14:paraId="7C2E03E7" w14:textId="110B0C2D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proofErr w:type="spellStart"/>
            <w:r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>
              <w:rPr>
                <w:b w:val="0"/>
                <w:color w:val="auto"/>
                <w:spacing w:val="0"/>
                <w:lang w:eastAsia="ru-RU"/>
              </w:rPr>
              <w:t>. (03254) 31-130</w:t>
            </w:r>
          </w:p>
        </w:tc>
        <w:tc>
          <w:tcPr>
            <w:tcW w:w="994" w:type="dxa"/>
          </w:tcPr>
          <w:p w14:paraId="0C58C0F6" w14:textId="422270AB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3/-</w:t>
            </w:r>
          </w:p>
        </w:tc>
        <w:tc>
          <w:tcPr>
            <w:tcW w:w="3112" w:type="dxa"/>
          </w:tcPr>
          <w:p w14:paraId="43EF6393" w14:textId="5DE9EC71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гарячого харчування, приготування їжі</w:t>
            </w:r>
          </w:p>
        </w:tc>
      </w:tr>
      <w:tr w:rsidR="00F5266E" w:rsidRPr="00C44CFB" w14:paraId="1739B72C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1555E723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B90E283" w14:textId="6914BCC4" w:rsidR="00F5266E" w:rsidRPr="00C44CFB" w:rsidRDefault="00F5266E" w:rsidP="00F5266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ФОП </w:t>
            </w:r>
            <w:proofErr w:type="spellStart"/>
            <w:r>
              <w:rPr>
                <w:sz w:val="20"/>
                <w:szCs w:val="20"/>
              </w:rPr>
              <w:t>Биндас</w:t>
            </w:r>
            <w:proofErr w:type="spellEnd"/>
            <w:r>
              <w:rPr>
                <w:sz w:val="20"/>
                <w:szCs w:val="20"/>
              </w:rPr>
              <w:t xml:space="preserve"> Богдана Петрівна</w:t>
            </w:r>
          </w:p>
        </w:tc>
        <w:tc>
          <w:tcPr>
            <w:tcW w:w="3231" w:type="dxa"/>
          </w:tcPr>
          <w:p w14:paraId="204E894B" w14:textId="57D104E6" w:rsidR="00F5266E" w:rsidRPr="00C44CFB" w:rsidRDefault="00F5266E" w:rsidP="00F5266E">
            <w:pPr>
              <w:jc w:val="center"/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44679711" w14:textId="77777777" w:rsidR="00F5266E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>
              <w:rPr>
                <w:b w:val="0"/>
                <w:color w:val="auto"/>
                <w:spacing w:val="0"/>
                <w:lang w:eastAsia="ru-RU"/>
              </w:rPr>
              <w:t>смт. Добротвір,</w:t>
            </w:r>
          </w:p>
          <w:p w14:paraId="551B2F08" w14:textId="77777777" w:rsidR="00F5266E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>
              <w:rPr>
                <w:b w:val="0"/>
                <w:color w:val="auto"/>
                <w:spacing w:val="0"/>
                <w:lang w:eastAsia="ru-RU"/>
              </w:rPr>
              <w:t>вул. Мазепи 37,</w:t>
            </w:r>
          </w:p>
          <w:p w14:paraId="17D355FA" w14:textId="0EE8272B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proofErr w:type="spellStart"/>
            <w:r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>
              <w:rPr>
                <w:b w:val="0"/>
                <w:color w:val="auto"/>
                <w:spacing w:val="0"/>
                <w:lang w:eastAsia="ru-RU"/>
              </w:rPr>
              <w:t>. (067) 2080460</w:t>
            </w:r>
          </w:p>
        </w:tc>
        <w:tc>
          <w:tcPr>
            <w:tcW w:w="994" w:type="dxa"/>
          </w:tcPr>
          <w:p w14:paraId="21962599" w14:textId="16BC20F9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2/-</w:t>
            </w:r>
          </w:p>
        </w:tc>
        <w:tc>
          <w:tcPr>
            <w:tcW w:w="3112" w:type="dxa"/>
          </w:tcPr>
          <w:p w14:paraId="182D26E4" w14:textId="002F5C3E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продуктами харчування, м’ясними виробами</w:t>
            </w:r>
          </w:p>
        </w:tc>
      </w:tr>
      <w:tr w:rsidR="00F5266E" w:rsidRPr="00C44CFB" w14:paraId="663E6AB8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1C34CB42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0666643" w14:textId="73D10B14" w:rsidR="00F5266E" w:rsidRPr="00C44CFB" w:rsidRDefault="00F5266E" w:rsidP="00F5266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ФОП </w:t>
            </w:r>
            <w:proofErr w:type="spellStart"/>
            <w:r>
              <w:rPr>
                <w:sz w:val="20"/>
                <w:szCs w:val="20"/>
              </w:rPr>
              <w:t>Веретельник</w:t>
            </w:r>
            <w:proofErr w:type="spellEnd"/>
            <w:r>
              <w:rPr>
                <w:sz w:val="20"/>
                <w:szCs w:val="20"/>
              </w:rPr>
              <w:t xml:space="preserve"> Ганна Романівна</w:t>
            </w:r>
          </w:p>
        </w:tc>
        <w:tc>
          <w:tcPr>
            <w:tcW w:w="3231" w:type="dxa"/>
          </w:tcPr>
          <w:p w14:paraId="636DF686" w14:textId="47EC8012" w:rsidR="00F5266E" w:rsidRPr="00C44CFB" w:rsidRDefault="00F5266E" w:rsidP="00F5266E">
            <w:pPr>
              <w:jc w:val="center"/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4F8EEFDF" w14:textId="77777777" w:rsidR="00F5266E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смт.Добротвір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39950D23" w14:textId="77777777" w:rsidR="00F5266E" w:rsidRDefault="00F5266E" w:rsidP="00F526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 Будівельна 26/12,</w:t>
            </w:r>
          </w:p>
          <w:p w14:paraId="2625CA5D" w14:textId="77777777" w:rsidR="00F5266E" w:rsidRDefault="00F5266E" w:rsidP="00F526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тел</w:t>
            </w:r>
            <w:proofErr w:type="spellEnd"/>
            <w:r>
              <w:rPr>
                <w:sz w:val="20"/>
                <w:szCs w:val="20"/>
              </w:rPr>
              <w:t>. (050) 4315408,</w:t>
            </w:r>
          </w:p>
          <w:p w14:paraId="36B853A8" w14:textId="12D112AD" w:rsidR="00F5266E" w:rsidRPr="00C44CFB" w:rsidRDefault="00F5266E" w:rsidP="00F526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(050) 7274346</w:t>
            </w:r>
          </w:p>
        </w:tc>
        <w:tc>
          <w:tcPr>
            <w:tcW w:w="994" w:type="dxa"/>
          </w:tcPr>
          <w:p w14:paraId="586E1A2A" w14:textId="0A55E922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2/-</w:t>
            </w:r>
          </w:p>
        </w:tc>
        <w:tc>
          <w:tcPr>
            <w:tcW w:w="3112" w:type="dxa"/>
          </w:tcPr>
          <w:p w14:paraId="12EE97B3" w14:textId="4A6E2672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продуктами харчування, хлібобулочними виробами</w:t>
            </w:r>
          </w:p>
        </w:tc>
      </w:tr>
      <w:tr w:rsidR="00F5266E" w:rsidRPr="00C44CFB" w14:paraId="1DA72F0F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0390F3A2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ADF38B5" w14:textId="05D45771" w:rsidR="00F5266E" w:rsidRPr="00C44CFB" w:rsidRDefault="00F5266E" w:rsidP="00F5266E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Сільськогосподарський виробничий кооператив «</w:t>
            </w:r>
            <w:proofErr w:type="spellStart"/>
            <w:r>
              <w:rPr>
                <w:sz w:val="20"/>
                <w:szCs w:val="20"/>
              </w:rPr>
              <w:t>Добротворець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108F7410" w14:textId="1A2F4960" w:rsidR="00F5266E" w:rsidRPr="00C44CFB" w:rsidRDefault="00F5266E" w:rsidP="00F5266E">
            <w:pPr>
              <w:jc w:val="center"/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6A0C486A" w14:textId="77777777" w:rsidR="00F5266E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>
              <w:rPr>
                <w:b w:val="0"/>
                <w:color w:val="auto"/>
                <w:spacing w:val="0"/>
                <w:lang w:eastAsia="ru-RU"/>
              </w:rPr>
              <w:t xml:space="preserve">80411, </w:t>
            </w:r>
            <w:proofErr w:type="spellStart"/>
            <w:r>
              <w:rPr>
                <w:b w:val="0"/>
                <w:color w:val="auto"/>
                <w:spacing w:val="0"/>
                <w:lang w:eastAsia="ru-RU"/>
              </w:rPr>
              <w:t>смт.Добротвір</w:t>
            </w:r>
            <w:proofErr w:type="spellEnd"/>
            <w:r>
              <w:rPr>
                <w:b w:val="0"/>
                <w:color w:val="auto"/>
                <w:spacing w:val="0"/>
                <w:lang w:eastAsia="ru-RU"/>
              </w:rPr>
              <w:t>, вул. Будівельна, 3,</w:t>
            </w:r>
          </w:p>
          <w:p w14:paraId="2489FACC" w14:textId="7442FAD3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proofErr w:type="spellStart"/>
            <w:r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>
              <w:rPr>
                <w:b w:val="0"/>
                <w:color w:val="auto"/>
                <w:spacing w:val="0"/>
                <w:lang w:eastAsia="ru-RU"/>
              </w:rPr>
              <w:t>. (067) 2522768</w:t>
            </w:r>
          </w:p>
        </w:tc>
        <w:tc>
          <w:tcPr>
            <w:tcW w:w="994" w:type="dxa"/>
          </w:tcPr>
          <w:p w14:paraId="5C671ABB" w14:textId="752A531A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1/-</w:t>
            </w:r>
          </w:p>
        </w:tc>
        <w:tc>
          <w:tcPr>
            <w:tcW w:w="3112" w:type="dxa"/>
          </w:tcPr>
          <w:p w14:paraId="7A7961BB" w14:textId="2579C0D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молочними продуктами</w:t>
            </w:r>
          </w:p>
        </w:tc>
      </w:tr>
      <w:tr w:rsidR="00F5266E" w:rsidRPr="00C44CFB" w14:paraId="197C77EA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31C50A1F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F221F86" w14:textId="37B38203" w:rsidR="00F5266E" w:rsidRPr="00C44CFB" w:rsidRDefault="00F5266E" w:rsidP="00F5266E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Белзьке</w:t>
            </w:r>
            <w:proofErr w:type="spellEnd"/>
            <w:r>
              <w:rPr>
                <w:sz w:val="20"/>
                <w:szCs w:val="20"/>
              </w:rPr>
              <w:t xml:space="preserve"> споживче товариство</w:t>
            </w:r>
          </w:p>
        </w:tc>
        <w:tc>
          <w:tcPr>
            <w:tcW w:w="3231" w:type="dxa"/>
          </w:tcPr>
          <w:p w14:paraId="0B2056D6" w14:textId="29BF440E" w:rsidR="00F5266E" w:rsidRPr="00C44CFB" w:rsidRDefault="00F5266E" w:rsidP="00F5266E">
            <w:pPr>
              <w:jc w:val="center"/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5F9467A6" w14:textId="77777777" w:rsidR="00F5266E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>
              <w:rPr>
                <w:b w:val="0"/>
                <w:color w:val="auto"/>
                <w:spacing w:val="0"/>
                <w:lang w:eastAsia="ru-RU"/>
              </w:rPr>
              <w:t xml:space="preserve">м. </w:t>
            </w:r>
            <w:proofErr w:type="spellStart"/>
            <w:r>
              <w:rPr>
                <w:b w:val="0"/>
                <w:color w:val="auto"/>
                <w:spacing w:val="0"/>
                <w:lang w:eastAsia="ru-RU"/>
              </w:rPr>
              <w:t>Белз</w:t>
            </w:r>
            <w:proofErr w:type="spellEnd"/>
            <w:r>
              <w:rPr>
                <w:b w:val="0"/>
                <w:color w:val="auto"/>
                <w:spacing w:val="0"/>
                <w:lang w:eastAsia="ru-RU"/>
              </w:rPr>
              <w:t xml:space="preserve"> вул. Вокзальна,</w:t>
            </w:r>
          </w:p>
          <w:p w14:paraId="66E27CB8" w14:textId="5B592D3C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proofErr w:type="spellStart"/>
            <w:r>
              <w:rPr>
                <w:b w:val="0"/>
                <w:color w:val="auto"/>
                <w:spacing w:val="0"/>
                <w:lang w:eastAsia="ru-RU"/>
              </w:rPr>
              <w:t>тел</w:t>
            </w:r>
            <w:proofErr w:type="spellEnd"/>
            <w:r>
              <w:rPr>
                <w:b w:val="0"/>
                <w:color w:val="auto"/>
                <w:spacing w:val="0"/>
                <w:lang w:eastAsia="ru-RU"/>
              </w:rPr>
              <w:t>. 0325752432</w:t>
            </w:r>
          </w:p>
        </w:tc>
        <w:tc>
          <w:tcPr>
            <w:tcW w:w="994" w:type="dxa"/>
          </w:tcPr>
          <w:p w14:paraId="19D78A12" w14:textId="18C3FC5A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1/-</w:t>
            </w:r>
          </w:p>
        </w:tc>
        <w:tc>
          <w:tcPr>
            <w:tcW w:w="3112" w:type="dxa"/>
          </w:tcPr>
          <w:p w14:paraId="7CD8853D" w14:textId="0D0860C3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продуктами харчування</w:t>
            </w:r>
          </w:p>
        </w:tc>
      </w:tr>
      <w:tr w:rsidR="00F5266E" w:rsidRPr="00C44CFB" w14:paraId="600A1872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5710FE22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1F24C0C" w14:textId="3AAFD50B" w:rsidR="00F5266E" w:rsidRPr="00C44CFB" w:rsidRDefault="00F5266E" w:rsidP="00F5266E">
            <w:pPr>
              <w:widowControl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Угнівський</w:t>
            </w:r>
            <w:proofErr w:type="spellEnd"/>
            <w:r>
              <w:rPr>
                <w:sz w:val="20"/>
                <w:szCs w:val="20"/>
              </w:rPr>
              <w:t xml:space="preserve"> аграрно-будівельний ліцей</w:t>
            </w:r>
          </w:p>
        </w:tc>
        <w:tc>
          <w:tcPr>
            <w:tcW w:w="3231" w:type="dxa"/>
          </w:tcPr>
          <w:p w14:paraId="075C3F34" w14:textId="63B8C909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78F1755E" w14:textId="3F6520DF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color w:val="auto"/>
                <w:spacing w:val="0"/>
                <w:lang w:eastAsia="ru-RU"/>
              </w:rPr>
            </w:pPr>
            <w:r>
              <w:rPr>
                <w:b w:val="0"/>
                <w:color w:val="auto"/>
                <w:spacing w:val="0"/>
                <w:lang w:eastAsia="ru-RU"/>
              </w:rPr>
              <w:t xml:space="preserve">м. </w:t>
            </w:r>
            <w:proofErr w:type="spellStart"/>
            <w:r>
              <w:rPr>
                <w:b w:val="0"/>
                <w:color w:val="auto"/>
                <w:spacing w:val="0"/>
                <w:lang w:eastAsia="ru-RU"/>
              </w:rPr>
              <w:t>Белз</w:t>
            </w:r>
            <w:proofErr w:type="spellEnd"/>
            <w:r>
              <w:rPr>
                <w:b w:val="0"/>
                <w:color w:val="auto"/>
                <w:spacing w:val="0"/>
                <w:lang w:eastAsia="ru-RU"/>
              </w:rPr>
              <w:t>, вул. Савенка, 7</w:t>
            </w:r>
          </w:p>
        </w:tc>
        <w:tc>
          <w:tcPr>
            <w:tcW w:w="994" w:type="dxa"/>
          </w:tcPr>
          <w:p w14:paraId="6230A24A" w14:textId="01414C04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2/-</w:t>
            </w:r>
          </w:p>
        </w:tc>
        <w:tc>
          <w:tcPr>
            <w:tcW w:w="3112" w:type="dxa"/>
          </w:tcPr>
          <w:p w14:paraId="7ECED68F" w14:textId="7394A443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гарячого харчування</w:t>
            </w:r>
          </w:p>
        </w:tc>
      </w:tr>
      <w:tr w:rsidR="00F5266E" w:rsidRPr="00C44CFB" w14:paraId="6940FF94" w14:textId="77777777" w:rsidTr="00DD1590">
        <w:trPr>
          <w:trHeight w:val="124"/>
        </w:trPr>
        <w:tc>
          <w:tcPr>
            <w:tcW w:w="5128" w:type="dxa"/>
            <w:gridSpan w:val="5"/>
            <w:vAlign w:val="center"/>
          </w:tcPr>
          <w:p w14:paraId="7E58A7D9" w14:textId="77777777" w:rsidR="00F5266E" w:rsidRPr="00C44CFB" w:rsidRDefault="00F5266E" w:rsidP="00DD4339">
            <w:pPr>
              <w:widowControl w:val="0"/>
              <w:ind w:left="589"/>
              <w:rPr>
                <w:b/>
                <w:bCs w:val="0"/>
                <w:sz w:val="20"/>
                <w:szCs w:val="20"/>
              </w:rPr>
            </w:pPr>
            <w:r w:rsidRPr="00C44CFB">
              <w:rPr>
                <w:b/>
                <w:bCs w:val="0"/>
                <w:sz w:val="20"/>
                <w:szCs w:val="20"/>
              </w:rPr>
              <w:t>Всього</w:t>
            </w:r>
          </w:p>
        </w:tc>
        <w:tc>
          <w:tcPr>
            <w:tcW w:w="3231" w:type="dxa"/>
            <w:vAlign w:val="center"/>
          </w:tcPr>
          <w:p w14:paraId="2A2C3941" w14:textId="77777777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7D9D2B2E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994" w:type="dxa"/>
            <w:vAlign w:val="center"/>
          </w:tcPr>
          <w:p w14:paraId="118E893C" w14:textId="6A68239F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69</w:t>
            </w:r>
            <w:r w:rsidRPr="004D15D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3112" w:type="dxa"/>
            <w:vAlign w:val="center"/>
          </w:tcPr>
          <w:p w14:paraId="243390A6" w14:textId="77777777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0C358258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7D99B158" w14:textId="77777777" w:rsidR="00F5266E" w:rsidRPr="00C44CFB" w:rsidRDefault="00F5266E" w:rsidP="00F5266E">
            <w:pPr>
              <w:jc w:val="center"/>
              <w:rPr>
                <w:color w:val="FF0000"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ЗОЛОЧІВСЬКИЙ РАЙОН</w:t>
            </w:r>
          </w:p>
        </w:tc>
      </w:tr>
      <w:tr w:rsidR="00F5266E" w:rsidRPr="00C44CFB" w14:paraId="3E06B35D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BD629BB" w14:textId="77777777" w:rsidR="00F5266E" w:rsidRPr="00C44CFB" w:rsidRDefault="00F5266E" w:rsidP="009C0919">
            <w:pPr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20BDAE0" w14:textId="77777777" w:rsidR="00F5266E" w:rsidRPr="00C44CFB" w:rsidRDefault="00F5266E" w:rsidP="00F5266E">
            <w:pPr>
              <w:rPr>
                <w:color w:val="000000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Золочівська філія ТзОВ "Торгова група "АРС-Кераміка"</w:t>
            </w:r>
          </w:p>
        </w:tc>
        <w:tc>
          <w:tcPr>
            <w:tcW w:w="3231" w:type="dxa"/>
          </w:tcPr>
          <w:p w14:paraId="7BD8AB99" w14:textId="77777777" w:rsidR="00F5266E" w:rsidRPr="00C44CFB" w:rsidRDefault="00F5266E" w:rsidP="00F5266E">
            <w:pPr>
              <w:jc w:val="center"/>
              <w:rPr>
                <w:color w:val="000000"/>
              </w:rPr>
            </w:pPr>
            <w:r w:rsidRPr="00C44CFB">
              <w:rPr>
                <w:color w:val="000000"/>
                <w:sz w:val="20"/>
                <w:szCs w:val="20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423BFFD2" w14:textId="77777777" w:rsidR="00F5266E" w:rsidRPr="00C44CFB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r w:rsidRPr="00C44CFB">
              <w:rPr>
                <w:bCs/>
                <w:color w:val="000000"/>
                <w:sz w:val="20"/>
                <w:szCs w:val="20"/>
              </w:rPr>
              <w:t>м. Золочів, вул. Вокзальна, 28</w:t>
            </w:r>
          </w:p>
          <w:p w14:paraId="12D20338" w14:textId="77777777" w:rsidR="00F5266E" w:rsidRPr="00C44CFB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r w:rsidRPr="00C44CFB">
              <w:rPr>
                <w:bCs/>
                <w:color w:val="000000"/>
                <w:sz w:val="20"/>
                <w:szCs w:val="20"/>
              </w:rPr>
              <w:t>(03265)71073</w:t>
            </w:r>
          </w:p>
        </w:tc>
        <w:tc>
          <w:tcPr>
            <w:tcW w:w="994" w:type="dxa"/>
          </w:tcPr>
          <w:p w14:paraId="1DD22C59" w14:textId="3D081788" w:rsidR="00F5266E" w:rsidRPr="008B17E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8B17E9">
              <w:rPr>
                <w:color w:val="000000"/>
                <w:sz w:val="20"/>
                <w:szCs w:val="20"/>
              </w:rPr>
              <w:t>16/-</w:t>
            </w:r>
          </w:p>
        </w:tc>
        <w:tc>
          <w:tcPr>
            <w:tcW w:w="3112" w:type="dxa"/>
            <w:vAlign w:val="center"/>
          </w:tcPr>
          <w:p w14:paraId="22FC243B" w14:textId="77777777" w:rsidR="00F5266E" w:rsidRPr="00C44CFB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C44CFB" w14:paraId="775B5BC3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221BDF03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24742F8" w14:textId="77777777" w:rsidR="00F5266E" w:rsidRPr="00C44CFB" w:rsidRDefault="00F5266E" w:rsidP="00F5266E">
            <w:pPr>
              <w:widowControl w:val="0"/>
              <w:rPr>
                <w:color w:val="000000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КП «</w:t>
            </w:r>
            <w:proofErr w:type="spellStart"/>
            <w:r w:rsidRPr="00C44CFB">
              <w:rPr>
                <w:color w:val="000000"/>
                <w:sz w:val="20"/>
                <w:szCs w:val="20"/>
              </w:rPr>
              <w:t>Галвет</w:t>
            </w:r>
            <w:proofErr w:type="spellEnd"/>
            <w:r w:rsidRPr="00C44CF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22E0E582" w14:textId="77777777" w:rsidR="00F5266E" w:rsidRPr="00C44CFB" w:rsidRDefault="00F5266E" w:rsidP="00F5266E">
            <w:pPr>
              <w:jc w:val="center"/>
              <w:rPr>
                <w:color w:val="000000"/>
              </w:rPr>
            </w:pPr>
            <w:r w:rsidRPr="00C44CFB">
              <w:rPr>
                <w:bCs w:val="0"/>
                <w:color w:val="00000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28D175A8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spacing w:val="0"/>
                <w:lang w:eastAsia="ru-RU"/>
              </w:rPr>
            </w:pPr>
            <w:r w:rsidRPr="00C44CFB">
              <w:rPr>
                <w:b w:val="0"/>
                <w:spacing w:val="0"/>
                <w:lang w:eastAsia="ru-RU"/>
              </w:rPr>
              <w:t>м. Буськ, вул. Звитяги, 3</w:t>
            </w:r>
          </w:p>
          <w:p w14:paraId="069B882C" w14:textId="77777777" w:rsidR="00F5266E" w:rsidRPr="00C44CFB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44CFB">
              <w:rPr>
                <w:bCs/>
                <w:color w:val="000000"/>
                <w:sz w:val="20"/>
                <w:szCs w:val="20"/>
              </w:rPr>
              <w:t>тел</w:t>
            </w:r>
            <w:proofErr w:type="spellEnd"/>
            <w:r w:rsidRPr="00C44CFB">
              <w:rPr>
                <w:bCs/>
                <w:color w:val="000000"/>
                <w:sz w:val="20"/>
                <w:szCs w:val="20"/>
              </w:rPr>
              <w:t>. 0979906450</w:t>
            </w:r>
          </w:p>
        </w:tc>
        <w:tc>
          <w:tcPr>
            <w:tcW w:w="994" w:type="dxa"/>
          </w:tcPr>
          <w:p w14:paraId="17C3C72B" w14:textId="7076B51E" w:rsidR="00F5266E" w:rsidRPr="008B17E9" w:rsidRDefault="00F5266E" w:rsidP="00F5266E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B17E9">
              <w:rPr>
                <w:color w:val="000000"/>
                <w:sz w:val="20"/>
                <w:szCs w:val="20"/>
              </w:rPr>
              <w:t>3/-</w:t>
            </w:r>
          </w:p>
        </w:tc>
        <w:tc>
          <w:tcPr>
            <w:tcW w:w="3112" w:type="dxa"/>
          </w:tcPr>
          <w:p w14:paraId="4CBC8587" w14:textId="77777777" w:rsidR="00F5266E" w:rsidRPr="00C44CFB" w:rsidRDefault="00F5266E" w:rsidP="00F5266E">
            <w:pPr>
              <w:jc w:val="center"/>
            </w:pPr>
            <w:r w:rsidRPr="00C44CFB">
              <w:rPr>
                <w:color w:val="00000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C44CFB" w14:paraId="0828F8E1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06DC523C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D4B8E27" w14:textId="77777777" w:rsidR="00F5266E" w:rsidRPr="00C44CFB" w:rsidRDefault="00F5266E" w:rsidP="00F5266E">
            <w:pPr>
              <w:widowControl w:val="0"/>
              <w:rPr>
                <w:color w:val="000000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ПП "Перун"</w:t>
            </w:r>
          </w:p>
        </w:tc>
        <w:tc>
          <w:tcPr>
            <w:tcW w:w="3231" w:type="dxa"/>
          </w:tcPr>
          <w:p w14:paraId="66995D82" w14:textId="77777777" w:rsidR="00F5266E" w:rsidRPr="00C44CFB" w:rsidRDefault="00F5266E" w:rsidP="00F5266E">
            <w:pPr>
              <w:jc w:val="center"/>
              <w:rPr>
                <w:color w:val="000000"/>
              </w:rPr>
            </w:pPr>
            <w:r w:rsidRPr="00C44CFB">
              <w:rPr>
                <w:bCs w:val="0"/>
                <w:color w:val="00000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24A54149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spacing w:val="0"/>
                <w:lang w:eastAsia="ru-RU"/>
              </w:rPr>
            </w:pPr>
            <w:r w:rsidRPr="00C44CFB">
              <w:rPr>
                <w:b w:val="0"/>
                <w:spacing w:val="0"/>
                <w:lang w:eastAsia="ru-RU"/>
              </w:rPr>
              <w:t>смт. Олесько,</w:t>
            </w:r>
          </w:p>
          <w:p w14:paraId="72C64710" w14:textId="77777777" w:rsidR="00F5266E" w:rsidRPr="00C44CFB" w:rsidRDefault="00F5266E" w:rsidP="00F5266E">
            <w:pPr>
              <w:pStyle w:val="15"/>
              <w:shd w:val="clear" w:color="auto" w:fill="auto"/>
              <w:spacing w:before="0"/>
              <w:ind w:left="0"/>
              <w:rPr>
                <w:b w:val="0"/>
                <w:spacing w:val="0"/>
                <w:lang w:eastAsia="ru-RU"/>
              </w:rPr>
            </w:pPr>
            <w:r w:rsidRPr="00C44CFB">
              <w:rPr>
                <w:b w:val="0"/>
                <w:spacing w:val="0"/>
                <w:lang w:eastAsia="ru-RU"/>
              </w:rPr>
              <w:t>вул. Передмістя,2</w:t>
            </w:r>
          </w:p>
        </w:tc>
        <w:tc>
          <w:tcPr>
            <w:tcW w:w="994" w:type="dxa"/>
          </w:tcPr>
          <w:p w14:paraId="3BA11DD5" w14:textId="0582728A" w:rsidR="00F5266E" w:rsidRPr="008B17E9" w:rsidRDefault="00F5266E" w:rsidP="00F5266E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B17E9">
              <w:rPr>
                <w:color w:val="000000"/>
                <w:sz w:val="20"/>
                <w:szCs w:val="20"/>
              </w:rPr>
              <w:t>2/-</w:t>
            </w:r>
          </w:p>
        </w:tc>
        <w:tc>
          <w:tcPr>
            <w:tcW w:w="3112" w:type="dxa"/>
          </w:tcPr>
          <w:p w14:paraId="2F02594F" w14:textId="77777777" w:rsidR="00F5266E" w:rsidRPr="00C44CFB" w:rsidRDefault="00F5266E" w:rsidP="00F5266E">
            <w:pPr>
              <w:jc w:val="center"/>
            </w:pPr>
            <w:r w:rsidRPr="00C44CFB">
              <w:rPr>
                <w:color w:val="00000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C44CFB" w14:paraId="3A29FC62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26E086AA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E9AE0B5" w14:textId="451DBD43" w:rsidR="00F5266E" w:rsidRPr="00C44CFB" w:rsidRDefault="00F5266E" w:rsidP="00F5266E">
            <w:pPr>
              <w:widowControl w:val="0"/>
              <w:rPr>
                <w:color w:val="000000"/>
                <w:sz w:val="20"/>
                <w:szCs w:val="20"/>
              </w:rPr>
            </w:pPr>
            <w:r w:rsidRPr="00685339">
              <w:rPr>
                <w:color w:val="000000"/>
                <w:sz w:val="20"/>
                <w:szCs w:val="20"/>
              </w:rPr>
              <w:t>ТзОВ "Виробничник"</w:t>
            </w:r>
          </w:p>
        </w:tc>
        <w:tc>
          <w:tcPr>
            <w:tcW w:w="3231" w:type="dxa"/>
          </w:tcPr>
          <w:p w14:paraId="66AB3507" w14:textId="77777777" w:rsidR="00F5266E" w:rsidRPr="00C44CFB" w:rsidRDefault="00F5266E" w:rsidP="00F5266E">
            <w:pPr>
              <w:jc w:val="center"/>
              <w:rPr>
                <w:color w:val="000000"/>
              </w:rPr>
            </w:pPr>
            <w:r w:rsidRPr="00C44CFB">
              <w:rPr>
                <w:bCs w:val="0"/>
                <w:color w:val="00000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511E2D00" w14:textId="77777777" w:rsidR="00F5266E" w:rsidRPr="00C44CFB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r w:rsidRPr="00C44CFB">
              <w:rPr>
                <w:bCs/>
                <w:color w:val="000000"/>
                <w:sz w:val="20"/>
                <w:szCs w:val="20"/>
              </w:rPr>
              <w:t xml:space="preserve">смт. Красне, вул. </w:t>
            </w:r>
            <w:proofErr w:type="spellStart"/>
            <w:r w:rsidRPr="00C44CFB">
              <w:rPr>
                <w:bCs/>
                <w:color w:val="000000"/>
                <w:sz w:val="20"/>
                <w:szCs w:val="20"/>
              </w:rPr>
              <w:t>І.Франка</w:t>
            </w:r>
            <w:proofErr w:type="spellEnd"/>
            <w:r w:rsidRPr="00C44CFB">
              <w:rPr>
                <w:bCs/>
                <w:color w:val="000000"/>
                <w:sz w:val="20"/>
                <w:szCs w:val="20"/>
              </w:rPr>
              <w:t>, 2</w:t>
            </w:r>
          </w:p>
          <w:p w14:paraId="0DB14294" w14:textId="77777777" w:rsidR="00F5266E" w:rsidRPr="00C44CFB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44CFB">
              <w:rPr>
                <w:bCs/>
                <w:color w:val="000000"/>
                <w:sz w:val="20"/>
                <w:szCs w:val="20"/>
              </w:rPr>
              <w:t>тел</w:t>
            </w:r>
            <w:proofErr w:type="spellEnd"/>
            <w:r w:rsidRPr="00C44CFB">
              <w:rPr>
                <w:bCs/>
                <w:color w:val="000000"/>
                <w:sz w:val="20"/>
                <w:szCs w:val="20"/>
              </w:rPr>
              <w:t>. 0679754284</w:t>
            </w:r>
          </w:p>
        </w:tc>
        <w:tc>
          <w:tcPr>
            <w:tcW w:w="994" w:type="dxa"/>
          </w:tcPr>
          <w:p w14:paraId="6453D89E" w14:textId="1BFD7D4D" w:rsidR="00F5266E" w:rsidRPr="008B17E9" w:rsidRDefault="00F5266E" w:rsidP="00F5266E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8B17E9">
              <w:rPr>
                <w:color w:val="000000"/>
                <w:sz w:val="20"/>
                <w:szCs w:val="20"/>
              </w:rPr>
              <w:t>6/-</w:t>
            </w:r>
          </w:p>
        </w:tc>
        <w:tc>
          <w:tcPr>
            <w:tcW w:w="3112" w:type="dxa"/>
          </w:tcPr>
          <w:p w14:paraId="7FAA0FB8" w14:textId="77777777" w:rsidR="00F5266E" w:rsidRPr="00C44CFB" w:rsidRDefault="00F5266E" w:rsidP="00F5266E">
            <w:pPr>
              <w:jc w:val="center"/>
            </w:pPr>
            <w:r w:rsidRPr="00C44CFB">
              <w:rPr>
                <w:color w:val="00000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C44CFB" w14:paraId="65DAC5B5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7C3FCDC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4C88C24" w14:textId="77777777" w:rsidR="00F5266E" w:rsidRPr="00C44CFB" w:rsidRDefault="00F5266E" w:rsidP="00F5266E">
            <w:pPr>
              <w:rPr>
                <w:color w:val="000000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КП "Золочівський ринок"</w:t>
            </w:r>
          </w:p>
        </w:tc>
        <w:tc>
          <w:tcPr>
            <w:tcW w:w="3231" w:type="dxa"/>
          </w:tcPr>
          <w:p w14:paraId="0CB5239D" w14:textId="77777777" w:rsidR="00F5266E" w:rsidRPr="00C44CFB" w:rsidRDefault="00F5266E" w:rsidP="00F5266E">
            <w:pPr>
              <w:jc w:val="center"/>
              <w:rPr>
                <w:color w:val="000000"/>
              </w:rPr>
            </w:pPr>
            <w:r w:rsidRPr="00C44CFB">
              <w:rPr>
                <w:color w:val="00000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1C23EC0B" w14:textId="77777777" w:rsidR="00F5266E" w:rsidRPr="00C44CFB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r w:rsidRPr="00C44CFB">
              <w:rPr>
                <w:bCs/>
                <w:color w:val="000000"/>
                <w:sz w:val="20"/>
                <w:szCs w:val="20"/>
              </w:rPr>
              <w:t>м. Золочів, вул. Базарна, 5</w:t>
            </w:r>
          </w:p>
          <w:p w14:paraId="292329B4" w14:textId="77777777" w:rsidR="00F5266E" w:rsidRPr="00C44CFB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C44CFB">
              <w:rPr>
                <w:bCs/>
                <w:color w:val="000000"/>
                <w:sz w:val="20"/>
                <w:szCs w:val="20"/>
              </w:rPr>
              <w:t>тел</w:t>
            </w:r>
            <w:proofErr w:type="spellEnd"/>
            <w:r w:rsidRPr="00C44CFB">
              <w:rPr>
                <w:bCs/>
                <w:color w:val="000000"/>
                <w:sz w:val="20"/>
                <w:szCs w:val="20"/>
              </w:rPr>
              <w:t>. (03265)42221</w:t>
            </w:r>
          </w:p>
        </w:tc>
        <w:tc>
          <w:tcPr>
            <w:tcW w:w="994" w:type="dxa"/>
          </w:tcPr>
          <w:p w14:paraId="4503B1B6" w14:textId="703E84F2" w:rsidR="00F5266E" w:rsidRPr="008B17E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8B17E9">
              <w:rPr>
                <w:color w:val="000000"/>
                <w:sz w:val="20"/>
                <w:szCs w:val="20"/>
              </w:rPr>
              <w:t>5/-</w:t>
            </w:r>
          </w:p>
        </w:tc>
        <w:tc>
          <w:tcPr>
            <w:tcW w:w="3112" w:type="dxa"/>
          </w:tcPr>
          <w:p w14:paraId="39C56C5C" w14:textId="77777777" w:rsidR="00F5266E" w:rsidRPr="00C44CFB" w:rsidRDefault="00F5266E" w:rsidP="00F5266E">
            <w:pPr>
              <w:jc w:val="center"/>
            </w:pPr>
            <w:r w:rsidRPr="00C44CFB">
              <w:rPr>
                <w:color w:val="00000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C44CFB" w14:paraId="2068D420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14DFAB1D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3B442C3" w14:textId="77777777" w:rsidR="00F5266E" w:rsidRPr="00C44CFB" w:rsidRDefault="00F5266E" w:rsidP="00F5266E">
            <w:pPr>
              <w:rPr>
                <w:color w:val="000000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КП ВО КТЦ "Бродівський ринок"</w:t>
            </w:r>
          </w:p>
        </w:tc>
        <w:tc>
          <w:tcPr>
            <w:tcW w:w="3231" w:type="dxa"/>
          </w:tcPr>
          <w:p w14:paraId="15721AC5" w14:textId="77777777" w:rsidR="00F5266E" w:rsidRPr="00C44CFB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5579A892" w14:textId="77777777" w:rsidR="00F5266E" w:rsidRPr="00C44CFB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r w:rsidRPr="00C44CFB">
              <w:rPr>
                <w:bCs/>
                <w:color w:val="000000"/>
                <w:sz w:val="20"/>
                <w:szCs w:val="20"/>
              </w:rPr>
              <w:t>м. Броди, вул. Замок, 1</w:t>
            </w:r>
          </w:p>
        </w:tc>
        <w:tc>
          <w:tcPr>
            <w:tcW w:w="994" w:type="dxa"/>
          </w:tcPr>
          <w:p w14:paraId="3744BAF0" w14:textId="0C8DD735" w:rsidR="00F5266E" w:rsidRPr="008B17E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8B17E9">
              <w:rPr>
                <w:color w:val="000000"/>
                <w:sz w:val="20"/>
                <w:szCs w:val="20"/>
              </w:rPr>
              <w:t>6/-</w:t>
            </w:r>
          </w:p>
        </w:tc>
        <w:tc>
          <w:tcPr>
            <w:tcW w:w="3112" w:type="dxa"/>
          </w:tcPr>
          <w:p w14:paraId="62C4511E" w14:textId="77777777" w:rsidR="00F5266E" w:rsidRPr="00C44CFB" w:rsidRDefault="00F5266E" w:rsidP="00F5266E">
            <w:pPr>
              <w:jc w:val="center"/>
            </w:pPr>
            <w:r w:rsidRPr="00C44CFB">
              <w:rPr>
                <w:color w:val="000000"/>
                <w:sz w:val="20"/>
                <w:szCs w:val="20"/>
              </w:rPr>
              <w:t>Забезпечення будівельними матеріалами</w:t>
            </w:r>
          </w:p>
        </w:tc>
      </w:tr>
      <w:tr w:rsidR="00F5266E" w:rsidRPr="00C44CFB" w14:paraId="16D8FC38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17D81E38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90C1220" w14:textId="081FE3EF" w:rsidR="00F5266E" w:rsidRPr="00BB1CE7" w:rsidRDefault="00F5266E" w:rsidP="00F5266E">
            <w:pPr>
              <w:rPr>
                <w:color w:val="000000"/>
                <w:sz w:val="20"/>
                <w:szCs w:val="20"/>
              </w:rPr>
            </w:pPr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Золочівська райспоживспілка</w:t>
            </w:r>
          </w:p>
        </w:tc>
        <w:tc>
          <w:tcPr>
            <w:tcW w:w="3231" w:type="dxa"/>
          </w:tcPr>
          <w:p w14:paraId="3F202FEA" w14:textId="4A780E55" w:rsidR="00F5266E" w:rsidRPr="00BB1CE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50DAF920" w14:textId="7ACAC0C9" w:rsidR="00F5266E" w:rsidRPr="00BB1CE7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м. Золочів, вул. Шашкевича, 24, 0982519893</w:t>
            </w:r>
          </w:p>
        </w:tc>
        <w:tc>
          <w:tcPr>
            <w:tcW w:w="994" w:type="dxa"/>
          </w:tcPr>
          <w:p w14:paraId="7B9427A6" w14:textId="7D306514" w:rsidR="00F5266E" w:rsidRPr="008B17E9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8B17E9">
              <w:rPr>
                <w:color w:val="000000"/>
                <w:sz w:val="20"/>
                <w:szCs w:val="20"/>
              </w:rPr>
              <w:t>11/-</w:t>
            </w:r>
          </w:p>
        </w:tc>
        <w:tc>
          <w:tcPr>
            <w:tcW w:w="3112" w:type="dxa"/>
          </w:tcPr>
          <w:p w14:paraId="7DC20223" w14:textId="39AEFB01" w:rsidR="00F5266E" w:rsidRPr="00BB1CE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Забезпечення продуктами харчування</w:t>
            </w:r>
          </w:p>
        </w:tc>
      </w:tr>
      <w:tr w:rsidR="00F5266E" w:rsidRPr="00C44CFB" w14:paraId="3F43448F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28D39675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83FC43E" w14:textId="08E01F8C" w:rsidR="00F5266E" w:rsidRPr="00BB1CE7" w:rsidRDefault="00F5266E" w:rsidP="00F5266E">
            <w:pPr>
              <w:rPr>
                <w:color w:val="000000"/>
                <w:sz w:val="20"/>
                <w:szCs w:val="20"/>
              </w:rPr>
            </w:pPr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ФОП Сич Назар Богданович</w:t>
            </w:r>
          </w:p>
        </w:tc>
        <w:tc>
          <w:tcPr>
            <w:tcW w:w="3231" w:type="dxa"/>
          </w:tcPr>
          <w:p w14:paraId="21587224" w14:textId="1926EA98" w:rsidR="00F5266E" w:rsidRPr="00BB1CE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591F8CF8" w14:textId="05028D8F" w:rsidR="00F5266E" w:rsidRPr="00BB1CE7" w:rsidRDefault="00F5266E" w:rsidP="00F5266E">
            <w:pPr>
              <w:pStyle w:val="af2"/>
              <w:jc w:val="center"/>
              <w:rPr>
                <w:bCs/>
                <w:color w:val="000000"/>
                <w:sz w:val="20"/>
                <w:szCs w:val="20"/>
              </w:rPr>
            </w:pPr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 xml:space="preserve">с. </w:t>
            </w:r>
            <w:proofErr w:type="spellStart"/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Струтин</w:t>
            </w:r>
            <w:proofErr w:type="spellEnd"/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, 0965759797</w:t>
            </w:r>
          </w:p>
        </w:tc>
        <w:tc>
          <w:tcPr>
            <w:tcW w:w="994" w:type="dxa"/>
          </w:tcPr>
          <w:p w14:paraId="2A6FE148" w14:textId="2E8FB1D4" w:rsidR="00F5266E" w:rsidRPr="00BB1CE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8B17E9">
              <w:rPr>
                <w:color w:val="000000"/>
                <w:sz w:val="20"/>
                <w:szCs w:val="20"/>
              </w:rPr>
              <w:t>4/-</w:t>
            </w:r>
          </w:p>
        </w:tc>
        <w:tc>
          <w:tcPr>
            <w:tcW w:w="3112" w:type="dxa"/>
          </w:tcPr>
          <w:p w14:paraId="2122632C" w14:textId="0988F009" w:rsidR="00F5266E" w:rsidRPr="00BB1CE7" w:rsidRDefault="00F5266E" w:rsidP="00F5266E">
            <w:pPr>
              <w:jc w:val="center"/>
              <w:rPr>
                <w:color w:val="000000"/>
                <w:sz w:val="20"/>
                <w:szCs w:val="20"/>
              </w:rPr>
            </w:pPr>
            <w:r w:rsidRPr="00BB1CE7">
              <w:rPr>
                <w:color w:val="000000"/>
                <w:kern w:val="2"/>
                <w:sz w:val="20"/>
                <w:szCs w:val="20"/>
                <w14:ligatures w14:val="standardContextual"/>
              </w:rPr>
              <w:t>Забезпечення продуктами харчування</w:t>
            </w:r>
          </w:p>
        </w:tc>
      </w:tr>
      <w:tr w:rsidR="00F5266E" w:rsidRPr="00C44CFB" w14:paraId="20C55590" w14:textId="77777777" w:rsidTr="00BE180A">
        <w:trPr>
          <w:trHeight w:val="124"/>
        </w:trPr>
        <w:tc>
          <w:tcPr>
            <w:tcW w:w="5128" w:type="dxa"/>
            <w:gridSpan w:val="5"/>
            <w:vAlign w:val="center"/>
          </w:tcPr>
          <w:p w14:paraId="709E9C80" w14:textId="77777777" w:rsidR="00F5266E" w:rsidRPr="00C44CFB" w:rsidRDefault="00F5266E" w:rsidP="00DD4339">
            <w:pPr>
              <w:widowControl w:val="0"/>
              <w:ind w:left="589"/>
              <w:rPr>
                <w:sz w:val="20"/>
                <w:szCs w:val="20"/>
              </w:rPr>
            </w:pPr>
            <w:r w:rsidRPr="00C44CFB">
              <w:rPr>
                <w:b/>
                <w:bCs w:val="0"/>
                <w:sz w:val="20"/>
                <w:szCs w:val="20"/>
              </w:rPr>
              <w:t>Всього</w:t>
            </w:r>
          </w:p>
        </w:tc>
        <w:tc>
          <w:tcPr>
            <w:tcW w:w="3231" w:type="dxa"/>
            <w:vAlign w:val="center"/>
          </w:tcPr>
          <w:p w14:paraId="0FE6C247" w14:textId="77777777" w:rsidR="00F5266E" w:rsidRPr="00C44CFB" w:rsidRDefault="00F5266E" w:rsidP="00F5266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22B7E74D" w14:textId="77777777" w:rsidR="00F5266E" w:rsidRPr="00C44CFB" w:rsidRDefault="00F5266E" w:rsidP="00F5266E">
            <w:pPr>
              <w:pStyle w:val="af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4312FB8" w14:textId="229F74BE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ED2A51">
              <w:rPr>
                <w:b/>
                <w:sz w:val="20"/>
                <w:szCs w:val="20"/>
              </w:rPr>
              <w:t>53/-</w:t>
            </w:r>
          </w:p>
        </w:tc>
        <w:tc>
          <w:tcPr>
            <w:tcW w:w="3112" w:type="dxa"/>
            <w:vAlign w:val="center"/>
          </w:tcPr>
          <w:p w14:paraId="6E0068E7" w14:textId="77777777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C44CFB" w14:paraId="6693F41E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4D7041AA" w14:textId="77777777" w:rsidR="00F5266E" w:rsidRPr="00C44CFB" w:rsidRDefault="00F5266E" w:rsidP="00F5266E">
            <w:pPr>
              <w:jc w:val="center"/>
              <w:rPr>
                <w:color w:val="FF0000"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ЯВОРІВСЬКИЙ РАЙОН</w:t>
            </w:r>
          </w:p>
        </w:tc>
      </w:tr>
      <w:tr w:rsidR="00F5266E" w:rsidRPr="00C44CFB" w14:paraId="18DEA834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4D7C1263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BDA4C76" w14:textId="5F3D21ED" w:rsidR="00F5266E" w:rsidRPr="003B39C6" w:rsidRDefault="00F5266E" w:rsidP="00F5266E">
            <w:pPr>
              <w:widowControl w:val="0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BB0C72">
              <w:rPr>
                <w:sz w:val="20"/>
                <w:szCs w:val="20"/>
              </w:rPr>
              <w:t>ПП “ЕКО”</w:t>
            </w:r>
          </w:p>
        </w:tc>
        <w:tc>
          <w:tcPr>
            <w:tcW w:w="3231" w:type="dxa"/>
          </w:tcPr>
          <w:p w14:paraId="70B4254E" w14:textId="474B5FA8" w:rsidR="00F5266E" w:rsidRPr="003B39C6" w:rsidRDefault="00F5266E" w:rsidP="00F5266E">
            <w:pPr>
              <w:widowControl w:val="0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AE2805">
              <w:rPr>
                <w:sz w:val="20"/>
                <w:szCs w:val="20"/>
              </w:rPr>
              <w:t xml:space="preserve">Ланка забезпечення проведення </w:t>
            </w:r>
            <w:proofErr w:type="spellStart"/>
            <w:r w:rsidRPr="00AE2805">
              <w:rPr>
                <w:sz w:val="20"/>
                <w:szCs w:val="20"/>
              </w:rPr>
              <w:t>дезинфекції</w:t>
            </w:r>
            <w:proofErr w:type="spellEnd"/>
            <w:r w:rsidRPr="00AE2805">
              <w:rPr>
                <w:sz w:val="20"/>
                <w:szCs w:val="20"/>
              </w:rPr>
              <w:t xml:space="preserve"> одягу</w:t>
            </w:r>
          </w:p>
        </w:tc>
        <w:tc>
          <w:tcPr>
            <w:tcW w:w="3154" w:type="dxa"/>
            <w:gridSpan w:val="2"/>
          </w:tcPr>
          <w:p w14:paraId="31A192B7" w14:textId="77777777" w:rsidR="00F5266E" w:rsidRPr="00AE2805" w:rsidRDefault="00F5266E" w:rsidP="00F5266E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Мостиська,</w:t>
            </w:r>
          </w:p>
          <w:p w14:paraId="4A080464" w14:textId="1E86326D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proofErr w:type="spellStart"/>
            <w:r w:rsidRPr="00AE2805">
              <w:rPr>
                <w:sz w:val="20"/>
                <w:szCs w:val="20"/>
              </w:rPr>
              <w:t>вул.Гайдамацька</w:t>
            </w:r>
            <w:proofErr w:type="spellEnd"/>
            <w:r w:rsidRPr="00AE2805">
              <w:rPr>
                <w:sz w:val="20"/>
                <w:szCs w:val="20"/>
              </w:rPr>
              <w:t>, 1</w:t>
            </w:r>
          </w:p>
        </w:tc>
        <w:tc>
          <w:tcPr>
            <w:tcW w:w="994" w:type="dxa"/>
          </w:tcPr>
          <w:p w14:paraId="309D4F43" w14:textId="1D493F10" w:rsidR="00F5266E" w:rsidRPr="003B39C6" w:rsidRDefault="00F5266E" w:rsidP="00F5266E">
            <w:pPr>
              <w:widowControl w:val="0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BB0C72">
              <w:rPr>
                <w:sz w:val="20"/>
                <w:szCs w:val="20"/>
              </w:rPr>
              <w:t>1/1</w:t>
            </w:r>
          </w:p>
        </w:tc>
        <w:tc>
          <w:tcPr>
            <w:tcW w:w="3112" w:type="dxa"/>
            <w:vAlign w:val="center"/>
          </w:tcPr>
          <w:p w14:paraId="1DF69C80" w14:textId="1E051CE2" w:rsidR="00F5266E" w:rsidRDefault="00F5266E" w:rsidP="00F5266E">
            <w:pPr>
              <w:widowControl w:val="0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AE2805">
              <w:rPr>
                <w:sz w:val="20"/>
                <w:szCs w:val="20"/>
              </w:rPr>
              <w:t xml:space="preserve">Проведення </w:t>
            </w:r>
            <w:proofErr w:type="spellStart"/>
            <w:r w:rsidRPr="00AE2805">
              <w:rPr>
                <w:sz w:val="20"/>
                <w:szCs w:val="20"/>
              </w:rPr>
              <w:t>дезинфекції</w:t>
            </w:r>
            <w:proofErr w:type="spellEnd"/>
            <w:r w:rsidRPr="00AE2805">
              <w:rPr>
                <w:sz w:val="20"/>
                <w:szCs w:val="20"/>
              </w:rPr>
              <w:t xml:space="preserve"> одягу</w:t>
            </w:r>
          </w:p>
        </w:tc>
      </w:tr>
      <w:tr w:rsidR="00F5266E" w:rsidRPr="00C44CFB" w14:paraId="61C37543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16B76C76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</w:t>
            </w:r>
          </w:p>
        </w:tc>
        <w:tc>
          <w:tcPr>
            <w:tcW w:w="4566" w:type="dxa"/>
            <w:gridSpan w:val="2"/>
          </w:tcPr>
          <w:p w14:paraId="15C899B3" w14:textId="00D4A271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Яворівська КЕЧ району</w:t>
            </w:r>
          </w:p>
        </w:tc>
        <w:tc>
          <w:tcPr>
            <w:tcW w:w="3231" w:type="dxa"/>
          </w:tcPr>
          <w:p w14:paraId="4BBD2FA9" w14:textId="5A6FE4DF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по обробці майна та одягу</w:t>
            </w:r>
          </w:p>
        </w:tc>
        <w:tc>
          <w:tcPr>
            <w:tcW w:w="3154" w:type="dxa"/>
            <w:gridSpan w:val="2"/>
          </w:tcPr>
          <w:p w14:paraId="147B5B43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м. Яворів , вул. І. Хрестителя,</w:t>
            </w:r>
          </w:p>
          <w:p w14:paraId="54D9A6BF" w14:textId="5B68E863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тел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. (03259) 21140</w:t>
            </w:r>
          </w:p>
        </w:tc>
        <w:tc>
          <w:tcPr>
            <w:tcW w:w="994" w:type="dxa"/>
          </w:tcPr>
          <w:p w14:paraId="3CDED3AA" w14:textId="414F1F00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3B39C6">
              <w:rPr>
                <w:b/>
                <w:kern w:val="2"/>
                <w:sz w:val="20"/>
                <w:szCs w:val="20"/>
                <w14:ligatures w14:val="standardContextual"/>
              </w:rPr>
              <w:t>7/</w:t>
            </w:r>
            <w:r>
              <w:rPr>
                <w:bCs w:val="0"/>
                <w:kern w:val="2"/>
                <w:sz w:val="20"/>
                <w:szCs w:val="20"/>
                <w14:ligatures w14:val="standardContextual"/>
              </w:rPr>
              <w:t>2</w:t>
            </w:r>
          </w:p>
        </w:tc>
        <w:tc>
          <w:tcPr>
            <w:tcW w:w="3112" w:type="dxa"/>
            <w:vAlign w:val="center"/>
          </w:tcPr>
          <w:p w14:paraId="4B6AF846" w14:textId="0D21341F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kern w:val="2"/>
                <w:sz w:val="20"/>
                <w:szCs w:val="20"/>
                <w14:ligatures w14:val="standardContextual"/>
              </w:rPr>
              <w:t>Санітарна обробка населення та спеціальна обробка одягу та майна</w:t>
            </w:r>
          </w:p>
        </w:tc>
      </w:tr>
      <w:tr w:rsidR="00F5266E" w:rsidRPr="00C44CFB" w14:paraId="52B4A2EA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22767165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5</w:t>
            </w:r>
          </w:p>
        </w:tc>
        <w:tc>
          <w:tcPr>
            <w:tcW w:w="4566" w:type="dxa"/>
            <w:gridSpan w:val="2"/>
          </w:tcPr>
          <w:p w14:paraId="34E8F24E" w14:textId="21E21180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ПП </w:t>
            </w: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Ревага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Андрій Романович</w:t>
            </w:r>
          </w:p>
        </w:tc>
        <w:tc>
          <w:tcPr>
            <w:tcW w:w="3231" w:type="dxa"/>
          </w:tcPr>
          <w:p w14:paraId="67A4602B" w14:textId="60F74177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по обробці транспорту</w:t>
            </w:r>
          </w:p>
        </w:tc>
        <w:tc>
          <w:tcPr>
            <w:tcW w:w="3154" w:type="dxa"/>
            <w:gridSpan w:val="2"/>
          </w:tcPr>
          <w:p w14:paraId="280A368D" w14:textId="31F481B1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81000, </w:t>
            </w: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м.Яворів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, вул.. </w:t>
            </w: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Возз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:lang w:val="en-US"/>
                <w14:ligatures w14:val="standardContextual"/>
              </w:rPr>
              <w:t>’</w:t>
            </w: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єднання</w:t>
            </w:r>
          </w:p>
        </w:tc>
        <w:tc>
          <w:tcPr>
            <w:tcW w:w="994" w:type="dxa"/>
          </w:tcPr>
          <w:p w14:paraId="2ADB8C67" w14:textId="74E4B538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bCs w:val="0"/>
                <w:sz w:val="20"/>
                <w:szCs w:val="20"/>
              </w:rPr>
              <w:t>4/2</w:t>
            </w:r>
          </w:p>
        </w:tc>
        <w:tc>
          <w:tcPr>
            <w:tcW w:w="3112" w:type="dxa"/>
            <w:vAlign w:val="center"/>
          </w:tcPr>
          <w:p w14:paraId="43A60257" w14:textId="71CC4796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kern w:val="2"/>
                <w:sz w:val="20"/>
                <w:szCs w:val="20"/>
                <w14:ligatures w14:val="standardContextual"/>
              </w:rPr>
              <w:t>Спеціальна обробка транспортних засобів</w:t>
            </w:r>
          </w:p>
        </w:tc>
      </w:tr>
      <w:tr w:rsidR="00F5266E" w:rsidRPr="00C44CFB" w14:paraId="3907B45B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6DAC6A4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6</w:t>
            </w:r>
          </w:p>
        </w:tc>
        <w:tc>
          <w:tcPr>
            <w:tcW w:w="4566" w:type="dxa"/>
            <w:gridSpan w:val="2"/>
          </w:tcPr>
          <w:p w14:paraId="42038766" w14:textId="5C4662CF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ПП “</w:t>
            </w: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Рональ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”</w:t>
            </w:r>
          </w:p>
        </w:tc>
        <w:tc>
          <w:tcPr>
            <w:tcW w:w="3231" w:type="dxa"/>
          </w:tcPr>
          <w:p w14:paraId="1C6E3DC8" w14:textId="0656138E" w:rsidR="00F5266E" w:rsidRPr="003B39C6" w:rsidRDefault="00F5266E" w:rsidP="00F5266E">
            <w:pPr>
              <w:jc w:val="center"/>
            </w:pPr>
            <w:r w:rsidRPr="003B39C6">
              <w:rPr>
                <w:kern w:val="2"/>
                <w:sz w:val="20"/>
                <w:szCs w:val="20"/>
                <w14:ligatures w14:val="standardContextual"/>
              </w:rPr>
              <w:t>Ланка матеріального забезпечення</w:t>
            </w:r>
          </w:p>
        </w:tc>
        <w:tc>
          <w:tcPr>
            <w:tcW w:w="3154" w:type="dxa"/>
            <w:gridSpan w:val="2"/>
          </w:tcPr>
          <w:p w14:paraId="36A3D633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81053 м. </w:t>
            </w: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Новояворівськ</w:t>
            </w:r>
            <w:proofErr w:type="spellEnd"/>
          </w:p>
          <w:p w14:paraId="465D225E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вул.Шевченка,7 “б”</w:t>
            </w:r>
          </w:p>
          <w:p w14:paraId="4320740F" w14:textId="7DFC40B1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тел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. 0676746996</w:t>
            </w:r>
          </w:p>
        </w:tc>
        <w:tc>
          <w:tcPr>
            <w:tcW w:w="994" w:type="dxa"/>
          </w:tcPr>
          <w:p w14:paraId="4F1143E2" w14:textId="473508BF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sz w:val="20"/>
                <w:szCs w:val="20"/>
              </w:rPr>
              <w:t>10/2</w:t>
            </w:r>
          </w:p>
        </w:tc>
        <w:tc>
          <w:tcPr>
            <w:tcW w:w="3112" w:type="dxa"/>
            <w:vAlign w:val="center"/>
          </w:tcPr>
          <w:p w14:paraId="6466062C" w14:textId="19D6034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kern w:val="2"/>
                <w:sz w:val="20"/>
                <w:szCs w:val="20"/>
                <w14:ligatures w14:val="standardContextual"/>
              </w:rPr>
              <w:t>Забезпечення пально-мастильними матеріалами</w:t>
            </w:r>
          </w:p>
        </w:tc>
      </w:tr>
      <w:tr w:rsidR="00F5266E" w:rsidRPr="00C44CFB" w14:paraId="21634146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79ECFE3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4566" w:type="dxa"/>
            <w:gridSpan w:val="2"/>
          </w:tcPr>
          <w:p w14:paraId="229A2696" w14:textId="71396D89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ТзОВ “КОМПАНІЯ Ю.А.”</w:t>
            </w:r>
          </w:p>
        </w:tc>
        <w:tc>
          <w:tcPr>
            <w:tcW w:w="3231" w:type="dxa"/>
          </w:tcPr>
          <w:p w14:paraId="0EC70A5C" w14:textId="0D41F612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Ланка підвезення води</w:t>
            </w:r>
          </w:p>
        </w:tc>
        <w:tc>
          <w:tcPr>
            <w:tcW w:w="3154" w:type="dxa"/>
            <w:gridSpan w:val="2"/>
          </w:tcPr>
          <w:p w14:paraId="5CF84D38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м. </w:t>
            </w: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Новояворівськ</w:t>
            </w:r>
            <w:proofErr w:type="spellEnd"/>
          </w:p>
          <w:p w14:paraId="3CB751EF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вул. Вокзальна, 2</w:t>
            </w:r>
          </w:p>
          <w:p w14:paraId="5B8E0E60" w14:textId="5FCF0993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тел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. 0679150620</w:t>
            </w:r>
          </w:p>
        </w:tc>
        <w:tc>
          <w:tcPr>
            <w:tcW w:w="994" w:type="dxa"/>
          </w:tcPr>
          <w:p w14:paraId="73CA5303" w14:textId="295CD799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sz w:val="20"/>
                <w:szCs w:val="20"/>
              </w:rPr>
              <w:t>4/2</w:t>
            </w:r>
          </w:p>
        </w:tc>
        <w:tc>
          <w:tcPr>
            <w:tcW w:w="3112" w:type="dxa"/>
            <w:vAlign w:val="center"/>
          </w:tcPr>
          <w:p w14:paraId="33DF87A3" w14:textId="070DDD1F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kern w:val="2"/>
                <w:sz w:val="20"/>
                <w:szCs w:val="20"/>
                <w14:ligatures w14:val="standardContextual"/>
              </w:rPr>
              <w:t>Забезпечення водою</w:t>
            </w:r>
          </w:p>
        </w:tc>
      </w:tr>
      <w:tr w:rsidR="00F5266E" w:rsidRPr="00C44CFB" w14:paraId="6AB85F6B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7CBD1B9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4566" w:type="dxa"/>
            <w:gridSpan w:val="2"/>
          </w:tcPr>
          <w:p w14:paraId="6139A85B" w14:textId="2A5B5AD0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Крукеницьке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споживче товариство</w:t>
            </w:r>
          </w:p>
        </w:tc>
        <w:tc>
          <w:tcPr>
            <w:tcW w:w="3231" w:type="dxa"/>
          </w:tcPr>
          <w:p w14:paraId="7BFC9887" w14:textId="57215458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Ланка забезпечення продуктами харчування </w:t>
            </w:r>
            <w:r w:rsidRPr="003B39C6">
              <w:rPr>
                <w:kern w:val="2"/>
                <w:sz w:val="20"/>
                <w:szCs w:val="20"/>
                <w14:ligatures w14:val="standardContextual"/>
              </w:rPr>
              <w:t>та товарами першої необхідності</w:t>
            </w:r>
          </w:p>
        </w:tc>
        <w:tc>
          <w:tcPr>
            <w:tcW w:w="3154" w:type="dxa"/>
            <w:gridSpan w:val="2"/>
          </w:tcPr>
          <w:p w14:paraId="0545006A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с. </w:t>
            </w: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Пнікут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,</w:t>
            </w:r>
          </w:p>
          <w:p w14:paraId="1EE112D1" w14:textId="432D8546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тел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. (234)6-76-18</w:t>
            </w:r>
          </w:p>
        </w:tc>
        <w:tc>
          <w:tcPr>
            <w:tcW w:w="994" w:type="dxa"/>
          </w:tcPr>
          <w:p w14:paraId="3B9B9938" w14:textId="2FCB2E82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bCs w:val="0"/>
                <w:sz w:val="20"/>
                <w:szCs w:val="20"/>
              </w:rPr>
              <w:t>1</w:t>
            </w:r>
            <w:r w:rsidRPr="0070652F">
              <w:rPr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5B51C326" w14:textId="67488A25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kern w:val="2"/>
                <w:sz w:val="20"/>
                <w:szCs w:val="20"/>
                <w14:ligatures w14:val="standardContextual"/>
              </w:rPr>
              <w:t>Торгівля продуктовими та промисловими виробами</w:t>
            </w:r>
          </w:p>
        </w:tc>
      </w:tr>
      <w:tr w:rsidR="00F5266E" w:rsidRPr="00C44CFB" w14:paraId="2562041F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3E318B2D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9</w:t>
            </w:r>
          </w:p>
        </w:tc>
        <w:tc>
          <w:tcPr>
            <w:tcW w:w="4566" w:type="dxa"/>
            <w:gridSpan w:val="2"/>
          </w:tcPr>
          <w:p w14:paraId="0DB50821" w14:textId="4C0733E0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Чернівське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споживче товариство</w:t>
            </w:r>
          </w:p>
        </w:tc>
        <w:tc>
          <w:tcPr>
            <w:tcW w:w="3231" w:type="dxa"/>
          </w:tcPr>
          <w:p w14:paraId="7505981A" w14:textId="6C338FE5" w:rsidR="00F5266E" w:rsidRPr="003B39C6" w:rsidRDefault="00F5266E" w:rsidP="00F5266E">
            <w:pPr>
              <w:jc w:val="center"/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Ланка забезпечення продуктами харчування </w:t>
            </w:r>
            <w:r w:rsidRPr="003B39C6">
              <w:rPr>
                <w:kern w:val="2"/>
                <w:sz w:val="20"/>
                <w:szCs w:val="20"/>
                <w14:ligatures w14:val="standardContextual"/>
              </w:rPr>
              <w:t>та товарами першої необхідності</w:t>
            </w:r>
          </w:p>
        </w:tc>
        <w:tc>
          <w:tcPr>
            <w:tcW w:w="3154" w:type="dxa"/>
            <w:gridSpan w:val="2"/>
          </w:tcPr>
          <w:p w14:paraId="72A90D89" w14:textId="344D0BE0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с. Черневе, (234)6-53-93</w:t>
            </w:r>
          </w:p>
        </w:tc>
        <w:tc>
          <w:tcPr>
            <w:tcW w:w="994" w:type="dxa"/>
          </w:tcPr>
          <w:p w14:paraId="5A7936C8" w14:textId="1B0C06CF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bCs w:val="0"/>
                <w:sz w:val="20"/>
                <w:szCs w:val="20"/>
              </w:rPr>
              <w:t>1</w:t>
            </w:r>
            <w:r w:rsidRPr="0070652F">
              <w:rPr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773773CA" w14:textId="08FCAD85" w:rsidR="00F5266E" w:rsidRPr="00C44CFB" w:rsidRDefault="00F5266E" w:rsidP="00F5266E">
            <w:pPr>
              <w:jc w:val="center"/>
            </w:pPr>
            <w:r>
              <w:rPr>
                <w:kern w:val="2"/>
                <w:sz w:val="20"/>
                <w:szCs w:val="20"/>
                <w14:ligatures w14:val="standardContextual"/>
              </w:rPr>
              <w:t>-"-</w:t>
            </w:r>
          </w:p>
        </w:tc>
      </w:tr>
      <w:tr w:rsidR="00F5266E" w:rsidRPr="00C44CFB" w14:paraId="35381BCE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70EA259D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11</w:t>
            </w:r>
          </w:p>
        </w:tc>
        <w:tc>
          <w:tcPr>
            <w:tcW w:w="4566" w:type="dxa"/>
            <w:gridSpan w:val="2"/>
          </w:tcPr>
          <w:p w14:paraId="61B1F431" w14:textId="30E3EADA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Судововишнянське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споживче товариство</w:t>
            </w:r>
          </w:p>
        </w:tc>
        <w:tc>
          <w:tcPr>
            <w:tcW w:w="3231" w:type="dxa"/>
          </w:tcPr>
          <w:p w14:paraId="02F1D4E5" w14:textId="7530424C" w:rsidR="00F5266E" w:rsidRPr="003B39C6" w:rsidRDefault="00F5266E" w:rsidP="00F5266E">
            <w:pPr>
              <w:jc w:val="center"/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Ланка забезпечення продуктами харчування </w:t>
            </w:r>
            <w:r w:rsidRPr="003B39C6">
              <w:rPr>
                <w:kern w:val="2"/>
                <w:sz w:val="20"/>
                <w:szCs w:val="20"/>
                <w14:ligatures w14:val="standardContextual"/>
              </w:rPr>
              <w:t>та товарами першої необхідності</w:t>
            </w:r>
          </w:p>
        </w:tc>
        <w:tc>
          <w:tcPr>
            <w:tcW w:w="3154" w:type="dxa"/>
            <w:gridSpan w:val="2"/>
          </w:tcPr>
          <w:p w14:paraId="72637160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м. Судова Вишня,</w:t>
            </w:r>
          </w:p>
          <w:p w14:paraId="6C015C38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вул. І. Франка, 20</w:t>
            </w:r>
          </w:p>
          <w:p w14:paraId="78FF7CC7" w14:textId="0B3BC35D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тел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. (234)3-51-40</w:t>
            </w:r>
          </w:p>
        </w:tc>
        <w:tc>
          <w:tcPr>
            <w:tcW w:w="994" w:type="dxa"/>
          </w:tcPr>
          <w:p w14:paraId="7C62C444" w14:textId="0FB59B53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bCs w:val="0"/>
                <w:sz w:val="20"/>
                <w:szCs w:val="20"/>
              </w:rPr>
              <w:t>1</w:t>
            </w:r>
            <w:r w:rsidRPr="0070652F">
              <w:rPr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74106D25" w14:textId="494A2441" w:rsidR="00F5266E" w:rsidRPr="00C44CFB" w:rsidRDefault="00F5266E" w:rsidP="00F5266E">
            <w:pPr>
              <w:jc w:val="center"/>
            </w:pPr>
            <w:r>
              <w:rPr>
                <w:kern w:val="2"/>
                <w:sz w:val="20"/>
                <w:szCs w:val="20"/>
                <w14:ligatures w14:val="standardContextual"/>
              </w:rPr>
              <w:t>-"-</w:t>
            </w:r>
          </w:p>
        </w:tc>
      </w:tr>
      <w:tr w:rsidR="00F5266E" w:rsidRPr="00C44CFB" w14:paraId="7C2632DC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448F6EF3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12</w:t>
            </w:r>
          </w:p>
        </w:tc>
        <w:tc>
          <w:tcPr>
            <w:tcW w:w="4566" w:type="dxa"/>
            <w:gridSpan w:val="2"/>
          </w:tcPr>
          <w:p w14:paraId="4DA03432" w14:textId="70FA4DA3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Гусаківське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споживче товариство</w:t>
            </w:r>
          </w:p>
        </w:tc>
        <w:tc>
          <w:tcPr>
            <w:tcW w:w="3231" w:type="dxa"/>
          </w:tcPr>
          <w:p w14:paraId="15FF4CCA" w14:textId="767CBD0C" w:rsidR="00F5266E" w:rsidRPr="003B39C6" w:rsidRDefault="00F5266E" w:rsidP="00F5266E">
            <w:pPr>
              <w:jc w:val="center"/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Ланка забезпечення продуктами харчування </w:t>
            </w:r>
            <w:r w:rsidRPr="003B39C6">
              <w:rPr>
                <w:kern w:val="2"/>
                <w:sz w:val="20"/>
                <w:szCs w:val="20"/>
                <w14:ligatures w14:val="standardContextual"/>
              </w:rPr>
              <w:t>та товарами першої необхідності</w:t>
            </w:r>
          </w:p>
        </w:tc>
        <w:tc>
          <w:tcPr>
            <w:tcW w:w="3154" w:type="dxa"/>
            <w:gridSpan w:val="2"/>
          </w:tcPr>
          <w:p w14:paraId="4515BD8B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с. Гусаків,</w:t>
            </w:r>
          </w:p>
          <w:p w14:paraId="51E30E2B" w14:textId="6E155CF4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тел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. (234)6-47-24</w:t>
            </w:r>
          </w:p>
        </w:tc>
        <w:tc>
          <w:tcPr>
            <w:tcW w:w="994" w:type="dxa"/>
          </w:tcPr>
          <w:p w14:paraId="0EA35D1E" w14:textId="3AC68FF3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bCs w:val="0"/>
                <w:sz w:val="20"/>
                <w:szCs w:val="20"/>
              </w:rPr>
              <w:t>1</w:t>
            </w:r>
            <w:r w:rsidRPr="0070652F">
              <w:rPr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2C38050B" w14:textId="1B09B87A" w:rsidR="00F5266E" w:rsidRPr="00C44CFB" w:rsidRDefault="00F5266E" w:rsidP="00F5266E">
            <w:pPr>
              <w:jc w:val="center"/>
            </w:pPr>
            <w:r>
              <w:rPr>
                <w:kern w:val="2"/>
                <w:sz w:val="20"/>
                <w:szCs w:val="20"/>
                <w14:ligatures w14:val="standardContextual"/>
              </w:rPr>
              <w:t>-"-</w:t>
            </w:r>
          </w:p>
        </w:tc>
      </w:tr>
      <w:tr w:rsidR="00F5266E" w:rsidRPr="00C44CFB" w14:paraId="1523C9D5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10A44DC1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14</w:t>
            </w:r>
          </w:p>
        </w:tc>
        <w:tc>
          <w:tcPr>
            <w:tcW w:w="4566" w:type="dxa"/>
            <w:gridSpan w:val="2"/>
          </w:tcPr>
          <w:p w14:paraId="0A478E54" w14:textId="24F68C1A" w:rsidR="00F5266E" w:rsidRPr="003B39C6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ТзОВ “Дукат”</w:t>
            </w:r>
          </w:p>
        </w:tc>
        <w:tc>
          <w:tcPr>
            <w:tcW w:w="3231" w:type="dxa"/>
          </w:tcPr>
          <w:p w14:paraId="762BDC3E" w14:textId="698E672D" w:rsidR="00F5266E" w:rsidRPr="003B39C6" w:rsidRDefault="00F5266E" w:rsidP="00F5266E">
            <w:pPr>
              <w:jc w:val="center"/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Ланка забезпечення продуктами харчування </w:t>
            </w:r>
            <w:r w:rsidRPr="003B39C6">
              <w:rPr>
                <w:kern w:val="2"/>
                <w:sz w:val="20"/>
                <w:szCs w:val="20"/>
                <w14:ligatures w14:val="standardContextual"/>
              </w:rPr>
              <w:t>та товарами першої необхідності</w:t>
            </w:r>
          </w:p>
        </w:tc>
        <w:tc>
          <w:tcPr>
            <w:tcW w:w="3154" w:type="dxa"/>
            <w:gridSpan w:val="2"/>
          </w:tcPr>
          <w:p w14:paraId="370C098E" w14:textId="77777777" w:rsidR="00F5266E" w:rsidRPr="003B39C6" w:rsidRDefault="00F5266E" w:rsidP="00F5266E">
            <w:pPr>
              <w:widowControl w:val="0"/>
              <w:spacing w:line="276" w:lineRule="auto"/>
              <w:jc w:val="center"/>
              <w:rPr>
                <w:bCs w:val="0"/>
                <w:kern w:val="2"/>
                <w:sz w:val="20"/>
                <w:szCs w:val="20"/>
                <w14:ligatures w14:val="standardContextual"/>
              </w:rPr>
            </w:pPr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с. </w:t>
            </w: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Бортятин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 xml:space="preserve"> ,</w:t>
            </w:r>
          </w:p>
          <w:p w14:paraId="0D6742C6" w14:textId="63D76F90" w:rsidR="00F5266E" w:rsidRPr="003B39C6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тел</w:t>
            </w:r>
            <w:proofErr w:type="spellEnd"/>
            <w:r w:rsidRPr="003B39C6">
              <w:rPr>
                <w:bCs w:val="0"/>
                <w:kern w:val="2"/>
                <w:sz w:val="20"/>
                <w:szCs w:val="20"/>
                <w14:ligatures w14:val="standardContextual"/>
              </w:rPr>
              <w:t>. 0738750335</w:t>
            </w:r>
          </w:p>
        </w:tc>
        <w:tc>
          <w:tcPr>
            <w:tcW w:w="994" w:type="dxa"/>
          </w:tcPr>
          <w:p w14:paraId="4D79616C" w14:textId="373851B9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bCs w:val="0"/>
                <w:sz w:val="20"/>
                <w:szCs w:val="20"/>
              </w:rPr>
              <w:t>1</w:t>
            </w:r>
            <w:r w:rsidRPr="0070652F">
              <w:rPr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449B4E9E" w14:textId="322B6BB4" w:rsidR="00F5266E" w:rsidRPr="00C44CFB" w:rsidRDefault="00F5266E" w:rsidP="00F5266E">
            <w:pPr>
              <w:jc w:val="center"/>
            </w:pPr>
            <w:r>
              <w:rPr>
                <w:kern w:val="2"/>
                <w:sz w:val="20"/>
                <w:szCs w:val="20"/>
                <w14:ligatures w14:val="standardContextual"/>
              </w:rPr>
              <w:t>-"-</w:t>
            </w:r>
          </w:p>
        </w:tc>
      </w:tr>
      <w:tr w:rsidR="00F5266E" w:rsidRPr="00C44CFB" w14:paraId="19B163A3" w14:textId="77777777" w:rsidTr="00235626">
        <w:trPr>
          <w:trHeight w:val="124"/>
        </w:trPr>
        <w:tc>
          <w:tcPr>
            <w:tcW w:w="562" w:type="dxa"/>
            <w:gridSpan w:val="3"/>
            <w:vAlign w:val="center"/>
          </w:tcPr>
          <w:p w14:paraId="08FCB455" w14:textId="77777777" w:rsidR="00F5266E" w:rsidRPr="00C44CFB" w:rsidRDefault="00F5266E" w:rsidP="009C0919">
            <w:pPr>
              <w:widowControl w:val="0"/>
              <w:numPr>
                <w:ilvl w:val="0"/>
                <w:numId w:val="14"/>
              </w:num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16</w:t>
            </w:r>
          </w:p>
        </w:tc>
        <w:tc>
          <w:tcPr>
            <w:tcW w:w="4566" w:type="dxa"/>
            <w:gridSpan w:val="2"/>
          </w:tcPr>
          <w:p w14:paraId="619EE343" w14:textId="77777777" w:rsidR="00F5266E" w:rsidRPr="00C44CFB" w:rsidRDefault="00F5266E" w:rsidP="00F5266E">
            <w:pPr>
              <w:widowControl w:val="0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ПрАТ “Яворівський 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хлібзавод</w:t>
            </w:r>
            <w:proofErr w:type="spellEnd"/>
            <w:r w:rsidRPr="00C44CFB">
              <w:rPr>
                <w:bCs w:val="0"/>
                <w:sz w:val="20"/>
                <w:szCs w:val="20"/>
              </w:rPr>
              <w:t>”</w:t>
            </w:r>
          </w:p>
        </w:tc>
        <w:tc>
          <w:tcPr>
            <w:tcW w:w="3231" w:type="dxa"/>
          </w:tcPr>
          <w:p w14:paraId="27817EFF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Ланка забезпечення продуктами харчування</w:t>
            </w:r>
          </w:p>
        </w:tc>
        <w:tc>
          <w:tcPr>
            <w:tcW w:w="3154" w:type="dxa"/>
            <w:gridSpan w:val="2"/>
          </w:tcPr>
          <w:p w14:paraId="2DF1C791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 xml:space="preserve">м. Яворів вул. 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Святоюрська</w:t>
            </w:r>
            <w:proofErr w:type="spellEnd"/>
            <w:r w:rsidRPr="00C44CFB">
              <w:rPr>
                <w:bCs w:val="0"/>
                <w:sz w:val="20"/>
                <w:szCs w:val="20"/>
              </w:rPr>
              <w:t xml:space="preserve">,  30, </w:t>
            </w:r>
            <w:proofErr w:type="spellStart"/>
            <w:r w:rsidRPr="00C44CFB">
              <w:rPr>
                <w:bCs w:val="0"/>
                <w:sz w:val="20"/>
                <w:szCs w:val="20"/>
              </w:rPr>
              <w:t>тел</w:t>
            </w:r>
            <w:proofErr w:type="spellEnd"/>
            <w:r w:rsidRPr="00C44CFB">
              <w:rPr>
                <w:bCs w:val="0"/>
                <w:sz w:val="20"/>
                <w:szCs w:val="20"/>
              </w:rPr>
              <w:t>. 0984502616</w:t>
            </w:r>
          </w:p>
        </w:tc>
        <w:tc>
          <w:tcPr>
            <w:tcW w:w="994" w:type="dxa"/>
          </w:tcPr>
          <w:p w14:paraId="2F81D1BB" w14:textId="5ACB333D" w:rsidR="00F5266E" w:rsidRPr="0070652F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70652F">
              <w:rPr>
                <w:bCs w:val="0"/>
                <w:sz w:val="20"/>
                <w:szCs w:val="20"/>
              </w:rPr>
              <w:t>12/4</w:t>
            </w:r>
          </w:p>
        </w:tc>
        <w:tc>
          <w:tcPr>
            <w:tcW w:w="3112" w:type="dxa"/>
            <w:vAlign w:val="center"/>
          </w:tcPr>
          <w:p w14:paraId="2257B46C" w14:textId="77777777" w:rsidR="00F5266E" w:rsidRPr="00C44CFB" w:rsidRDefault="00F5266E" w:rsidP="00F5266E">
            <w:pPr>
              <w:widowControl w:val="0"/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Забезпечення продуктами харчування людей, які знаходяться в районі надзвичайної ситуації</w:t>
            </w:r>
          </w:p>
        </w:tc>
      </w:tr>
      <w:tr w:rsidR="00F5266E" w:rsidRPr="00C44CFB" w14:paraId="2EECCF66" w14:textId="77777777" w:rsidTr="00453902">
        <w:trPr>
          <w:trHeight w:val="124"/>
        </w:trPr>
        <w:tc>
          <w:tcPr>
            <w:tcW w:w="8359" w:type="dxa"/>
            <w:gridSpan w:val="6"/>
            <w:vAlign w:val="center"/>
          </w:tcPr>
          <w:p w14:paraId="3632C0DE" w14:textId="77777777" w:rsidR="00F5266E" w:rsidRPr="00C44CFB" w:rsidRDefault="00F5266E" w:rsidP="00660FE3">
            <w:pPr>
              <w:ind w:left="589"/>
            </w:pPr>
            <w:r w:rsidRPr="00C44CFB">
              <w:rPr>
                <w:b/>
                <w:bCs w:val="0"/>
                <w:sz w:val="20"/>
                <w:szCs w:val="20"/>
              </w:rPr>
              <w:t>Всього:</w:t>
            </w:r>
          </w:p>
        </w:tc>
        <w:tc>
          <w:tcPr>
            <w:tcW w:w="3154" w:type="dxa"/>
            <w:gridSpan w:val="2"/>
            <w:vAlign w:val="center"/>
          </w:tcPr>
          <w:p w14:paraId="541DC22A" w14:textId="77777777" w:rsidR="00F5266E" w:rsidRPr="00C44CFB" w:rsidRDefault="00F5266E" w:rsidP="00F5266E">
            <w:pPr>
              <w:rPr>
                <w:b/>
                <w:sz w:val="22"/>
                <w:szCs w:val="22"/>
                <w:lang w:eastAsia="zh-CN"/>
              </w:rPr>
            </w:pPr>
          </w:p>
        </w:tc>
        <w:tc>
          <w:tcPr>
            <w:tcW w:w="994" w:type="dxa"/>
            <w:vAlign w:val="center"/>
          </w:tcPr>
          <w:p w14:paraId="14AEA3F8" w14:textId="13751AF6" w:rsidR="00F5266E" w:rsidRPr="0070652F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70652F">
              <w:rPr>
                <w:b/>
                <w:sz w:val="20"/>
                <w:szCs w:val="20"/>
              </w:rPr>
              <w:t>43/13</w:t>
            </w:r>
          </w:p>
        </w:tc>
        <w:tc>
          <w:tcPr>
            <w:tcW w:w="3112" w:type="dxa"/>
            <w:vAlign w:val="center"/>
          </w:tcPr>
          <w:p w14:paraId="0AD52B5A" w14:textId="77777777" w:rsidR="00F5266E" w:rsidRPr="00C44CFB" w:rsidRDefault="00F5266E" w:rsidP="00F5266E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F5266E" w:rsidRPr="00B02734" w14:paraId="0BD6D976" w14:textId="77777777" w:rsidTr="00B02734">
        <w:trPr>
          <w:trHeight w:val="124"/>
        </w:trPr>
        <w:tc>
          <w:tcPr>
            <w:tcW w:w="8359" w:type="dxa"/>
            <w:gridSpan w:val="6"/>
          </w:tcPr>
          <w:p w14:paraId="4DDD3C45" w14:textId="77777777" w:rsidR="00F5266E" w:rsidRPr="00B02734" w:rsidRDefault="00F5266E" w:rsidP="00660FE3">
            <w:pPr>
              <w:spacing w:before="60" w:after="60"/>
              <w:ind w:left="589"/>
              <w:rPr>
                <w:color w:val="FF0000"/>
                <w:sz w:val="20"/>
                <w:szCs w:val="20"/>
              </w:rPr>
            </w:pPr>
            <w:r w:rsidRPr="00B02734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54" w:type="dxa"/>
            <w:gridSpan w:val="2"/>
            <w:vAlign w:val="center"/>
          </w:tcPr>
          <w:p w14:paraId="3B5DF018" w14:textId="77777777" w:rsidR="00F5266E" w:rsidRPr="00B02734" w:rsidRDefault="00F5266E" w:rsidP="00B02734">
            <w:pPr>
              <w:spacing w:before="60" w:after="60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DD09812" w14:textId="51091EB7" w:rsidR="00F5266E" w:rsidRPr="00B02734" w:rsidRDefault="00F5266E" w:rsidP="00B02734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02734">
              <w:rPr>
                <w:b/>
                <w:sz w:val="20"/>
                <w:szCs w:val="20"/>
              </w:rPr>
              <w:t>876/62</w:t>
            </w:r>
          </w:p>
        </w:tc>
        <w:tc>
          <w:tcPr>
            <w:tcW w:w="3112" w:type="dxa"/>
          </w:tcPr>
          <w:p w14:paraId="6666ABBA" w14:textId="77777777" w:rsidR="00F5266E" w:rsidRPr="00B02734" w:rsidRDefault="00F5266E" w:rsidP="00B02734">
            <w:pPr>
              <w:spacing w:before="60" w:after="60"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F5266E" w:rsidRPr="00C44CFB" w14:paraId="4A7AC6C9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4C614401" w14:textId="77777777" w:rsidR="00F5266E" w:rsidRPr="00C44CFB" w:rsidRDefault="00F5266E" w:rsidP="00B02734">
            <w:pPr>
              <w:pStyle w:val="15"/>
              <w:shd w:val="clear" w:color="auto" w:fill="auto"/>
              <w:spacing w:before="60" w:after="60"/>
              <w:ind w:left="0"/>
              <w:rPr>
                <w:color w:val="auto"/>
              </w:rPr>
            </w:pPr>
            <w:r w:rsidRPr="00FF20C5">
              <w:rPr>
                <w:color w:val="auto"/>
                <w:lang w:val="en-US"/>
              </w:rPr>
              <w:t>V</w:t>
            </w:r>
            <w:r w:rsidRPr="00FF20C5">
              <w:rPr>
                <w:color w:val="auto"/>
                <w:lang w:val="ru-RU"/>
              </w:rPr>
              <w:t xml:space="preserve">. </w:t>
            </w:r>
            <w:r w:rsidRPr="00FF20C5">
              <w:rPr>
                <w:color w:val="auto"/>
              </w:rPr>
              <w:t xml:space="preserve">СИЛИ </w:t>
            </w:r>
            <w:r w:rsidRPr="00FF20C5">
              <w:rPr>
                <w:color w:val="auto"/>
                <w:spacing w:val="0"/>
              </w:rPr>
              <w:t>СПЕЦІАЛІЗОВАНОЇ СЛУЖБИ ЗВ’ЯЗКУ ТА ОПОВІЩЕННЯ</w:t>
            </w:r>
          </w:p>
        </w:tc>
      </w:tr>
      <w:tr w:rsidR="0076062C" w:rsidRPr="00C44CFB" w14:paraId="29CBD562" w14:textId="77777777" w:rsidTr="00235626">
        <w:trPr>
          <w:trHeight w:val="124"/>
        </w:trPr>
        <w:tc>
          <w:tcPr>
            <w:tcW w:w="562" w:type="dxa"/>
            <w:gridSpan w:val="3"/>
          </w:tcPr>
          <w:p w14:paraId="502512E7" w14:textId="77777777" w:rsidR="0076062C" w:rsidRPr="00C44CFB" w:rsidRDefault="0076062C" w:rsidP="0076062C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FB3C9F1" w14:textId="677930A7" w:rsidR="0076062C" w:rsidRPr="00C44CFB" w:rsidRDefault="0076062C" w:rsidP="0076062C">
            <w:pPr>
              <w:ind w:firstLine="261"/>
              <w:jc w:val="both"/>
              <w:rPr>
                <w:color w:val="FF0000"/>
                <w:sz w:val="20"/>
                <w:szCs w:val="20"/>
              </w:rPr>
            </w:pPr>
            <w:r w:rsidRPr="00CF0F0A">
              <w:rPr>
                <w:rFonts w:ascii="TimesNewRomanPSMT" w:hAnsi="TimesNewRomanPSMT" w:cs="TimesNewRomanPSMT"/>
                <w:bCs w:val="0"/>
                <w:sz w:val="20"/>
                <w:szCs w:val="20"/>
              </w:rPr>
              <w:t>Львівська обласна державна адміністрація</w:t>
            </w:r>
          </w:p>
        </w:tc>
        <w:tc>
          <w:tcPr>
            <w:tcW w:w="3231" w:type="dxa"/>
          </w:tcPr>
          <w:p w14:paraId="6F5707A0" w14:textId="2F4C7719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proofErr w:type="spellStart"/>
            <w:r w:rsidRPr="00CF0F0A">
              <w:rPr>
                <w:sz w:val="20"/>
                <w:szCs w:val="20"/>
              </w:rPr>
              <w:t>Оперативно</w:t>
            </w:r>
            <w:proofErr w:type="spellEnd"/>
            <w:r w:rsidRPr="00CF0F0A">
              <w:rPr>
                <w:sz w:val="20"/>
                <w:szCs w:val="20"/>
              </w:rPr>
              <w:t>-чергова служба пункту управління облдержадміністрації</w:t>
            </w:r>
          </w:p>
        </w:tc>
        <w:tc>
          <w:tcPr>
            <w:tcW w:w="3154" w:type="dxa"/>
            <w:gridSpan w:val="2"/>
          </w:tcPr>
          <w:p w14:paraId="2381BA4C" w14:textId="77777777" w:rsidR="0076062C" w:rsidRPr="00CF0F0A" w:rsidRDefault="0076062C" w:rsidP="0076062C">
            <w:pPr>
              <w:rPr>
                <w:bCs w:val="0"/>
                <w:sz w:val="20"/>
                <w:szCs w:val="20"/>
              </w:rPr>
            </w:pPr>
            <w:r w:rsidRPr="00CF0F0A">
              <w:rPr>
                <w:bCs w:val="0"/>
                <w:sz w:val="20"/>
                <w:szCs w:val="20"/>
              </w:rPr>
              <w:t>м.</w:t>
            </w:r>
            <w:r>
              <w:rPr>
                <w:bCs w:val="0"/>
                <w:sz w:val="20"/>
                <w:szCs w:val="20"/>
              </w:rPr>
              <w:t> </w:t>
            </w:r>
            <w:r w:rsidRPr="00CF0F0A">
              <w:rPr>
                <w:bCs w:val="0"/>
                <w:sz w:val="20"/>
                <w:szCs w:val="20"/>
              </w:rPr>
              <w:t xml:space="preserve">Львів, вул. </w:t>
            </w:r>
            <w:r w:rsidRPr="00117E0E">
              <w:rPr>
                <w:sz w:val="20"/>
                <w:szCs w:val="20"/>
              </w:rPr>
              <w:t>Винниченка, 18</w:t>
            </w:r>
          </w:p>
          <w:p w14:paraId="42D4C2A3" w14:textId="77777777" w:rsidR="0076062C" w:rsidRPr="00CF0F0A" w:rsidRDefault="0076062C" w:rsidP="0076062C">
            <w:pPr>
              <w:shd w:val="clear" w:color="auto" w:fill="FFFFFF"/>
              <w:jc w:val="center"/>
              <w:rPr>
                <w:spacing w:val="-6"/>
                <w:sz w:val="20"/>
                <w:szCs w:val="20"/>
              </w:rPr>
            </w:pPr>
            <w:r w:rsidRPr="00CF0F0A">
              <w:rPr>
                <w:bCs w:val="0"/>
                <w:sz w:val="20"/>
                <w:szCs w:val="20"/>
              </w:rPr>
              <w:t xml:space="preserve">т. (032) </w:t>
            </w:r>
            <w:r w:rsidRPr="00CF0F0A">
              <w:rPr>
                <w:spacing w:val="-6"/>
                <w:sz w:val="20"/>
                <w:szCs w:val="20"/>
              </w:rPr>
              <w:t>261-43-50</w:t>
            </w:r>
          </w:p>
          <w:p w14:paraId="773BB690" w14:textId="77777777" w:rsidR="0076062C" w:rsidRPr="00CF0F0A" w:rsidRDefault="0076062C" w:rsidP="0076062C">
            <w:pPr>
              <w:autoSpaceDE w:val="0"/>
              <w:autoSpaceDN w:val="0"/>
              <w:adjustRightInd w:val="0"/>
              <w:jc w:val="center"/>
              <w:rPr>
                <w:bCs w:val="0"/>
                <w:sz w:val="20"/>
                <w:szCs w:val="20"/>
              </w:rPr>
            </w:pPr>
            <w:r w:rsidRPr="00CF0F0A">
              <w:rPr>
                <w:spacing w:val="-6"/>
                <w:sz w:val="20"/>
                <w:szCs w:val="20"/>
              </w:rPr>
              <w:t>068-144-56-96</w:t>
            </w:r>
          </w:p>
          <w:p w14:paraId="1D31480C" w14:textId="41CD0931" w:rsidR="0076062C" w:rsidRPr="00C44CFB" w:rsidRDefault="0076062C" w:rsidP="007606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06A5A990" w14:textId="48D799DD" w:rsidR="0076062C" w:rsidRPr="00C44CFB" w:rsidRDefault="0076062C" w:rsidP="0076062C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9/2</w:t>
            </w:r>
          </w:p>
        </w:tc>
        <w:tc>
          <w:tcPr>
            <w:tcW w:w="3112" w:type="dxa"/>
          </w:tcPr>
          <w:p w14:paraId="1C66AB71" w14:textId="12368E53" w:rsidR="0076062C" w:rsidRPr="00C44CFB" w:rsidRDefault="0076062C" w:rsidP="0076062C">
            <w:pPr>
              <w:spacing w:line="228" w:lineRule="auto"/>
              <w:ind w:left="-96" w:right="-96"/>
              <w:jc w:val="center"/>
              <w:rPr>
                <w:sz w:val="20"/>
                <w:szCs w:val="20"/>
              </w:rPr>
            </w:pPr>
            <w:r w:rsidRPr="00E833B7">
              <w:rPr>
                <w:sz w:val="20"/>
                <w:szCs w:val="20"/>
              </w:rPr>
              <w:t>Збір та обробка оперативної інформації</w:t>
            </w:r>
            <w:r>
              <w:rPr>
                <w:sz w:val="20"/>
                <w:szCs w:val="20"/>
              </w:rPr>
              <w:t>,</w:t>
            </w:r>
            <w:r w:rsidRPr="00E833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r w:rsidRPr="00E833B7">
              <w:rPr>
                <w:sz w:val="20"/>
                <w:szCs w:val="20"/>
              </w:rPr>
              <w:t>повіщення</w:t>
            </w:r>
            <w:r>
              <w:rPr>
                <w:sz w:val="20"/>
                <w:szCs w:val="20"/>
              </w:rPr>
              <w:t>,</w:t>
            </w:r>
            <w:r w:rsidRPr="00E833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Pr="00E833B7">
              <w:rPr>
                <w:sz w:val="20"/>
                <w:szCs w:val="20"/>
              </w:rPr>
              <w:t>оординація та взаємодія</w:t>
            </w:r>
            <w:r>
              <w:rPr>
                <w:sz w:val="20"/>
                <w:szCs w:val="20"/>
              </w:rPr>
              <w:t>,</w:t>
            </w:r>
            <w:r w:rsidRPr="00E833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</w:t>
            </w:r>
            <w:r w:rsidRPr="00E833B7">
              <w:rPr>
                <w:sz w:val="20"/>
                <w:szCs w:val="20"/>
              </w:rPr>
              <w:t>абезпечення управління</w:t>
            </w:r>
          </w:p>
        </w:tc>
      </w:tr>
      <w:tr w:rsidR="0076062C" w:rsidRPr="00C44CFB" w14:paraId="1DF3763E" w14:textId="77777777" w:rsidTr="00552E4E">
        <w:trPr>
          <w:trHeight w:val="124"/>
        </w:trPr>
        <w:tc>
          <w:tcPr>
            <w:tcW w:w="15619" w:type="dxa"/>
            <w:gridSpan w:val="10"/>
          </w:tcPr>
          <w:p w14:paraId="442D6E76" w14:textId="4982131A" w:rsidR="0076062C" w:rsidRPr="00C44CFB" w:rsidRDefault="0076062C" w:rsidP="00DD00D8">
            <w:pPr>
              <w:spacing w:line="228" w:lineRule="auto"/>
              <w:ind w:left="-96" w:right="-96"/>
              <w:jc w:val="center"/>
              <w:rPr>
                <w:sz w:val="20"/>
                <w:szCs w:val="20"/>
              </w:rPr>
            </w:pPr>
            <w:r w:rsidRPr="00C43CF7">
              <w:rPr>
                <w:b/>
                <w:bCs w:val="0"/>
                <w:sz w:val="20"/>
                <w:szCs w:val="20"/>
              </w:rPr>
              <w:t>СИЛИ ГОЛОВНОГО УПРАВЛІННЯ ДСНС УКРАЇНИ У ЛЬВІВСЬКІЙ ОБЛАСТІ</w:t>
            </w:r>
          </w:p>
        </w:tc>
      </w:tr>
      <w:tr w:rsidR="0076062C" w:rsidRPr="00C44CFB" w14:paraId="15B41385" w14:textId="77777777" w:rsidTr="00235626">
        <w:trPr>
          <w:trHeight w:val="124"/>
        </w:trPr>
        <w:tc>
          <w:tcPr>
            <w:tcW w:w="562" w:type="dxa"/>
            <w:gridSpan w:val="3"/>
          </w:tcPr>
          <w:p w14:paraId="1FFD2673" w14:textId="77777777" w:rsidR="0076062C" w:rsidRPr="00C44CFB" w:rsidRDefault="0076062C" w:rsidP="0076062C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DB8DF6B" w14:textId="3176ECE0" w:rsidR="0076062C" w:rsidRPr="0076062C" w:rsidRDefault="0076062C" w:rsidP="0076062C">
            <w:pPr>
              <w:ind w:firstLine="261"/>
              <w:jc w:val="both"/>
              <w:rPr>
                <w:color w:val="FF0000"/>
                <w:sz w:val="20"/>
                <w:szCs w:val="20"/>
              </w:rPr>
            </w:pPr>
            <w:r w:rsidRPr="0076062C">
              <w:rPr>
                <w:bCs w:val="0"/>
                <w:sz w:val="20"/>
                <w:szCs w:val="20"/>
              </w:rPr>
              <w:t>Служба цивільного захисту зв</w:t>
            </w:r>
            <w:r w:rsidRPr="0076062C">
              <w:rPr>
                <w:bCs w:val="0"/>
                <w:sz w:val="20"/>
                <w:szCs w:val="20"/>
                <w:lang w:val="ru-RU"/>
              </w:rPr>
              <w:t>’</w:t>
            </w:r>
            <w:proofErr w:type="spellStart"/>
            <w:r w:rsidRPr="0076062C">
              <w:rPr>
                <w:bCs w:val="0"/>
                <w:sz w:val="20"/>
                <w:szCs w:val="20"/>
              </w:rPr>
              <w:t>язку</w:t>
            </w:r>
            <w:proofErr w:type="spellEnd"/>
            <w:r w:rsidRPr="0076062C">
              <w:rPr>
                <w:bCs w:val="0"/>
                <w:sz w:val="20"/>
                <w:szCs w:val="20"/>
                <w:lang w:val="ru-RU"/>
              </w:rPr>
              <w:t xml:space="preserve"> </w:t>
            </w:r>
            <w:r w:rsidRPr="0076062C">
              <w:rPr>
                <w:bCs w:val="0"/>
                <w:sz w:val="20"/>
                <w:szCs w:val="20"/>
              </w:rPr>
              <w:t xml:space="preserve">та оповіщення ГУ ДСНС України у Львівській області </w:t>
            </w:r>
          </w:p>
        </w:tc>
        <w:tc>
          <w:tcPr>
            <w:tcW w:w="3231" w:type="dxa"/>
          </w:tcPr>
          <w:p w14:paraId="485FFD50" w14:textId="3A6A17A1" w:rsidR="0076062C" w:rsidRPr="0076062C" w:rsidRDefault="0076062C" w:rsidP="0076062C">
            <w:pPr>
              <w:jc w:val="center"/>
              <w:rPr>
                <w:sz w:val="20"/>
                <w:szCs w:val="20"/>
              </w:rPr>
            </w:pPr>
            <w:r w:rsidRPr="0076062C">
              <w:rPr>
                <w:sz w:val="20"/>
                <w:szCs w:val="20"/>
              </w:rPr>
              <w:t>Особовий склад</w:t>
            </w:r>
          </w:p>
        </w:tc>
        <w:tc>
          <w:tcPr>
            <w:tcW w:w="3154" w:type="dxa"/>
            <w:gridSpan w:val="2"/>
          </w:tcPr>
          <w:p w14:paraId="2585C00E" w14:textId="1319558E" w:rsidR="0076062C" w:rsidRPr="0076062C" w:rsidRDefault="0076062C" w:rsidP="007606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6062C">
              <w:rPr>
                <w:sz w:val="20"/>
                <w:szCs w:val="20"/>
              </w:rPr>
              <w:t>м. Львів, вул. Підвальна, 6</w:t>
            </w:r>
          </w:p>
        </w:tc>
        <w:tc>
          <w:tcPr>
            <w:tcW w:w="994" w:type="dxa"/>
          </w:tcPr>
          <w:p w14:paraId="17259255" w14:textId="4DF3E8CD" w:rsidR="0076062C" w:rsidRPr="0076062C" w:rsidRDefault="0076062C" w:rsidP="0076062C">
            <w:pPr>
              <w:spacing w:before="120"/>
              <w:jc w:val="center"/>
              <w:rPr>
                <w:sz w:val="20"/>
                <w:szCs w:val="20"/>
              </w:rPr>
            </w:pPr>
            <w:r w:rsidRPr="0076062C">
              <w:rPr>
                <w:sz w:val="20"/>
                <w:szCs w:val="20"/>
              </w:rPr>
              <w:t>31/-</w:t>
            </w:r>
          </w:p>
        </w:tc>
        <w:tc>
          <w:tcPr>
            <w:tcW w:w="3112" w:type="dxa"/>
          </w:tcPr>
          <w:p w14:paraId="176B9807" w14:textId="2136CD80" w:rsidR="0076062C" w:rsidRPr="0076062C" w:rsidRDefault="0076062C" w:rsidP="0076062C">
            <w:pPr>
              <w:spacing w:line="228" w:lineRule="auto"/>
              <w:ind w:left="-96" w:right="-96"/>
              <w:jc w:val="center"/>
              <w:rPr>
                <w:sz w:val="20"/>
                <w:szCs w:val="20"/>
              </w:rPr>
            </w:pPr>
            <w:r w:rsidRPr="0076062C">
              <w:rPr>
                <w:sz w:val="20"/>
                <w:szCs w:val="20"/>
              </w:rPr>
              <w:t> Залучення засобів зв’язку і телекомунікацій ГУ ДСНС України у Львівській області для забезпечення зв’язком  сил цивільного захисту під час проведення аварійно-рятувальних та інших невідкладних робіт</w:t>
            </w:r>
          </w:p>
        </w:tc>
      </w:tr>
      <w:tr w:rsidR="0076062C" w:rsidRPr="00C44CFB" w14:paraId="1B3B2F9F" w14:textId="77777777" w:rsidTr="00DF7304">
        <w:trPr>
          <w:trHeight w:val="124"/>
        </w:trPr>
        <w:tc>
          <w:tcPr>
            <w:tcW w:w="15619" w:type="dxa"/>
            <w:gridSpan w:val="10"/>
          </w:tcPr>
          <w:p w14:paraId="692DC067" w14:textId="0F5423D5" w:rsidR="0076062C" w:rsidRPr="00C44CFB" w:rsidRDefault="0076062C" w:rsidP="00DD00D8">
            <w:pPr>
              <w:spacing w:line="228" w:lineRule="auto"/>
              <w:ind w:left="-96" w:right="-96"/>
              <w:jc w:val="center"/>
              <w:rPr>
                <w:sz w:val="20"/>
                <w:szCs w:val="20"/>
              </w:rPr>
            </w:pPr>
            <w:r w:rsidRPr="00C43CF7">
              <w:rPr>
                <w:b/>
                <w:bCs w:val="0"/>
                <w:sz w:val="20"/>
                <w:szCs w:val="20"/>
              </w:rPr>
              <w:t>СИЛИ ГОЛОВНОГО УПРАВЛІННЯ НАЦІОНАЛЬНОЇ ПОЛІЦІЇ</w:t>
            </w:r>
            <w:r w:rsidRPr="00C43CF7">
              <w:rPr>
                <w:b/>
                <w:bCs w:val="0"/>
                <w:sz w:val="20"/>
                <w:szCs w:val="20"/>
                <w:lang w:eastAsia="zh-CN"/>
              </w:rPr>
              <w:t xml:space="preserve"> </w:t>
            </w:r>
            <w:r w:rsidRPr="00C43CF7">
              <w:rPr>
                <w:b/>
                <w:bCs w:val="0"/>
                <w:sz w:val="20"/>
                <w:szCs w:val="20"/>
              </w:rPr>
              <w:t>У ЛЬВІВСЬКІЙ ОБЛАСТІ</w:t>
            </w:r>
          </w:p>
        </w:tc>
      </w:tr>
      <w:tr w:rsidR="0076062C" w:rsidRPr="00C44CFB" w14:paraId="0013409D" w14:textId="77777777" w:rsidTr="00235626">
        <w:trPr>
          <w:trHeight w:val="124"/>
        </w:trPr>
        <w:tc>
          <w:tcPr>
            <w:tcW w:w="562" w:type="dxa"/>
            <w:gridSpan w:val="3"/>
          </w:tcPr>
          <w:p w14:paraId="49F13FCB" w14:textId="77777777" w:rsidR="0076062C" w:rsidRPr="00C44CFB" w:rsidRDefault="0076062C" w:rsidP="0076062C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7293CD1" w14:textId="1CB69404" w:rsidR="0076062C" w:rsidRPr="00E16F75" w:rsidRDefault="0076062C" w:rsidP="0076062C">
            <w:pPr>
              <w:ind w:firstLine="261"/>
              <w:jc w:val="both"/>
              <w:rPr>
                <w:color w:val="FF0000"/>
                <w:sz w:val="20"/>
                <w:szCs w:val="20"/>
              </w:rPr>
            </w:pPr>
            <w:r w:rsidRPr="00E16F75">
              <w:rPr>
                <w:sz w:val="20"/>
                <w:szCs w:val="20"/>
              </w:rPr>
              <w:t>ГУНП у Львівській області</w:t>
            </w:r>
          </w:p>
        </w:tc>
        <w:tc>
          <w:tcPr>
            <w:tcW w:w="3231" w:type="dxa"/>
          </w:tcPr>
          <w:p w14:paraId="140EF140" w14:textId="235924C9" w:rsidR="0076062C" w:rsidRPr="00E16F75" w:rsidRDefault="0076062C" w:rsidP="0076062C">
            <w:pPr>
              <w:jc w:val="center"/>
              <w:rPr>
                <w:sz w:val="20"/>
                <w:szCs w:val="20"/>
              </w:rPr>
            </w:pPr>
            <w:r w:rsidRPr="00E16F75">
              <w:rPr>
                <w:sz w:val="20"/>
                <w:szCs w:val="20"/>
              </w:rPr>
              <w:t>Особовий склад</w:t>
            </w:r>
          </w:p>
        </w:tc>
        <w:tc>
          <w:tcPr>
            <w:tcW w:w="3154" w:type="dxa"/>
            <w:gridSpan w:val="2"/>
          </w:tcPr>
          <w:p w14:paraId="1C49D721" w14:textId="2DE509DD" w:rsidR="0076062C" w:rsidRPr="00E16F75" w:rsidRDefault="0076062C" w:rsidP="0076062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16F75">
              <w:rPr>
                <w:sz w:val="20"/>
                <w:szCs w:val="20"/>
              </w:rPr>
              <w:t xml:space="preserve">м. Львів, </w:t>
            </w:r>
            <w:proofErr w:type="spellStart"/>
            <w:r w:rsidRPr="00E16F75">
              <w:rPr>
                <w:sz w:val="20"/>
                <w:szCs w:val="20"/>
              </w:rPr>
              <w:t>пл</w:t>
            </w:r>
            <w:proofErr w:type="spellEnd"/>
            <w:r w:rsidRPr="00E16F75">
              <w:rPr>
                <w:sz w:val="20"/>
                <w:szCs w:val="20"/>
              </w:rPr>
              <w:t>. Генерала Григоренка, 3</w:t>
            </w:r>
          </w:p>
        </w:tc>
        <w:tc>
          <w:tcPr>
            <w:tcW w:w="994" w:type="dxa"/>
          </w:tcPr>
          <w:p w14:paraId="57CECD47" w14:textId="46B82AC4" w:rsidR="0076062C" w:rsidRPr="00E16F75" w:rsidRDefault="0076062C" w:rsidP="0076062C">
            <w:pPr>
              <w:spacing w:before="120"/>
              <w:jc w:val="center"/>
              <w:rPr>
                <w:sz w:val="20"/>
                <w:szCs w:val="20"/>
              </w:rPr>
            </w:pPr>
            <w:r w:rsidRPr="00E16F75">
              <w:rPr>
                <w:sz w:val="20"/>
                <w:szCs w:val="20"/>
              </w:rPr>
              <w:t>769/58</w:t>
            </w:r>
          </w:p>
        </w:tc>
        <w:tc>
          <w:tcPr>
            <w:tcW w:w="3112" w:type="dxa"/>
          </w:tcPr>
          <w:p w14:paraId="33A5F0CA" w14:textId="224D85FC" w:rsidR="0076062C" w:rsidRPr="00E16F75" w:rsidRDefault="0076062C" w:rsidP="0076062C">
            <w:pPr>
              <w:spacing w:line="228" w:lineRule="auto"/>
              <w:ind w:left="-96" w:right="-96"/>
              <w:jc w:val="center"/>
              <w:rPr>
                <w:sz w:val="20"/>
                <w:szCs w:val="20"/>
              </w:rPr>
            </w:pPr>
            <w:r w:rsidRPr="00E16F75">
              <w:rPr>
                <w:sz w:val="20"/>
                <w:szCs w:val="20"/>
              </w:rPr>
              <w:t>Залучення засобів зв’язку і телекомунікацій ГУ НП у Львівській області для забезпечення зв'язком сил цивільного захисту під час проведення аварійно-рятувальних та інших невідкладних робіт</w:t>
            </w:r>
          </w:p>
        </w:tc>
      </w:tr>
      <w:tr w:rsidR="0076062C" w:rsidRPr="00C44CFB" w14:paraId="0D89FD74" w14:textId="77777777" w:rsidTr="007638D6">
        <w:trPr>
          <w:trHeight w:val="124"/>
        </w:trPr>
        <w:tc>
          <w:tcPr>
            <w:tcW w:w="15619" w:type="dxa"/>
            <w:gridSpan w:val="10"/>
          </w:tcPr>
          <w:p w14:paraId="23A50A54" w14:textId="25C7BBDE" w:rsidR="0076062C" w:rsidRPr="00C44CFB" w:rsidRDefault="0076062C" w:rsidP="00DD00D8">
            <w:pPr>
              <w:spacing w:line="228" w:lineRule="auto"/>
              <w:ind w:left="-96" w:right="-96"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ЛЬВІВСЬКОЇ ФІЛІЇ ПАТ «УКРТЕЛЕКОМ»</w:t>
            </w:r>
          </w:p>
        </w:tc>
      </w:tr>
      <w:tr w:rsidR="0076062C" w:rsidRPr="004F747D" w14:paraId="05CA3F6B" w14:textId="77777777" w:rsidTr="00235626">
        <w:trPr>
          <w:trHeight w:val="124"/>
        </w:trPr>
        <w:tc>
          <w:tcPr>
            <w:tcW w:w="562" w:type="dxa"/>
            <w:gridSpan w:val="3"/>
          </w:tcPr>
          <w:p w14:paraId="29AAEDEB" w14:textId="77777777" w:rsidR="0076062C" w:rsidRPr="004F747D" w:rsidRDefault="0076062C" w:rsidP="0076062C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280B985" w14:textId="77777777" w:rsidR="0076062C" w:rsidRPr="004F747D" w:rsidRDefault="0076062C" w:rsidP="0076062C">
            <w:pPr>
              <w:autoSpaceDE w:val="0"/>
              <w:autoSpaceDN w:val="0"/>
              <w:adjustRightInd w:val="0"/>
              <w:rPr>
                <w:bCs w:val="0"/>
                <w:sz w:val="20"/>
                <w:szCs w:val="20"/>
                <w:lang w:val="ru-RU"/>
              </w:rPr>
            </w:pPr>
            <w:proofErr w:type="spellStart"/>
            <w:r w:rsidRPr="004F747D">
              <w:rPr>
                <w:bCs w:val="0"/>
                <w:sz w:val="20"/>
                <w:szCs w:val="20"/>
                <w:lang w:val="ru-RU"/>
              </w:rPr>
              <w:t>Львівська</w:t>
            </w:r>
            <w:proofErr w:type="spellEnd"/>
            <w:r w:rsidRPr="004F747D">
              <w:rPr>
                <w:bCs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F747D">
              <w:rPr>
                <w:bCs w:val="0"/>
                <w:sz w:val="20"/>
                <w:szCs w:val="20"/>
                <w:lang w:val="ru-RU"/>
              </w:rPr>
              <w:t>філія</w:t>
            </w:r>
            <w:proofErr w:type="spellEnd"/>
            <w:r w:rsidRPr="004F747D">
              <w:rPr>
                <w:bCs w:val="0"/>
                <w:sz w:val="20"/>
                <w:szCs w:val="20"/>
                <w:lang w:val="ru-RU"/>
              </w:rPr>
              <w:t xml:space="preserve"> АТ “Укртелеком”</w:t>
            </w:r>
          </w:p>
          <w:p w14:paraId="1D762618" w14:textId="77777777" w:rsidR="0076062C" w:rsidRPr="004F747D" w:rsidRDefault="0076062C" w:rsidP="0076062C">
            <w:pPr>
              <w:autoSpaceDE w:val="0"/>
              <w:autoSpaceDN w:val="0"/>
              <w:adjustRightInd w:val="0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3231" w:type="dxa"/>
          </w:tcPr>
          <w:p w14:paraId="58A01DE7" w14:textId="3F59DA77" w:rsidR="0076062C" w:rsidRPr="004F747D" w:rsidRDefault="0076062C" w:rsidP="0076062C">
            <w:pPr>
              <w:jc w:val="center"/>
              <w:rPr>
                <w:sz w:val="20"/>
                <w:szCs w:val="20"/>
              </w:rPr>
            </w:pPr>
            <w:r w:rsidRPr="004F747D">
              <w:rPr>
                <w:sz w:val="20"/>
                <w:szCs w:val="20"/>
              </w:rPr>
              <w:t>Аварійно-відновлювальні команди</w:t>
            </w:r>
          </w:p>
        </w:tc>
        <w:tc>
          <w:tcPr>
            <w:tcW w:w="3154" w:type="dxa"/>
            <w:gridSpan w:val="2"/>
          </w:tcPr>
          <w:p w14:paraId="751ED514" w14:textId="77777777" w:rsidR="0076062C" w:rsidRPr="004F747D" w:rsidRDefault="0076062C" w:rsidP="0076062C">
            <w:pPr>
              <w:autoSpaceDE w:val="0"/>
              <w:autoSpaceDN w:val="0"/>
              <w:adjustRightInd w:val="0"/>
              <w:jc w:val="center"/>
              <w:rPr>
                <w:bCs w:val="0"/>
                <w:sz w:val="20"/>
                <w:szCs w:val="20"/>
                <w:lang w:val="ru-RU"/>
              </w:rPr>
            </w:pPr>
            <w:proofErr w:type="spellStart"/>
            <w:r w:rsidRPr="004F747D">
              <w:rPr>
                <w:bCs w:val="0"/>
                <w:sz w:val="20"/>
                <w:szCs w:val="20"/>
                <w:lang w:val="ru-RU"/>
              </w:rPr>
              <w:t>м.Львів</w:t>
            </w:r>
            <w:proofErr w:type="spellEnd"/>
            <w:r w:rsidRPr="004F747D">
              <w:rPr>
                <w:bCs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F747D">
              <w:rPr>
                <w:bCs w:val="0"/>
                <w:sz w:val="20"/>
                <w:szCs w:val="20"/>
                <w:lang w:val="ru-RU"/>
              </w:rPr>
              <w:t>вул</w:t>
            </w:r>
            <w:proofErr w:type="spellEnd"/>
            <w:r w:rsidRPr="004F747D">
              <w:rPr>
                <w:bCs w:val="0"/>
                <w:sz w:val="20"/>
                <w:szCs w:val="20"/>
                <w:lang w:val="ru-RU"/>
              </w:rPr>
              <w:t>. Дорошенка, 43</w:t>
            </w:r>
          </w:p>
          <w:p w14:paraId="3AE155E7" w14:textId="77777777" w:rsidR="0076062C" w:rsidRPr="004F747D" w:rsidRDefault="0076062C" w:rsidP="0076062C">
            <w:pPr>
              <w:autoSpaceDE w:val="0"/>
              <w:autoSpaceDN w:val="0"/>
              <w:adjustRightInd w:val="0"/>
              <w:jc w:val="center"/>
              <w:rPr>
                <w:bCs w:val="0"/>
                <w:sz w:val="20"/>
                <w:szCs w:val="20"/>
                <w:lang w:val="ru-RU"/>
              </w:rPr>
            </w:pPr>
            <w:proofErr w:type="gramStart"/>
            <w:r w:rsidRPr="004F747D">
              <w:rPr>
                <w:bCs w:val="0"/>
                <w:sz w:val="20"/>
                <w:szCs w:val="20"/>
                <w:lang w:val="ru-RU"/>
              </w:rPr>
              <w:t>т.(</w:t>
            </w:r>
            <w:proofErr w:type="gramEnd"/>
            <w:r w:rsidRPr="004F747D">
              <w:rPr>
                <w:bCs w:val="0"/>
                <w:sz w:val="20"/>
                <w:szCs w:val="20"/>
                <w:lang w:val="ru-RU"/>
              </w:rPr>
              <w:t>032) 261-11-90</w:t>
            </w:r>
          </w:p>
          <w:p w14:paraId="11A80B70" w14:textId="77777777" w:rsidR="0076062C" w:rsidRPr="004F747D" w:rsidRDefault="0076062C" w:rsidP="0076062C">
            <w:pPr>
              <w:autoSpaceDE w:val="0"/>
              <w:autoSpaceDN w:val="0"/>
              <w:adjustRightInd w:val="0"/>
              <w:jc w:val="center"/>
              <w:rPr>
                <w:bCs w:val="0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</w:tcPr>
          <w:p w14:paraId="76CB81AE" w14:textId="71A95FA6" w:rsidR="0076062C" w:rsidRPr="004F747D" w:rsidRDefault="0076062C" w:rsidP="0076062C">
            <w:pPr>
              <w:spacing w:before="120"/>
              <w:jc w:val="center"/>
              <w:rPr>
                <w:sz w:val="20"/>
                <w:szCs w:val="20"/>
              </w:rPr>
            </w:pPr>
            <w:r w:rsidRPr="004F747D">
              <w:rPr>
                <w:sz w:val="20"/>
                <w:szCs w:val="20"/>
              </w:rPr>
              <w:t>3</w:t>
            </w:r>
            <w:r w:rsidRPr="004F747D">
              <w:rPr>
                <w:sz w:val="20"/>
                <w:szCs w:val="20"/>
                <w:lang w:val="en-US"/>
              </w:rPr>
              <w:t>/</w:t>
            </w:r>
            <w:r w:rsidRPr="004F747D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783AE0AD" w14:textId="09C75041" w:rsidR="0076062C" w:rsidRPr="004F747D" w:rsidRDefault="0076062C" w:rsidP="0076062C">
            <w:pPr>
              <w:spacing w:line="228" w:lineRule="auto"/>
              <w:ind w:left="-96" w:right="-96"/>
              <w:jc w:val="center"/>
              <w:rPr>
                <w:sz w:val="20"/>
                <w:szCs w:val="20"/>
              </w:rPr>
            </w:pPr>
            <w:r w:rsidRPr="004F747D">
              <w:rPr>
                <w:sz w:val="20"/>
                <w:szCs w:val="20"/>
              </w:rPr>
              <w:t>Ведення аварійно-</w:t>
            </w:r>
            <w:proofErr w:type="spellStart"/>
            <w:r w:rsidRPr="004F747D">
              <w:rPr>
                <w:sz w:val="20"/>
                <w:szCs w:val="20"/>
              </w:rPr>
              <w:t>відновлювальгих</w:t>
            </w:r>
            <w:proofErr w:type="spellEnd"/>
            <w:r w:rsidRPr="004F747D">
              <w:rPr>
                <w:sz w:val="20"/>
                <w:szCs w:val="20"/>
              </w:rPr>
              <w:t xml:space="preserve"> робіт на телекомунікаційних мережах та об’єктах пошкоджених внаслідок НС</w:t>
            </w:r>
          </w:p>
        </w:tc>
      </w:tr>
      <w:tr w:rsidR="0076062C" w:rsidRPr="00C44CFB" w14:paraId="7B98027D" w14:textId="77777777" w:rsidTr="009E77A1">
        <w:trPr>
          <w:trHeight w:val="163"/>
        </w:trPr>
        <w:tc>
          <w:tcPr>
            <w:tcW w:w="15619" w:type="dxa"/>
            <w:gridSpan w:val="10"/>
          </w:tcPr>
          <w:p w14:paraId="3E19B741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ЛЬВІВСЬКОЇ ДИРЕКЦІЇ «УКРПОШТА»</w:t>
            </w:r>
          </w:p>
        </w:tc>
      </w:tr>
      <w:tr w:rsidR="0076062C" w:rsidRPr="00C44CFB" w14:paraId="79BA5C92" w14:textId="77777777" w:rsidTr="00235626">
        <w:trPr>
          <w:trHeight w:val="124"/>
        </w:trPr>
        <w:tc>
          <w:tcPr>
            <w:tcW w:w="562" w:type="dxa"/>
            <w:gridSpan w:val="3"/>
          </w:tcPr>
          <w:p w14:paraId="11A4795D" w14:textId="77777777" w:rsidR="0076062C" w:rsidRPr="00C44CFB" w:rsidRDefault="0076062C" w:rsidP="0076062C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DD09350" w14:textId="77777777" w:rsidR="0076062C" w:rsidRPr="00C44CFB" w:rsidRDefault="0076062C" w:rsidP="0076062C">
            <w:pPr>
              <w:ind w:firstLine="261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ЛД </w:t>
            </w:r>
            <w:proofErr w:type="spellStart"/>
            <w:r w:rsidRPr="00C44CFB">
              <w:rPr>
                <w:sz w:val="20"/>
                <w:szCs w:val="20"/>
              </w:rPr>
              <w:t>АТ»Укрпошта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75B05C8B" w14:textId="77777777" w:rsidR="0076062C" w:rsidRPr="00C44CFB" w:rsidRDefault="0076062C" w:rsidP="0076062C">
            <w:pPr>
              <w:jc w:val="center"/>
            </w:pPr>
            <w:r w:rsidRPr="00C44CFB">
              <w:rPr>
                <w:sz w:val="20"/>
                <w:szCs w:val="20"/>
              </w:rPr>
              <w:t>Аварійно- відновлювальна команда</w:t>
            </w:r>
          </w:p>
        </w:tc>
        <w:tc>
          <w:tcPr>
            <w:tcW w:w="3154" w:type="dxa"/>
            <w:gridSpan w:val="2"/>
          </w:tcPr>
          <w:p w14:paraId="09DB43B3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</w:t>
            </w:r>
          </w:p>
          <w:p w14:paraId="3BC0DF9A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Словацького,1</w:t>
            </w:r>
          </w:p>
          <w:p w14:paraId="714EEBE9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261-57-53, 067 382 03 31</w:t>
            </w:r>
          </w:p>
          <w:p w14:paraId="7BBD4918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27AA1CE0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17/-</w:t>
            </w:r>
          </w:p>
        </w:tc>
        <w:tc>
          <w:tcPr>
            <w:tcW w:w="3112" w:type="dxa"/>
          </w:tcPr>
          <w:p w14:paraId="44227A4B" w14:textId="77777777" w:rsidR="0076062C" w:rsidRPr="00C44CFB" w:rsidRDefault="0076062C" w:rsidP="0076062C">
            <w:pPr>
              <w:jc w:val="center"/>
            </w:pPr>
            <w:r w:rsidRPr="00C44CFB">
              <w:rPr>
                <w:sz w:val="20"/>
                <w:szCs w:val="20"/>
              </w:rPr>
              <w:t>Проведення першочергових відновлювальних робіт, ремонт засобів зв’язку</w:t>
            </w:r>
          </w:p>
        </w:tc>
      </w:tr>
      <w:tr w:rsidR="0076062C" w:rsidRPr="00C44CFB" w14:paraId="31230102" w14:textId="77777777" w:rsidTr="00235626">
        <w:trPr>
          <w:trHeight w:val="124"/>
        </w:trPr>
        <w:tc>
          <w:tcPr>
            <w:tcW w:w="562" w:type="dxa"/>
            <w:gridSpan w:val="3"/>
          </w:tcPr>
          <w:p w14:paraId="7D7E3842" w14:textId="77777777" w:rsidR="0076062C" w:rsidRPr="00C44CFB" w:rsidRDefault="0076062C" w:rsidP="0076062C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E41397B" w14:textId="77777777" w:rsidR="0076062C" w:rsidRPr="00C44CFB" w:rsidRDefault="0076062C" w:rsidP="0076062C">
            <w:pPr>
              <w:ind w:firstLine="261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Центр оброблення пошти</w:t>
            </w:r>
          </w:p>
        </w:tc>
        <w:tc>
          <w:tcPr>
            <w:tcW w:w="3231" w:type="dxa"/>
          </w:tcPr>
          <w:p w14:paraId="5747071D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Бригада цивільного захисту</w:t>
            </w:r>
          </w:p>
        </w:tc>
        <w:tc>
          <w:tcPr>
            <w:tcW w:w="3154" w:type="dxa"/>
            <w:gridSpan w:val="2"/>
          </w:tcPr>
          <w:p w14:paraId="5AE8BEDF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</w:t>
            </w:r>
          </w:p>
          <w:p w14:paraId="2DEF5AF6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Словацького,1</w:t>
            </w:r>
          </w:p>
          <w:p w14:paraId="52816310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261-57-53, 067 382 03 31</w:t>
            </w:r>
          </w:p>
        </w:tc>
        <w:tc>
          <w:tcPr>
            <w:tcW w:w="994" w:type="dxa"/>
          </w:tcPr>
          <w:p w14:paraId="48C23288" w14:textId="77777777" w:rsidR="0076062C" w:rsidRPr="00C44CFB" w:rsidRDefault="0076062C" w:rsidP="0076062C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9/-</w:t>
            </w:r>
          </w:p>
        </w:tc>
        <w:tc>
          <w:tcPr>
            <w:tcW w:w="3112" w:type="dxa"/>
            <w:vAlign w:val="center"/>
          </w:tcPr>
          <w:p w14:paraId="5D195D74" w14:textId="77777777" w:rsidR="0076062C" w:rsidRPr="00C44CFB" w:rsidRDefault="0076062C" w:rsidP="0076062C">
            <w:pPr>
              <w:ind w:right="-108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Ремонт поштового обладнання, систем поштового зв’язку, електромережі</w:t>
            </w:r>
          </w:p>
        </w:tc>
      </w:tr>
      <w:tr w:rsidR="004F747D" w:rsidRPr="00C44CFB" w14:paraId="3C00DB92" w14:textId="77777777" w:rsidTr="0015036F">
        <w:trPr>
          <w:trHeight w:val="124"/>
        </w:trPr>
        <w:tc>
          <w:tcPr>
            <w:tcW w:w="15619" w:type="dxa"/>
            <w:gridSpan w:val="10"/>
          </w:tcPr>
          <w:p w14:paraId="42D68D8B" w14:textId="2E7BD4E1" w:rsidR="004F747D" w:rsidRPr="00C44CFB" w:rsidRDefault="004F747D" w:rsidP="0076062C">
            <w:pPr>
              <w:ind w:right="-108"/>
              <w:jc w:val="center"/>
              <w:rPr>
                <w:sz w:val="20"/>
                <w:szCs w:val="20"/>
              </w:rPr>
            </w:pPr>
            <w:r w:rsidRPr="00CF0F0A">
              <w:rPr>
                <w:b/>
                <w:sz w:val="20"/>
                <w:szCs w:val="20"/>
              </w:rPr>
              <w:t>СИЛИ</w:t>
            </w:r>
            <w:r w:rsidRPr="00CF0F0A">
              <w:t xml:space="preserve"> </w:t>
            </w:r>
            <w:r>
              <w:rPr>
                <w:b/>
                <w:bCs w:val="0"/>
                <w:sz w:val="20"/>
                <w:szCs w:val="20"/>
              </w:rPr>
              <w:t>ТЕЛЕРАДІОКОМПАНІЙ</w:t>
            </w:r>
          </w:p>
        </w:tc>
      </w:tr>
      <w:tr w:rsidR="004F747D" w:rsidRPr="00C44CFB" w14:paraId="5C8211E4" w14:textId="77777777" w:rsidTr="00235626">
        <w:trPr>
          <w:trHeight w:val="124"/>
        </w:trPr>
        <w:tc>
          <w:tcPr>
            <w:tcW w:w="562" w:type="dxa"/>
            <w:gridSpan w:val="3"/>
          </w:tcPr>
          <w:p w14:paraId="1BEA347D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2EC737C" w14:textId="06CACBF5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r w:rsidRPr="00CF0F0A">
              <w:rPr>
                <w:sz w:val="20"/>
                <w:szCs w:val="20"/>
              </w:rPr>
              <w:t>Комунальне підприємство “Телерадіокомпанія “Перший Західний”</w:t>
            </w:r>
          </w:p>
        </w:tc>
        <w:tc>
          <w:tcPr>
            <w:tcW w:w="3231" w:type="dxa"/>
          </w:tcPr>
          <w:p w14:paraId="441707E1" w14:textId="2CFF38F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Група оповіщення та інформування</w:t>
            </w:r>
          </w:p>
        </w:tc>
        <w:tc>
          <w:tcPr>
            <w:tcW w:w="3154" w:type="dxa"/>
            <w:gridSpan w:val="2"/>
          </w:tcPr>
          <w:p w14:paraId="563A2A95" w14:textId="77777777" w:rsidR="004F747D" w:rsidRDefault="004F747D" w:rsidP="004F747D">
            <w:pPr>
              <w:rPr>
                <w:sz w:val="20"/>
                <w:szCs w:val="20"/>
              </w:rPr>
            </w:pPr>
            <w:r w:rsidRPr="005F7FAE">
              <w:rPr>
                <w:sz w:val="20"/>
                <w:szCs w:val="20"/>
              </w:rPr>
              <w:t>м. Львів, вул. Підвальна, 3</w:t>
            </w:r>
          </w:p>
          <w:p w14:paraId="4296268C" w14:textId="10808CD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050-430-77-00</w:t>
            </w:r>
          </w:p>
        </w:tc>
        <w:tc>
          <w:tcPr>
            <w:tcW w:w="994" w:type="dxa"/>
          </w:tcPr>
          <w:p w14:paraId="1551913E" w14:textId="2EA6FCF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  <w:r w:rsidRPr="002E2F06">
              <w:rPr>
                <w:b/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753DBCD4" w14:textId="5743CE7F" w:rsidR="004F747D" w:rsidRPr="00C44CFB" w:rsidRDefault="004F747D" w:rsidP="004F747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Здійснення оповіщення та інформування населення</w:t>
            </w:r>
          </w:p>
        </w:tc>
      </w:tr>
      <w:tr w:rsidR="004F747D" w:rsidRPr="00C44CFB" w14:paraId="1C3CE820" w14:textId="77777777" w:rsidTr="00235626">
        <w:trPr>
          <w:trHeight w:val="124"/>
        </w:trPr>
        <w:tc>
          <w:tcPr>
            <w:tcW w:w="562" w:type="dxa"/>
            <w:gridSpan w:val="3"/>
          </w:tcPr>
          <w:p w14:paraId="6823D5D9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1CFCFC8" w14:textId="5F55C982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Філія АТ «Національна суспільна телерадіокомпанія України «Львівська регіональна дирекція»</w:t>
            </w:r>
          </w:p>
        </w:tc>
        <w:tc>
          <w:tcPr>
            <w:tcW w:w="3231" w:type="dxa"/>
          </w:tcPr>
          <w:p w14:paraId="5C62FF5A" w14:textId="7920653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Група оповіщення та інформування</w:t>
            </w:r>
          </w:p>
        </w:tc>
        <w:tc>
          <w:tcPr>
            <w:tcW w:w="3154" w:type="dxa"/>
            <w:gridSpan w:val="2"/>
          </w:tcPr>
          <w:p w14:paraId="5CEAF569" w14:textId="6AD85C9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FC4824">
              <w:rPr>
                <w:sz w:val="20"/>
                <w:szCs w:val="20"/>
              </w:rPr>
              <w:t>м. Львів, вул. Високий Замок, 4.</w:t>
            </w:r>
          </w:p>
        </w:tc>
        <w:tc>
          <w:tcPr>
            <w:tcW w:w="994" w:type="dxa"/>
          </w:tcPr>
          <w:p w14:paraId="3CD5B58E" w14:textId="096473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30/2</w:t>
            </w:r>
          </w:p>
        </w:tc>
        <w:tc>
          <w:tcPr>
            <w:tcW w:w="3112" w:type="dxa"/>
            <w:vAlign w:val="center"/>
          </w:tcPr>
          <w:p w14:paraId="6DA2DE74" w14:textId="6D9CD416" w:rsidR="004F747D" w:rsidRPr="00C44CFB" w:rsidRDefault="004F747D" w:rsidP="004F747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Здійснення оповіщення та інформування населення</w:t>
            </w:r>
          </w:p>
        </w:tc>
      </w:tr>
      <w:tr w:rsidR="004F747D" w:rsidRPr="00C44CFB" w14:paraId="3B9EE209" w14:textId="77777777" w:rsidTr="002D310D">
        <w:trPr>
          <w:trHeight w:val="124"/>
        </w:trPr>
        <w:tc>
          <w:tcPr>
            <w:tcW w:w="562" w:type="dxa"/>
            <w:gridSpan w:val="3"/>
          </w:tcPr>
          <w:p w14:paraId="02D41ABE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E12AC97" w14:textId="34815152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r w:rsidRPr="00766906">
              <w:rPr>
                <w:sz w:val="20"/>
                <w:szCs w:val="20"/>
              </w:rPr>
              <w:t>Товариство з обмеженою відповідальністю “Телерадіокомпанія “Львівська Хвиля”</w:t>
            </w:r>
          </w:p>
        </w:tc>
        <w:tc>
          <w:tcPr>
            <w:tcW w:w="3231" w:type="dxa"/>
          </w:tcPr>
          <w:p w14:paraId="4D73CDDC" w14:textId="60197E0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оповіщення та інформування</w:t>
            </w:r>
          </w:p>
        </w:tc>
        <w:tc>
          <w:tcPr>
            <w:tcW w:w="3154" w:type="dxa"/>
            <w:gridSpan w:val="2"/>
          </w:tcPr>
          <w:p w14:paraId="6EAD59D2" w14:textId="4D05623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766906">
              <w:rPr>
                <w:sz w:val="20"/>
                <w:szCs w:val="20"/>
              </w:rPr>
              <w:t xml:space="preserve">м. Львів, </w:t>
            </w:r>
            <w:r w:rsidRPr="0024798D">
              <w:rPr>
                <w:sz w:val="20"/>
                <w:szCs w:val="20"/>
              </w:rPr>
              <w:t>вул. Гуцульська, 9а</w:t>
            </w:r>
          </w:p>
        </w:tc>
        <w:tc>
          <w:tcPr>
            <w:tcW w:w="994" w:type="dxa"/>
          </w:tcPr>
          <w:p w14:paraId="0B5BB285" w14:textId="6296636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4/-</w:t>
            </w:r>
          </w:p>
        </w:tc>
        <w:tc>
          <w:tcPr>
            <w:tcW w:w="3112" w:type="dxa"/>
          </w:tcPr>
          <w:p w14:paraId="57DC5B14" w14:textId="3E702476" w:rsidR="004F747D" w:rsidRPr="00C44CFB" w:rsidRDefault="004F747D" w:rsidP="004F747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Здійснення оповіщення та інформування населення</w:t>
            </w:r>
          </w:p>
        </w:tc>
      </w:tr>
      <w:tr w:rsidR="004F747D" w:rsidRPr="00C44CFB" w14:paraId="3A66B1C2" w14:textId="77777777" w:rsidTr="0083036D">
        <w:trPr>
          <w:trHeight w:val="124"/>
        </w:trPr>
        <w:tc>
          <w:tcPr>
            <w:tcW w:w="15619" w:type="dxa"/>
            <w:gridSpan w:val="10"/>
          </w:tcPr>
          <w:p w14:paraId="4CFA539E" w14:textId="63ADE049" w:rsidR="004F747D" w:rsidRPr="00C44CFB" w:rsidRDefault="004F747D" w:rsidP="004F747D">
            <w:pPr>
              <w:ind w:right="-108"/>
              <w:jc w:val="center"/>
              <w:rPr>
                <w:sz w:val="20"/>
                <w:szCs w:val="20"/>
              </w:rPr>
            </w:pPr>
            <w:r w:rsidRPr="007569A5">
              <w:rPr>
                <w:b/>
                <w:bCs w:val="0"/>
                <w:sz w:val="20"/>
                <w:szCs w:val="20"/>
              </w:rPr>
              <w:t xml:space="preserve">СИЛИ ДЕРЖСПЕЦЗВ’ЯЗКУ </w:t>
            </w:r>
          </w:p>
        </w:tc>
      </w:tr>
      <w:tr w:rsidR="004F747D" w:rsidRPr="00C44CFB" w14:paraId="0213F8A1" w14:textId="77777777" w:rsidTr="00235626">
        <w:trPr>
          <w:trHeight w:val="124"/>
        </w:trPr>
        <w:tc>
          <w:tcPr>
            <w:tcW w:w="562" w:type="dxa"/>
            <w:gridSpan w:val="3"/>
          </w:tcPr>
          <w:p w14:paraId="75C9A488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3B9E353" w14:textId="286FEA4B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ЦТЕ №5 КП «</w:t>
            </w:r>
            <w:proofErr w:type="spellStart"/>
            <w:r>
              <w:rPr>
                <w:sz w:val="20"/>
                <w:szCs w:val="20"/>
              </w:rPr>
              <w:t>Укрспецзв</w:t>
            </w:r>
            <w:proofErr w:type="spellEnd"/>
            <w:r>
              <w:rPr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sz w:val="20"/>
                <w:szCs w:val="20"/>
              </w:rPr>
              <w:t>язок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1D52D2FA" w14:textId="687BFF8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Група забезпечення </w:t>
            </w:r>
            <w:r w:rsidRPr="00DB7F15">
              <w:rPr>
                <w:sz w:val="20"/>
                <w:szCs w:val="20"/>
              </w:rPr>
              <w:t>функціонування спеціальних мереж зв'язку</w:t>
            </w:r>
          </w:p>
        </w:tc>
        <w:tc>
          <w:tcPr>
            <w:tcW w:w="3154" w:type="dxa"/>
            <w:gridSpan w:val="2"/>
          </w:tcPr>
          <w:p w14:paraId="0D7482E9" w14:textId="7806FEC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442DEC">
              <w:rPr>
                <w:sz w:val="20"/>
                <w:szCs w:val="20"/>
              </w:rPr>
              <w:t>35800, Рівненська область, м.</w:t>
            </w:r>
            <w:r>
              <w:rPr>
                <w:sz w:val="20"/>
                <w:szCs w:val="20"/>
              </w:rPr>
              <w:t> </w:t>
            </w:r>
            <w:r w:rsidRPr="00442DEC">
              <w:rPr>
                <w:sz w:val="20"/>
                <w:szCs w:val="20"/>
              </w:rPr>
              <w:t>Острог, вул. Незалежності, 5а</w:t>
            </w:r>
          </w:p>
        </w:tc>
        <w:tc>
          <w:tcPr>
            <w:tcW w:w="994" w:type="dxa"/>
          </w:tcPr>
          <w:p w14:paraId="49CEE010" w14:textId="3F68706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20/5</w:t>
            </w:r>
          </w:p>
        </w:tc>
        <w:tc>
          <w:tcPr>
            <w:tcW w:w="3112" w:type="dxa"/>
            <w:vAlign w:val="center"/>
          </w:tcPr>
          <w:p w14:paraId="2076A13A" w14:textId="24AE13E3" w:rsidR="004F747D" w:rsidRPr="00C44CFB" w:rsidRDefault="004F747D" w:rsidP="004F747D">
            <w:pPr>
              <w:ind w:right="-108"/>
              <w:jc w:val="center"/>
              <w:rPr>
                <w:sz w:val="20"/>
                <w:szCs w:val="20"/>
              </w:rPr>
            </w:pPr>
            <w:r w:rsidRPr="00DB7F15">
              <w:rPr>
                <w:sz w:val="20"/>
                <w:szCs w:val="20"/>
              </w:rPr>
              <w:t>Забезпечення функціонування спеціальних мереж зв'язку для органів державної влади та безперервного управління силами цивільного захисту</w:t>
            </w:r>
          </w:p>
        </w:tc>
      </w:tr>
      <w:tr w:rsidR="006D72AA" w:rsidRPr="00C44CFB" w14:paraId="7E33D80C" w14:textId="77777777" w:rsidTr="00737938">
        <w:trPr>
          <w:trHeight w:val="124"/>
        </w:trPr>
        <w:tc>
          <w:tcPr>
            <w:tcW w:w="15619" w:type="dxa"/>
            <w:gridSpan w:val="10"/>
          </w:tcPr>
          <w:p w14:paraId="694D40FE" w14:textId="77777777" w:rsidR="006D72AA" w:rsidRDefault="006D72AA" w:rsidP="006D72AA">
            <w:pPr>
              <w:ind w:right="-108"/>
              <w:jc w:val="center"/>
              <w:rPr>
                <w:b/>
                <w:bCs w:val="0"/>
                <w:sz w:val="20"/>
                <w:szCs w:val="20"/>
              </w:rPr>
            </w:pPr>
            <w:r w:rsidRPr="00CF0F0A">
              <w:rPr>
                <w:b/>
                <w:sz w:val="20"/>
                <w:szCs w:val="20"/>
              </w:rPr>
              <w:t>СИЛИ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98233D">
              <w:rPr>
                <w:b/>
                <w:bCs w:val="0"/>
                <w:sz w:val="20"/>
                <w:szCs w:val="20"/>
              </w:rPr>
              <w:t>ІНТЕРНЕТ-ПРОВАЙДЕР</w:t>
            </w:r>
            <w:r>
              <w:rPr>
                <w:b/>
                <w:bCs w:val="0"/>
                <w:sz w:val="20"/>
                <w:szCs w:val="20"/>
              </w:rPr>
              <w:t>ІВ</w:t>
            </w:r>
            <w:r w:rsidRPr="0098233D">
              <w:rPr>
                <w:b/>
                <w:bCs w:val="0"/>
                <w:sz w:val="20"/>
                <w:szCs w:val="20"/>
              </w:rPr>
              <w:t xml:space="preserve">, ЩО НАДАЮТЬ ДОСТУП ДО ТЕЛЕКОМУНІКАЦІЙНИХ ПОСЛУГ </w:t>
            </w:r>
          </w:p>
          <w:p w14:paraId="7A57325B" w14:textId="53C34F6D" w:rsidR="006D72AA" w:rsidRPr="00C44CFB" w:rsidRDefault="006D72AA" w:rsidP="006D72AA">
            <w:pPr>
              <w:ind w:right="-108"/>
              <w:jc w:val="center"/>
              <w:rPr>
                <w:sz w:val="20"/>
                <w:szCs w:val="20"/>
              </w:rPr>
            </w:pPr>
            <w:r w:rsidRPr="0098233D">
              <w:rPr>
                <w:b/>
                <w:bCs w:val="0"/>
                <w:sz w:val="20"/>
                <w:szCs w:val="20"/>
              </w:rPr>
              <w:t>НА ТЕРИТОРІЇ ЛЬВІВСЬКОЇ ОБЛАСТІ</w:t>
            </w:r>
          </w:p>
        </w:tc>
      </w:tr>
      <w:tr w:rsidR="003C1824" w:rsidRPr="00C44CFB" w14:paraId="10659C3D" w14:textId="77777777" w:rsidTr="00235626">
        <w:trPr>
          <w:trHeight w:val="124"/>
        </w:trPr>
        <w:tc>
          <w:tcPr>
            <w:tcW w:w="562" w:type="dxa"/>
            <w:gridSpan w:val="3"/>
          </w:tcPr>
          <w:p w14:paraId="66BED24E" w14:textId="77777777" w:rsidR="003C1824" w:rsidRPr="00C44CFB" w:rsidRDefault="003C1824" w:rsidP="003C1824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196EFC0" w14:textId="4E2F3288" w:rsidR="003C1824" w:rsidRPr="00C44CFB" w:rsidRDefault="003C1824" w:rsidP="003C1824">
            <w:pPr>
              <w:ind w:firstLine="261"/>
              <w:rPr>
                <w:sz w:val="20"/>
                <w:szCs w:val="20"/>
              </w:rPr>
            </w:pPr>
            <w:r w:rsidRPr="0098233D">
              <w:rPr>
                <w:sz w:val="20"/>
                <w:szCs w:val="20"/>
              </w:rPr>
              <w:t xml:space="preserve">ДП НТЦ </w:t>
            </w:r>
            <w:r>
              <w:rPr>
                <w:sz w:val="20"/>
                <w:szCs w:val="20"/>
              </w:rPr>
              <w:t>«</w:t>
            </w:r>
            <w:r w:rsidRPr="0098233D">
              <w:rPr>
                <w:sz w:val="20"/>
                <w:szCs w:val="20"/>
              </w:rPr>
              <w:t>УАРНЕТ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5678646D" w14:textId="03B27D3A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Група забезпечення ремонтно-відновлювальних робіт</w:t>
            </w:r>
          </w:p>
        </w:tc>
        <w:tc>
          <w:tcPr>
            <w:tcW w:w="3154" w:type="dxa"/>
            <w:gridSpan w:val="2"/>
          </w:tcPr>
          <w:p w14:paraId="717ACA2C" w14:textId="77777777" w:rsidR="003C1824" w:rsidRDefault="003C1824" w:rsidP="003C1824">
            <w:pPr>
              <w:rPr>
                <w:sz w:val="20"/>
                <w:szCs w:val="20"/>
              </w:rPr>
            </w:pPr>
            <w:r w:rsidRPr="00D96E91">
              <w:rPr>
                <w:sz w:val="20"/>
                <w:szCs w:val="20"/>
              </w:rPr>
              <w:t xml:space="preserve">м. Львів, вул. </w:t>
            </w:r>
            <w:proofErr w:type="spellStart"/>
            <w:r w:rsidRPr="00D96E91">
              <w:rPr>
                <w:sz w:val="20"/>
                <w:szCs w:val="20"/>
              </w:rPr>
              <w:t>Свєнціцького</w:t>
            </w:r>
            <w:proofErr w:type="spellEnd"/>
            <w:r w:rsidRPr="00D96E91">
              <w:rPr>
                <w:sz w:val="20"/>
                <w:szCs w:val="20"/>
              </w:rPr>
              <w:t>, 1</w:t>
            </w:r>
            <w:r>
              <w:rPr>
                <w:sz w:val="20"/>
                <w:szCs w:val="20"/>
              </w:rPr>
              <w:t xml:space="preserve"> </w:t>
            </w:r>
          </w:p>
          <w:p w14:paraId="63B194F8" w14:textId="0EAAEB5B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r w:rsidRPr="00D96E91">
              <w:rPr>
                <w:sz w:val="20"/>
                <w:szCs w:val="20"/>
              </w:rPr>
              <w:t>067 373-78-47, (032) 295-69-34</w:t>
            </w:r>
            <w:r>
              <w:rPr>
                <w:sz w:val="20"/>
                <w:szCs w:val="20"/>
              </w:rPr>
              <w:t xml:space="preserve">, </w:t>
            </w:r>
            <w:r w:rsidRPr="00D96E91">
              <w:rPr>
                <w:sz w:val="20"/>
                <w:szCs w:val="20"/>
              </w:rPr>
              <w:t>(032) 290-23-03</w:t>
            </w:r>
          </w:p>
        </w:tc>
        <w:tc>
          <w:tcPr>
            <w:tcW w:w="994" w:type="dxa"/>
          </w:tcPr>
          <w:p w14:paraId="2EACD319" w14:textId="4E13AECA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2E2F06">
              <w:rPr>
                <w:b/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372B3A3A" w14:textId="64256614" w:rsidR="003C1824" w:rsidRPr="00C44CFB" w:rsidRDefault="003C1824" w:rsidP="003C182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доступу до мережі Інтернет, проведення ремонтно-відновлювальних робіт</w:t>
            </w:r>
          </w:p>
        </w:tc>
      </w:tr>
      <w:tr w:rsidR="003C1824" w:rsidRPr="00C44CFB" w14:paraId="78827946" w14:textId="77777777" w:rsidTr="00235626">
        <w:trPr>
          <w:trHeight w:val="124"/>
        </w:trPr>
        <w:tc>
          <w:tcPr>
            <w:tcW w:w="562" w:type="dxa"/>
            <w:gridSpan w:val="3"/>
          </w:tcPr>
          <w:p w14:paraId="63A32148" w14:textId="77777777" w:rsidR="003C1824" w:rsidRPr="00C44CFB" w:rsidRDefault="003C1824" w:rsidP="003C1824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440A5A5" w14:textId="09CA0049" w:rsidR="003C1824" w:rsidRPr="00C44CFB" w:rsidRDefault="003C1824" w:rsidP="003C1824">
            <w:pPr>
              <w:ind w:firstLine="26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 «</w:t>
            </w:r>
            <w:r w:rsidRPr="00AF432D">
              <w:rPr>
                <w:sz w:val="20"/>
                <w:szCs w:val="20"/>
              </w:rPr>
              <w:t>АТРАКОМ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3F1F604A" w14:textId="25799D07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54" w:type="dxa"/>
            <w:gridSpan w:val="2"/>
          </w:tcPr>
          <w:p w14:paraId="31BDDD50" w14:textId="4589EB56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r w:rsidRPr="005F7FAE">
              <w:rPr>
                <w:sz w:val="20"/>
                <w:szCs w:val="20"/>
              </w:rPr>
              <w:t>м, Львів,</w:t>
            </w:r>
            <w:r>
              <w:rPr>
                <w:sz w:val="20"/>
                <w:szCs w:val="20"/>
              </w:rPr>
              <w:t xml:space="preserve"> вул. Пимоненка, 3</w:t>
            </w:r>
          </w:p>
        </w:tc>
        <w:tc>
          <w:tcPr>
            <w:tcW w:w="994" w:type="dxa"/>
          </w:tcPr>
          <w:p w14:paraId="5BE00527" w14:textId="57161B42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112" w:type="dxa"/>
            <w:vAlign w:val="center"/>
          </w:tcPr>
          <w:p w14:paraId="3C3280C2" w14:textId="062084BA" w:rsidR="003C1824" w:rsidRPr="00C44CFB" w:rsidRDefault="003C1824" w:rsidP="003C1824">
            <w:pPr>
              <w:ind w:right="-108"/>
              <w:jc w:val="center"/>
              <w:rPr>
                <w:sz w:val="20"/>
                <w:szCs w:val="20"/>
              </w:rPr>
            </w:pPr>
            <w:r w:rsidRPr="0025702F">
              <w:rPr>
                <w:sz w:val="20"/>
                <w:szCs w:val="20"/>
              </w:rPr>
              <w:t xml:space="preserve">Створення, обслуговування та відновлення </w:t>
            </w:r>
            <w:proofErr w:type="spellStart"/>
            <w:r w:rsidRPr="0025702F">
              <w:rPr>
                <w:sz w:val="20"/>
                <w:szCs w:val="20"/>
              </w:rPr>
              <w:t>волоконно</w:t>
            </w:r>
            <w:proofErr w:type="spellEnd"/>
            <w:r w:rsidRPr="0025702F">
              <w:rPr>
                <w:sz w:val="20"/>
                <w:szCs w:val="20"/>
              </w:rPr>
              <w:t>-оптичних ліній</w:t>
            </w:r>
            <w:r>
              <w:rPr>
                <w:sz w:val="20"/>
                <w:szCs w:val="20"/>
              </w:rPr>
              <w:t xml:space="preserve"> зв’язку </w:t>
            </w:r>
          </w:p>
        </w:tc>
      </w:tr>
      <w:tr w:rsidR="003C1824" w:rsidRPr="00C44CFB" w14:paraId="2B68A9F7" w14:textId="77777777" w:rsidTr="00235626">
        <w:trPr>
          <w:trHeight w:val="124"/>
        </w:trPr>
        <w:tc>
          <w:tcPr>
            <w:tcW w:w="562" w:type="dxa"/>
            <w:gridSpan w:val="3"/>
          </w:tcPr>
          <w:p w14:paraId="1F8E2DA8" w14:textId="77777777" w:rsidR="003C1824" w:rsidRPr="00C44CFB" w:rsidRDefault="003C1824" w:rsidP="003C1824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C7A46B2" w14:textId="28908D91" w:rsidR="003C1824" w:rsidRPr="00C44CFB" w:rsidRDefault="003C1824" w:rsidP="003C1824">
            <w:pPr>
              <w:ind w:firstLine="261"/>
              <w:rPr>
                <w:sz w:val="20"/>
                <w:szCs w:val="20"/>
              </w:rPr>
            </w:pPr>
            <w:r w:rsidRPr="00D006E3">
              <w:rPr>
                <w:sz w:val="20"/>
                <w:szCs w:val="20"/>
              </w:rPr>
              <w:t>ТзОВ «Бізнес і Технології»</w:t>
            </w:r>
          </w:p>
        </w:tc>
        <w:tc>
          <w:tcPr>
            <w:tcW w:w="3231" w:type="dxa"/>
          </w:tcPr>
          <w:p w14:paraId="69F6EB23" w14:textId="4C93BDC8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Група забезпечення ремонтно-відновлювальних робіт</w:t>
            </w:r>
          </w:p>
        </w:tc>
        <w:tc>
          <w:tcPr>
            <w:tcW w:w="3154" w:type="dxa"/>
            <w:gridSpan w:val="2"/>
          </w:tcPr>
          <w:p w14:paraId="40A77AB3" w14:textId="5AE46DC8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</w:t>
            </w:r>
            <w:r w:rsidRPr="005F7FAE">
              <w:rPr>
                <w:sz w:val="20"/>
                <w:szCs w:val="20"/>
              </w:rPr>
              <w:t>Львів</w:t>
            </w:r>
            <w:proofErr w:type="spellEnd"/>
            <w:r w:rsidRPr="005F7FAE">
              <w:rPr>
                <w:sz w:val="20"/>
                <w:szCs w:val="20"/>
              </w:rPr>
              <w:t>,</w:t>
            </w:r>
            <w:r w:rsidRPr="005F7FAE">
              <w:rPr>
                <w:b/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в</w:t>
            </w:r>
            <w:r w:rsidRPr="005F7FAE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>. Івана Франка, 114</w:t>
            </w:r>
            <w:r w:rsidRPr="005F7FAE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4" w:type="dxa"/>
          </w:tcPr>
          <w:p w14:paraId="741B0ED3" w14:textId="0854807B" w:rsidR="003C1824" w:rsidRPr="00C44CFB" w:rsidRDefault="003C1824" w:rsidP="003C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2E2F06">
              <w:rPr>
                <w:b/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4D14A0C6" w14:textId="2CD19499" w:rsidR="003C1824" w:rsidRPr="00C44CFB" w:rsidRDefault="003C1824" w:rsidP="003C1824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доступу до мережі Інтернет,</w:t>
            </w:r>
            <w:r w:rsidRPr="0025702F">
              <w:rPr>
                <w:sz w:val="20"/>
                <w:szCs w:val="20"/>
              </w:rPr>
              <w:t xml:space="preserve"> обслуговування та відновлення </w:t>
            </w:r>
            <w:proofErr w:type="spellStart"/>
            <w:r w:rsidRPr="0025702F">
              <w:rPr>
                <w:sz w:val="20"/>
                <w:szCs w:val="20"/>
              </w:rPr>
              <w:t>волоконно</w:t>
            </w:r>
            <w:proofErr w:type="spellEnd"/>
            <w:r w:rsidRPr="0025702F">
              <w:rPr>
                <w:sz w:val="20"/>
                <w:szCs w:val="20"/>
              </w:rPr>
              <w:t>-оптичних ліній</w:t>
            </w:r>
            <w:r>
              <w:rPr>
                <w:sz w:val="20"/>
                <w:szCs w:val="20"/>
              </w:rPr>
              <w:t xml:space="preserve"> зв’язку</w:t>
            </w:r>
          </w:p>
        </w:tc>
      </w:tr>
      <w:tr w:rsidR="00021FC5" w:rsidRPr="00C44CFB" w14:paraId="5E1693A0" w14:textId="77777777" w:rsidTr="00FD5A5D">
        <w:trPr>
          <w:trHeight w:val="124"/>
        </w:trPr>
        <w:tc>
          <w:tcPr>
            <w:tcW w:w="15619" w:type="dxa"/>
            <w:gridSpan w:val="10"/>
          </w:tcPr>
          <w:p w14:paraId="2ED3002F" w14:textId="77777777" w:rsidR="00021FC5" w:rsidRDefault="00021FC5" w:rsidP="00021FC5">
            <w:pPr>
              <w:ind w:right="-108"/>
              <w:jc w:val="center"/>
              <w:rPr>
                <w:b/>
                <w:bCs w:val="0"/>
                <w:sz w:val="20"/>
                <w:szCs w:val="20"/>
              </w:rPr>
            </w:pPr>
            <w:r w:rsidRPr="00CF0F0A">
              <w:rPr>
                <w:b/>
                <w:sz w:val="20"/>
                <w:szCs w:val="20"/>
              </w:rPr>
              <w:t>СИЛИ</w:t>
            </w:r>
            <w:r w:rsidRPr="0046304A">
              <w:t xml:space="preserve"> </w:t>
            </w:r>
            <w:r w:rsidRPr="0050055A">
              <w:rPr>
                <w:b/>
                <w:bCs w:val="0"/>
                <w:sz w:val="20"/>
                <w:szCs w:val="20"/>
              </w:rPr>
              <w:t xml:space="preserve">ОПЕРАТОРІВ СТІЛЬНИКОВОГО ЗВ’ЯЗКУ, ЩО НАДАЮТЬ ДОСТУП ДО ТЕЛЕКОМУНІКАЦІЙНИХ ПОСЛУГ </w:t>
            </w:r>
          </w:p>
          <w:p w14:paraId="459AC8CF" w14:textId="6FBADB9F" w:rsidR="00021FC5" w:rsidRPr="00C44CFB" w:rsidRDefault="00021FC5" w:rsidP="00021FC5">
            <w:pPr>
              <w:ind w:right="-108"/>
              <w:jc w:val="center"/>
              <w:rPr>
                <w:sz w:val="20"/>
                <w:szCs w:val="20"/>
              </w:rPr>
            </w:pPr>
            <w:r w:rsidRPr="0050055A">
              <w:rPr>
                <w:b/>
                <w:bCs w:val="0"/>
                <w:sz w:val="20"/>
                <w:szCs w:val="20"/>
              </w:rPr>
              <w:t>НА ТЕРИТОРІЇ ЛЬВІВСЬКОЇ ОБЛАСТІ</w:t>
            </w:r>
          </w:p>
        </w:tc>
      </w:tr>
      <w:tr w:rsidR="00021FC5" w:rsidRPr="00C44CFB" w14:paraId="61F14E3E" w14:textId="77777777" w:rsidTr="00235626">
        <w:trPr>
          <w:trHeight w:val="124"/>
        </w:trPr>
        <w:tc>
          <w:tcPr>
            <w:tcW w:w="562" w:type="dxa"/>
            <w:gridSpan w:val="3"/>
          </w:tcPr>
          <w:p w14:paraId="03B4D8F9" w14:textId="77777777" w:rsidR="00021FC5" w:rsidRPr="00C44CFB" w:rsidRDefault="00021FC5" w:rsidP="00021FC5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BF46CA6" w14:textId="0DFF6121" w:rsidR="00021FC5" w:rsidRPr="00C44CFB" w:rsidRDefault="00021FC5" w:rsidP="00021FC5">
            <w:pPr>
              <w:ind w:firstLine="261"/>
              <w:rPr>
                <w:sz w:val="20"/>
                <w:szCs w:val="20"/>
              </w:rPr>
            </w:pPr>
            <w:r w:rsidRPr="0050055A">
              <w:rPr>
                <w:sz w:val="20"/>
                <w:szCs w:val="20"/>
              </w:rPr>
              <w:t>ПрАТ “Київстар”</w:t>
            </w:r>
          </w:p>
        </w:tc>
        <w:tc>
          <w:tcPr>
            <w:tcW w:w="3231" w:type="dxa"/>
          </w:tcPr>
          <w:p w14:paraId="7AF8EBE0" w14:textId="193DE8D6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Бригада забезпечення мобільного зв’язку та організації ремонтно-відновлювальних робіт</w:t>
            </w:r>
          </w:p>
        </w:tc>
        <w:tc>
          <w:tcPr>
            <w:tcW w:w="3154" w:type="dxa"/>
            <w:gridSpan w:val="2"/>
          </w:tcPr>
          <w:p w14:paraId="3A7DECD5" w14:textId="771A15E8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 w:rsidRPr="002E2F06">
              <w:rPr>
                <w:sz w:val="20"/>
                <w:szCs w:val="20"/>
              </w:rPr>
              <w:t>м. Львів, вул. Городоцька, 226Б</w:t>
            </w:r>
          </w:p>
        </w:tc>
        <w:tc>
          <w:tcPr>
            <w:tcW w:w="994" w:type="dxa"/>
          </w:tcPr>
          <w:p w14:paraId="0BF375FB" w14:textId="3EC76004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70/-</w:t>
            </w:r>
          </w:p>
        </w:tc>
        <w:tc>
          <w:tcPr>
            <w:tcW w:w="3112" w:type="dxa"/>
            <w:vAlign w:val="center"/>
          </w:tcPr>
          <w:p w14:paraId="1601E66B" w14:textId="01BB4150" w:rsidR="00021FC5" w:rsidRPr="00C44CFB" w:rsidRDefault="00021FC5" w:rsidP="00021FC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мобільного зв’язку, організація та проведення ремонтно-відновлювальних робіт</w:t>
            </w:r>
          </w:p>
        </w:tc>
      </w:tr>
      <w:tr w:rsidR="00021FC5" w:rsidRPr="00C44CFB" w14:paraId="06B3E42A" w14:textId="77777777" w:rsidTr="00235626">
        <w:trPr>
          <w:trHeight w:val="124"/>
        </w:trPr>
        <w:tc>
          <w:tcPr>
            <w:tcW w:w="562" w:type="dxa"/>
            <w:gridSpan w:val="3"/>
          </w:tcPr>
          <w:p w14:paraId="68A9E06A" w14:textId="77777777" w:rsidR="00021FC5" w:rsidRPr="00C44CFB" w:rsidRDefault="00021FC5" w:rsidP="00021FC5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813306D" w14:textId="07C554F6" w:rsidR="00021FC5" w:rsidRPr="00C44CFB" w:rsidRDefault="00021FC5" w:rsidP="00021FC5">
            <w:pPr>
              <w:ind w:firstLine="261"/>
              <w:rPr>
                <w:sz w:val="20"/>
                <w:szCs w:val="20"/>
              </w:rPr>
            </w:pPr>
            <w:r w:rsidRPr="0050055A">
              <w:rPr>
                <w:sz w:val="20"/>
                <w:szCs w:val="20"/>
              </w:rPr>
              <w:t>ПрАТ «ВФ Україна»</w:t>
            </w:r>
          </w:p>
        </w:tc>
        <w:tc>
          <w:tcPr>
            <w:tcW w:w="3231" w:type="dxa"/>
          </w:tcPr>
          <w:p w14:paraId="7335B157" w14:textId="38590C01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Бригада забезпечення мобільного зв’язку та організації ремонтно-відновлювальних робіт</w:t>
            </w:r>
          </w:p>
        </w:tc>
        <w:tc>
          <w:tcPr>
            <w:tcW w:w="3154" w:type="dxa"/>
            <w:gridSpan w:val="2"/>
          </w:tcPr>
          <w:p w14:paraId="6DE15E73" w14:textId="4B2E5A65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 w:rsidRPr="002E2F06">
              <w:rPr>
                <w:sz w:val="20"/>
                <w:szCs w:val="20"/>
              </w:rPr>
              <w:t>м. Львів, вул. Пасічна, 135</w:t>
            </w:r>
          </w:p>
        </w:tc>
        <w:tc>
          <w:tcPr>
            <w:tcW w:w="994" w:type="dxa"/>
          </w:tcPr>
          <w:p w14:paraId="79F147C0" w14:textId="4C4EAFA7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 w:rsidRPr="009105B1">
              <w:rPr>
                <w:sz w:val="20"/>
                <w:szCs w:val="20"/>
              </w:rPr>
              <w:t>51</w:t>
            </w:r>
            <w:r>
              <w:rPr>
                <w:sz w:val="20"/>
                <w:szCs w:val="20"/>
              </w:rPr>
              <w:t>/-</w:t>
            </w:r>
          </w:p>
        </w:tc>
        <w:tc>
          <w:tcPr>
            <w:tcW w:w="3112" w:type="dxa"/>
            <w:vAlign w:val="center"/>
          </w:tcPr>
          <w:p w14:paraId="385A9932" w14:textId="01B58724" w:rsidR="00021FC5" w:rsidRPr="00C44CFB" w:rsidRDefault="00021FC5" w:rsidP="00021FC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мобільного зв’язку, організація та проведення ремонтно-відновлювальних робіт</w:t>
            </w:r>
          </w:p>
        </w:tc>
      </w:tr>
      <w:tr w:rsidR="00021FC5" w:rsidRPr="00C44CFB" w14:paraId="0C0CD1B1" w14:textId="77777777" w:rsidTr="00235626">
        <w:trPr>
          <w:trHeight w:val="124"/>
        </w:trPr>
        <w:tc>
          <w:tcPr>
            <w:tcW w:w="562" w:type="dxa"/>
            <w:gridSpan w:val="3"/>
          </w:tcPr>
          <w:p w14:paraId="0D5D1503" w14:textId="77777777" w:rsidR="00021FC5" w:rsidRPr="00C44CFB" w:rsidRDefault="00021FC5" w:rsidP="00021FC5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6FBD73A" w14:textId="2C0E3204" w:rsidR="00021FC5" w:rsidRPr="00C44CFB" w:rsidRDefault="00021FC5" w:rsidP="00021FC5">
            <w:pPr>
              <w:ind w:firstLine="261"/>
              <w:rPr>
                <w:sz w:val="20"/>
                <w:szCs w:val="20"/>
              </w:rPr>
            </w:pPr>
            <w:r w:rsidRPr="0050055A">
              <w:rPr>
                <w:sz w:val="20"/>
                <w:szCs w:val="20"/>
              </w:rPr>
              <w:t xml:space="preserve">ТОВ </w:t>
            </w:r>
            <w:r>
              <w:rPr>
                <w:sz w:val="20"/>
                <w:szCs w:val="20"/>
              </w:rPr>
              <w:t>«</w:t>
            </w:r>
            <w:proofErr w:type="spellStart"/>
            <w:r w:rsidRPr="0050055A">
              <w:rPr>
                <w:sz w:val="20"/>
                <w:szCs w:val="20"/>
              </w:rPr>
              <w:t>Лайфселл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467C9C52" w14:textId="37A1974D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Група забезпечення мобільного зв’язку та організації ремонтно-відновлювальних робіт</w:t>
            </w:r>
          </w:p>
        </w:tc>
        <w:tc>
          <w:tcPr>
            <w:tcW w:w="3154" w:type="dxa"/>
            <w:gridSpan w:val="2"/>
          </w:tcPr>
          <w:p w14:paraId="3585BDDF" w14:textId="4D363944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 w:rsidRPr="002E2F06">
              <w:rPr>
                <w:sz w:val="20"/>
                <w:szCs w:val="20"/>
              </w:rPr>
              <w:t>м. Львів, вул. Личаківська, 72</w:t>
            </w:r>
          </w:p>
        </w:tc>
        <w:tc>
          <w:tcPr>
            <w:tcW w:w="994" w:type="dxa"/>
          </w:tcPr>
          <w:p w14:paraId="66D1E3CF" w14:textId="343FCCCE" w:rsidR="00021FC5" w:rsidRPr="00C44CFB" w:rsidRDefault="00021FC5" w:rsidP="00021F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18/-</w:t>
            </w:r>
          </w:p>
        </w:tc>
        <w:tc>
          <w:tcPr>
            <w:tcW w:w="3112" w:type="dxa"/>
            <w:vAlign w:val="center"/>
          </w:tcPr>
          <w:p w14:paraId="1D1D6733" w14:textId="0EA0D248" w:rsidR="00021FC5" w:rsidRPr="00C44CFB" w:rsidRDefault="00021FC5" w:rsidP="00021FC5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мобільного зв’язку, організація та проведення ремонтно-відновлювальних робіт</w:t>
            </w:r>
          </w:p>
        </w:tc>
      </w:tr>
      <w:tr w:rsidR="004F747D" w:rsidRPr="00C44CFB" w14:paraId="0621298A" w14:textId="77777777" w:rsidTr="00453902">
        <w:trPr>
          <w:trHeight w:val="124"/>
        </w:trPr>
        <w:tc>
          <w:tcPr>
            <w:tcW w:w="8359" w:type="dxa"/>
            <w:gridSpan w:val="6"/>
          </w:tcPr>
          <w:p w14:paraId="0B65AC93" w14:textId="77777777" w:rsidR="004F747D" w:rsidRPr="00C44CFB" w:rsidRDefault="004F747D" w:rsidP="00021FC5">
            <w:pPr>
              <w:spacing w:before="60" w:after="60"/>
              <w:ind w:left="589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54" w:type="dxa"/>
            <w:gridSpan w:val="2"/>
            <w:vAlign w:val="center"/>
          </w:tcPr>
          <w:p w14:paraId="569A3E12" w14:textId="77777777" w:rsidR="004F747D" w:rsidRPr="00C44CFB" w:rsidRDefault="004F747D" w:rsidP="004F747D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64C1AFE" w14:textId="0B3639F7" w:rsidR="004F747D" w:rsidRPr="00C44CFB" w:rsidRDefault="00FF20C5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1117/68</w:t>
            </w:r>
          </w:p>
        </w:tc>
        <w:tc>
          <w:tcPr>
            <w:tcW w:w="3112" w:type="dxa"/>
            <w:vAlign w:val="center"/>
          </w:tcPr>
          <w:p w14:paraId="60B47609" w14:textId="77777777" w:rsidR="004F747D" w:rsidRPr="00C44CFB" w:rsidRDefault="004F747D" w:rsidP="004F747D">
            <w:pPr>
              <w:spacing w:before="60" w:after="60"/>
              <w:ind w:right="-108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4F747D" w:rsidRPr="00C44CFB" w14:paraId="4CFB8037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414346AF" w14:textId="77777777" w:rsidR="004F747D" w:rsidRPr="00C44CFB" w:rsidRDefault="004F747D" w:rsidP="004F747D">
            <w:pPr>
              <w:spacing w:before="60" w:after="60"/>
              <w:ind w:right="-108"/>
              <w:jc w:val="center"/>
              <w:rPr>
                <w:sz w:val="20"/>
                <w:szCs w:val="20"/>
              </w:rPr>
            </w:pPr>
            <w:r w:rsidRPr="002C312D">
              <w:rPr>
                <w:b/>
                <w:sz w:val="20"/>
                <w:szCs w:val="20"/>
                <w:lang w:val="en-US"/>
              </w:rPr>
              <w:t>VI</w:t>
            </w:r>
            <w:r w:rsidRPr="002C312D">
              <w:rPr>
                <w:b/>
                <w:sz w:val="20"/>
                <w:szCs w:val="20"/>
                <w:lang w:val="ru-RU"/>
              </w:rPr>
              <w:t xml:space="preserve">. </w:t>
            </w:r>
            <w:bookmarkStart w:id="0" w:name="_Hlk210811466"/>
            <w:r w:rsidRPr="002C312D">
              <w:rPr>
                <w:b/>
                <w:sz w:val="20"/>
                <w:szCs w:val="20"/>
              </w:rPr>
              <w:t>СИЛИ СПЕЦІАЛІЗОВАНОЇ СЛУЖБИ ЕНЕРГЕТИКИ</w:t>
            </w:r>
            <w:r w:rsidRPr="00C44CFB">
              <w:rPr>
                <w:b/>
                <w:sz w:val="20"/>
                <w:szCs w:val="20"/>
              </w:rPr>
              <w:t xml:space="preserve"> </w:t>
            </w:r>
            <w:bookmarkEnd w:id="0"/>
          </w:p>
        </w:tc>
      </w:tr>
      <w:tr w:rsidR="004F747D" w:rsidRPr="00C44CFB" w14:paraId="3187CCDA" w14:textId="77777777" w:rsidTr="009E77A1">
        <w:trPr>
          <w:trHeight w:val="76"/>
        </w:trPr>
        <w:tc>
          <w:tcPr>
            <w:tcW w:w="15619" w:type="dxa"/>
            <w:gridSpan w:val="10"/>
          </w:tcPr>
          <w:p w14:paraId="6772933F" w14:textId="1B8B1551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853EC6">
              <w:rPr>
                <w:b/>
                <w:sz w:val="20"/>
                <w:szCs w:val="20"/>
              </w:rPr>
              <w:t>СИЛИ</w:t>
            </w:r>
            <w:r w:rsidRPr="00853EC6">
              <w:rPr>
                <w:sz w:val="20"/>
                <w:szCs w:val="20"/>
              </w:rPr>
              <w:t xml:space="preserve"> </w:t>
            </w:r>
            <w:r w:rsidRPr="00853EC6">
              <w:rPr>
                <w:rStyle w:val="aff"/>
                <w:sz w:val="20"/>
                <w:szCs w:val="20"/>
                <w:shd w:val="clear" w:color="auto" w:fill="FFFFFF"/>
              </w:rPr>
              <w:t xml:space="preserve">ЛЬВІВСЬКОЇ ФІЛІЇ  ТОВ </w:t>
            </w:r>
            <w:r>
              <w:rPr>
                <w:rStyle w:val="aff"/>
                <w:sz w:val="20"/>
                <w:szCs w:val="20"/>
                <w:shd w:val="clear" w:color="auto" w:fill="FFFFFF"/>
              </w:rPr>
              <w:t>«</w:t>
            </w:r>
            <w:r w:rsidRPr="00853EC6">
              <w:rPr>
                <w:rStyle w:val="aff"/>
                <w:sz w:val="20"/>
                <w:szCs w:val="20"/>
                <w:shd w:val="clear" w:color="auto" w:fill="FFFFFF"/>
              </w:rPr>
              <w:t>ГАЗОРОЗПОДІЛЬНІ МЕРЕЖІ УКРАЇНИ</w:t>
            </w:r>
            <w:r>
              <w:rPr>
                <w:rStyle w:val="aff"/>
                <w:sz w:val="20"/>
                <w:szCs w:val="20"/>
                <w:shd w:val="clear" w:color="auto" w:fill="FFFFFF"/>
              </w:rPr>
              <w:t>»</w:t>
            </w:r>
          </w:p>
        </w:tc>
      </w:tr>
      <w:tr w:rsidR="004F747D" w:rsidRPr="00C44CFB" w14:paraId="3FD02E29" w14:textId="77777777" w:rsidTr="00235626">
        <w:trPr>
          <w:trHeight w:val="124"/>
        </w:trPr>
        <w:tc>
          <w:tcPr>
            <w:tcW w:w="562" w:type="dxa"/>
            <w:gridSpan w:val="3"/>
          </w:tcPr>
          <w:p w14:paraId="41CA8F6D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7FDBC2B" w14:textId="77777777" w:rsidR="004F747D" w:rsidRPr="00790CA8" w:rsidRDefault="004F747D" w:rsidP="004F747D">
            <w:pPr>
              <w:ind w:firstLine="177"/>
              <w:jc w:val="both"/>
              <w:rPr>
                <w:b/>
                <w:bCs w:val="0"/>
                <w:sz w:val="20"/>
                <w:szCs w:val="20"/>
              </w:rPr>
            </w:pPr>
            <w:r w:rsidRPr="00790CA8">
              <w:rPr>
                <w:sz w:val="20"/>
                <w:szCs w:val="20"/>
              </w:rPr>
              <w:t xml:space="preserve">Львівське відділення </w:t>
            </w:r>
            <w:r w:rsidRPr="00790CA8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>Львівської філії  ТОВ “Газорозподільні мережі України”</w:t>
            </w:r>
          </w:p>
          <w:p w14:paraId="12ED2656" w14:textId="6048B184" w:rsidR="004F747D" w:rsidRPr="00C44CFB" w:rsidRDefault="004F747D" w:rsidP="004F747D">
            <w:pPr>
              <w:ind w:firstLine="177"/>
              <w:jc w:val="both"/>
              <w:rPr>
                <w:kern w:val="2"/>
                <w:sz w:val="20"/>
                <w:szCs w:val="18"/>
              </w:rPr>
            </w:pPr>
          </w:p>
        </w:tc>
        <w:tc>
          <w:tcPr>
            <w:tcW w:w="3231" w:type="dxa"/>
          </w:tcPr>
          <w:p w14:paraId="0C4EC921" w14:textId="0C28AF4A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0FD9726B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Львів,</w:t>
            </w:r>
          </w:p>
          <w:p w14:paraId="24071FC1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Золота, 42</w:t>
            </w:r>
          </w:p>
          <w:p w14:paraId="555D6D37" w14:textId="405A0163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AE2805">
              <w:rPr>
                <w:sz w:val="20"/>
                <w:szCs w:val="20"/>
              </w:rPr>
              <w:t>259-11-01 (1022), 259-11-01  (1375),(067) 370-86-75</w:t>
            </w:r>
          </w:p>
        </w:tc>
        <w:tc>
          <w:tcPr>
            <w:tcW w:w="994" w:type="dxa"/>
          </w:tcPr>
          <w:p w14:paraId="7C33B097" w14:textId="57F3F760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AE2805">
              <w:rPr>
                <w:sz w:val="20"/>
                <w:szCs w:val="20"/>
              </w:rPr>
              <w:t>63/12</w:t>
            </w:r>
          </w:p>
        </w:tc>
        <w:tc>
          <w:tcPr>
            <w:tcW w:w="3112" w:type="dxa"/>
          </w:tcPr>
          <w:p w14:paraId="660A9A59" w14:textId="4565F17F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4F747D" w:rsidRPr="00C44CFB" w14:paraId="1C7A9B61" w14:textId="77777777" w:rsidTr="00235626">
        <w:trPr>
          <w:trHeight w:val="124"/>
        </w:trPr>
        <w:tc>
          <w:tcPr>
            <w:tcW w:w="562" w:type="dxa"/>
            <w:gridSpan w:val="3"/>
          </w:tcPr>
          <w:p w14:paraId="3087AEF7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0500BED" w14:textId="72EE63E2" w:rsidR="004F747D" w:rsidRPr="00C44CFB" w:rsidRDefault="004F747D" w:rsidP="004F747D">
            <w:pPr>
              <w:ind w:firstLine="177"/>
              <w:jc w:val="both"/>
              <w:rPr>
                <w:sz w:val="20"/>
                <w:szCs w:val="20"/>
              </w:rPr>
            </w:pPr>
            <w:r w:rsidRPr="00790CA8">
              <w:rPr>
                <w:sz w:val="20"/>
                <w:szCs w:val="20"/>
              </w:rPr>
              <w:t xml:space="preserve">Пустомитівське відділення </w:t>
            </w:r>
            <w:r w:rsidRPr="00790CA8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>Львівської філії  ТОВ “Газорозподільні мереж</w:t>
            </w:r>
            <w:r w:rsidRPr="00E7092E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>і</w:t>
            </w:r>
            <w:r w:rsidRPr="00790CA8">
              <w:rPr>
                <w:rStyle w:val="aff"/>
                <w:sz w:val="20"/>
                <w:szCs w:val="20"/>
                <w:shd w:val="clear" w:color="auto" w:fill="FFFFFF"/>
              </w:rPr>
              <w:t xml:space="preserve">  </w:t>
            </w:r>
            <w:r w:rsidRPr="00E7092E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>України”</w:t>
            </w:r>
            <w:r w:rsidRPr="00790CA8">
              <w:rPr>
                <w:rStyle w:val="aff"/>
                <w:sz w:val="20"/>
                <w:szCs w:val="20"/>
                <w:shd w:val="clear" w:color="auto" w:fill="FFFFFF"/>
              </w:rPr>
              <w:t xml:space="preserve"> </w:t>
            </w:r>
            <w:r w:rsidRPr="00790CA8">
              <w:rPr>
                <w:sz w:val="20"/>
                <w:szCs w:val="20"/>
              </w:rPr>
              <w:t xml:space="preserve"> (Пустомитівська, Миколаївська, </w:t>
            </w:r>
            <w:proofErr w:type="spellStart"/>
            <w:r w:rsidRPr="00790CA8">
              <w:rPr>
                <w:sz w:val="20"/>
                <w:szCs w:val="20"/>
              </w:rPr>
              <w:t>Перимешлянська</w:t>
            </w:r>
            <w:proofErr w:type="spellEnd"/>
            <w:r w:rsidRPr="00790CA8">
              <w:rPr>
                <w:sz w:val="20"/>
                <w:szCs w:val="20"/>
              </w:rPr>
              <w:t xml:space="preserve"> дільниці)</w:t>
            </w:r>
          </w:p>
        </w:tc>
        <w:tc>
          <w:tcPr>
            <w:tcW w:w="3231" w:type="dxa"/>
          </w:tcPr>
          <w:p w14:paraId="170683A9" w14:textId="3E7AD1A2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08C90980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Пустомити,</w:t>
            </w:r>
          </w:p>
          <w:p w14:paraId="237E1838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Шептицького, 22</w:t>
            </w:r>
          </w:p>
          <w:p w14:paraId="40C11720" w14:textId="3773CFF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259-11-01 (1049), 259-11-01 (1871), (067) 403-32-63</w:t>
            </w:r>
          </w:p>
        </w:tc>
        <w:tc>
          <w:tcPr>
            <w:tcW w:w="994" w:type="dxa"/>
          </w:tcPr>
          <w:p w14:paraId="4AA10CC0" w14:textId="70FE3CB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39 /11</w:t>
            </w:r>
          </w:p>
        </w:tc>
        <w:tc>
          <w:tcPr>
            <w:tcW w:w="3112" w:type="dxa"/>
          </w:tcPr>
          <w:p w14:paraId="1F7311B2" w14:textId="646B968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4F747D" w:rsidRPr="00C44CFB" w14:paraId="66706194" w14:textId="77777777" w:rsidTr="00235626">
        <w:trPr>
          <w:trHeight w:val="124"/>
        </w:trPr>
        <w:tc>
          <w:tcPr>
            <w:tcW w:w="562" w:type="dxa"/>
            <w:gridSpan w:val="3"/>
          </w:tcPr>
          <w:p w14:paraId="26A7972E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E7AFB2F" w14:textId="77777777" w:rsidR="004F747D" w:rsidRPr="00790CA8" w:rsidRDefault="004F747D" w:rsidP="004F747D">
            <w:pPr>
              <w:ind w:firstLine="177"/>
              <w:jc w:val="both"/>
              <w:rPr>
                <w:b/>
                <w:bCs w:val="0"/>
                <w:sz w:val="20"/>
                <w:szCs w:val="20"/>
              </w:rPr>
            </w:pPr>
            <w:proofErr w:type="spellStart"/>
            <w:r w:rsidRPr="00790CA8">
              <w:rPr>
                <w:sz w:val="20"/>
                <w:szCs w:val="20"/>
              </w:rPr>
              <w:t>Буське</w:t>
            </w:r>
            <w:proofErr w:type="spellEnd"/>
            <w:r w:rsidRPr="00790CA8">
              <w:rPr>
                <w:sz w:val="20"/>
                <w:szCs w:val="20"/>
              </w:rPr>
              <w:t xml:space="preserve"> відділення </w:t>
            </w:r>
            <w:r w:rsidRPr="00790CA8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 xml:space="preserve">Львівської філії  ТОВ “Газорозподільні мережі  України” </w:t>
            </w:r>
            <w:r w:rsidRPr="00790CA8">
              <w:rPr>
                <w:b/>
                <w:bCs w:val="0"/>
                <w:sz w:val="20"/>
                <w:szCs w:val="20"/>
              </w:rPr>
              <w:t> </w:t>
            </w:r>
          </w:p>
          <w:p w14:paraId="1F0305C1" w14:textId="77777777" w:rsidR="004F747D" w:rsidRPr="00790CA8" w:rsidRDefault="004F747D" w:rsidP="004F747D">
            <w:pPr>
              <w:ind w:firstLine="177"/>
              <w:jc w:val="both"/>
              <w:rPr>
                <w:sz w:val="20"/>
                <w:szCs w:val="20"/>
              </w:rPr>
            </w:pPr>
            <w:r w:rsidRPr="00790CA8">
              <w:rPr>
                <w:sz w:val="20"/>
                <w:szCs w:val="20"/>
              </w:rPr>
              <w:t>(Бродівська, Буська, Золочівська дільниці)</w:t>
            </w:r>
          </w:p>
          <w:p w14:paraId="065F895F" w14:textId="1BEB9FA4" w:rsidR="004F747D" w:rsidRPr="00C44CFB" w:rsidRDefault="004F747D" w:rsidP="004F747D">
            <w:pPr>
              <w:ind w:firstLine="177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310ADD33" w14:textId="5200821F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788CC443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Буськ,</w:t>
            </w:r>
          </w:p>
          <w:p w14:paraId="4B5238D9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Івасюка, 1</w:t>
            </w:r>
          </w:p>
          <w:p w14:paraId="6392AE1B" w14:textId="2C5BB6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259-11-01 (1809), 259-11-01 (1811), (067) 748-70-12</w:t>
            </w:r>
          </w:p>
        </w:tc>
        <w:tc>
          <w:tcPr>
            <w:tcW w:w="994" w:type="dxa"/>
          </w:tcPr>
          <w:p w14:paraId="0D2E34C1" w14:textId="5564B73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45/10</w:t>
            </w:r>
          </w:p>
        </w:tc>
        <w:tc>
          <w:tcPr>
            <w:tcW w:w="3112" w:type="dxa"/>
          </w:tcPr>
          <w:p w14:paraId="40AA75A7" w14:textId="13D4A6C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4F747D" w:rsidRPr="00C44CFB" w14:paraId="69ED5E92" w14:textId="77777777" w:rsidTr="00235626">
        <w:trPr>
          <w:trHeight w:val="124"/>
        </w:trPr>
        <w:tc>
          <w:tcPr>
            <w:tcW w:w="562" w:type="dxa"/>
            <w:gridSpan w:val="3"/>
          </w:tcPr>
          <w:p w14:paraId="005C69C6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4527FD5" w14:textId="600FAB56" w:rsidR="004F747D" w:rsidRPr="00C44CFB" w:rsidRDefault="004F747D" w:rsidP="004F747D">
            <w:pPr>
              <w:ind w:firstLine="177"/>
              <w:jc w:val="both"/>
              <w:rPr>
                <w:sz w:val="20"/>
                <w:szCs w:val="20"/>
              </w:rPr>
            </w:pPr>
            <w:r w:rsidRPr="00790CA8">
              <w:rPr>
                <w:sz w:val="20"/>
                <w:szCs w:val="20"/>
              </w:rPr>
              <w:t xml:space="preserve">Дрогобицьке відділення </w:t>
            </w:r>
            <w:r w:rsidRPr="00790CA8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 xml:space="preserve">Львівської філії  ТОВ “Газорозподільні мережі  України” </w:t>
            </w:r>
            <w:r w:rsidRPr="00790CA8">
              <w:rPr>
                <w:b/>
                <w:bCs w:val="0"/>
                <w:sz w:val="20"/>
                <w:szCs w:val="20"/>
              </w:rPr>
              <w:t>  (</w:t>
            </w:r>
            <w:r w:rsidRPr="00790CA8">
              <w:rPr>
                <w:sz w:val="20"/>
                <w:szCs w:val="20"/>
              </w:rPr>
              <w:t xml:space="preserve">Дрогобицька, Бориславська дільниці) </w:t>
            </w:r>
          </w:p>
        </w:tc>
        <w:tc>
          <w:tcPr>
            <w:tcW w:w="3231" w:type="dxa"/>
          </w:tcPr>
          <w:p w14:paraId="1BFF0359" w14:textId="542CEA2B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5A204AF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м.Дрогобич</w:t>
            </w:r>
            <w:proofErr w:type="spellEnd"/>
          </w:p>
          <w:p w14:paraId="23E99DCF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Стрийська, 104</w:t>
            </w:r>
          </w:p>
          <w:p w14:paraId="5457D621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259-11-01 (1041),259-11-01 (1106)</w:t>
            </w:r>
          </w:p>
          <w:p w14:paraId="4DEEBC4D" w14:textId="48BE983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(067) 370-86-56</w:t>
            </w:r>
          </w:p>
        </w:tc>
        <w:tc>
          <w:tcPr>
            <w:tcW w:w="994" w:type="dxa"/>
          </w:tcPr>
          <w:p w14:paraId="5ABAC2FE" w14:textId="52E242D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44/14</w:t>
            </w:r>
          </w:p>
        </w:tc>
        <w:tc>
          <w:tcPr>
            <w:tcW w:w="3112" w:type="dxa"/>
          </w:tcPr>
          <w:p w14:paraId="68CF0B32" w14:textId="4D2BB35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4F747D" w:rsidRPr="00C44CFB" w14:paraId="2F2D142F" w14:textId="77777777" w:rsidTr="00235626">
        <w:trPr>
          <w:trHeight w:val="124"/>
        </w:trPr>
        <w:tc>
          <w:tcPr>
            <w:tcW w:w="562" w:type="dxa"/>
            <w:gridSpan w:val="3"/>
          </w:tcPr>
          <w:p w14:paraId="5251E5F9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AF0609E" w14:textId="208BB3AD" w:rsidR="004F747D" w:rsidRPr="00C44CFB" w:rsidRDefault="004F747D" w:rsidP="004F747D">
            <w:pPr>
              <w:ind w:firstLine="177"/>
              <w:jc w:val="both"/>
              <w:rPr>
                <w:sz w:val="20"/>
                <w:szCs w:val="20"/>
              </w:rPr>
            </w:pPr>
            <w:proofErr w:type="spellStart"/>
            <w:r w:rsidRPr="00790CA8">
              <w:rPr>
                <w:sz w:val="20"/>
                <w:szCs w:val="20"/>
              </w:rPr>
              <w:t>Самбірськео</w:t>
            </w:r>
            <w:proofErr w:type="spellEnd"/>
            <w:r w:rsidRPr="00790CA8">
              <w:rPr>
                <w:sz w:val="20"/>
                <w:szCs w:val="20"/>
              </w:rPr>
              <w:t xml:space="preserve"> відділення </w:t>
            </w:r>
            <w:r w:rsidRPr="00790CA8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 xml:space="preserve">Львівської філії  ТОВ “Газорозподільні мережі  України” </w:t>
            </w:r>
            <w:r w:rsidRPr="00790CA8">
              <w:rPr>
                <w:b/>
                <w:bCs w:val="0"/>
                <w:sz w:val="20"/>
                <w:szCs w:val="20"/>
              </w:rPr>
              <w:t> </w:t>
            </w:r>
            <w:r w:rsidRPr="00790CA8">
              <w:rPr>
                <w:sz w:val="20"/>
                <w:szCs w:val="20"/>
              </w:rPr>
              <w:t xml:space="preserve"> (Самбірська, </w:t>
            </w:r>
            <w:proofErr w:type="spellStart"/>
            <w:r w:rsidRPr="00790CA8">
              <w:rPr>
                <w:sz w:val="20"/>
                <w:szCs w:val="20"/>
              </w:rPr>
              <w:t>Старо</w:t>
            </w:r>
            <w:proofErr w:type="spellEnd"/>
            <w:r w:rsidRPr="00790CA8">
              <w:rPr>
                <w:sz w:val="20"/>
                <w:szCs w:val="20"/>
              </w:rPr>
              <w:t xml:space="preserve">-Самбірська, </w:t>
            </w:r>
            <w:proofErr w:type="spellStart"/>
            <w:r w:rsidRPr="00790CA8">
              <w:rPr>
                <w:sz w:val="20"/>
                <w:szCs w:val="20"/>
              </w:rPr>
              <w:t>Мостиска</w:t>
            </w:r>
            <w:proofErr w:type="spellEnd"/>
            <w:r w:rsidRPr="00790CA8">
              <w:rPr>
                <w:sz w:val="20"/>
                <w:szCs w:val="20"/>
              </w:rPr>
              <w:t xml:space="preserve"> дільниці)</w:t>
            </w:r>
          </w:p>
        </w:tc>
        <w:tc>
          <w:tcPr>
            <w:tcW w:w="3231" w:type="dxa"/>
          </w:tcPr>
          <w:p w14:paraId="62B75B19" w14:textId="2A78A7A0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71C36C4E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м.Самбір</w:t>
            </w:r>
            <w:proofErr w:type="spellEnd"/>
          </w:p>
          <w:p w14:paraId="711EDB9A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вул. </w:t>
            </w:r>
            <w:proofErr w:type="spellStart"/>
            <w:r w:rsidRPr="00AE2805">
              <w:rPr>
                <w:sz w:val="20"/>
                <w:szCs w:val="20"/>
              </w:rPr>
              <w:t>Перимешлянська</w:t>
            </w:r>
            <w:proofErr w:type="spellEnd"/>
            <w:r w:rsidRPr="00AE2805">
              <w:rPr>
                <w:sz w:val="20"/>
                <w:szCs w:val="20"/>
              </w:rPr>
              <w:t>, 53</w:t>
            </w:r>
          </w:p>
          <w:p w14:paraId="2E00A27B" w14:textId="47DB991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259-11-01 (1052), 259-11-01 (1841) (067) 900-87-46</w:t>
            </w:r>
          </w:p>
        </w:tc>
        <w:tc>
          <w:tcPr>
            <w:tcW w:w="994" w:type="dxa"/>
          </w:tcPr>
          <w:p w14:paraId="696626F1" w14:textId="4E8D8BE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61/9</w:t>
            </w:r>
          </w:p>
        </w:tc>
        <w:tc>
          <w:tcPr>
            <w:tcW w:w="3112" w:type="dxa"/>
          </w:tcPr>
          <w:p w14:paraId="48B6FDA2" w14:textId="273C263C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4F747D" w:rsidRPr="00C44CFB" w14:paraId="2480BAD1" w14:textId="77777777" w:rsidTr="00235626">
        <w:trPr>
          <w:trHeight w:val="124"/>
        </w:trPr>
        <w:tc>
          <w:tcPr>
            <w:tcW w:w="562" w:type="dxa"/>
            <w:gridSpan w:val="3"/>
          </w:tcPr>
          <w:p w14:paraId="6F6C0ADD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EE9BE8B" w14:textId="49938A10" w:rsidR="004F747D" w:rsidRPr="00C44CFB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790CA8">
              <w:rPr>
                <w:sz w:val="20"/>
                <w:szCs w:val="20"/>
              </w:rPr>
              <w:t xml:space="preserve">Стрийське відділення </w:t>
            </w:r>
            <w:r w:rsidRPr="00790CA8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>Львівської філії  ТОВ “Газорозподільні мережі  України”</w:t>
            </w:r>
            <w:r w:rsidRPr="00790CA8">
              <w:rPr>
                <w:rStyle w:val="aff"/>
                <w:sz w:val="20"/>
                <w:szCs w:val="20"/>
                <w:shd w:val="clear" w:color="auto" w:fill="FFFFFF"/>
              </w:rPr>
              <w:t xml:space="preserve"> </w:t>
            </w:r>
            <w:r w:rsidRPr="00790CA8">
              <w:rPr>
                <w:sz w:val="20"/>
                <w:szCs w:val="20"/>
              </w:rPr>
              <w:t>  (Стрийська, Жидачівська, Сколівська дільниці)</w:t>
            </w:r>
          </w:p>
        </w:tc>
        <w:tc>
          <w:tcPr>
            <w:tcW w:w="3231" w:type="dxa"/>
          </w:tcPr>
          <w:p w14:paraId="083F9086" w14:textId="3C245F7B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5A6FB917" w14:textId="77777777" w:rsidR="004F747D" w:rsidRPr="00AE2805" w:rsidRDefault="004F747D" w:rsidP="004F747D">
            <w:pPr>
              <w:jc w:val="center"/>
              <w:rPr>
                <w:lang w:eastAsia="zh-CN"/>
              </w:rPr>
            </w:pPr>
            <w:proofErr w:type="spellStart"/>
            <w:r w:rsidRPr="00AE2805">
              <w:rPr>
                <w:sz w:val="20"/>
                <w:szCs w:val="20"/>
              </w:rPr>
              <w:t>м.Стрий</w:t>
            </w:r>
            <w:proofErr w:type="spellEnd"/>
          </w:p>
          <w:p w14:paraId="0B1C852B" w14:textId="77777777" w:rsidR="004F747D" w:rsidRPr="00AE2805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вул. Хмельницького, 39а</w:t>
            </w:r>
          </w:p>
          <w:p w14:paraId="2AACEAA9" w14:textId="602D85F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259-11-01 (1055)</w:t>
            </w:r>
            <w:r w:rsidRPr="00AE2805">
              <w:t xml:space="preserve">, </w:t>
            </w:r>
            <w:r w:rsidRPr="00AE2805">
              <w:rPr>
                <w:sz w:val="20"/>
                <w:szCs w:val="20"/>
              </w:rPr>
              <w:t>259-11-01 (1711) (095) 448-88-39</w:t>
            </w:r>
          </w:p>
        </w:tc>
        <w:tc>
          <w:tcPr>
            <w:tcW w:w="994" w:type="dxa"/>
          </w:tcPr>
          <w:p w14:paraId="46B3305B" w14:textId="4D79D35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38/9</w:t>
            </w:r>
          </w:p>
        </w:tc>
        <w:tc>
          <w:tcPr>
            <w:tcW w:w="3112" w:type="dxa"/>
          </w:tcPr>
          <w:p w14:paraId="02482359" w14:textId="55AD6C53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4F747D" w:rsidRPr="00C44CFB" w14:paraId="15D9A9C3" w14:textId="77777777" w:rsidTr="00235626">
        <w:trPr>
          <w:trHeight w:val="124"/>
        </w:trPr>
        <w:tc>
          <w:tcPr>
            <w:tcW w:w="562" w:type="dxa"/>
            <w:gridSpan w:val="3"/>
          </w:tcPr>
          <w:p w14:paraId="35E98377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A654AB7" w14:textId="79217D12" w:rsidR="004F747D" w:rsidRPr="00C44CFB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790CA8">
              <w:rPr>
                <w:sz w:val="20"/>
                <w:szCs w:val="20"/>
              </w:rPr>
              <w:t xml:space="preserve">Червоноградське відділення </w:t>
            </w:r>
            <w:r w:rsidRPr="00790CA8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 xml:space="preserve">Львівської філії  ТОВ “Газорозподільні мережі  України” </w:t>
            </w:r>
            <w:r w:rsidRPr="00790CA8">
              <w:rPr>
                <w:b/>
                <w:bCs w:val="0"/>
                <w:sz w:val="20"/>
                <w:szCs w:val="20"/>
              </w:rPr>
              <w:t>  (</w:t>
            </w:r>
            <w:r w:rsidRPr="00790CA8">
              <w:rPr>
                <w:sz w:val="20"/>
                <w:szCs w:val="20"/>
              </w:rPr>
              <w:t>Червоноградська, Кам’янка</w:t>
            </w:r>
            <w:r w:rsidRPr="00790CA8">
              <w:rPr>
                <w:b/>
                <w:bCs w:val="0"/>
                <w:sz w:val="20"/>
                <w:szCs w:val="20"/>
              </w:rPr>
              <w:t>-</w:t>
            </w:r>
            <w:r w:rsidRPr="00790CA8">
              <w:rPr>
                <w:sz w:val="20"/>
                <w:szCs w:val="20"/>
              </w:rPr>
              <w:t>Бузька Радехівська, Сокальська дільниці)</w:t>
            </w:r>
          </w:p>
        </w:tc>
        <w:tc>
          <w:tcPr>
            <w:tcW w:w="3231" w:type="dxa"/>
          </w:tcPr>
          <w:p w14:paraId="7AF02A30" w14:textId="14C82257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5CDA0E63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м.Червоноград</w:t>
            </w:r>
            <w:proofErr w:type="spellEnd"/>
          </w:p>
          <w:p w14:paraId="3466E14E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вул..Б.Хмельницького,71</w:t>
            </w:r>
          </w:p>
          <w:p w14:paraId="6A8F803A" w14:textId="69DE320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259-11-01 (1056), 259-11-01 (1911) (067) 675-62-25</w:t>
            </w:r>
          </w:p>
        </w:tc>
        <w:tc>
          <w:tcPr>
            <w:tcW w:w="994" w:type="dxa"/>
          </w:tcPr>
          <w:p w14:paraId="1E37169A" w14:textId="0C32BF7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80/18</w:t>
            </w:r>
          </w:p>
        </w:tc>
        <w:tc>
          <w:tcPr>
            <w:tcW w:w="3112" w:type="dxa"/>
          </w:tcPr>
          <w:p w14:paraId="426ACA24" w14:textId="11E9030B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4F747D" w:rsidRPr="00C44CFB" w14:paraId="686FCEF8" w14:textId="77777777" w:rsidTr="00235626">
        <w:trPr>
          <w:trHeight w:val="124"/>
        </w:trPr>
        <w:tc>
          <w:tcPr>
            <w:tcW w:w="562" w:type="dxa"/>
            <w:gridSpan w:val="3"/>
          </w:tcPr>
          <w:p w14:paraId="08F3F99A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2BB420B" w14:textId="33266E4D" w:rsidR="004F747D" w:rsidRPr="00C44CFB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790CA8">
              <w:rPr>
                <w:sz w:val="20"/>
                <w:szCs w:val="20"/>
              </w:rPr>
              <w:t xml:space="preserve">Яворівське відділення </w:t>
            </w:r>
            <w:r w:rsidRPr="00790CA8">
              <w:rPr>
                <w:rStyle w:val="aff"/>
                <w:b w:val="0"/>
                <w:bCs/>
                <w:sz w:val="20"/>
                <w:szCs w:val="20"/>
                <w:shd w:val="clear" w:color="auto" w:fill="FFFFFF"/>
              </w:rPr>
              <w:t>Львівської філії  ТОВ “Газорозподільні мережі  України”</w:t>
            </w:r>
            <w:r w:rsidRPr="00790CA8">
              <w:rPr>
                <w:rStyle w:val="aff"/>
                <w:sz w:val="20"/>
                <w:szCs w:val="20"/>
                <w:shd w:val="clear" w:color="auto" w:fill="FFFFFF"/>
              </w:rPr>
              <w:t xml:space="preserve"> </w:t>
            </w:r>
            <w:r w:rsidRPr="00790CA8">
              <w:rPr>
                <w:sz w:val="20"/>
                <w:szCs w:val="20"/>
              </w:rPr>
              <w:t> (Яворівська, Городоцька, Жовківська дільниці)</w:t>
            </w:r>
          </w:p>
        </w:tc>
        <w:tc>
          <w:tcPr>
            <w:tcW w:w="3231" w:type="dxa"/>
          </w:tcPr>
          <w:p w14:paraId="34E16335" w14:textId="64624761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2959320D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Яворів,</w:t>
            </w:r>
          </w:p>
          <w:p w14:paraId="5DE1E015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Будівельна, 7</w:t>
            </w:r>
          </w:p>
          <w:p w14:paraId="45A7BF78" w14:textId="3D5E6A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259-11-01 (1057), 259-11-01 (1641), (067) 675-62-30</w:t>
            </w:r>
          </w:p>
        </w:tc>
        <w:tc>
          <w:tcPr>
            <w:tcW w:w="994" w:type="dxa"/>
          </w:tcPr>
          <w:p w14:paraId="4F6948EB" w14:textId="6A335CB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90/12</w:t>
            </w:r>
          </w:p>
        </w:tc>
        <w:tc>
          <w:tcPr>
            <w:tcW w:w="3112" w:type="dxa"/>
          </w:tcPr>
          <w:p w14:paraId="151F2F8C" w14:textId="4F798F95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Обслуговування газопровідних мереж</w:t>
            </w:r>
          </w:p>
        </w:tc>
      </w:tr>
      <w:tr w:rsidR="004F747D" w:rsidRPr="00C44CFB" w14:paraId="5C2FA9A6" w14:textId="77777777" w:rsidTr="002E1321">
        <w:trPr>
          <w:trHeight w:val="124"/>
        </w:trPr>
        <w:tc>
          <w:tcPr>
            <w:tcW w:w="5128" w:type="dxa"/>
            <w:gridSpan w:val="5"/>
          </w:tcPr>
          <w:p w14:paraId="62539966" w14:textId="297AAE71" w:rsidR="004F747D" w:rsidRPr="00C44CFB" w:rsidRDefault="004F747D" w:rsidP="004F747D">
            <w:pPr>
              <w:ind w:firstLine="261"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3C30D68A" w14:textId="77777777" w:rsidR="004F747D" w:rsidRPr="00C44CFB" w:rsidRDefault="004F747D" w:rsidP="004F747D">
            <w:pPr>
              <w:jc w:val="center"/>
            </w:pPr>
          </w:p>
        </w:tc>
        <w:tc>
          <w:tcPr>
            <w:tcW w:w="3154" w:type="dxa"/>
            <w:gridSpan w:val="2"/>
          </w:tcPr>
          <w:p w14:paraId="38A348F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6B332DF4" w14:textId="1F36A19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460/95</w:t>
            </w:r>
          </w:p>
        </w:tc>
        <w:tc>
          <w:tcPr>
            <w:tcW w:w="3112" w:type="dxa"/>
          </w:tcPr>
          <w:p w14:paraId="2576DE02" w14:textId="77777777" w:rsidR="004F747D" w:rsidRPr="00C44CFB" w:rsidRDefault="004F747D" w:rsidP="004F747D">
            <w:pPr>
              <w:jc w:val="center"/>
            </w:pPr>
          </w:p>
        </w:tc>
      </w:tr>
      <w:tr w:rsidR="004F747D" w:rsidRPr="00C44CFB" w14:paraId="6083ACD0" w14:textId="77777777" w:rsidTr="002746B8">
        <w:trPr>
          <w:trHeight w:val="124"/>
        </w:trPr>
        <w:tc>
          <w:tcPr>
            <w:tcW w:w="15619" w:type="dxa"/>
            <w:gridSpan w:val="10"/>
          </w:tcPr>
          <w:p w14:paraId="14857FC7" w14:textId="34B752E2" w:rsidR="004F747D" w:rsidRPr="00C44CFB" w:rsidRDefault="004F747D" w:rsidP="004F747D">
            <w:pPr>
              <w:jc w:val="center"/>
            </w:pPr>
            <w:r w:rsidRPr="00AE2805">
              <w:rPr>
                <w:b/>
                <w:sz w:val="20"/>
                <w:szCs w:val="20"/>
              </w:rPr>
              <w:t>СИЛИ ПрАТ «ЛЬВІВОБЛЕНЕРГО»</w:t>
            </w:r>
          </w:p>
        </w:tc>
      </w:tr>
      <w:tr w:rsidR="004F747D" w:rsidRPr="00C44CFB" w14:paraId="1387F4BE" w14:textId="77777777" w:rsidTr="00235626">
        <w:trPr>
          <w:trHeight w:val="124"/>
        </w:trPr>
        <w:tc>
          <w:tcPr>
            <w:tcW w:w="562" w:type="dxa"/>
            <w:gridSpan w:val="3"/>
          </w:tcPr>
          <w:p w14:paraId="17410AA3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B019FA3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Служби виконавчої дирекції 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3541C131" w14:textId="77777777" w:rsidR="004F747D" w:rsidRPr="00C44CFB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369D548F" w14:textId="5855E2A4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 xml:space="preserve">Центральна диспетчерська служба, 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бригади, черговий персонал ПС</w:t>
            </w:r>
          </w:p>
        </w:tc>
        <w:tc>
          <w:tcPr>
            <w:tcW w:w="3154" w:type="dxa"/>
            <w:gridSpan w:val="2"/>
          </w:tcPr>
          <w:p w14:paraId="71E490C8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Львів</w:t>
            </w:r>
          </w:p>
          <w:p w14:paraId="68933560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Сяйво, 10</w:t>
            </w:r>
          </w:p>
          <w:p w14:paraId="7273934A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239-20-01, 239-22-52</w:t>
            </w:r>
          </w:p>
          <w:p w14:paraId="4CC1D108" w14:textId="56E681E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239-22-29</w:t>
            </w:r>
          </w:p>
        </w:tc>
        <w:tc>
          <w:tcPr>
            <w:tcW w:w="994" w:type="dxa"/>
          </w:tcPr>
          <w:p w14:paraId="427D0D01" w14:textId="64127D3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246/</w:t>
            </w:r>
            <w:r w:rsidRPr="00AE2805">
              <w:rPr>
                <w:sz w:val="20"/>
                <w:szCs w:val="20"/>
                <w:lang w:val="ru-RU"/>
              </w:rPr>
              <w:t>43</w:t>
            </w:r>
          </w:p>
        </w:tc>
        <w:tc>
          <w:tcPr>
            <w:tcW w:w="3112" w:type="dxa"/>
          </w:tcPr>
          <w:p w14:paraId="5268A4D2" w14:textId="345AA250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 Товариства на території області</w:t>
            </w:r>
          </w:p>
        </w:tc>
      </w:tr>
      <w:tr w:rsidR="004F747D" w:rsidRPr="00C44CFB" w14:paraId="5A00E9DF" w14:textId="77777777" w:rsidTr="00235626">
        <w:trPr>
          <w:trHeight w:val="124"/>
        </w:trPr>
        <w:tc>
          <w:tcPr>
            <w:tcW w:w="562" w:type="dxa"/>
            <w:gridSpan w:val="3"/>
          </w:tcPr>
          <w:p w14:paraId="61360BA9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411B028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Львівські міські електричні мережі</w:t>
            </w:r>
          </w:p>
          <w:p w14:paraId="059FA0E3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»:</w:t>
            </w:r>
          </w:p>
          <w:p w14:paraId="57EBDA56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- </w:t>
            </w:r>
            <w:proofErr w:type="spellStart"/>
            <w:r w:rsidRPr="00AE2805">
              <w:rPr>
                <w:sz w:val="20"/>
                <w:szCs w:val="20"/>
              </w:rPr>
              <w:t>Франківсько</w:t>
            </w:r>
            <w:proofErr w:type="spellEnd"/>
            <w:r w:rsidRPr="00AE2805">
              <w:rPr>
                <w:sz w:val="20"/>
                <w:szCs w:val="20"/>
              </w:rPr>
              <w:t>-Залізнична ДЕМ ЛМЕМ;</w:t>
            </w:r>
          </w:p>
          <w:p w14:paraId="0E240616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 Галицько-Сихівська ДЕМ ЛМЕМ;</w:t>
            </w:r>
          </w:p>
          <w:p w14:paraId="170A429A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 Шевченківська ДЕМ ЛМЕМ;</w:t>
            </w:r>
          </w:p>
          <w:p w14:paraId="716A3B84" w14:textId="7FA9C1CB" w:rsidR="004F747D" w:rsidRPr="00C44CFB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 Личаківська ДЕМ ЛМЕМ.</w:t>
            </w:r>
          </w:p>
        </w:tc>
        <w:tc>
          <w:tcPr>
            <w:tcW w:w="3231" w:type="dxa"/>
          </w:tcPr>
          <w:p w14:paraId="137A3117" w14:textId="2E7C7D43" w:rsidR="004F747D" w:rsidRPr="00C44CFB" w:rsidRDefault="004F747D" w:rsidP="004F747D">
            <w:pPr>
              <w:jc w:val="center"/>
            </w:pP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 xml:space="preserve">-диспетчерська служба, 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</w:t>
            </w:r>
          </w:p>
        </w:tc>
        <w:tc>
          <w:tcPr>
            <w:tcW w:w="3154" w:type="dxa"/>
            <w:gridSpan w:val="2"/>
          </w:tcPr>
          <w:p w14:paraId="78DE3832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Львів</w:t>
            </w:r>
          </w:p>
          <w:p w14:paraId="001ED399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проф. Буйка, 16</w:t>
            </w:r>
          </w:p>
          <w:p w14:paraId="39A84AC2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239-21-59</w:t>
            </w:r>
          </w:p>
          <w:p w14:paraId="0848B478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239-21-52</w:t>
            </w:r>
          </w:p>
          <w:p w14:paraId="51B9F5D4" w14:textId="6840261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270-57-26</w:t>
            </w:r>
          </w:p>
        </w:tc>
        <w:tc>
          <w:tcPr>
            <w:tcW w:w="994" w:type="dxa"/>
          </w:tcPr>
          <w:p w14:paraId="6618A1E0" w14:textId="00028A5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163/</w:t>
            </w:r>
            <w:r w:rsidRPr="00AE2805">
              <w:rPr>
                <w:sz w:val="20"/>
                <w:szCs w:val="20"/>
                <w:lang w:val="ru-RU"/>
              </w:rPr>
              <w:t>21</w:t>
            </w:r>
          </w:p>
        </w:tc>
        <w:tc>
          <w:tcPr>
            <w:tcW w:w="3112" w:type="dxa"/>
          </w:tcPr>
          <w:p w14:paraId="5A0702BD" w14:textId="7C82E03B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4F747D" w:rsidRPr="00C44CFB" w14:paraId="54B81C2B" w14:textId="77777777" w:rsidTr="00235626">
        <w:trPr>
          <w:trHeight w:val="124"/>
        </w:trPr>
        <w:tc>
          <w:tcPr>
            <w:tcW w:w="562" w:type="dxa"/>
            <w:gridSpan w:val="3"/>
          </w:tcPr>
          <w:p w14:paraId="6A8AF51E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3E13E75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Центральний район електричних мереж 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3325DC0E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</w:t>
            </w:r>
            <w:proofErr w:type="spellStart"/>
            <w:r w:rsidRPr="00AE2805">
              <w:rPr>
                <w:sz w:val="20"/>
                <w:szCs w:val="20"/>
              </w:rPr>
              <w:t>Пустомитівсько</w:t>
            </w:r>
            <w:proofErr w:type="spellEnd"/>
            <w:r w:rsidRPr="00AE2805">
              <w:rPr>
                <w:sz w:val="20"/>
                <w:szCs w:val="20"/>
              </w:rPr>
              <w:t>-Миколаївська ДЕМ-1</w:t>
            </w:r>
          </w:p>
          <w:p w14:paraId="4E77DED9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-Жидачівська ДЕМ-2</w:t>
            </w:r>
          </w:p>
          <w:p w14:paraId="6FEA61C1" w14:textId="67AD1BE6" w:rsidR="004F747D" w:rsidRPr="00C44CFB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-Перемишлянська ДЕМ-3</w:t>
            </w:r>
          </w:p>
        </w:tc>
        <w:tc>
          <w:tcPr>
            <w:tcW w:w="3231" w:type="dxa"/>
          </w:tcPr>
          <w:p w14:paraId="0DB50B7F" w14:textId="77142410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 xml:space="preserve">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</w:t>
            </w:r>
          </w:p>
        </w:tc>
        <w:tc>
          <w:tcPr>
            <w:tcW w:w="3154" w:type="dxa"/>
            <w:gridSpan w:val="2"/>
          </w:tcPr>
          <w:p w14:paraId="5AB86E06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Пустомити. вул. </w:t>
            </w:r>
            <w:proofErr w:type="spellStart"/>
            <w:r w:rsidRPr="00AE2805">
              <w:rPr>
                <w:sz w:val="20"/>
                <w:szCs w:val="20"/>
              </w:rPr>
              <w:t>Шкiльна</w:t>
            </w:r>
            <w:proofErr w:type="spellEnd"/>
            <w:r w:rsidRPr="00AE2805">
              <w:rPr>
                <w:sz w:val="20"/>
                <w:szCs w:val="20"/>
              </w:rPr>
              <w:t>, 27,</w:t>
            </w:r>
          </w:p>
          <w:p w14:paraId="7586CDA4" w14:textId="7061D1E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(0230)-4-11-63</w:t>
            </w:r>
          </w:p>
        </w:tc>
        <w:tc>
          <w:tcPr>
            <w:tcW w:w="994" w:type="dxa"/>
          </w:tcPr>
          <w:p w14:paraId="4F8C09DC" w14:textId="73BDFF6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101/</w:t>
            </w:r>
            <w:r w:rsidRPr="00AE2805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3112" w:type="dxa"/>
          </w:tcPr>
          <w:p w14:paraId="4A630B5F" w14:textId="5AFB0746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4F747D" w:rsidRPr="00C44CFB" w14:paraId="262C1384" w14:textId="77777777" w:rsidTr="00235626">
        <w:trPr>
          <w:trHeight w:val="124"/>
        </w:trPr>
        <w:tc>
          <w:tcPr>
            <w:tcW w:w="562" w:type="dxa"/>
            <w:gridSpan w:val="3"/>
          </w:tcPr>
          <w:p w14:paraId="0060A484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B52FCF1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Структурна одиниця "</w:t>
            </w:r>
            <w:proofErr w:type="spellStart"/>
            <w:r w:rsidRPr="00AE2805">
              <w:rPr>
                <w:sz w:val="20"/>
                <w:szCs w:val="20"/>
              </w:rPr>
              <w:t>Львівенергоналадка</w:t>
            </w:r>
            <w:proofErr w:type="spellEnd"/>
            <w:r w:rsidRPr="00AE2805">
              <w:rPr>
                <w:sz w:val="20"/>
                <w:szCs w:val="20"/>
              </w:rPr>
              <w:t xml:space="preserve">" </w:t>
            </w:r>
          </w:p>
          <w:p w14:paraId="1694065E" w14:textId="69BE94B2" w:rsidR="004F747D" w:rsidRPr="00C44CFB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47C4F048" w14:textId="4F5B6746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Аварійно-відновлювальні бригади</w:t>
            </w:r>
          </w:p>
        </w:tc>
        <w:tc>
          <w:tcPr>
            <w:tcW w:w="3154" w:type="dxa"/>
            <w:gridSpan w:val="2"/>
          </w:tcPr>
          <w:p w14:paraId="0095D6E1" w14:textId="77777777" w:rsidR="004F747D" w:rsidRPr="00AE2805" w:rsidRDefault="004F747D" w:rsidP="004F747D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м.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Львiв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,</w:t>
            </w:r>
          </w:p>
          <w:p w14:paraId="0F611F2D" w14:textId="77777777" w:rsidR="004F747D" w:rsidRPr="00AE2805" w:rsidRDefault="004F747D" w:rsidP="004F747D">
            <w:pPr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 xml:space="preserve">вул.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Козельницька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, 3</w:t>
            </w:r>
          </w:p>
          <w:p w14:paraId="6942E1D6" w14:textId="1BF5C5F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239-21-30, 239-21-31</w:t>
            </w:r>
          </w:p>
        </w:tc>
        <w:tc>
          <w:tcPr>
            <w:tcW w:w="994" w:type="dxa"/>
          </w:tcPr>
          <w:p w14:paraId="45DEBF6F" w14:textId="3EB9223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105/</w:t>
            </w:r>
            <w:r w:rsidRPr="00AE2805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3112" w:type="dxa"/>
          </w:tcPr>
          <w:p w14:paraId="0D62E65C" w14:textId="5F6242A7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4F747D" w:rsidRPr="00C44CFB" w14:paraId="22252592" w14:textId="77777777" w:rsidTr="00235626">
        <w:trPr>
          <w:trHeight w:val="124"/>
        </w:trPr>
        <w:tc>
          <w:tcPr>
            <w:tcW w:w="562" w:type="dxa"/>
            <w:gridSpan w:val="3"/>
          </w:tcPr>
          <w:p w14:paraId="798BA137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7A3D855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Західний район електричних мереж</w:t>
            </w:r>
          </w:p>
          <w:p w14:paraId="43AF22A6" w14:textId="77777777" w:rsidR="004F747D" w:rsidRPr="00AE2805" w:rsidRDefault="004F747D" w:rsidP="004F747D">
            <w:pPr>
              <w:widowControl w:val="0"/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30D1181E" w14:textId="77777777" w:rsidR="004F747D" w:rsidRPr="00AE2805" w:rsidRDefault="004F747D" w:rsidP="004F747D">
            <w:pPr>
              <w:widowControl w:val="0"/>
              <w:numPr>
                <w:ilvl w:val="0"/>
                <w:numId w:val="4"/>
              </w:numPr>
              <w:ind w:left="0" w:firstLine="261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Городоцько</w:t>
            </w:r>
            <w:proofErr w:type="spellEnd"/>
            <w:r w:rsidRPr="00AE2805">
              <w:rPr>
                <w:sz w:val="20"/>
                <w:szCs w:val="20"/>
              </w:rPr>
              <w:t>-Мостиська ДЕМ-1</w:t>
            </w:r>
          </w:p>
          <w:p w14:paraId="7CB4C226" w14:textId="6096FA42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Жовківсько</w:t>
            </w:r>
            <w:proofErr w:type="spellEnd"/>
            <w:r w:rsidRPr="00AE2805">
              <w:rPr>
                <w:sz w:val="20"/>
                <w:szCs w:val="20"/>
              </w:rPr>
              <w:t>-Яворівська ДЕМ-2</w:t>
            </w:r>
          </w:p>
        </w:tc>
        <w:tc>
          <w:tcPr>
            <w:tcW w:w="3231" w:type="dxa"/>
          </w:tcPr>
          <w:p w14:paraId="3D891FB8" w14:textId="1B0B9B22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 xml:space="preserve">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</w:t>
            </w:r>
          </w:p>
        </w:tc>
        <w:tc>
          <w:tcPr>
            <w:tcW w:w="3154" w:type="dxa"/>
            <w:gridSpan w:val="2"/>
          </w:tcPr>
          <w:p w14:paraId="274B2312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м.Яворiв</w:t>
            </w:r>
            <w:proofErr w:type="spellEnd"/>
            <w:r w:rsidRPr="00AE2805">
              <w:rPr>
                <w:sz w:val="20"/>
                <w:szCs w:val="20"/>
              </w:rPr>
              <w:t>. вул. Маковея, 36,</w:t>
            </w:r>
          </w:p>
          <w:p w14:paraId="5092AFAF" w14:textId="088D3A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(0259)-2-13-85</w:t>
            </w:r>
          </w:p>
        </w:tc>
        <w:tc>
          <w:tcPr>
            <w:tcW w:w="994" w:type="dxa"/>
          </w:tcPr>
          <w:p w14:paraId="266A9E3F" w14:textId="2D08A14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100/</w:t>
            </w:r>
            <w:r w:rsidRPr="00AE2805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3112" w:type="dxa"/>
          </w:tcPr>
          <w:p w14:paraId="03886206" w14:textId="3F20D80C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4F747D" w:rsidRPr="00C44CFB" w14:paraId="48D898D2" w14:textId="77777777" w:rsidTr="00235626">
        <w:trPr>
          <w:trHeight w:val="124"/>
        </w:trPr>
        <w:tc>
          <w:tcPr>
            <w:tcW w:w="562" w:type="dxa"/>
            <w:gridSpan w:val="3"/>
          </w:tcPr>
          <w:p w14:paraId="4A0C7AD1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A0D0C5D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Карпатський район електричних мереж 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11A03AFB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- </w:t>
            </w:r>
            <w:proofErr w:type="spellStart"/>
            <w:r w:rsidRPr="00AE2805">
              <w:rPr>
                <w:sz w:val="20"/>
                <w:szCs w:val="20"/>
              </w:rPr>
              <w:t>Самбірсько</w:t>
            </w:r>
            <w:proofErr w:type="spellEnd"/>
            <w:r w:rsidRPr="00AE2805">
              <w:rPr>
                <w:sz w:val="20"/>
                <w:szCs w:val="20"/>
              </w:rPr>
              <w:t>-Старосамбірська ДЕМ-1</w:t>
            </w:r>
          </w:p>
          <w:p w14:paraId="5BD08CC0" w14:textId="4B0377F0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 Турківська ДЕМ-2</w:t>
            </w:r>
          </w:p>
        </w:tc>
        <w:tc>
          <w:tcPr>
            <w:tcW w:w="3231" w:type="dxa"/>
          </w:tcPr>
          <w:p w14:paraId="6AB48002" w14:textId="5F1D1A56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 xml:space="preserve">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</w:t>
            </w:r>
          </w:p>
        </w:tc>
        <w:tc>
          <w:tcPr>
            <w:tcW w:w="3154" w:type="dxa"/>
            <w:gridSpan w:val="2"/>
          </w:tcPr>
          <w:p w14:paraId="7A884183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м.Старий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Самбiр</w:t>
            </w:r>
            <w:proofErr w:type="spellEnd"/>
            <w:r w:rsidRPr="00AE2805">
              <w:rPr>
                <w:sz w:val="20"/>
                <w:szCs w:val="20"/>
              </w:rPr>
              <w:t>,</w:t>
            </w:r>
          </w:p>
          <w:p w14:paraId="58462A7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вул. </w:t>
            </w:r>
            <w:proofErr w:type="spellStart"/>
            <w:r w:rsidRPr="00AE2805">
              <w:rPr>
                <w:sz w:val="20"/>
                <w:szCs w:val="20"/>
              </w:rPr>
              <w:t>Лесi</w:t>
            </w:r>
            <w:proofErr w:type="spellEnd"/>
            <w:r w:rsidRPr="00AE2805">
              <w:rPr>
                <w:sz w:val="20"/>
                <w:szCs w:val="20"/>
              </w:rPr>
              <w:t xml:space="preserve"> Українки, 13,</w:t>
            </w:r>
          </w:p>
          <w:p w14:paraId="299FB9E6" w14:textId="16D8C67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(0238)-2-14-46</w:t>
            </w:r>
          </w:p>
        </w:tc>
        <w:tc>
          <w:tcPr>
            <w:tcW w:w="994" w:type="dxa"/>
          </w:tcPr>
          <w:p w14:paraId="6FAB78FB" w14:textId="1542A0E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101/</w:t>
            </w:r>
            <w:r w:rsidRPr="00AE2805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3112" w:type="dxa"/>
          </w:tcPr>
          <w:p w14:paraId="204D1984" w14:textId="3823269E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4F747D" w:rsidRPr="00C44CFB" w14:paraId="0BA35D42" w14:textId="77777777" w:rsidTr="00235626">
        <w:trPr>
          <w:trHeight w:val="124"/>
        </w:trPr>
        <w:tc>
          <w:tcPr>
            <w:tcW w:w="562" w:type="dxa"/>
            <w:gridSpan w:val="3"/>
          </w:tcPr>
          <w:p w14:paraId="49CDBF90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78D426E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Південний район електричних мереж</w:t>
            </w:r>
          </w:p>
          <w:p w14:paraId="413A574B" w14:textId="77777777" w:rsidR="004F747D" w:rsidRPr="00AE2805" w:rsidRDefault="004F747D" w:rsidP="004F747D">
            <w:pPr>
              <w:widowControl w:val="0"/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7633B035" w14:textId="77777777" w:rsidR="004F747D" w:rsidRPr="00AE2805" w:rsidRDefault="004F747D" w:rsidP="004F747D">
            <w:pPr>
              <w:widowControl w:val="0"/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 Дрогобицька ДЕМ-1</w:t>
            </w:r>
          </w:p>
          <w:p w14:paraId="37FBEAE6" w14:textId="77777777" w:rsidR="004F747D" w:rsidRPr="00AE2805" w:rsidRDefault="004F747D" w:rsidP="004F747D">
            <w:pPr>
              <w:widowControl w:val="0"/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- Бориславська ДЕМ-2</w:t>
            </w:r>
          </w:p>
          <w:p w14:paraId="753AC336" w14:textId="566F46F4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- </w:t>
            </w:r>
            <w:proofErr w:type="spellStart"/>
            <w:r w:rsidRPr="00AE2805">
              <w:rPr>
                <w:sz w:val="20"/>
                <w:szCs w:val="20"/>
              </w:rPr>
              <w:t>Стрийсько</w:t>
            </w:r>
            <w:proofErr w:type="spellEnd"/>
            <w:r w:rsidRPr="00AE2805">
              <w:rPr>
                <w:sz w:val="20"/>
                <w:szCs w:val="20"/>
              </w:rPr>
              <w:t>-Сколівська ДЕМ-3</w:t>
            </w:r>
          </w:p>
        </w:tc>
        <w:tc>
          <w:tcPr>
            <w:tcW w:w="3231" w:type="dxa"/>
          </w:tcPr>
          <w:p w14:paraId="6A5FEEE4" w14:textId="0601F0D6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 xml:space="preserve">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</w:t>
            </w:r>
          </w:p>
        </w:tc>
        <w:tc>
          <w:tcPr>
            <w:tcW w:w="3154" w:type="dxa"/>
            <w:gridSpan w:val="2"/>
          </w:tcPr>
          <w:p w14:paraId="1380EE54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Дрогобич,</w:t>
            </w:r>
          </w:p>
          <w:p w14:paraId="5443C2EA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Стрийська 118/3</w:t>
            </w:r>
          </w:p>
          <w:p w14:paraId="46995FE7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0244-3-51-07</w:t>
            </w:r>
          </w:p>
          <w:p w14:paraId="7D5C9FD4" w14:textId="0500F30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0244-2-35-72</w:t>
            </w:r>
          </w:p>
        </w:tc>
        <w:tc>
          <w:tcPr>
            <w:tcW w:w="994" w:type="dxa"/>
          </w:tcPr>
          <w:p w14:paraId="656C83A5" w14:textId="1078A37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147/</w:t>
            </w:r>
            <w:r w:rsidRPr="00AE2805">
              <w:rPr>
                <w:sz w:val="20"/>
                <w:szCs w:val="20"/>
                <w:lang w:val="ru-RU"/>
              </w:rPr>
              <w:t>18</w:t>
            </w:r>
          </w:p>
        </w:tc>
        <w:tc>
          <w:tcPr>
            <w:tcW w:w="3112" w:type="dxa"/>
          </w:tcPr>
          <w:p w14:paraId="0F03460F" w14:textId="7F240E74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4F747D" w:rsidRPr="00C44CFB" w14:paraId="09DD2EF1" w14:textId="77777777" w:rsidTr="00235626">
        <w:trPr>
          <w:trHeight w:val="124"/>
        </w:trPr>
        <w:tc>
          <w:tcPr>
            <w:tcW w:w="562" w:type="dxa"/>
            <w:gridSpan w:val="3"/>
          </w:tcPr>
          <w:p w14:paraId="1AA8FBAB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54B6C82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Північний район електричних мереж</w:t>
            </w:r>
          </w:p>
          <w:p w14:paraId="598E6E26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4824871D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- </w:t>
            </w:r>
            <w:proofErr w:type="spellStart"/>
            <w:r w:rsidRPr="00AE2805">
              <w:rPr>
                <w:sz w:val="20"/>
                <w:szCs w:val="20"/>
              </w:rPr>
              <w:t>Сокальсько</w:t>
            </w:r>
            <w:proofErr w:type="spellEnd"/>
            <w:r w:rsidRPr="00AE2805">
              <w:rPr>
                <w:sz w:val="20"/>
                <w:szCs w:val="20"/>
              </w:rPr>
              <w:t>-Червоноградська ДЕМ-1</w:t>
            </w:r>
          </w:p>
          <w:p w14:paraId="5FCB9E65" w14:textId="3C603F2C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- </w:t>
            </w:r>
            <w:proofErr w:type="spellStart"/>
            <w:r w:rsidRPr="00AE2805">
              <w:rPr>
                <w:sz w:val="20"/>
                <w:szCs w:val="20"/>
              </w:rPr>
              <w:t>Радехівсько</w:t>
            </w:r>
            <w:proofErr w:type="spellEnd"/>
            <w:r w:rsidRPr="00AE2805">
              <w:rPr>
                <w:sz w:val="20"/>
                <w:szCs w:val="20"/>
              </w:rPr>
              <w:t>-Кам'янка-Бузька ДЕМ-2</w:t>
            </w:r>
          </w:p>
        </w:tc>
        <w:tc>
          <w:tcPr>
            <w:tcW w:w="3231" w:type="dxa"/>
          </w:tcPr>
          <w:p w14:paraId="21886947" w14:textId="53645A71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 xml:space="preserve">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</w:t>
            </w:r>
          </w:p>
        </w:tc>
        <w:tc>
          <w:tcPr>
            <w:tcW w:w="3154" w:type="dxa"/>
            <w:gridSpan w:val="2"/>
          </w:tcPr>
          <w:p w14:paraId="4BEE8AA0" w14:textId="77777777" w:rsidR="004F747D" w:rsidRPr="00AE2805" w:rsidRDefault="004F747D" w:rsidP="004F747D">
            <w:pPr>
              <w:widowControl w:val="0"/>
              <w:ind w:left="113" w:right="113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м. Червоноград,</w:t>
            </w:r>
          </w:p>
          <w:p w14:paraId="1948F358" w14:textId="77777777" w:rsidR="004F747D" w:rsidRPr="00AE2805" w:rsidRDefault="004F747D" w:rsidP="004F747D">
            <w:pPr>
              <w:widowControl w:val="0"/>
              <w:ind w:left="113" w:right="113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вул. Гоголя, 2</w:t>
            </w:r>
          </w:p>
          <w:p w14:paraId="1EAC3AEE" w14:textId="77777777" w:rsidR="004F747D" w:rsidRPr="00AE2805" w:rsidRDefault="004F747D" w:rsidP="004F747D">
            <w:pPr>
              <w:widowControl w:val="0"/>
              <w:ind w:left="113" w:right="113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0249-2-20-81</w:t>
            </w:r>
          </w:p>
          <w:p w14:paraId="505D8CA2" w14:textId="77777777" w:rsidR="004F747D" w:rsidRPr="00AE2805" w:rsidRDefault="004F747D" w:rsidP="004F747D">
            <w:pPr>
              <w:widowControl w:val="0"/>
              <w:ind w:left="113" w:right="113"/>
              <w:jc w:val="center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0249-2-23-68</w:t>
            </w:r>
          </w:p>
          <w:p w14:paraId="093B817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4AE18BD0" w14:textId="2FE90A5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100/</w:t>
            </w:r>
            <w:r w:rsidRPr="00AE2805"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3112" w:type="dxa"/>
          </w:tcPr>
          <w:p w14:paraId="49BD9A81" w14:textId="1A3E0C70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4F747D" w:rsidRPr="00C44CFB" w14:paraId="6C3615B1" w14:textId="77777777" w:rsidTr="00235626">
        <w:trPr>
          <w:trHeight w:val="124"/>
        </w:trPr>
        <w:tc>
          <w:tcPr>
            <w:tcW w:w="562" w:type="dxa"/>
            <w:gridSpan w:val="3"/>
          </w:tcPr>
          <w:p w14:paraId="56971A20" w14:textId="77777777" w:rsidR="004F747D" w:rsidRPr="00C44CFB" w:rsidRDefault="004F747D" w:rsidP="004F747D">
            <w:pPr>
              <w:widowControl w:val="0"/>
              <w:numPr>
                <w:ilvl w:val="0"/>
                <w:numId w:val="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96FE8F2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Східний район електричних мереж</w:t>
            </w:r>
          </w:p>
          <w:p w14:paraId="354877F6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ПрАТ «</w:t>
            </w:r>
            <w:proofErr w:type="spellStart"/>
            <w:r w:rsidRPr="00AE2805">
              <w:rPr>
                <w:sz w:val="20"/>
                <w:szCs w:val="20"/>
              </w:rPr>
              <w:t>Львівобленерго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382EEF5C" w14:textId="77777777" w:rsidR="004F747D" w:rsidRPr="00AE2805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Золочівська ДЕМ-1</w:t>
            </w:r>
          </w:p>
          <w:p w14:paraId="7DD221F3" w14:textId="7BA171D6" w:rsidR="004F747D" w:rsidRPr="00C44CFB" w:rsidRDefault="004F747D" w:rsidP="004F747D">
            <w:pPr>
              <w:ind w:firstLine="261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Бусько</w:t>
            </w:r>
            <w:proofErr w:type="spellEnd"/>
            <w:r w:rsidRPr="00AE2805">
              <w:rPr>
                <w:sz w:val="20"/>
                <w:szCs w:val="20"/>
              </w:rPr>
              <w:t>-Бродівська ДЕМ-2</w:t>
            </w:r>
          </w:p>
        </w:tc>
        <w:tc>
          <w:tcPr>
            <w:tcW w:w="3231" w:type="dxa"/>
          </w:tcPr>
          <w:p w14:paraId="016D6FCD" w14:textId="7B9921A3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 xml:space="preserve">Аварійно-відновлювальні та </w:t>
            </w:r>
            <w:proofErr w:type="spellStart"/>
            <w:r w:rsidRPr="00AE2805">
              <w:rPr>
                <w:sz w:val="20"/>
                <w:szCs w:val="20"/>
              </w:rPr>
              <w:t>оперативно</w:t>
            </w:r>
            <w:proofErr w:type="spellEnd"/>
            <w:r w:rsidRPr="00AE2805">
              <w:rPr>
                <w:sz w:val="20"/>
                <w:szCs w:val="20"/>
              </w:rPr>
              <w:t>-виїзні бригади</w:t>
            </w:r>
          </w:p>
        </w:tc>
        <w:tc>
          <w:tcPr>
            <w:tcW w:w="3154" w:type="dxa"/>
            <w:gridSpan w:val="2"/>
          </w:tcPr>
          <w:p w14:paraId="3CAC7701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м.Золочiв</w:t>
            </w:r>
            <w:proofErr w:type="spellEnd"/>
            <w:r w:rsidRPr="00AE2805">
              <w:rPr>
                <w:sz w:val="20"/>
                <w:szCs w:val="20"/>
              </w:rPr>
              <w:t xml:space="preserve">, </w:t>
            </w:r>
            <w:proofErr w:type="spellStart"/>
            <w:r w:rsidRPr="00AE2805">
              <w:rPr>
                <w:sz w:val="20"/>
                <w:szCs w:val="20"/>
              </w:rPr>
              <w:t>Залiзняка</w:t>
            </w:r>
            <w:proofErr w:type="spellEnd"/>
            <w:r w:rsidRPr="00AE2805">
              <w:rPr>
                <w:sz w:val="20"/>
                <w:szCs w:val="20"/>
              </w:rPr>
              <w:t>, 10,</w:t>
            </w:r>
          </w:p>
          <w:p w14:paraId="5E66BD26" w14:textId="3F5E46E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(0265)-4-23-95</w:t>
            </w:r>
          </w:p>
        </w:tc>
        <w:tc>
          <w:tcPr>
            <w:tcW w:w="994" w:type="dxa"/>
          </w:tcPr>
          <w:p w14:paraId="2673450E" w14:textId="1ED2776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99/</w:t>
            </w:r>
            <w:r w:rsidRPr="00AE2805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3112" w:type="dxa"/>
          </w:tcPr>
          <w:p w14:paraId="2F2CFEC2" w14:textId="0B3AF3A6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Проведення першочергових відновлювальних та ремонтних робіт в електромережах</w:t>
            </w:r>
          </w:p>
        </w:tc>
      </w:tr>
      <w:tr w:rsidR="004F747D" w:rsidRPr="00C44CFB" w14:paraId="33A26431" w14:textId="77777777" w:rsidTr="00045CD9">
        <w:trPr>
          <w:trHeight w:val="124"/>
        </w:trPr>
        <w:tc>
          <w:tcPr>
            <w:tcW w:w="5128" w:type="dxa"/>
            <w:gridSpan w:val="5"/>
          </w:tcPr>
          <w:p w14:paraId="48484E67" w14:textId="27165353" w:rsidR="004F747D" w:rsidRPr="00C44CFB" w:rsidRDefault="004F747D" w:rsidP="004F747D">
            <w:pPr>
              <w:ind w:left="447" w:firstLine="261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18F4B0DE" w14:textId="77777777" w:rsidR="004F747D" w:rsidRPr="00C44CFB" w:rsidRDefault="004F747D" w:rsidP="004F747D">
            <w:pPr>
              <w:jc w:val="center"/>
            </w:pPr>
          </w:p>
        </w:tc>
        <w:tc>
          <w:tcPr>
            <w:tcW w:w="3154" w:type="dxa"/>
            <w:gridSpan w:val="2"/>
          </w:tcPr>
          <w:p w14:paraId="7E3205B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0125236" w14:textId="04D5B45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1162/134</w:t>
            </w:r>
          </w:p>
        </w:tc>
        <w:tc>
          <w:tcPr>
            <w:tcW w:w="3112" w:type="dxa"/>
          </w:tcPr>
          <w:p w14:paraId="39E8D0E3" w14:textId="77777777" w:rsidR="004F747D" w:rsidRPr="00C44CFB" w:rsidRDefault="004F747D" w:rsidP="004F747D">
            <w:pPr>
              <w:jc w:val="center"/>
            </w:pPr>
          </w:p>
        </w:tc>
      </w:tr>
      <w:tr w:rsidR="004F747D" w:rsidRPr="009A557C" w14:paraId="07ACC78E" w14:textId="77777777" w:rsidTr="003862A4">
        <w:trPr>
          <w:trHeight w:val="124"/>
        </w:trPr>
        <w:tc>
          <w:tcPr>
            <w:tcW w:w="5128" w:type="dxa"/>
            <w:gridSpan w:val="5"/>
          </w:tcPr>
          <w:p w14:paraId="3AD11DE4" w14:textId="625A7C36" w:rsidR="004F747D" w:rsidRPr="009A557C" w:rsidRDefault="004F747D" w:rsidP="004F747D">
            <w:pPr>
              <w:spacing w:before="60" w:after="60"/>
              <w:ind w:left="447" w:firstLine="261"/>
              <w:rPr>
                <w:sz w:val="20"/>
                <w:szCs w:val="20"/>
              </w:rPr>
            </w:pPr>
            <w:r w:rsidRPr="009A557C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231" w:type="dxa"/>
          </w:tcPr>
          <w:p w14:paraId="03747E16" w14:textId="77777777" w:rsidR="004F747D" w:rsidRPr="009A557C" w:rsidRDefault="004F747D" w:rsidP="004F747D">
            <w:pPr>
              <w:spacing w:before="60" w:after="60"/>
              <w:jc w:val="center"/>
            </w:pPr>
          </w:p>
        </w:tc>
        <w:tc>
          <w:tcPr>
            <w:tcW w:w="3154" w:type="dxa"/>
            <w:gridSpan w:val="2"/>
          </w:tcPr>
          <w:p w14:paraId="2715C5B2" w14:textId="77777777" w:rsidR="004F747D" w:rsidRPr="009A557C" w:rsidRDefault="004F747D" w:rsidP="004F747D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94DFDE2" w14:textId="7205CDD3" w:rsidR="004F747D" w:rsidRPr="009A557C" w:rsidRDefault="004F747D" w:rsidP="004F747D">
            <w:pPr>
              <w:spacing w:before="60" w:after="60"/>
              <w:jc w:val="center"/>
              <w:rPr>
                <w:sz w:val="20"/>
                <w:szCs w:val="20"/>
              </w:rPr>
            </w:pPr>
            <w:bookmarkStart w:id="1" w:name="_Hlk210811501"/>
            <w:r w:rsidRPr="009A557C">
              <w:rPr>
                <w:b/>
                <w:sz w:val="20"/>
                <w:szCs w:val="20"/>
              </w:rPr>
              <w:t>1622/229</w:t>
            </w:r>
            <w:bookmarkEnd w:id="1"/>
          </w:p>
        </w:tc>
        <w:tc>
          <w:tcPr>
            <w:tcW w:w="3112" w:type="dxa"/>
          </w:tcPr>
          <w:p w14:paraId="10116DC5" w14:textId="77777777" w:rsidR="004F747D" w:rsidRPr="009A557C" w:rsidRDefault="004F747D" w:rsidP="004F747D">
            <w:pPr>
              <w:spacing w:before="60" w:after="60"/>
              <w:jc w:val="center"/>
            </w:pPr>
          </w:p>
        </w:tc>
      </w:tr>
      <w:tr w:rsidR="004F747D" w:rsidRPr="00C44CFB" w14:paraId="0A1574D6" w14:textId="77777777" w:rsidTr="009E77A1">
        <w:trPr>
          <w:trHeight w:val="117"/>
        </w:trPr>
        <w:tc>
          <w:tcPr>
            <w:tcW w:w="15619" w:type="dxa"/>
            <w:gridSpan w:val="10"/>
          </w:tcPr>
          <w:p w14:paraId="4F7D0429" w14:textId="77777777" w:rsidR="004F747D" w:rsidRPr="00C44CFB" w:rsidRDefault="004F747D" w:rsidP="004F747D">
            <w:pPr>
              <w:widowControl w:val="0"/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9A557C">
              <w:rPr>
                <w:b/>
                <w:sz w:val="20"/>
                <w:szCs w:val="20"/>
                <w:lang w:val="en-US"/>
              </w:rPr>
              <w:t>VII</w:t>
            </w:r>
            <w:r w:rsidRPr="009A557C">
              <w:rPr>
                <w:b/>
                <w:sz w:val="20"/>
                <w:szCs w:val="20"/>
                <w:lang w:val="ru-RU"/>
              </w:rPr>
              <w:t xml:space="preserve">. </w:t>
            </w:r>
            <w:bookmarkStart w:id="2" w:name="_Hlk210811326"/>
            <w:r w:rsidRPr="009A557C">
              <w:rPr>
                <w:b/>
                <w:sz w:val="20"/>
                <w:szCs w:val="20"/>
              </w:rPr>
              <w:t>СИЛИ КОМУНАЛЬНО-ТЕХНІЧНОЇ СПЕЦІАЛІЗОВАНОЇ СЛУЖБИ</w:t>
            </w:r>
            <w:bookmarkEnd w:id="2"/>
          </w:p>
        </w:tc>
      </w:tr>
      <w:tr w:rsidR="004F747D" w:rsidRPr="00C44CFB" w14:paraId="6C58036B" w14:textId="77777777" w:rsidTr="009E77A1">
        <w:trPr>
          <w:trHeight w:val="102"/>
        </w:trPr>
        <w:tc>
          <w:tcPr>
            <w:tcW w:w="15619" w:type="dxa"/>
            <w:gridSpan w:val="10"/>
          </w:tcPr>
          <w:p w14:paraId="742FE458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ЛЬВІВСЬКОГО МІСЬКОГО КОМУНАЛЬНОГО ПІДПРИЄМСТВА «ЛЬВІВСВІТЛО»</w:t>
            </w:r>
          </w:p>
        </w:tc>
      </w:tr>
      <w:tr w:rsidR="004F747D" w:rsidRPr="00C44CFB" w14:paraId="6F4D1420" w14:textId="77777777" w:rsidTr="00235626">
        <w:trPr>
          <w:trHeight w:val="124"/>
        </w:trPr>
        <w:tc>
          <w:tcPr>
            <w:tcW w:w="562" w:type="dxa"/>
            <w:gridSpan w:val="3"/>
          </w:tcPr>
          <w:p w14:paraId="07881F07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3E5560F" w14:textId="77777777" w:rsidR="004F747D" w:rsidRPr="00AE2805" w:rsidRDefault="004F747D" w:rsidP="004F747D">
            <w:pPr>
              <w:widowControl w:val="0"/>
              <w:ind w:firstLine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ЛКП</w:t>
            </w:r>
            <w:r w:rsidRPr="00AE2805">
              <w:rPr>
                <w:sz w:val="20"/>
                <w:szCs w:val="20"/>
              </w:rPr>
              <w:t xml:space="preserve"> “</w:t>
            </w:r>
            <w:proofErr w:type="spellStart"/>
            <w:r w:rsidRPr="00AE2805">
              <w:rPr>
                <w:sz w:val="20"/>
                <w:szCs w:val="20"/>
              </w:rPr>
              <w:t>Львівсвітло</w:t>
            </w:r>
            <w:proofErr w:type="spellEnd"/>
            <w:r w:rsidRPr="00AE2805">
              <w:rPr>
                <w:sz w:val="20"/>
                <w:szCs w:val="20"/>
              </w:rPr>
              <w:t>”</w:t>
            </w:r>
          </w:p>
          <w:p w14:paraId="04B9D832" w14:textId="2783A337" w:rsidR="004F747D" w:rsidRPr="00C44CFB" w:rsidRDefault="004F747D" w:rsidP="004F747D">
            <w:pPr>
              <w:widowControl w:val="0"/>
              <w:ind w:firstLine="119"/>
              <w:rPr>
                <w:kern w:val="2"/>
                <w:sz w:val="20"/>
                <w:szCs w:val="20"/>
              </w:rPr>
            </w:pPr>
          </w:p>
        </w:tc>
        <w:tc>
          <w:tcPr>
            <w:tcW w:w="3231" w:type="dxa"/>
          </w:tcPr>
          <w:p w14:paraId="68A7BB05" w14:textId="3023502C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55C76FD7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м.Львів</w:t>
            </w:r>
            <w:proofErr w:type="spellEnd"/>
            <w:r w:rsidRPr="00AE2805">
              <w:rPr>
                <w:sz w:val="20"/>
                <w:szCs w:val="20"/>
              </w:rPr>
              <w:t xml:space="preserve"> вул.Лінкольна,8</w:t>
            </w:r>
          </w:p>
          <w:p w14:paraId="7EE2C945" w14:textId="5F1A6C5C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242-1</w:t>
            </w:r>
            <w:r>
              <w:rPr>
                <w:sz w:val="20"/>
                <w:szCs w:val="20"/>
              </w:rPr>
              <w:t>9</w:t>
            </w:r>
            <w:r w:rsidRPr="00AE280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53</w:t>
            </w:r>
          </w:p>
        </w:tc>
        <w:tc>
          <w:tcPr>
            <w:tcW w:w="994" w:type="dxa"/>
          </w:tcPr>
          <w:p w14:paraId="5D505AD8" w14:textId="13BBFCC9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35/10</w:t>
            </w:r>
          </w:p>
        </w:tc>
        <w:tc>
          <w:tcPr>
            <w:tcW w:w="3112" w:type="dxa"/>
          </w:tcPr>
          <w:p w14:paraId="6EB9F731" w14:textId="71CBBA1F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4689B915" w14:textId="77777777" w:rsidTr="00235626">
        <w:trPr>
          <w:trHeight w:val="124"/>
        </w:trPr>
        <w:tc>
          <w:tcPr>
            <w:tcW w:w="562" w:type="dxa"/>
            <w:gridSpan w:val="3"/>
          </w:tcPr>
          <w:p w14:paraId="20D762CA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1F5AD50" w14:textId="2DDD6C0F" w:rsidR="004F747D" w:rsidRPr="00C44CFB" w:rsidRDefault="004F747D" w:rsidP="004F747D">
            <w:pPr>
              <w:widowControl w:val="0"/>
              <w:ind w:firstLine="11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AE2805">
              <w:rPr>
                <w:sz w:val="20"/>
                <w:szCs w:val="20"/>
              </w:rPr>
              <w:t>РБ  зовнішнього освітлення Галицького району</w:t>
            </w:r>
          </w:p>
        </w:tc>
        <w:tc>
          <w:tcPr>
            <w:tcW w:w="3231" w:type="dxa"/>
          </w:tcPr>
          <w:p w14:paraId="490685F1" w14:textId="2287486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Аварійно-р</w:t>
            </w:r>
            <w:r w:rsidRPr="00AE2805">
              <w:rPr>
                <w:sz w:val="20"/>
                <w:szCs w:val="20"/>
              </w:rPr>
              <w:t>емонтн</w:t>
            </w:r>
            <w:r>
              <w:rPr>
                <w:sz w:val="20"/>
                <w:szCs w:val="20"/>
              </w:rPr>
              <w:t>і</w:t>
            </w:r>
            <w:r w:rsidRPr="00AE2805">
              <w:rPr>
                <w:sz w:val="20"/>
                <w:szCs w:val="20"/>
              </w:rPr>
              <w:t xml:space="preserve"> бригад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3154" w:type="dxa"/>
            <w:gridSpan w:val="2"/>
          </w:tcPr>
          <w:p w14:paraId="3AF15FCD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м.Львів</w:t>
            </w:r>
            <w:proofErr w:type="spellEnd"/>
            <w:r w:rsidRPr="00AE2805">
              <w:rPr>
                <w:sz w:val="20"/>
                <w:szCs w:val="20"/>
              </w:rPr>
              <w:t xml:space="preserve"> вул.Лінкольна,8</w:t>
            </w:r>
          </w:p>
          <w:p w14:paraId="1A4D4B04" w14:textId="58F500C8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242-1</w:t>
            </w:r>
            <w:r>
              <w:rPr>
                <w:sz w:val="20"/>
                <w:szCs w:val="20"/>
              </w:rPr>
              <w:t>9</w:t>
            </w:r>
            <w:r w:rsidRPr="00AE280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53</w:t>
            </w:r>
          </w:p>
        </w:tc>
        <w:tc>
          <w:tcPr>
            <w:tcW w:w="994" w:type="dxa"/>
          </w:tcPr>
          <w:p w14:paraId="2243A87B" w14:textId="4A2BD32B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18A329DD" w14:textId="0E5102A6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першочергових відновлювальних робіт, відновлення вуличного освітлення</w:t>
            </w:r>
          </w:p>
        </w:tc>
      </w:tr>
      <w:tr w:rsidR="004F747D" w:rsidRPr="00C44CFB" w14:paraId="11B2F2F4" w14:textId="77777777" w:rsidTr="00235626">
        <w:trPr>
          <w:trHeight w:val="124"/>
        </w:trPr>
        <w:tc>
          <w:tcPr>
            <w:tcW w:w="562" w:type="dxa"/>
            <w:gridSpan w:val="3"/>
          </w:tcPr>
          <w:p w14:paraId="53E92E2A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4DF4E9B" w14:textId="77777777" w:rsidR="004F747D" w:rsidRPr="00AE2805" w:rsidRDefault="004F747D" w:rsidP="004F747D">
            <w:pPr>
              <w:ind w:firstLine="119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Ліфтова аварійна служба </w:t>
            </w:r>
          </w:p>
          <w:p w14:paraId="339CD674" w14:textId="77777777" w:rsidR="004F747D" w:rsidRPr="00C44CFB" w:rsidRDefault="004F747D" w:rsidP="004F747D">
            <w:pPr>
              <w:widowControl w:val="0"/>
              <w:ind w:firstLine="119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22DBE7C6" w14:textId="15D761E9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</w:t>
            </w:r>
            <w:r>
              <w:rPr>
                <w:sz w:val="20"/>
                <w:szCs w:val="20"/>
              </w:rPr>
              <w:t>-</w:t>
            </w:r>
            <w:r w:rsidRPr="00AE2805">
              <w:rPr>
                <w:sz w:val="20"/>
                <w:szCs w:val="20"/>
              </w:rPr>
              <w:t>ремонтн</w:t>
            </w:r>
            <w:r>
              <w:rPr>
                <w:sz w:val="20"/>
                <w:szCs w:val="20"/>
              </w:rPr>
              <w:t>і</w:t>
            </w:r>
            <w:r w:rsidRPr="00AE2805">
              <w:rPr>
                <w:sz w:val="20"/>
                <w:szCs w:val="20"/>
              </w:rPr>
              <w:t xml:space="preserve"> бригад</w:t>
            </w:r>
            <w:r>
              <w:rPr>
                <w:sz w:val="20"/>
                <w:szCs w:val="20"/>
              </w:rPr>
              <w:t>и</w:t>
            </w:r>
          </w:p>
        </w:tc>
        <w:tc>
          <w:tcPr>
            <w:tcW w:w="3154" w:type="dxa"/>
            <w:gridSpan w:val="2"/>
          </w:tcPr>
          <w:p w14:paraId="02D3D3B5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м.Львів</w:t>
            </w:r>
            <w:proofErr w:type="spellEnd"/>
            <w:r w:rsidRPr="00AE2805">
              <w:rPr>
                <w:sz w:val="20"/>
                <w:szCs w:val="20"/>
              </w:rPr>
              <w:t xml:space="preserve"> вул.Лінкольна,8</w:t>
            </w:r>
          </w:p>
          <w:p w14:paraId="69576348" w14:textId="136D72BD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242-1</w:t>
            </w:r>
            <w:r>
              <w:rPr>
                <w:sz w:val="20"/>
                <w:szCs w:val="20"/>
              </w:rPr>
              <w:t>9</w:t>
            </w:r>
            <w:r w:rsidRPr="00AE280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53</w:t>
            </w:r>
          </w:p>
        </w:tc>
        <w:tc>
          <w:tcPr>
            <w:tcW w:w="994" w:type="dxa"/>
          </w:tcPr>
          <w:p w14:paraId="58889E84" w14:textId="68D7880A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8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0C36143C" w14:textId="2F8ACE23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першочергових відновлювальних робіт , відновлення роботи ліфта</w:t>
            </w:r>
          </w:p>
        </w:tc>
      </w:tr>
      <w:tr w:rsidR="004F747D" w:rsidRPr="00C44CFB" w14:paraId="35A5306C" w14:textId="77777777" w:rsidTr="00453902">
        <w:trPr>
          <w:trHeight w:val="124"/>
        </w:trPr>
        <w:tc>
          <w:tcPr>
            <w:tcW w:w="5128" w:type="dxa"/>
            <w:gridSpan w:val="5"/>
          </w:tcPr>
          <w:p w14:paraId="4DAF81A7" w14:textId="77777777" w:rsidR="004F747D" w:rsidRPr="00C44CFB" w:rsidRDefault="004F747D" w:rsidP="004F747D">
            <w:pPr>
              <w:widowControl w:val="0"/>
              <w:ind w:left="731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610DD3C2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6A81AF7D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C362B79" w14:textId="0CF8CC7A" w:rsidR="004F747D" w:rsidRPr="00FC11AB" w:rsidRDefault="004F747D" w:rsidP="004F747D">
            <w:pPr>
              <w:widowControl w:val="0"/>
              <w:jc w:val="center"/>
              <w:rPr>
                <w:b/>
                <w:bCs w:val="0"/>
                <w:sz w:val="20"/>
                <w:szCs w:val="20"/>
              </w:rPr>
            </w:pPr>
            <w:r w:rsidRPr="00FC11AB">
              <w:rPr>
                <w:b/>
                <w:bCs w:val="0"/>
                <w:sz w:val="20"/>
                <w:szCs w:val="20"/>
              </w:rPr>
              <w:t>35/10</w:t>
            </w:r>
          </w:p>
        </w:tc>
        <w:tc>
          <w:tcPr>
            <w:tcW w:w="3112" w:type="dxa"/>
            <w:vAlign w:val="center"/>
          </w:tcPr>
          <w:p w14:paraId="152E8B5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27C117D1" w14:textId="77777777" w:rsidTr="009E77A1">
        <w:trPr>
          <w:trHeight w:val="166"/>
        </w:trPr>
        <w:tc>
          <w:tcPr>
            <w:tcW w:w="15619" w:type="dxa"/>
            <w:gridSpan w:val="10"/>
          </w:tcPr>
          <w:p w14:paraId="1D3F7D9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ЛЬВІВСЬКОГО МІСЬКОГО КОМУНАЛЬНОГО ПІДПРИЄМСТВА «ЛЬВІВВОДОКАНАЛ»</w:t>
            </w:r>
          </w:p>
        </w:tc>
      </w:tr>
      <w:tr w:rsidR="004F747D" w:rsidRPr="00C44CFB" w14:paraId="1746A641" w14:textId="77777777" w:rsidTr="00235626">
        <w:trPr>
          <w:trHeight w:val="124"/>
        </w:trPr>
        <w:tc>
          <w:tcPr>
            <w:tcW w:w="562" w:type="dxa"/>
            <w:gridSpan w:val="3"/>
          </w:tcPr>
          <w:p w14:paraId="46189E9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734CD6C" w14:textId="77777777" w:rsidR="004F747D" w:rsidRPr="00AE2805" w:rsidRDefault="004F747D" w:rsidP="004F747D">
            <w:pPr>
              <w:ind w:firstLine="119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Львівське МКП</w:t>
            </w:r>
          </w:p>
          <w:p w14:paraId="3987E742" w14:textId="6FB98E5C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“</w:t>
            </w:r>
            <w:proofErr w:type="spellStart"/>
            <w:r w:rsidRPr="00AE2805">
              <w:rPr>
                <w:sz w:val="20"/>
                <w:szCs w:val="20"/>
              </w:rPr>
              <w:t>Львівводоканал</w:t>
            </w:r>
            <w:proofErr w:type="spellEnd"/>
            <w:r w:rsidRPr="00AE2805">
              <w:rPr>
                <w:sz w:val="20"/>
                <w:szCs w:val="20"/>
              </w:rPr>
              <w:t>”</w:t>
            </w:r>
          </w:p>
        </w:tc>
        <w:tc>
          <w:tcPr>
            <w:tcW w:w="3231" w:type="dxa"/>
          </w:tcPr>
          <w:p w14:paraId="2DBFACDD" w14:textId="3C974F5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Аварійні бригади</w:t>
            </w:r>
          </w:p>
        </w:tc>
        <w:tc>
          <w:tcPr>
            <w:tcW w:w="3154" w:type="dxa"/>
            <w:gridSpan w:val="2"/>
          </w:tcPr>
          <w:p w14:paraId="13CC8B03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Львів,</w:t>
            </w:r>
          </w:p>
          <w:p w14:paraId="28FDBEF8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Зелена, 64,</w:t>
            </w:r>
          </w:p>
          <w:p w14:paraId="2993F182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272-91-54</w:t>
            </w:r>
          </w:p>
          <w:p w14:paraId="2BA4D1A8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(032) 276-20-50, 245-91-28,</w:t>
            </w:r>
          </w:p>
          <w:p w14:paraId="2D57649E" w14:textId="6D0BF42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245-92-25, 245-91-95, 240-11-40</w:t>
            </w:r>
          </w:p>
        </w:tc>
        <w:tc>
          <w:tcPr>
            <w:tcW w:w="994" w:type="dxa"/>
          </w:tcPr>
          <w:p w14:paraId="0CBBBC12" w14:textId="7EA3032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3112" w:type="dxa"/>
          </w:tcPr>
          <w:p w14:paraId="4EBD51AD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Ремонт магістральних водопроводів та водозаборів</w:t>
            </w:r>
            <w:r>
              <w:rPr>
                <w:sz w:val="20"/>
                <w:szCs w:val="20"/>
              </w:rPr>
              <w:t>,</w:t>
            </w:r>
          </w:p>
          <w:p w14:paraId="4FF33795" w14:textId="77777777" w:rsidR="004F747D" w:rsidRPr="00AE2805" w:rsidRDefault="004F747D" w:rsidP="004F747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р</w:t>
            </w:r>
            <w:r w:rsidRPr="00AE2805">
              <w:rPr>
                <w:sz w:val="20"/>
                <w:szCs w:val="22"/>
              </w:rPr>
              <w:t>еагування на надзвичайні події пов’язані з порушенням</w:t>
            </w:r>
          </w:p>
          <w:p w14:paraId="192ABAA2" w14:textId="541AE66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2"/>
              </w:rPr>
              <w:t>водопостачання</w:t>
            </w:r>
          </w:p>
        </w:tc>
      </w:tr>
      <w:tr w:rsidR="004F747D" w:rsidRPr="00C44CFB" w14:paraId="4B6C063C" w14:textId="77777777" w:rsidTr="00453902">
        <w:trPr>
          <w:trHeight w:val="124"/>
        </w:trPr>
        <w:tc>
          <w:tcPr>
            <w:tcW w:w="5128" w:type="dxa"/>
            <w:gridSpan w:val="5"/>
          </w:tcPr>
          <w:p w14:paraId="69354542" w14:textId="77777777" w:rsidR="004F747D" w:rsidRPr="00C44CFB" w:rsidRDefault="004F747D" w:rsidP="004F747D">
            <w:pPr>
              <w:widowControl w:val="0"/>
              <w:ind w:left="589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3BAEDE07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3E887F58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58A33C7" w14:textId="37730A14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</w:t>
            </w:r>
            <w:r w:rsidRPr="00C44C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3112" w:type="dxa"/>
            <w:vAlign w:val="center"/>
          </w:tcPr>
          <w:p w14:paraId="71F126D7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C44CFB" w14:paraId="6693B1C8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6016D26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ЛЬВІВСЬКОГО МІСЬКОГО КОМУНАЛЬНОГО ПІДПРИЄМСТВА «ЛЬВІВТЕПЛОЕНЕРГО»</w:t>
            </w:r>
          </w:p>
        </w:tc>
      </w:tr>
      <w:tr w:rsidR="004F747D" w:rsidRPr="00C44CFB" w14:paraId="3CBDBE44" w14:textId="77777777" w:rsidTr="00235626">
        <w:trPr>
          <w:trHeight w:val="1077"/>
        </w:trPr>
        <w:tc>
          <w:tcPr>
            <w:tcW w:w="562" w:type="dxa"/>
            <w:gridSpan w:val="3"/>
          </w:tcPr>
          <w:p w14:paraId="4B182E1B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9ADA396" w14:textId="21EE4B20" w:rsidR="004F747D" w:rsidRPr="00C44CFB" w:rsidRDefault="004F747D" w:rsidP="004F747D">
            <w:pPr>
              <w:ind w:right="-83" w:firstLine="119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Львівське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МКП</w:t>
            </w:r>
            <w:r w:rsidRPr="00AE2805">
              <w:rPr>
                <w:sz w:val="20"/>
                <w:szCs w:val="20"/>
                <w:lang w:val="ru-RU"/>
              </w:rPr>
              <w:t xml:space="preserve"> “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Львівтеплоенерго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>”</w:t>
            </w:r>
          </w:p>
        </w:tc>
        <w:tc>
          <w:tcPr>
            <w:tcW w:w="3231" w:type="dxa"/>
          </w:tcPr>
          <w:p w14:paraId="1569B345" w14:textId="11084E3F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А</w:t>
            </w:r>
            <w:r w:rsidRPr="00AE2805">
              <w:rPr>
                <w:sz w:val="20"/>
                <w:szCs w:val="20"/>
                <w:lang w:val="ru-RU"/>
              </w:rPr>
              <w:t>варійні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AE2805">
              <w:rPr>
                <w:sz w:val="20"/>
                <w:szCs w:val="20"/>
                <w:lang w:val="ru-RU"/>
              </w:rPr>
              <w:t>бригади</w:t>
            </w:r>
            <w:proofErr w:type="spellEnd"/>
            <w:r>
              <w:rPr>
                <w:sz w:val="20"/>
                <w:szCs w:val="20"/>
                <w:lang w:val="ru-RU"/>
              </w:rPr>
              <w:t>,</w:t>
            </w:r>
            <w:r w:rsidRPr="00AE2805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цілодобове</w:t>
            </w:r>
            <w:proofErr w:type="spellEnd"/>
            <w:proofErr w:type="gram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чергування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період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опалювального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сезону</w:t>
            </w:r>
          </w:p>
        </w:tc>
        <w:tc>
          <w:tcPr>
            <w:tcW w:w="3154" w:type="dxa"/>
            <w:gridSpan w:val="2"/>
          </w:tcPr>
          <w:p w14:paraId="723F496C" w14:textId="77777777" w:rsidR="004F747D" w:rsidRPr="00AE2805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  <w:lang w:val="ru-RU"/>
              </w:rPr>
              <w:t xml:space="preserve">м.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>,</w:t>
            </w:r>
          </w:p>
          <w:p w14:paraId="00F0B75D" w14:textId="77777777" w:rsidR="004F747D" w:rsidRPr="00AE2805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Д.Апостола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>, 1</w:t>
            </w:r>
          </w:p>
          <w:p w14:paraId="2DB71978" w14:textId="77777777" w:rsidR="004F747D" w:rsidRPr="00AE2805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  <w:lang w:val="ru-RU"/>
              </w:rPr>
              <w:t>(032) 229-30-00, 067-371-41-11,</w:t>
            </w:r>
          </w:p>
          <w:p w14:paraId="6C8EA9C4" w14:textId="6458CA4A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AE2805">
              <w:rPr>
                <w:sz w:val="20"/>
                <w:szCs w:val="20"/>
                <w:lang w:val="ru-RU"/>
              </w:rPr>
              <w:t>(032) 260-33-16, (032) 260-15-85</w:t>
            </w:r>
          </w:p>
        </w:tc>
        <w:tc>
          <w:tcPr>
            <w:tcW w:w="994" w:type="dxa"/>
          </w:tcPr>
          <w:p w14:paraId="3813ABD4" w14:textId="0E435A1F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166</w:t>
            </w:r>
            <w:r w:rsidRPr="00AE2805">
              <w:rPr>
                <w:sz w:val="20"/>
                <w:szCs w:val="20"/>
                <w:lang w:val="ru-RU"/>
              </w:rPr>
              <w:t>/</w:t>
            </w:r>
            <w:r>
              <w:rPr>
                <w:sz w:val="20"/>
                <w:szCs w:val="20"/>
                <w:lang w:val="ru-RU"/>
              </w:rPr>
              <w:t>4</w:t>
            </w:r>
            <w:r w:rsidRPr="00AE2805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112" w:type="dxa"/>
          </w:tcPr>
          <w:p w14:paraId="167ABF18" w14:textId="77777777" w:rsidR="004F747D" w:rsidRPr="00AE2805" w:rsidRDefault="004F747D" w:rsidP="004F747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Р</w:t>
            </w:r>
            <w:r w:rsidRPr="00AE2805">
              <w:rPr>
                <w:sz w:val="20"/>
                <w:szCs w:val="22"/>
              </w:rPr>
              <w:t>еагування на надзвичайні події пов’язані з порушенням</w:t>
            </w:r>
          </w:p>
          <w:p w14:paraId="65B3C5F2" w14:textId="7E01AE24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2"/>
              </w:rPr>
              <w:t>тепло</w:t>
            </w:r>
            <w:r w:rsidRPr="00AE2805">
              <w:rPr>
                <w:sz w:val="20"/>
                <w:szCs w:val="22"/>
              </w:rPr>
              <w:t>постачання</w:t>
            </w:r>
            <w:r>
              <w:rPr>
                <w:sz w:val="20"/>
                <w:szCs w:val="22"/>
              </w:rPr>
              <w:t>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ліквідація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аварійних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ru-RU"/>
              </w:rPr>
              <w:t>ситуації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на котельнях та</w:t>
            </w:r>
            <w:r w:rsidRPr="00AE280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ru-RU"/>
              </w:rPr>
              <w:t>теплових</w:t>
            </w:r>
            <w:proofErr w:type="spellEnd"/>
            <w:r w:rsidRPr="00AE2805">
              <w:rPr>
                <w:sz w:val="20"/>
                <w:szCs w:val="20"/>
                <w:lang w:val="ru-RU"/>
              </w:rPr>
              <w:t xml:space="preserve"> мереж</w:t>
            </w:r>
            <w:r>
              <w:rPr>
                <w:sz w:val="20"/>
                <w:szCs w:val="20"/>
                <w:lang w:val="ru-RU"/>
              </w:rPr>
              <w:t>ах</w:t>
            </w:r>
          </w:p>
        </w:tc>
      </w:tr>
      <w:tr w:rsidR="004F747D" w:rsidRPr="00C44CFB" w14:paraId="546808CE" w14:textId="77777777" w:rsidTr="00453902">
        <w:trPr>
          <w:trHeight w:val="243"/>
        </w:trPr>
        <w:tc>
          <w:tcPr>
            <w:tcW w:w="5128" w:type="dxa"/>
            <w:gridSpan w:val="5"/>
          </w:tcPr>
          <w:p w14:paraId="5638F903" w14:textId="77777777" w:rsidR="004F747D" w:rsidRPr="00C44CFB" w:rsidRDefault="004F747D" w:rsidP="004F747D">
            <w:pPr>
              <w:ind w:left="589" w:right="-116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62B5DEC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76304757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52DC6A6" w14:textId="3A3991DA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</w:t>
            </w:r>
            <w:r w:rsidRPr="00C44CFB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4</w:t>
            </w:r>
            <w:r w:rsidRPr="00C44CF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112" w:type="dxa"/>
            <w:vAlign w:val="center"/>
          </w:tcPr>
          <w:p w14:paraId="382A9377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4F747D" w:rsidRPr="00C44CFB" w14:paraId="33349203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75861084" w14:textId="18D72A66" w:rsidR="004F747D" w:rsidRPr="00C44CFB" w:rsidRDefault="004F747D" w:rsidP="004F747D">
            <w:pPr>
              <w:ind w:firstLine="119"/>
              <w:jc w:val="center"/>
              <w:rPr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 xml:space="preserve">СИЛИ КОМУНАЛЬНИХ ПІДПРИЄМСТВ </w:t>
            </w:r>
            <w:r>
              <w:rPr>
                <w:b/>
                <w:sz w:val="20"/>
                <w:szCs w:val="20"/>
              </w:rPr>
              <w:t xml:space="preserve"> УПРАВЛІННЯ</w:t>
            </w:r>
            <w:r w:rsidRPr="00AE2805">
              <w:rPr>
                <w:b/>
                <w:sz w:val="20"/>
                <w:szCs w:val="20"/>
              </w:rPr>
              <w:t xml:space="preserve"> ЖИТЛОВОГО ГОСПОДАРСТВА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AE2805">
              <w:rPr>
                <w:b/>
                <w:sz w:val="20"/>
                <w:szCs w:val="20"/>
              </w:rPr>
              <w:t>ЛЬВІВСЬКОЇ МІСЬКОЇ РАДИ</w:t>
            </w:r>
          </w:p>
        </w:tc>
      </w:tr>
      <w:tr w:rsidR="004F747D" w:rsidRPr="00C44CFB" w14:paraId="453C386A" w14:textId="77777777" w:rsidTr="00235626">
        <w:trPr>
          <w:trHeight w:val="1077"/>
        </w:trPr>
        <w:tc>
          <w:tcPr>
            <w:tcW w:w="562" w:type="dxa"/>
            <w:gridSpan w:val="3"/>
          </w:tcPr>
          <w:p w14:paraId="02D252E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9C2811D" w14:textId="216A5602" w:rsidR="004F747D" w:rsidRPr="00C44CFB" w:rsidRDefault="004F747D" w:rsidP="004F747D">
            <w:pPr>
              <w:ind w:firstLine="119"/>
              <w:jc w:val="both"/>
              <w:rPr>
                <w:sz w:val="20"/>
                <w:szCs w:val="22"/>
              </w:rPr>
            </w:pPr>
            <w:r w:rsidRPr="00AE2805">
              <w:rPr>
                <w:sz w:val="20"/>
                <w:szCs w:val="22"/>
              </w:rPr>
              <w:t xml:space="preserve">Львівське комунальне ремонтно-аварійне підприємство </w:t>
            </w:r>
          </w:p>
        </w:tc>
        <w:tc>
          <w:tcPr>
            <w:tcW w:w="3231" w:type="dxa"/>
          </w:tcPr>
          <w:p w14:paraId="15E02DA7" w14:textId="46728F6C" w:rsidR="004F747D" w:rsidRPr="00C44CFB" w:rsidRDefault="004F747D" w:rsidP="004F747D">
            <w:pPr>
              <w:jc w:val="center"/>
              <w:rPr>
                <w:sz w:val="20"/>
                <w:szCs w:val="22"/>
              </w:rPr>
            </w:pPr>
            <w:r w:rsidRPr="00AE2805">
              <w:rPr>
                <w:sz w:val="20"/>
                <w:szCs w:val="22"/>
              </w:rPr>
              <w:t>Аварійна служба</w:t>
            </w:r>
          </w:p>
        </w:tc>
        <w:tc>
          <w:tcPr>
            <w:tcW w:w="3154" w:type="dxa"/>
            <w:gridSpan w:val="2"/>
          </w:tcPr>
          <w:p w14:paraId="58FB70A0" w14:textId="0BBB1174" w:rsidR="004F747D" w:rsidRPr="00AE2805" w:rsidRDefault="004F747D" w:rsidP="004F747D">
            <w:pPr>
              <w:jc w:val="center"/>
              <w:rPr>
                <w:sz w:val="20"/>
                <w:szCs w:val="22"/>
              </w:rPr>
            </w:pPr>
            <w:proofErr w:type="spellStart"/>
            <w:r>
              <w:rPr>
                <w:sz w:val="20"/>
                <w:szCs w:val="22"/>
              </w:rPr>
              <w:t>м.Львів</w:t>
            </w:r>
            <w:proofErr w:type="spellEnd"/>
            <w:r>
              <w:rPr>
                <w:sz w:val="20"/>
                <w:szCs w:val="22"/>
              </w:rPr>
              <w:t xml:space="preserve">, </w:t>
            </w:r>
            <w:r w:rsidRPr="00AE2805">
              <w:rPr>
                <w:sz w:val="20"/>
                <w:szCs w:val="22"/>
              </w:rPr>
              <w:t xml:space="preserve">вул. </w:t>
            </w:r>
            <w:r>
              <w:rPr>
                <w:sz w:val="20"/>
                <w:szCs w:val="22"/>
              </w:rPr>
              <w:t>Чупринки, 58а</w:t>
            </w:r>
          </w:p>
          <w:p w14:paraId="411C85C3" w14:textId="77777777" w:rsidR="004F747D" w:rsidRDefault="004F747D" w:rsidP="004F747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238-99-06</w:t>
            </w:r>
          </w:p>
          <w:p w14:paraId="28C88B66" w14:textId="7E44694C" w:rsidR="004F747D" w:rsidRPr="00C44CFB" w:rsidRDefault="004F747D" w:rsidP="004F747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237-98-53</w:t>
            </w:r>
          </w:p>
        </w:tc>
        <w:tc>
          <w:tcPr>
            <w:tcW w:w="994" w:type="dxa"/>
          </w:tcPr>
          <w:p w14:paraId="30988D84" w14:textId="0A914C5F" w:rsidR="004F747D" w:rsidRPr="00C44CFB" w:rsidRDefault="004F747D" w:rsidP="004F747D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2"/>
                <w:lang w:val="ru-RU"/>
              </w:rPr>
              <w:t>9</w:t>
            </w:r>
            <w:r w:rsidRPr="00AE2805">
              <w:rPr>
                <w:sz w:val="20"/>
                <w:szCs w:val="22"/>
                <w:lang w:val="ru-RU"/>
              </w:rPr>
              <w:t>/</w:t>
            </w:r>
            <w:r>
              <w:rPr>
                <w:sz w:val="20"/>
                <w:szCs w:val="22"/>
                <w:lang w:val="ru-RU"/>
              </w:rPr>
              <w:t>3</w:t>
            </w:r>
          </w:p>
        </w:tc>
        <w:tc>
          <w:tcPr>
            <w:tcW w:w="3112" w:type="dxa"/>
          </w:tcPr>
          <w:p w14:paraId="6779C30A" w14:textId="366A3452" w:rsidR="004F747D" w:rsidRPr="00C44CFB" w:rsidRDefault="004F747D" w:rsidP="004F747D">
            <w:pPr>
              <w:jc w:val="center"/>
              <w:rPr>
                <w:sz w:val="20"/>
                <w:szCs w:val="22"/>
              </w:rPr>
            </w:pPr>
            <w:r w:rsidRPr="00AE2805">
              <w:rPr>
                <w:sz w:val="20"/>
                <w:szCs w:val="22"/>
              </w:rPr>
              <w:t>Ліквідація аварійних ситуацій на внутрішніх інженерних мережах району</w:t>
            </w:r>
          </w:p>
        </w:tc>
      </w:tr>
      <w:tr w:rsidR="004F747D" w:rsidRPr="00C44CFB" w14:paraId="59537F17" w14:textId="77777777" w:rsidTr="00235626">
        <w:trPr>
          <w:trHeight w:val="1077"/>
        </w:trPr>
        <w:tc>
          <w:tcPr>
            <w:tcW w:w="562" w:type="dxa"/>
            <w:gridSpan w:val="3"/>
          </w:tcPr>
          <w:p w14:paraId="324D15EC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24EC94A" w14:textId="18995E3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ЛКП «Районна аварійна служба» Залізничного району</w:t>
            </w:r>
          </w:p>
        </w:tc>
        <w:tc>
          <w:tcPr>
            <w:tcW w:w="3231" w:type="dxa"/>
            <w:vAlign w:val="center"/>
          </w:tcPr>
          <w:p w14:paraId="338CEB75" w14:textId="2163544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2"/>
              </w:rPr>
              <w:t>Аварійна служба</w:t>
            </w:r>
          </w:p>
        </w:tc>
        <w:tc>
          <w:tcPr>
            <w:tcW w:w="3154" w:type="dxa"/>
            <w:gridSpan w:val="2"/>
          </w:tcPr>
          <w:p w14:paraId="29E896BF" w14:textId="6FB115A2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м.Львів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AE2805">
              <w:rPr>
                <w:sz w:val="20"/>
                <w:szCs w:val="20"/>
              </w:rPr>
              <w:t>вул</w:t>
            </w:r>
            <w:r w:rsidRPr="00D71F5C">
              <w:rPr>
                <w:sz w:val="20"/>
                <w:szCs w:val="20"/>
                <w:shd w:val="clear" w:color="auto" w:fill="F2F2F2"/>
              </w:rPr>
              <w:t xml:space="preserve">. </w:t>
            </w:r>
            <w:proofErr w:type="spellStart"/>
            <w:r>
              <w:rPr>
                <w:sz w:val="20"/>
                <w:szCs w:val="20"/>
                <w:shd w:val="clear" w:color="auto" w:fill="F2F2F2"/>
              </w:rPr>
              <w:t>Я.Мудрого</w:t>
            </w:r>
            <w:proofErr w:type="spellEnd"/>
            <w:r w:rsidRPr="00AE280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12а</w:t>
            </w:r>
          </w:p>
          <w:p w14:paraId="4F43651B" w14:textId="5AEBE10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33-20-16</w:t>
            </w:r>
          </w:p>
        </w:tc>
        <w:tc>
          <w:tcPr>
            <w:tcW w:w="994" w:type="dxa"/>
          </w:tcPr>
          <w:p w14:paraId="678AA46F" w14:textId="037B0B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</w:t>
            </w:r>
            <w:r w:rsidRPr="00AE2805"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  <w:vAlign w:val="center"/>
          </w:tcPr>
          <w:p w14:paraId="4CD3182E" w14:textId="15B875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2"/>
              </w:rPr>
              <w:t>Ліквідація аварійних ситуацій на інженерних мережах району</w:t>
            </w:r>
          </w:p>
        </w:tc>
      </w:tr>
      <w:tr w:rsidR="004F747D" w:rsidRPr="00C44CFB" w14:paraId="3497F24F" w14:textId="77777777" w:rsidTr="00235626">
        <w:trPr>
          <w:trHeight w:val="1077"/>
        </w:trPr>
        <w:tc>
          <w:tcPr>
            <w:tcW w:w="562" w:type="dxa"/>
            <w:gridSpan w:val="3"/>
          </w:tcPr>
          <w:p w14:paraId="5870669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B1C135B" w14:textId="608D116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ЛКП «Районна аварійна служба» Франківського району</w:t>
            </w:r>
          </w:p>
        </w:tc>
        <w:tc>
          <w:tcPr>
            <w:tcW w:w="3231" w:type="dxa"/>
            <w:vAlign w:val="center"/>
          </w:tcPr>
          <w:p w14:paraId="2F1F70DD" w14:textId="1EE11F31" w:rsidR="004F747D" w:rsidRPr="00C44CFB" w:rsidRDefault="004F747D" w:rsidP="004F747D">
            <w:pPr>
              <w:jc w:val="center"/>
              <w:rPr>
                <w:sz w:val="20"/>
                <w:szCs w:val="22"/>
              </w:rPr>
            </w:pPr>
            <w:r w:rsidRPr="00AE2805">
              <w:rPr>
                <w:sz w:val="20"/>
                <w:szCs w:val="22"/>
              </w:rPr>
              <w:t>Аварійна служба</w:t>
            </w:r>
          </w:p>
        </w:tc>
        <w:tc>
          <w:tcPr>
            <w:tcW w:w="3154" w:type="dxa"/>
            <w:gridSpan w:val="2"/>
          </w:tcPr>
          <w:p w14:paraId="3D7669ED" w14:textId="171ED052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м.Львів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вул.Наукова</w:t>
            </w:r>
            <w:proofErr w:type="spellEnd"/>
            <w:r>
              <w:rPr>
                <w:sz w:val="20"/>
                <w:szCs w:val="20"/>
              </w:rPr>
              <w:t>, 49</w:t>
            </w:r>
          </w:p>
          <w:p w14:paraId="02CA7BBF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263-25-61</w:t>
            </w:r>
          </w:p>
          <w:p w14:paraId="643989DA" w14:textId="2CFA0F4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230-68-87</w:t>
            </w:r>
          </w:p>
        </w:tc>
        <w:tc>
          <w:tcPr>
            <w:tcW w:w="994" w:type="dxa"/>
          </w:tcPr>
          <w:p w14:paraId="0E6A598C" w14:textId="1028D5D0" w:rsidR="004F747D" w:rsidRPr="00C44CFB" w:rsidRDefault="004F747D" w:rsidP="004F747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20FA122C" w14:textId="099F4D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2"/>
              </w:rPr>
              <w:t>Ліквідація аварійних ситуацій на інженерних мережах району</w:t>
            </w:r>
          </w:p>
        </w:tc>
      </w:tr>
      <w:tr w:rsidR="004F747D" w:rsidRPr="00C44CFB" w14:paraId="452B0B66" w14:textId="77777777" w:rsidTr="00235626">
        <w:trPr>
          <w:trHeight w:val="1077"/>
        </w:trPr>
        <w:tc>
          <w:tcPr>
            <w:tcW w:w="562" w:type="dxa"/>
            <w:gridSpan w:val="3"/>
          </w:tcPr>
          <w:p w14:paraId="04D9CB51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25998AD" w14:textId="3F79798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Львівське комунальне транспортно-ремонтно-аварійне підприємство «ТРАП»</w:t>
            </w:r>
          </w:p>
        </w:tc>
        <w:tc>
          <w:tcPr>
            <w:tcW w:w="3231" w:type="dxa"/>
            <w:vAlign w:val="center"/>
          </w:tcPr>
          <w:p w14:paraId="3242EBCE" w14:textId="3237529C" w:rsidR="004F747D" w:rsidRPr="00C44CFB" w:rsidRDefault="004F747D" w:rsidP="004F747D">
            <w:pPr>
              <w:jc w:val="center"/>
              <w:rPr>
                <w:sz w:val="20"/>
                <w:szCs w:val="22"/>
              </w:rPr>
            </w:pPr>
            <w:r w:rsidRPr="00AE2805">
              <w:rPr>
                <w:sz w:val="20"/>
                <w:szCs w:val="22"/>
              </w:rPr>
              <w:t>Аварійна служба</w:t>
            </w:r>
          </w:p>
        </w:tc>
        <w:tc>
          <w:tcPr>
            <w:tcW w:w="3154" w:type="dxa"/>
            <w:gridSpan w:val="2"/>
          </w:tcPr>
          <w:p w14:paraId="0F68F11C" w14:textId="434B8F6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м.Львів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вул.Заводська</w:t>
            </w:r>
            <w:proofErr w:type="spellEnd"/>
            <w:r>
              <w:rPr>
                <w:sz w:val="20"/>
                <w:szCs w:val="20"/>
              </w:rPr>
              <w:t>, 30</w:t>
            </w:r>
          </w:p>
          <w:p w14:paraId="4C5D1833" w14:textId="47F668C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252-10-37</w:t>
            </w:r>
          </w:p>
        </w:tc>
        <w:tc>
          <w:tcPr>
            <w:tcW w:w="994" w:type="dxa"/>
          </w:tcPr>
          <w:p w14:paraId="2A76389E" w14:textId="531DAD0C" w:rsidR="004F747D" w:rsidRPr="00C44CFB" w:rsidRDefault="004F747D" w:rsidP="004F747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4/1</w:t>
            </w:r>
          </w:p>
        </w:tc>
        <w:tc>
          <w:tcPr>
            <w:tcW w:w="3112" w:type="dxa"/>
            <w:vAlign w:val="center"/>
          </w:tcPr>
          <w:p w14:paraId="1466C1F2" w14:textId="348485A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2"/>
              </w:rPr>
              <w:t>Ліквідація аварійних ситуацій на  інженерних мережах району</w:t>
            </w:r>
          </w:p>
        </w:tc>
      </w:tr>
      <w:tr w:rsidR="004F747D" w:rsidRPr="00C44CFB" w14:paraId="7B170DD3" w14:textId="77777777" w:rsidTr="00453902">
        <w:trPr>
          <w:trHeight w:val="273"/>
        </w:trPr>
        <w:tc>
          <w:tcPr>
            <w:tcW w:w="5128" w:type="dxa"/>
            <w:gridSpan w:val="5"/>
          </w:tcPr>
          <w:p w14:paraId="733F8226" w14:textId="77777777" w:rsidR="004F747D" w:rsidRPr="00C44CFB" w:rsidRDefault="004F747D" w:rsidP="004F747D">
            <w:pPr>
              <w:ind w:left="589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6670E21D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139F6B8C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5ED9ABF" w14:textId="36CF810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AE2805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1</w:t>
            </w:r>
            <w:r w:rsidRPr="00AE2805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112" w:type="dxa"/>
            <w:vAlign w:val="center"/>
          </w:tcPr>
          <w:p w14:paraId="675676C3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7358E308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3E7A4293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ІНШІ СИЛИ ЦИВІЛЬНОГО ЗАХИСТУ КОМУНАЛЬНИХ ПІДПРИЄМСТВ ОБЛАСТІ</w:t>
            </w:r>
          </w:p>
        </w:tc>
      </w:tr>
      <w:tr w:rsidR="004F747D" w:rsidRPr="00C44CFB" w14:paraId="6F9E1FEC" w14:textId="77777777" w:rsidTr="00453902">
        <w:trPr>
          <w:trHeight w:val="124"/>
        </w:trPr>
        <w:tc>
          <w:tcPr>
            <w:tcW w:w="598" w:type="dxa"/>
            <w:gridSpan w:val="4"/>
          </w:tcPr>
          <w:p w14:paraId="340A9DBF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4CE3BC51" w14:textId="77777777" w:rsidR="004F747D" w:rsidRPr="00AE2805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Комунальне підприємство</w:t>
            </w:r>
          </w:p>
          <w:p w14:paraId="755248A3" w14:textId="57BC40DF" w:rsidR="004F747D" w:rsidRPr="00C44CFB" w:rsidRDefault="004F747D" w:rsidP="004F747D">
            <w:pPr>
              <w:ind w:firstLine="119"/>
              <w:jc w:val="both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«</w:t>
            </w:r>
            <w:proofErr w:type="spellStart"/>
            <w:r w:rsidRPr="00AE2805">
              <w:rPr>
                <w:kern w:val="2"/>
                <w:sz w:val="20"/>
                <w:szCs w:val="20"/>
              </w:rPr>
              <w:t>Бориславтеплоенерго</w:t>
            </w:r>
            <w:proofErr w:type="spellEnd"/>
            <w:r w:rsidRPr="00AE2805"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70B99078" w14:textId="6C1195D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Аварійно-технічна бригада по теплових мережах</w:t>
            </w:r>
          </w:p>
        </w:tc>
        <w:tc>
          <w:tcPr>
            <w:tcW w:w="3154" w:type="dxa"/>
            <w:gridSpan w:val="2"/>
          </w:tcPr>
          <w:p w14:paraId="79AEF382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Борислав</w:t>
            </w:r>
          </w:p>
          <w:p w14:paraId="47C0B34B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вул. </w:t>
            </w:r>
            <w:proofErr w:type="spellStart"/>
            <w:r w:rsidRPr="00AE2805">
              <w:rPr>
                <w:sz w:val="20"/>
                <w:szCs w:val="20"/>
              </w:rPr>
              <w:t>Коваліва</w:t>
            </w:r>
            <w:proofErr w:type="spellEnd"/>
            <w:r w:rsidRPr="00AE2805">
              <w:rPr>
                <w:sz w:val="20"/>
                <w:szCs w:val="20"/>
              </w:rPr>
              <w:t>, 52а</w:t>
            </w:r>
          </w:p>
          <w:p w14:paraId="46565B12" w14:textId="46AB21D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(248) 5-43-54</w:t>
            </w:r>
          </w:p>
        </w:tc>
        <w:tc>
          <w:tcPr>
            <w:tcW w:w="994" w:type="dxa"/>
          </w:tcPr>
          <w:p w14:paraId="79F08BCA" w14:textId="2E3DBD3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1C2FC4D0" w14:textId="119018A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аварії на теплових мережах та в котельнях</w:t>
            </w:r>
          </w:p>
        </w:tc>
      </w:tr>
      <w:tr w:rsidR="004F747D" w:rsidRPr="00C44CFB" w14:paraId="2AE9C005" w14:textId="77777777" w:rsidTr="00453902">
        <w:trPr>
          <w:trHeight w:val="124"/>
        </w:trPr>
        <w:tc>
          <w:tcPr>
            <w:tcW w:w="598" w:type="dxa"/>
            <w:gridSpan w:val="4"/>
          </w:tcPr>
          <w:p w14:paraId="203BA21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600FAC2B" w14:textId="77777777" w:rsidR="004F747D" w:rsidRPr="00AE2805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Комунальне підприємство</w:t>
            </w:r>
          </w:p>
          <w:p w14:paraId="63AD0D69" w14:textId="544CC91C" w:rsidR="004F747D" w:rsidRPr="00C44CFB" w:rsidRDefault="004F747D" w:rsidP="004F747D">
            <w:pPr>
              <w:ind w:firstLine="119"/>
              <w:jc w:val="both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«</w:t>
            </w:r>
            <w:proofErr w:type="spellStart"/>
            <w:r>
              <w:rPr>
                <w:kern w:val="2"/>
                <w:sz w:val="20"/>
                <w:szCs w:val="20"/>
              </w:rPr>
              <w:t>Вододар</w:t>
            </w:r>
            <w:proofErr w:type="spellEnd"/>
            <w:r w:rsidRPr="00AE2805">
              <w:rPr>
                <w:kern w:val="2"/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00E8671D" w14:textId="20CC08B2" w:rsidR="004F747D" w:rsidRPr="00C44CFB" w:rsidRDefault="004F747D" w:rsidP="004F747D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Бригади слюсарів</w:t>
            </w:r>
          </w:p>
        </w:tc>
        <w:tc>
          <w:tcPr>
            <w:tcW w:w="3154" w:type="dxa"/>
            <w:gridSpan w:val="2"/>
          </w:tcPr>
          <w:p w14:paraId="4E76601E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Борислав</w:t>
            </w:r>
          </w:p>
          <w:p w14:paraId="2E52355E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В. Великого, 229а</w:t>
            </w:r>
          </w:p>
          <w:p w14:paraId="681C936D" w14:textId="22D6222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(248) 5-22-77</w:t>
            </w:r>
          </w:p>
        </w:tc>
        <w:tc>
          <w:tcPr>
            <w:tcW w:w="994" w:type="dxa"/>
          </w:tcPr>
          <w:p w14:paraId="2B509F34" w14:textId="0BE9053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4EF8693A" w14:textId="0578E62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Ліквідація аварій  на мережах водопровідно-каналізаційного господарства</w:t>
            </w:r>
          </w:p>
        </w:tc>
      </w:tr>
      <w:tr w:rsidR="004F747D" w:rsidRPr="00C44CFB" w14:paraId="79695FDB" w14:textId="77777777" w:rsidTr="00453902">
        <w:trPr>
          <w:trHeight w:val="124"/>
        </w:trPr>
        <w:tc>
          <w:tcPr>
            <w:tcW w:w="598" w:type="dxa"/>
            <w:gridSpan w:val="4"/>
          </w:tcPr>
          <w:p w14:paraId="64785382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0A22D066" w14:textId="77777777" w:rsidR="004F747D" w:rsidRPr="00AE2805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Комунальне підприємство</w:t>
            </w:r>
          </w:p>
          <w:p w14:paraId="6C4E0EBE" w14:textId="74A1852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« ЕКО- МІСТО»</w:t>
            </w:r>
          </w:p>
        </w:tc>
        <w:tc>
          <w:tcPr>
            <w:tcW w:w="3231" w:type="dxa"/>
          </w:tcPr>
          <w:p w14:paraId="09988B55" w14:textId="737F5B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Аварійна</w:t>
            </w:r>
            <w:r w:rsidRPr="00AE2805">
              <w:rPr>
                <w:sz w:val="20"/>
                <w:szCs w:val="20"/>
              </w:rPr>
              <w:t xml:space="preserve"> служба</w:t>
            </w:r>
          </w:p>
        </w:tc>
        <w:tc>
          <w:tcPr>
            <w:tcW w:w="3154" w:type="dxa"/>
            <w:gridSpan w:val="2"/>
          </w:tcPr>
          <w:p w14:paraId="77EFC25E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Борислав,</w:t>
            </w:r>
          </w:p>
          <w:p w14:paraId="44008676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вул. Шевченка, 67</w:t>
            </w:r>
          </w:p>
          <w:p w14:paraId="3DA17715" w14:textId="63332F8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(248) 5-04-09</w:t>
            </w:r>
          </w:p>
        </w:tc>
        <w:tc>
          <w:tcPr>
            <w:tcW w:w="994" w:type="dxa"/>
          </w:tcPr>
          <w:p w14:paraId="76622410" w14:textId="3DB29BD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2E0E65EF" w14:textId="08116C7D" w:rsidR="004F747D" w:rsidRPr="00C44CFB" w:rsidRDefault="004F747D" w:rsidP="004F747D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Очищення доріг, підвезення води</w:t>
            </w:r>
          </w:p>
        </w:tc>
      </w:tr>
      <w:tr w:rsidR="004F747D" w:rsidRPr="00C44CFB" w14:paraId="6B45850B" w14:textId="77777777" w:rsidTr="00453902">
        <w:trPr>
          <w:trHeight w:val="124"/>
        </w:trPr>
        <w:tc>
          <w:tcPr>
            <w:tcW w:w="598" w:type="dxa"/>
            <w:gridSpan w:val="4"/>
          </w:tcPr>
          <w:p w14:paraId="5A8F533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47773161" w14:textId="1F7BA1AC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КП «Борислав світло»</w:t>
            </w:r>
          </w:p>
        </w:tc>
        <w:tc>
          <w:tcPr>
            <w:tcW w:w="3231" w:type="dxa"/>
          </w:tcPr>
          <w:p w14:paraId="42AE2104" w14:textId="64F6080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</w:t>
            </w:r>
            <w:r>
              <w:rPr>
                <w:sz w:val="20"/>
                <w:szCs w:val="20"/>
              </w:rPr>
              <w:t>а</w:t>
            </w:r>
            <w:r w:rsidRPr="00AE2805">
              <w:rPr>
                <w:sz w:val="20"/>
                <w:szCs w:val="20"/>
              </w:rPr>
              <w:t xml:space="preserve"> служба</w:t>
            </w:r>
          </w:p>
        </w:tc>
        <w:tc>
          <w:tcPr>
            <w:tcW w:w="3154" w:type="dxa"/>
            <w:gridSpan w:val="2"/>
          </w:tcPr>
          <w:p w14:paraId="4D9F6F8D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Борислав, </w:t>
            </w:r>
          </w:p>
          <w:p w14:paraId="78876117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Івасюка,12</w:t>
            </w:r>
          </w:p>
          <w:p w14:paraId="32B4D33C" w14:textId="7CA4ACA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тел..5-41-97</w:t>
            </w:r>
          </w:p>
        </w:tc>
        <w:tc>
          <w:tcPr>
            <w:tcW w:w="994" w:type="dxa"/>
          </w:tcPr>
          <w:p w14:paraId="5E1881EE" w14:textId="547FB7A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AE2805">
              <w:rPr>
                <w:sz w:val="20"/>
                <w:szCs w:val="20"/>
              </w:rPr>
              <w:t>/1</w:t>
            </w:r>
          </w:p>
        </w:tc>
        <w:tc>
          <w:tcPr>
            <w:tcW w:w="3112" w:type="dxa"/>
          </w:tcPr>
          <w:p w14:paraId="6D3D7F32" w14:textId="42B5D57E" w:rsidR="004F747D" w:rsidRPr="00C44CFB" w:rsidRDefault="004F747D" w:rsidP="004F747D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Відновлення дорожнього освітлення у разі аварій</w:t>
            </w:r>
          </w:p>
        </w:tc>
      </w:tr>
      <w:tr w:rsidR="004F747D" w:rsidRPr="00C44CFB" w14:paraId="6DA68DE8" w14:textId="77777777" w:rsidTr="00453902">
        <w:trPr>
          <w:trHeight w:val="124"/>
        </w:trPr>
        <w:tc>
          <w:tcPr>
            <w:tcW w:w="598" w:type="dxa"/>
            <w:gridSpan w:val="4"/>
          </w:tcPr>
          <w:p w14:paraId="650DD5C7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ECF2AF4" w14:textId="54CC095B" w:rsidR="004F747D" w:rsidRPr="00C44CFB" w:rsidRDefault="004F747D" w:rsidP="004F747D">
            <w:pPr>
              <w:tabs>
                <w:tab w:val="left" w:pos="3478"/>
              </w:tabs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   КП «Зелений світ»</w:t>
            </w:r>
            <w:r w:rsidRPr="00AE2805">
              <w:rPr>
                <w:sz w:val="20"/>
                <w:szCs w:val="20"/>
              </w:rPr>
              <w:tab/>
            </w:r>
          </w:p>
        </w:tc>
        <w:tc>
          <w:tcPr>
            <w:tcW w:w="3231" w:type="dxa"/>
          </w:tcPr>
          <w:p w14:paraId="4CAFAF8D" w14:textId="328FC5F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50A99F3E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Борислав, вул. І . Сеник,7</w:t>
            </w:r>
          </w:p>
          <w:p w14:paraId="7E25BDF6" w14:textId="164EEE8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.. (248) 5-08-64</w:t>
            </w:r>
          </w:p>
        </w:tc>
        <w:tc>
          <w:tcPr>
            <w:tcW w:w="994" w:type="dxa"/>
          </w:tcPr>
          <w:p w14:paraId="08F58A52" w14:textId="6D22A00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E2805">
              <w:rPr>
                <w:sz w:val="20"/>
                <w:szCs w:val="20"/>
              </w:rPr>
              <w:t>/1</w:t>
            </w:r>
          </w:p>
        </w:tc>
        <w:tc>
          <w:tcPr>
            <w:tcW w:w="3112" w:type="dxa"/>
          </w:tcPr>
          <w:p w14:paraId="4EC81A52" w14:textId="64629365" w:rsidR="004F747D" w:rsidRPr="00C44CFB" w:rsidRDefault="004F747D" w:rsidP="004F747D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аварійної ситуації у разі повалення зелених насаджень</w:t>
            </w:r>
          </w:p>
        </w:tc>
      </w:tr>
      <w:tr w:rsidR="004F747D" w:rsidRPr="00C44CFB" w14:paraId="6F5ED270" w14:textId="77777777" w:rsidTr="00453902">
        <w:trPr>
          <w:trHeight w:val="124"/>
        </w:trPr>
        <w:tc>
          <w:tcPr>
            <w:tcW w:w="598" w:type="dxa"/>
            <w:gridSpan w:val="4"/>
          </w:tcPr>
          <w:p w14:paraId="299F007B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3E24A9F" w14:textId="34BD7BF5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Комунальне підприємство ”</w:t>
            </w:r>
            <w:proofErr w:type="spellStart"/>
            <w:r w:rsidRPr="00AE2805">
              <w:rPr>
                <w:sz w:val="20"/>
                <w:szCs w:val="20"/>
              </w:rPr>
              <w:t>Дрогобичводоканал</w:t>
            </w:r>
            <w:proofErr w:type="spellEnd"/>
            <w:r w:rsidRPr="00AE2805">
              <w:rPr>
                <w:sz w:val="20"/>
                <w:szCs w:val="20"/>
              </w:rPr>
              <w:t>”</w:t>
            </w:r>
          </w:p>
        </w:tc>
        <w:tc>
          <w:tcPr>
            <w:tcW w:w="3231" w:type="dxa"/>
          </w:tcPr>
          <w:p w14:paraId="2B558ABB" w14:textId="64493FE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Аварійно-технічна служба</w:t>
            </w:r>
          </w:p>
        </w:tc>
        <w:tc>
          <w:tcPr>
            <w:tcW w:w="3154" w:type="dxa"/>
            <w:gridSpan w:val="2"/>
          </w:tcPr>
          <w:p w14:paraId="0BB80107" w14:textId="6925F302" w:rsidR="004F747D" w:rsidRPr="00C44CFB" w:rsidRDefault="004F747D" w:rsidP="004F747D">
            <w:pPr>
              <w:ind w:right="-3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Дрогобич, вул. Федьковича, 11, </w:t>
            </w: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(244) 2-00-54</w:t>
            </w:r>
          </w:p>
        </w:tc>
        <w:tc>
          <w:tcPr>
            <w:tcW w:w="994" w:type="dxa"/>
          </w:tcPr>
          <w:p w14:paraId="2D0C1BE5" w14:textId="6FE88F5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5/3</w:t>
            </w:r>
          </w:p>
        </w:tc>
        <w:tc>
          <w:tcPr>
            <w:tcW w:w="3112" w:type="dxa"/>
          </w:tcPr>
          <w:p w14:paraId="4496FC6E" w14:textId="47D08B0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аварій на водопровідно-каналізаційних мережах і спорудах</w:t>
            </w:r>
          </w:p>
        </w:tc>
      </w:tr>
      <w:tr w:rsidR="004F747D" w:rsidRPr="00C44CFB" w14:paraId="29CF4B6B" w14:textId="77777777" w:rsidTr="00453902">
        <w:trPr>
          <w:trHeight w:val="124"/>
        </w:trPr>
        <w:tc>
          <w:tcPr>
            <w:tcW w:w="598" w:type="dxa"/>
            <w:gridSpan w:val="4"/>
          </w:tcPr>
          <w:p w14:paraId="23BC01A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7E986451" w14:textId="26722D7D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Комунальне підприємство ”</w:t>
            </w:r>
            <w:proofErr w:type="spellStart"/>
            <w:r w:rsidRPr="00AE2805">
              <w:rPr>
                <w:sz w:val="20"/>
                <w:szCs w:val="20"/>
              </w:rPr>
              <w:t>Дрогобичтеплоенерго</w:t>
            </w:r>
            <w:proofErr w:type="spellEnd"/>
            <w:r w:rsidRPr="00AE2805">
              <w:rPr>
                <w:sz w:val="20"/>
                <w:szCs w:val="20"/>
              </w:rPr>
              <w:t>”</w:t>
            </w:r>
          </w:p>
        </w:tc>
        <w:tc>
          <w:tcPr>
            <w:tcW w:w="3231" w:type="dxa"/>
          </w:tcPr>
          <w:p w14:paraId="374D72E9" w14:textId="0547D2C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Аварійно-рятувальна ланка</w:t>
            </w:r>
          </w:p>
        </w:tc>
        <w:tc>
          <w:tcPr>
            <w:tcW w:w="3154" w:type="dxa"/>
            <w:gridSpan w:val="2"/>
          </w:tcPr>
          <w:p w14:paraId="2F6CEE63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Дрогобич,</w:t>
            </w:r>
          </w:p>
          <w:p w14:paraId="01020F41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Індустріальна, 1-а</w:t>
            </w:r>
          </w:p>
          <w:p w14:paraId="470FE86F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(244) 2-01-21</w:t>
            </w:r>
          </w:p>
          <w:p w14:paraId="2CBFBFE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533179F3" w14:textId="4854D08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78D0A70D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аварій</w:t>
            </w:r>
          </w:p>
          <w:p w14:paraId="6BDA1E74" w14:textId="77A5A00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на теплових мережах, котельнях та ЦТП</w:t>
            </w:r>
          </w:p>
        </w:tc>
      </w:tr>
      <w:tr w:rsidR="004F747D" w:rsidRPr="00C44CFB" w14:paraId="5F44A723" w14:textId="77777777" w:rsidTr="00453902">
        <w:trPr>
          <w:trHeight w:val="124"/>
        </w:trPr>
        <w:tc>
          <w:tcPr>
            <w:tcW w:w="598" w:type="dxa"/>
            <w:gridSpan w:val="4"/>
          </w:tcPr>
          <w:p w14:paraId="108D0457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0CEC477D" w14:textId="27F8DB3A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  <w:lang w:val="en-US"/>
              </w:rPr>
              <w:t>Комунальне</w:t>
            </w:r>
            <w:proofErr w:type="spellEnd"/>
            <w:r w:rsidRPr="00AE2805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  <w:lang w:val="en-US"/>
              </w:rPr>
              <w:t>підприємство</w:t>
            </w:r>
            <w:proofErr w:type="spellEnd"/>
            <w:r w:rsidRPr="00AE2805">
              <w:rPr>
                <w:sz w:val="20"/>
                <w:szCs w:val="20"/>
                <w:lang w:val="en-US"/>
              </w:rPr>
              <w:t xml:space="preserve"> “</w:t>
            </w:r>
            <w:r w:rsidRPr="00AE2805">
              <w:rPr>
                <w:sz w:val="20"/>
                <w:szCs w:val="20"/>
              </w:rPr>
              <w:t>Управитель</w:t>
            </w:r>
            <w:r>
              <w:rPr>
                <w:sz w:val="20"/>
                <w:szCs w:val="20"/>
              </w:rPr>
              <w:t xml:space="preserve"> </w:t>
            </w:r>
            <w:r w:rsidRPr="00AE2805">
              <w:rPr>
                <w:sz w:val="20"/>
                <w:szCs w:val="20"/>
              </w:rPr>
              <w:t>ЖЕО»</w:t>
            </w:r>
          </w:p>
        </w:tc>
        <w:tc>
          <w:tcPr>
            <w:tcW w:w="3231" w:type="dxa"/>
          </w:tcPr>
          <w:p w14:paraId="5F7F3DA1" w14:textId="10FEF9D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20C388A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Дрогобич,</w:t>
            </w:r>
          </w:p>
          <w:p w14:paraId="085EE09D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вул. Індустріальна,4.</w:t>
            </w:r>
          </w:p>
          <w:p w14:paraId="17E35F2D" w14:textId="3ADBAE5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( 244) 2-37-85</w:t>
            </w:r>
          </w:p>
        </w:tc>
        <w:tc>
          <w:tcPr>
            <w:tcW w:w="994" w:type="dxa"/>
          </w:tcPr>
          <w:p w14:paraId="08C6F67A" w14:textId="18BD22F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53EA517A" w14:textId="2AF431C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аварій в системах життєзабезпечення в житловому секторі</w:t>
            </w:r>
          </w:p>
        </w:tc>
      </w:tr>
      <w:tr w:rsidR="004F747D" w:rsidRPr="00C44CFB" w14:paraId="532D2F9E" w14:textId="77777777" w:rsidTr="00D450ED">
        <w:trPr>
          <w:trHeight w:val="70"/>
        </w:trPr>
        <w:tc>
          <w:tcPr>
            <w:tcW w:w="598" w:type="dxa"/>
            <w:gridSpan w:val="4"/>
          </w:tcPr>
          <w:p w14:paraId="67CCC02E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34F59614" w14:textId="75259DE4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Комунальне підприємство ”</w:t>
            </w:r>
            <w:r>
              <w:rPr>
                <w:sz w:val="20"/>
                <w:szCs w:val="20"/>
              </w:rPr>
              <w:t>Г</w:t>
            </w:r>
            <w:r w:rsidRPr="00AE2805">
              <w:rPr>
                <w:sz w:val="20"/>
                <w:szCs w:val="20"/>
              </w:rPr>
              <w:t>осподар</w:t>
            </w:r>
            <w:r>
              <w:rPr>
                <w:sz w:val="20"/>
                <w:szCs w:val="20"/>
              </w:rPr>
              <w:t>ник</w:t>
            </w:r>
            <w:r w:rsidRPr="00AE2805">
              <w:rPr>
                <w:sz w:val="20"/>
                <w:szCs w:val="20"/>
              </w:rPr>
              <w:t>”</w:t>
            </w:r>
          </w:p>
        </w:tc>
        <w:tc>
          <w:tcPr>
            <w:tcW w:w="3231" w:type="dxa"/>
          </w:tcPr>
          <w:p w14:paraId="1793E440" w14:textId="3F27196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5A07767D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Смт.Східниця</w:t>
            </w:r>
            <w:proofErr w:type="spellEnd"/>
            <w:r w:rsidRPr="00AE2805">
              <w:rPr>
                <w:sz w:val="20"/>
                <w:szCs w:val="20"/>
              </w:rPr>
              <w:t>,</w:t>
            </w:r>
          </w:p>
          <w:p w14:paraId="6B5977F8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вул. </w:t>
            </w:r>
            <w:r>
              <w:rPr>
                <w:sz w:val="20"/>
                <w:szCs w:val="20"/>
              </w:rPr>
              <w:t>Золота Баня, 3</w:t>
            </w:r>
          </w:p>
          <w:p w14:paraId="4BD5BA29" w14:textId="625C47C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 xml:space="preserve">. (244) </w:t>
            </w:r>
            <w:r>
              <w:rPr>
                <w:sz w:val="20"/>
                <w:szCs w:val="20"/>
              </w:rPr>
              <w:t>4-81-69</w:t>
            </w:r>
          </w:p>
        </w:tc>
        <w:tc>
          <w:tcPr>
            <w:tcW w:w="994" w:type="dxa"/>
          </w:tcPr>
          <w:p w14:paraId="6153A483" w14:textId="093A595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E81187F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аварій</w:t>
            </w:r>
          </w:p>
          <w:p w14:paraId="60DB2BD3" w14:textId="5995901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на теплових мережах, котельнях та ЦТП</w:t>
            </w:r>
          </w:p>
        </w:tc>
      </w:tr>
      <w:tr w:rsidR="004F747D" w:rsidRPr="00C44CFB" w14:paraId="763E4449" w14:textId="77777777" w:rsidTr="00D450ED">
        <w:trPr>
          <w:trHeight w:val="74"/>
        </w:trPr>
        <w:tc>
          <w:tcPr>
            <w:tcW w:w="598" w:type="dxa"/>
            <w:gridSpan w:val="4"/>
          </w:tcPr>
          <w:p w14:paraId="0788A4CE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0273599" w14:textId="59C56E90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КП « </w:t>
            </w:r>
            <w:proofErr w:type="spellStart"/>
            <w:r w:rsidRPr="00AE2805">
              <w:rPr>
                <w:sz w:val="20"/>
                <w:szCs w:val="20"/>
              </w:rPr>
              <w:t>Трускавецьсвітло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1B40025B" w14:textId="062F6A9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Ланка </w:t>
            </w:r>
            <w:r>
              <w:rPr>
                <w:sz w:val="20"/>
                <w:szCs w:val="20"/>
              </w:rPr>
              <w:t>з о</w:t>
            </w:r>
            <w:r w:rsidRPr="00AE2805">
              <w:rPr>
                <w:sz w:val="20"/>
                <w:szCs w:val="20"/>
              </w:rPr>
              <w:t xml:space="preserve">бслуговування мереж вуличного освітлення </w:t>
            </w:r>
          </w:p>
        </w:tc>
        <w:tc>
          <w:tcPr>
            <w:tcW w:w="3154" w:type="dxa"/>
            <w:gridSpan w:val="2"/>
          </w:tcPr>
          <w:p w14:paraId="641932B7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Трускавець</w:t>
            </w:r>
          </w:p>
          <w:p w14:paraId="35BB8D18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Мазепи, 40</w:t>
            </w:r>
          </w:p>
          <w:p w14:paraId="5AE0654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6D9A897A" w14:textId="772099C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E2805">
              <w:rPr>
                <w:sz w:val="20"/>
                <w:szCs w:val="20"/>
              </w:rPr>
              <w:t>/1</w:t>
            </w:r>
          </w:p>
        </w:tc>
        <w:tc>
          <w:tcPr>
            <w:tcW w:w="3112" w:type="dxa"/>
          </w:tcPr>
          <w:p w14:paraId="5C990AC0" w14:textId="38B91D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Обслуговування мереж вуличного освітлення Трускавецької </w:t>
            </w:r>
            <w:r>
              <w:rPr>
                <w:sz w:val="20"/>
                <w:szCs w:val="20"/>
              </w:rPr>
              <w:t>ТГ</w:t>
            </w:r>
            <w:r w:rsidRPr="00AE2805">
              <w:rPr>
                <w:sz w:val="20"/>
                <w:szCs w:val="20"/>
              </w:rPr>
              <w:t xml:space="preserve"> окрім с. </w:t>
            </w:r>
            <w:proofErr w:type="spellStart"/>
            <w:r w:rsidRPr="00AE2805">
              <w:rPr>
                <w:sz w:val="20"/>
                <w:szCs w:val="20"/>
              </w:rPr>
              <w:t>Орів</w:t>
            </w:r>
            <w:proofErr w:type="spellEnd"/>
          </w:p>
        </w:tc>
      </w:tr>
      <w:tr w:rsidR="004F747D" w:rsidRPr="00C44CFB" w14:paraId="243B1E5F" w14:textId="77777777" w:rsidTr="00D450ED">
        <w:trPr>
          <w:trHeight w:val="70"/>
        </w:trPr>
        <w:tc>
          <w:tcPr>
            <w:tcW w:w="598" w:type="dxa"/>
            <w:gridSpan w:val="4"/>
          </w:tcPr>
          <w:p w14:paraId="4DCE8ADF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07B26BA6" w14:textId="30A4CB24" w:rsidR="004F747D" w:rsidRPr="00C44CFB" w:rsidRDefault="004F747D" w:rsidP="004F747D">
            <w:pPr>
              <w:ind w:firstLine="119"/>
              <w:jc w:val="both"/>
              <w:rPr>
                <w:sz w:val="20"/>
                <w:szCs w:val="26"/>
              </w:rPr>
            </w:pPr>
            <w:r w:rsidRPr="00AE2805">
              <w:rPr>
                <w:sz w:val="20"/>
                <w:szCs w:val="26"/>
              </w:rPr>
              <w:t>ТзОВ „</w:t>
            </w:r>
            <w:proofErr w:type="spellStart"/>
            <w:r w:rsidRPr="00AE2805">
              <w:rPr>
                <w:sz w:val="20"/>
                <w:szCs w:val="26"/>
              </w:rPr>
              <w:t>Трускавецьводоканал</w:t>
            </w:r>
            <w:proofErr w:type="spellEnd"/>
            <w:r w:rsidRPr="00AE2805">
              <w:rPr>
                <w:sz w:val="20"/>
                <w:szCs w:val="26"/>
              </w:rPr>
              <w:t>”</w:t>
            </w:r>
          </w:p>
        </w:tc>
        <w:tc>
          <w:tcPr>
            <w:tcW w:w="3231" w:type="dxa"/>
          </w:tcPr>
          <w:p w14:paraId="62D88297" w14:textId="3D11ED35" w:rsidR="004F747D" w:rsidRPr="00C44CFB" w:rsidRDefault="004F747D" w:rsidP="004F747D">
            <w:pPr>
              <w:jc w:val="center"/>
              <w:rPr>
                <w:sz w:val="20"/>
                <w:szCs w:val="26"/>
              </w:rPr>
            </w:pPr>
            <w:r w:rsidRPr="00AE2805">
              <w:rPr>
                <w:sz w:val="20"/>
                <w:szCs w:val="26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73C5EEE1" w14:textId="77777777" w:rsidR="004F747D" w:rsidRPr="00AE2805" w:rsidRDefault="004F747D" w:rsidP="004F747D">
            <w:pPr>
              <w:jc w:val="center"/>
              <w:rPr>
                <w:sz w:val="20"/>
                <w:szCs w:val="26"/>
              </w:rPr>
            </w:pPr>
            <w:proofErr w:type="spellStart"/>
            <w:r w:rsidRPr="00AE2805">
              <w:rPr>
                <w:sz w:val="20"/>
                <w:szCs w:val="26"/>
              </w:rPr>
              <w:t>м.Трускавець</w:t>
            </w:r>
            <w:proofErr w:type="spellEnd"/>
            <w:r w:rsidRPr="00AE2805">
              <w:rPr>
                <w:sz w:val="20"/>
                <w:szCs w:val="26"/>
              </w:rPr>
              <w:t>,</w:t>
            </w:r>
          </w:p>
          <w:p w14:paraId="0B6A2BC5" w14:textId="77777777" w:rsidR="004F747D" w:rsidRPr="00AE2805" w:rsidRDefault="004F747D" w:rsidP="004F747D">
            <w:pPr>
              <w:jc w:val="center"/>
              <w:rPr>
                <w:sz w:val="20"/>
                <w:szCs w:val="26"/>
              </w:rPr>
            </w:pPr>
            <w:r w:rsidRPr="00AE2805">
              <w:rPr>
                <w:sz w:val="20"/>
                <w:szCs w:val="26"/>
              </w:rPr>
              <w:t>вул. Івана Франка, 59</w:t>
            </w:r>
          </w:p>
          <w:p w14:paraId="10D1D44B" w14:textId="031DEC21" w:rsidR="004F747D" w:rsidRPr="00C44CFB" w:rsidRDefault="004F747D" w:rsidP="004F747D">
            <w:pPr>
              <w:jc w:val="center"/>
              <w:rPr>
                <w:sz w:val="20"/>
                <w:szCs w:val="26"/>
              </w:rPr>
            </w:pPr>
            <w:proofErr w:type="spellStart"/>
            <w:r w:rsidRPr="00AE2805">
              <w:rPr>
                <w:sz w:val="20"/>
                <w:szCs w:val="26"/>
              </w:rPr>
              <w:t>тел</w:t>
            </w:r>
            <w:proofErr w:type="spellEnd"/>
            <w:r w:rsidRPr="00AE2805">
              <w:rPr>
                <w:sz w:val="20"/>
                <w:szCs w:val="26"/>
              </w:rPr>
              <w:t>. (247) 5-20-33</w:t>
            </w:r>
          </w:p>
        </w:tc>
        <w:tc>
          <w:tcPr>
            <w:tcW w:w="994" w:type="dxa"/>
          </w:tcPr>
          <w:p w14:paraId="5CC9FED6" w14:textId="2DF84D0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39/5</w:t>
            </w:r>
          </w:p>
        </w:tc>
        <w:tc>
          <w:tcPr>
            <w:tcW w:w="3112" w:type="dxa"/>
          </w:tcPr>
          <w:p w14:paraId="4C423D6B" w14:textId="29AF2736" w:rsidR="004F747D" w:rsidRPr="00C44CFB" w:rsidRDefault="004F747D" w:rsidP="004F747D">
            <w:pPr>
              <w:jc w:val="center"/>
              <w:rPr>
                <w:sz w:val="20"/>
                <w:szCs w:val="26"/>
              </w:rPr>
            </w:pPr>
            <w:r w:rsidRPr="00AE2805">
              <w:rPr>
                <w:sz w:val="20"/>
                <w:szCs w:val="26"/>
              </w:rPr>
              <w:t>Ліквідація аварій на лініях водопостачання міста</w:t>
            </w:r>
          </w:p>
        </w:tc>
      </w:tr>
      <w:tr w:rsidR="004F747D" w:rsidRPr="00C44CFB" w14:paraId="666F0191" w14:textId="77777777" w:rsidTr="00D450ED">
        <w:trPr>
          <w:trHeight w:val="70"/>
        </w:trPr>
        <w:tc>
          <w:tcPr>
            <w:tcW w:w="598" w:type="dxa"/>
            <w:gridSpan w:val="4"/>
          </w:tcPr>
          <w:p w14:paraId="0B08D697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6D1D1B8C" w14:textId="3F801929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КП « Парк </w:t>
            </w:r>
            <w:r>
              <w:rPr>
                <w:sz w:val="20"/>
                <w:szCs w:val="20"/>
              </w:rPr>
              <w:t>К</w:t>
            </w:r>
            <w:r w:rsidRPr="00AE2805">
              <w:rPr>
                <w:sz w:val="20"/>
                <w:szCs w:val="20"/>
              </w:rPr>
              <w:t>урортний»</w:t>
            </w:r>
          </w:p>
        </w:tc>
        <w:tc>
          <w:tcPr>
            <w:tcW w:w="3231" w:type="dxa"/>
          </w:tcPr>
          <w:p w14:paraId="4A70933D" w14:textId="30520BD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569E128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Трускавець</w:t>
            </w:r>
          </w:p>
          <w:p w14:paraId="721E5D5E" w14:textId="093A68F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Героїв У</w:t>
            </w:r>
            <w:r>
              <w:rPr>
                <w:sz w:val="20"/>
                <w:szCs w:val="20"/>
              </w:rPr>
              <w:t>ПА</w:t>
            </w:r>
            <w:r w:rsidRPr="00AE280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4" w:type="dxa"/>
          </w:tcPr>
          <w:p w14:paraId="11F0CF65" w14:textId="20D998FC" w:rsidR="004F747D" w:rsidRPr="00D450E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3F17F5">
              <w:rPr>
                <w:sz w:val="20"/>
                <w:szCs w:val="20"/>
              </w:rPr>
              <w:t>33/6</w:t>
            </w:r>
          </w:p>
        </w:tc>
        <w:tc>
          <w:tcPr>
            <w:tcW w:w="3112" w:type="dxa"/>
          </w:tcPr>
          <w:p w14:paraId="5E510D10" w14:textId="56CEB97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благоустрою та інші види діяльності з прибирання</w:t>
            </w:r>
          </w:p>
        </w:tc>
      </w:tr>
      <w:tr w:rsidR="004F747D" w:rsidRPr="00C44CFB" w14:paraId="7339EBE1" w14:textId="77777777" w:rsidTr="00453902">
        <w:trPr>
          <w:trHeight w:val="124"/>
        </w:trPr>
        <w:tc>
          <w:tcPr>
            <w:tcW w:w="598" w:type="dxa"/>
            <w:gridSpan w:val="4"/>
          </w:tcPr>
          <w:p w14:paraId="4B9C00F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6B8D6FD" w14:textId="53ACD8E0" w:rsidR="004F747D" w:rsidRPr="00C44CFB" w:rsidRDefault="004F747D" w:rsidP="004F747D">
            <w:pPr>
              <w:suppressAutoHyphens/>
              <w:ind w:firstLine="119"/>
              <w:jc w:val="both"/>
              <w:rPr>
                <w:lang w:eastAsia="zh-CN"/>
              </w:rPr>
            </w:pPr>
            <w:r>
              <w:rPr>
                <w:sz w:val="20"/>
                <w:szCs w:val="20"/>
              </w:rPr>
              <w:t>КП «Служба муніципального управління» Дрогобицької міської ради</w:t>
            </w:r>
          </w:p>
        </w:tc>
        <w:tc>
          <w:tcPr>
            <w:tcW w:w="3231" w:type="dxa"/>
          </w:tcPr>
          <w:p w14:paraId="0C1C9CF4" w14:textId="2908E563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  <w:r w:rsidRPr="00AE2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gridSpan w:val="2"/>
          </w:tcPr>
          <w:p w14:paraId="5554E2E7" w14:textId="11491A58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м.Дрогобич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П.Орлика</w:t>
            </w:r>
            <w:proofErr w:type="spellEnd"/>
            <w:r>
              <w:rPr>
                <w:sz w:val="20"/>
                <w:szCs w:val="20"/>
              </w:rPr>
              <w:t>, 15</w:t>
            </w:r>
          </w:p>
          <w:p w14:paraId="768F7DF4" w14:textId="34918CE3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>
              <w:rPr>
                <w:sz w:val="20"/>
                <w:szCs w:val="20"/>
              </w:rPr>
              <w:t>0972284489</w:t>
            </w:r>
          </w:p>
        </w:tc>
        <w:tc>
          <w:tcPr>
            <w:tcW w:w="994" w:type="dxa"/>
          </w:tcPr>
          <w:p w14:paraId="79DFDF64" w14:textId="4ED6B98E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3F17F5">
              <w:rPr>
                <w:sz w:val="20"/>
                <w:szCs w:val="20"/>
              </w:rPr>
              <w:t>20/5</w:t>
            </w:r>
          </w:p>
        </w:tc>
        <w:tc>
          <w:tcPr>
            <w:tcW w:w="3112" w:type="dxa"/>
          </w:tcPr>
          <w:p w14:paraId="1C89F2F2" w14:textId="1E99554E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>
              <w:rPr>
                <w:sz w:val="20"/>
                <w:szCs w:val="20"/>
              </w:rPr>
              <w:t>Забезпечення відновлення асфальтового покриття після проведення АВР на мережах систем життєзабезпечення</w:t>
            </w:r>
          </w:p>
        </w:tc>
      </w:tr>
      <w:tr w:rsidR="004F747D" w:rsidRPr="00C44CFB" w14:paraId="10A074B9" w14:textId="77777777" w:rsidTr="00453902">
        <w:trPr>
          <w:trHeight w:val="124"/>
        </w:trPr>
        <w:tc>
          <w:tcPr>
            <w:tcW w:w="598" w:type="dxa"/>
            <w:gridSpan w:val="4"/>
          </w:tcPr>
          <w:p w14:paraId="101AF8E6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7B6A4735" w14:textId="77777777" w:rsidR="004F747D" w:rsidRPr="00AE2805" w:rsidRDefault="004F747D" w:rsidP="004F747D">
            <w:pPr>
              <w:ind w:firstLine="119"/>
              <w:jc w:val="both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Комунальне підприємство</w:t>
            </w:r>
          </w:p>
          <w:p w14:paraId="11925EAF" w14:textId="373AAD19" w:rsidR="004F747D" w:rsidRPr="00C44CFB" w:rsidRDefault="004F747D" w:rsidP="004F747D">
            <w:pPr>
              <w:suppressAutoHyphens/>
              <w:ind w:firstLine="119"/>
              <w:jc w:val="both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“</w:t>
            </w:r>
            <w:proofErr w:type="spellStart"/>
            <w:r w:rsidRPr="00AE2805">
              <w:rPr>
                <w:sz w:val="20"/>
                <w:szCs w:val="26"/>
              </w:rPr>
              <w:t>Стрийводоканал</w:t>
            </w:r>
            <w:proofErr w:type="spellEnd"/>
            <w:r w:rsidRPr="00AE2805">
              <w:rPr>
                <w:sz w:val="20"/>
                <w:szCs w:val="26"/>
              </w:rPr>
              <w:t>”</w:t>
            </w:r>
          </w:p>
        </w:tc>
        <w:tc>
          <w:tcPr>
            <w:tcW w:w="3231" w:type="dxa"/>
          </w:tcPr>
          <w:p w14:paraId="374728EE" w14:textId="610F60D6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2602D9E5" w14:textId="77777777" w:rsidR="004F747D" w:rsidRPr="00AE2805" w:rsidRDefault="004F747D" w:rsidP="004F747D">
            <w:pPr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м. Стрий</w:t>
            </w:r>
          </w:p>
          <w:p w14:paraId="566DEC19" w14:textId="77777777" w:rsidR="004F747D" w:rsidRPr="00AE2805" w:rsidRDefault="004F747D" w:rsidP="004F747D">
            <w:pPr>
              <w:jc w:val="center"/>
            </w:pPr>
            <w:proofErr w:type="spellStart"/>
            <w:r w:rsidRPr="00AE2805">
              <w:rPr>
                <w:sz w:val="20"/>
                <w:szCs w:val="26"/>
              </w:rPr>
              <w:t>вул.Нижанківського</w:t>
            </w:r>
            <w:proofErr w:type="spellEnd"/>
            <w:r w:rsidRPr="00AE2805">
              <w:rPr>
                <w:sz w:val="20"/>
                <w:szCs w:val="26"/>
              </w:rPr>
              <w:t>, 49</w:t>
            </w:r>
          </w:p>
          <w:p w14:paraId="75B6E327" w14:textId="520766FA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 xml:space="preserve">(245) 5-21-41, </w:t>
            </w:r>
            <w:proofErr w:type="spellStart"/>
            <w:r w:rsidRPr="00AE2805">
              <w:rPr>
                <w:sz w:val="20"/>
                <w:szCs w:val="26"/>
              </w:rPr>
              <w:t>дисп</w:t>
            </w:r>
            <w:proofErr w:type="spellEnd"/>
            <w:r w:rsidRPr="00AE2805">
              <w:rPr>
                <w:sz w:val="20"/>
                <w:szCs w:val="26"/>
              </w:rPr>
              <w:t>. 5-85-74</w:t>
            </w:r>
          </w:p>
        </w:tc>
        <w:tc>
          <w:tcPr>
            <w:tcW w:w="994" w:type="dxa"/>
          </w:tcPr>
          <w:p w14:paraId="04353E11" w14:textId="0106743E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>
              <w:rPr>
                <w:sz w:val="20"/>
                <w:szCs w:val="26"/>
              </w:rPr>
              <w:t>5</w:t>
            </w:r>
            <w:r w:rsidRPr="00AE2805">
              <w:rPr>
                <w:sz w:val="20"/>
                <w:szCs w:val="26"/>
              </w:rPr>
              <w:t>/</w:t>
            </w:r>
            <w:r>
              <w:rPr>
                <w:sz w:val="20"/>
                <w:szCs w:val="26"/>
              </w:rPr>
              <w:t>3</w:t>
            </w:r>
          </w:p>
        </w:tc>
        <w:tc>
          <w:tcPr>
            <w:tcW w:w="3112" w:type="dxa"/>
          </w:tcPr>
          <w:p w14:paraId="099ABF10" w14:textId="6FA625D1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 xml:space="preserve">Відновлювальні роботи на </w:t>
            </w:r>
            <w:proofErr w:type="spellStart"/>
            <w:r w:rsidRPr="00AE2805">
              <w:rPr>
                <w:sz w:val="20"/>
                <w:szCs w:val="26"/>
              </w:rPr>
              <w:t>водоканалізаційному</w:t>
            </w:r>
            <w:proofErr w:type="spellEnd"/>
            <w:r w:rsidRPr="00AE2805">
              <w:rPr>
                <w:sz w:val="20"/>
                <w:szCs w:val="26"/>
              </w:rPr>
              <w:t xml:space="preserve"> господарстві</w:t>
            </w:r>
          </w:p>
        </w:tc>
      </w:tr>
      <w:tr w:rsidR="004F747D" w:rsidRPr="00C44CFB" w14:paraId="793D48CA" w14:textId="77777777" w:rsidTr="00453902">
        <w:trPr>
          <w:trHeight w:val="124"/>
        </w:trPr>
        <w:tc>
          <w:tcPr>
            <w:tcW w:w="598" w:type="dxa"/>
            <w:gridSpan w:val="4"/>
          </w:tcPr>
          <w:p w14:paraId="76AAA19D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405C514" w14:textId="77777777" w:rsidR="004F747D" w:rsidRPr="00AE2805" w:rsidRDefault="004F747D" w:rsidP="004F747D">
            <w:pPr>
              <w:ind w:firstLine="119"/>
              <w:jc w:val="both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Комунальне підприємство</w:t>
            </w:r>
          </w:p>
          <w:p w14:paraId="0B06FE06" w14:textId="7C6662E8" w:rsidR="004F747D" w:rsidRPr="00C44CFB" w:rsidRDefault="004F747D" w:rsidP="004F747D">
            <w:pPr>
              <w:suppressAutoHyphens/>
              <w:ind w:firstLine="119"/>
              <w:jc w:val="both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“</w:t>
            </w:r>
            <w:proofErr w:type="spellStart"/>
            <w:r w:rsidRPr="00AE2805">
              <w:rPr>
                <w:sz w:val="20"/>
                <w:szCs w:val="26"/>
              </w:rPr>
              <w:t>Стрийтеплоенерго</w:t>
            </w:r>
            <w:proofErr w:type="spellEnd"/>
            <w:r w:rsidRPr="00AE2805">
              <w:rPr>
                <w:sz w:val="20"/>
                <w:szCs w:val="26"/>
              </w:rPr>
              <w:t>”</w:t>
            </w:r>
          </w:p>
        </w:tc>
        <w:tc>
          <w:tcPr>
            <w:tcW w:w="3231" w:type="dxa"/>
          </w:tcPr>
          <w:p w14:paraId="264BD491" w14:textId="7EED6BE4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755115B7" w14:textId="77777777" w:rsidR="004F747D" w:rsidRPr="00AE2805" w:rsidRDefault="004F747D" w:rsidP="004F747D">
            <w:pPr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 xml:space="preserve">м. Стрий </w:t>
            </w:r>
            <w:proofErr w:type="spellStart"/>
            <w:r w:rsidRPr="00AE2805">
              <w:rPr>
                <w:sz w:val="20"/>
                <w:szCs w:val="26"/>
              </w:rPr>
              <w:t>вул.Новаківського</w:t>
            </w:r>
            <w:proofErr w:type="spellEnd"/>
            <w:r w:rsidRPr="00AE2805">
              <w:rPr>
                <w:sz w:val="20"/>
                <w:szCs w:val="26"/>
              </w:rPr>
              <w:t>, 9</w:t>
            </w:r>
          </w:p>
          <w:p w14:paraId="2BBD7BE0" w14:textId="42BB127A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 xml:space="preserve">5-80-67 , 5-75-69,  </w:t>
            </w:r>
            <w:proofErr w:type="spellStart"/>
            <w:r w:rsidRPr="00AE2805">
              <w:rPr>
                <w:sz w:val="20"/>
                <w:szCs w:val="26"/>
              </w:rPr>
              <w:t>дисп</w:t>
            </w:r>
            <w:proofErr w:type="spellEnd"/>
            <w:r w:rsidRPr="00AE2805">
              <w:rPr>
                <w:sz w:val="20"/>
                <w:szCs w:val="26"/>
              </w:rPr>
              <w:t>. 5-90-05</w:t>
            </w:r>
          </w:p>
        </w:tc>
        <w:tc>
          <w:tcPr>
            <w:tcW w:w="994" w:type="dxa"/>
          </w:tcPr>
          <w:p w14:paraId="1F45FC3F" w14:textId="1DC0BC0C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>
              <w:rPr>
                <w:sz w:val="20"/>
                <w:szCs w:val="26"/>
              </w:rPr>
              <w:t>12</w:t>
            </w:r>
            <w:r w:rsidRPr="00AE2805">
              <w:rPr>
                <w:sz w:val="20"/>
                <w:szCs w:val="26"/>
              </w:rPr>
              <w:t>/</w:t>
            </w:r>
            <w:r>
              <w:rPr>
                <w:sz w:val="20"/>
                <w:szCs w:val="26"/>
              </w:rPr>
              <w:t>6</w:t>
            </w:r>
          </w:p>
        </w:tc>
        <w:tc>
          <w:tcPr>
            <w:tcW w:w="3112" w:type="dxa"/>
          </w:tcPr>
          <w:p w14:paraId="5AEAB562" w14:textId="05FAD727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відновлювальні роботи  на системах теплопостачання</w:t>
            </w:r>
          </w:p>
        </w:tc>
      </w:tr>
      <w:tr w:rsidR="004F747D" w:rsidRPr="00C44CFB" w14:paraId="6799EAA2" w14:textId="77777777" w:rsidTr="00453902">
        <w:trPr>
          <w:trHeight w:val="124"/>
        </w:trPr>
        <w:tc>
          <w:tcPr>
            <w:tcW w:w="598" w:type="dxa"/>
            <w:gridSpan w:val="4"/>
          </w:tcPr>
          <w:p w14:paraId="3F1E6591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0C2B5301" w14:textId="031CAEE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6"/>
              </w:rPr>
              <w:t>Стрийський міський комбінат комунальних підприємств»</w:t>
            </w:r>
          </w:p>
        </w:tc>
        <w:tc>
          <w:tcPr>
            <w:tcW w:w="3231" w:type="dxa"/>
          </w:tcPr>
          <w:p w14:paraId="751C1358" w14:textId="7E6E0B6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6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5EB7B566" w14:textId="77777777" w:rsidR="004F747D" w:rsidRPr="00AE2805" w:rsidRDefault="004F747D" w:rsidP="004F747D">
            <w:pPr>
              <w:jc w:val="center"/>
              <w:rPr>
                <w:lang w:eastAsia="zh-CN"/>
              </w:rPr>
            </w:pPr>
            <w:r w:rsidRPr="00AE2805">
              <w:rPr>
                <w:sz w:val="20"/>
                <w:szCs w:val="26"/>
              </w:rPr>
              <w:t>м. Стрий</w:t>
            </w:r>
          </w:p>
          <w:p w14:paraId="48B6F221" w14:textId="77777777" w:rsidR="004F747D" w:rsidRPr="00AE2805" w:rsidRDefault="004F747D" w:rsidP="004F747D">
            <w:pPr>
              <w:jc w:val="center"/>
            </w:pPr>
            <w:proofErr w:type="spellStart"/>
            <w:r w:rsidRPr="00AE2805">
              <w:rPr>
                <w:sz w:val="20"/>
                <w:szCs w:val="26"/>
              </w:rPr>
              <w:t>вул.Нижанківського</w:t>
            </w:r>
            <w:proofErr w:type="spellEnd"/>
            <w:r w:rsidRPr="00AE2805">
              <w:rPr>
                <w:sz w:val="20"/>
                <w:szCs w:val="26"/>
              </w:rPr>
              <w:t xml:space="preserve"> , 50</w:t>
            </w:r>
          </w:p>
          <w:p w14:paraId="743A79C0" w14:textId="2D73C14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6"/>
              </w:rPr>
              <w:t xml:space="preserve">(245) 5-30-53,  </w:t>
            </w:r>
            <w:proofErr w:type="spellStart"/>
            <w:r w:rsidRPr="00AE2805">
              <w:rPr>
                <w:sz w:val="20"/>
                <w:szCs w:val="26"/>
              </w:rPr>
              <w:t>дисп</w:t>
            </w:r>
            <w:proofErr w:type="spellEnd"/>
            <w:r w:rsidRPr="00AE2805">
              <w:rPr>
                <w:sz w:val="20"/>
                <w:szCs w:val="26"/>
              </w:rPr>
              <w:t>. 05, 5-89-91</w:t>
            </w:r>
          </w:p>
        </w:tc>
        <w:tc>
          <w:tcPr>
            <w:tcW w:w="994" w:type="dxa"/>
          </w:tcPr>
          <w:p w14:paraId="025DB543" w14:textId="4CCB23E6" w:rsidR="004F747D" w:rsidRPr="00C44CFB" w:rsidRDefault="004F747D" w:rsidP="004F747D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  <w:szCs w:val="26"/>
              </w:rPr>
              <w:t>1</w:t>
            </w:r>
            <w:r w:rsidRPr="00AE2805">
              <w:rPr>
                <w:sz w:val="20"/>
                <w:szCs w:val="26"/>
              </w:rPr>
              <w:t>6/</w:t>
            </w:r>
            <w:r>
              <w:rPr>
                <w:sz w:val="20"/>
                <w:szCs w:val="26"/>
              </w:rPr>
              <w:t>0</w:t>
            </w:r>
          </w:p>
        </w:tc>
        <w:tc>
          <w:tcPr>
            <w:tcW w:w="3112" w:type="dxa"/>
          </w:tcPr>
          <w:p w14:paraId="5FFF7E37" w14:textId="282D1D9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6"/>
              </w:rPr>
              <w:t>відновлювальні роботи в системі ко</w:t>
            </w:r>
            <w:r>
              <w:rPr>
                <w:sz w:val="20"/>
                <w:szCs w:val="26"/>
              </w:rPr>
              <w:t>м</w:t>
            </w:r>
            <w:r w:rsidRPr="00AE2805">
              <w:rPr>
                <w:sz w:val="20"/>
                <w:szCs w:val="26"/>
              </w:rPr>
              <w:t>унального господарства</w:t>
            </w:r>
          </w:p>
        </w:tc>
      </w:tr>
      <w:tr w:rsidR="004F747D" w:rsidRPr="00C44CFB" w14:paraId="3F81C752" w14:textId="77777777" w:rsidTr="00453902">
        <w:trPr>
          <w:trHeight w:val="124"/>
        </w:trPr>
        <w:tc>
          <w:tcPr>
            <w:tcW w:w="598" w:type="dxa"/>
            <w:gridSpan w:val="4"/>
          </w:tcPr>
          <w:p w14:paraId="16CB33DA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FFB2FCF" w14:textId="65D557C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ТзОВ</w:t>
            </w:r>
            <w:r w:rsidRPr="00AE2805">
              <w:rPr>
                <w:sz w:val="20"/>
                <w:szCs w:val="20"/>
              </w:rPr>
              <w:t xml:space="preserve"> «Енергія-Новий Розділ»</w:t>
            </w:r>
          </w:p>
        </w:tc>
        <w:tc>
          <w:tcPr>
            <w:tcW w:w="3231" w:type="dxa"/>
          </w:tcPr>
          <w:p w14:paraId="5265EF7D" w14:textId="4494C43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1A38F6F5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Новий Розділ,</w:t>
            </w:r>
          </w:p>
          <w:p w14:paraId="1666E195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Грушевського, 37</w:t>
            </w:r>
          </w:p>
          <w:p w14:paraId="1D5E1EE7" w14:textId="03E8DD0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(261) 2-24-00</w:t>
            </w:r>
          </w:p>
        </w:tc>
        <w:tc>
          <w:tcPr>
            <w:tcW w:w="994" w:type="dxa"/>
          </w:tcPr>
          <w:p w14:paraId="3ED45477" w14:textId="177455D3" w:rsidR="004F747D" w:rsidRPr="00C44CFB" w:rsidRDefault="004F747D" w:rsidP="004F747D">
            <w:pPr>
              <w:jc w:val="center"/>
              <w:rPr>
                <w:sz w:val="20"/>
                <w:szCs w:val="22"/>
                <w:lang w:val="ru-RU"/>
              </w:rPr>
            </w:pPr>
            <w:r>
              <w:rPr>
                <w:sz w:val="20"/>
              </w:rPr>
              <w:t>5</w:t>
            </w:r>
            <w:r w:rsidRPr="00AE2805">
              <w:rPr>
                <w:sz w:val="20"/>
              </w:rPr>
              <w:t>/</w:t>
            </w:r>
            <w:r>
              <w:rPr>
                <w:sz w:val="20"/>
              </w:rPr>
              <w:t>3</w:t>
            </w:r>
          </w:p>
        </w:tc>
        <w:tc>
          <w:tcPr>
            <w:tcW w:w="3112" w:type="dxa"/>
          </w:tcPr>
          <w:p w14:paraId="476D19C0" w14:textId="650D31E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електро</w:t>
            </w:r>
            <w:proofErr w:type="spellEnd"/>
            <w:r w:rsidRPr="00AE2805">
              <w:rPr>
                <w:sz w:val="20"/>
                <w:szCs w:val="20"/>
              </w:rPr>
              <w:t xml:space="preserve"> – водо та тепломережах</w:t>
            </w:r>
          </w:p>
        </w:tc>
      </w:tr>
      <w:tr w:rsidR="004F747D" w:rsidRPr="00C44CFB" w14:paraId="0624996B" w14:textId="77777777" w:rsidTr="00453902">
        <w:trPr>
          <w:trHeight w:val="124"/>
        </w:trPr>
        <w:tc>
          <w:tcPr>
            <w:tcW w:w="598" w:type="dxa"/>
            <w:gridSpan w:val="4"/>
          </w:tcPr>
          <w:p w14:paraId="70C87631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46414CBB" w14:textId="77777777" w:rsidR="004F747D" w:rsidRPr="00AE2805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Комунальне підприємство</w:t>
            </w:r>
          </w:p>
          <w:p w14:paraId="556B3B19" w14:textId="52297088" w:rsidR="004F747D" w:rsidRPr="00C44CFB" w:rsidRDefault="004F747D" w:rsidP="004F747D">
            <w:pPr>
              <w:ind w:firstLine="119"/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«</w:t>
            </w:r>
            <w:proofErr w:type="spellStart"/>
            <w:r w:rsidRPr="00AE2805">
              <w:rPr>
                <w:sz w:val="20"/>
                <w:szCs w:val="20"/>
              </w:rPr>
              <w:t>Розділжитлосервіс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2856B119" w14:textId="1ACF000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  <w:r w:rsidRPr="00AE2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gridSpan w:val="2"/>
          </w:tcPr>
          <w:p w14:paraId="123FDDBD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Новий Розділ,</w:t>
            </w:r>
          </w:p>
          <w:p w14:paraId="372A580E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Грушевського, 37</w:t>
            </w:r>
          </w:p>
          <w:p w14:paraId="1E3B51D0" w14:textId="6E80D3F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(261) 2-44-33</w:t>
            </w:r>
          </w:p>
        </w:tc>
        <w:tc>
          <w:tcPr>
            <w:tcW w:w="994" w:type="dxa"/>
          </w:tcPr>
          <w:p w14:paraId="64BE4CEF" w14:textId="5F51BF5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4</w:t>
            </w:r>
            <w:r w:rsidRPr="00AE2805">
              <w:rPr>
                <w:sz w:val="20"/>
              </w:rPr>
              <w:t>/</w:t>
            </w:r>
            <w:r>
              <w:rPr>
                <w:sz w:val="20"/>
              </w:rPr>
              <w:t>0</w:t>
            </w:r>
          </w:p>
        </w:tc>
        <w:tc>
          <w:tcPr>
            <w:tcW w:w="3112" w:type="dxa"/>
          </w:tcPr>
          <w:p w14:paraId="5E266769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Внутрішньо</w:t>
            </w:r>
          </w:p>
          <w:p w14:paraId="739A6BC0" w14:textId="025A1C3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будинковий ремонт,  прибирання снігу тощо</w:t>
            </w:r>
          </w:p>
        </w:tc>
      </w:tr>
      <w:tr w:rsidR="004F747D" w:rsidRPr="00C44CFB" w14:paraId="6B85734F" w14:textId="77777777" w:rsidTr="00453902">
        <w:trPr>
          <w:trHeight w:val="124"/>
        </w:trPr>
        <w:tc>
          <w:tcPr>
            <w:tcW w:w="598" w:type="dxa"/>
            <w:gridSpan w:val="4"/>
          </w:tcPr>
          <w:p w14:paraId="451E4A4E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36156129" w14:textId="55F80646" w:rsidR="004F747D" w:rsidRPr="00C44CFB" w:rsidRDefault="004F747D" w:rsidP="004F747D">
            <w:pPr>
              <w:ind w:firstLine="119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bCs w:val="0"/>
                <w:sz w:val="20"/>
                <w:szCs w:val="20"/>
              </w:rPr>
              <w:t>Житловово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 – комунальне господарство Тростянецької сільської ради</w:t>
            </w:r>
          </w:p>
        </w:tc>
        <w:tc>
          <w:tcPr>
            <w:tcW w:w="3231" w:type="dxa"/>
          </w:tcPr>
          <w:p w14:paraId="2715850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  <w:p w14:paraId="61A7E74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7F9DF120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с.Тростянець</w:t>
            </w:r>
            <w:proofErr w:type="spellEnd"/>
            <w:r w:rsidRPr="00AE2805">
              <w:rPr>
                <w:sz w:val="20"/>
                <w:szCs w:val="20"/>
              </w:rPr>
              <w:t xml:space="preserve">, </w:t>
            </w:r>
          </w:p>
          <w:p w14:paraId="680C8F33" w14:textId="69385BA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  <w:lang w:eastAsia="uk-UA"/>
              </w:rPr>
              <w:t>0982296999</w:t>
            </w:r>
          </w:p>
        </w:tc>
        <w:tc>
          <w:tcPr>
            <w:tcW w:w="994" w:type="dxa"/>
          </w:tcPr>
          <w:p w14:paraId="44DE7DF4" w14:textId="3221C9D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4/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2692DF18" w14:textId="5549670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Ремонт та обслуговування багатоквартирних житлових будинків</w:t>
            </w:r>
            <w:r w:rsidRPr="00AE2805">
              <w:rPr>
                <w:sz w:val="20"/>
                <w:szCs w:val="22"/>
              </w:rPr>
              <w:t xml:space="preserve"> та ліквідація аварійних ситуацій на внутрішніх інженерних мережах</w:t>
            </w:r>
          </w:p>
        </w:tc>
      </w:tr>
      <w:tr w:rsidR="004F747D" w:rsidRPr="00C44CFB" w14:paraId="4564B054" w14:textId="77777777" w:rsidTr="00453902">
        <w:trPr>
          <w:trHeight w:val="124"/>
        </w:trPr>
        <w:tc>
          <w:tcPr>
            <w:tcW w:w="598" w:type="dxa"/>
            <w:gridSpan w:val="4"/>
          </w:tcPr>
          <w:p w14:paraId="79A5847F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DD9046E" w14:textId="7C02E955" w:rsidR="004F747D" w:rsidRPr="00C44CFB" w:rsidRDefault="004F747D" w:rsidP="004F747D">
            <w:pPr>
              <w:ind w:firstLine="119"/>
              <w:jc w:val="both"/>
              <w:rPr>
                <w:bCs w:val="0"/>
                <w:sz w:val="20"/>
                <w:szCs w:val="20"/>
              </w:rPr>
            </w:pPr>
            <w:proofErr w:type="spellStart"/>
            <w:r w:rsidRPr="00AE2805">
              <w:rPr>
                <w:bCs w:val="0"/>
                <w:sz w:val="20"/>
                <w:szCs w:val="20"/>
              </w:rPr>
              <w:t>Житловово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 – комунальне господарство 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Розвадівської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231" w:type="dxa"/>
          </w:tcPr>
          <w:p w14:paraId="16BE6801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  <w:p w14:paraId="698BD962" w14:textId="5A70221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21A8A73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с.Пісочна</w:t>
            </w:r>
            <w:proofErr w:type="spellEnd"/>
            <w:r w:rsidRPr="00AE2805">
              <w:rPr>
                <w:sz w:val="20"/>
                <w:szCs w:val="20"/>
              </w:rPr>
              <w:t xml:space="preserve">, </w:t>
            </w: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</w:t>
            </w:r>
          </w:p>
          <w:p w14:paraId="5E247D77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 </w:t>
            </w:r>
            <w:r w:rsidRPr="00AE2805">
              <w:rPr>
                <w:sz w:val="20"/>
                <w:szCs w:val="20"/>
                <w:lang w:eastAsia="uk-UA"/>
              </w:rPr>
              <w:t>0964340402</w:t>
            </w:r>
          </w:p>
          <w:p w14:paraId="12BB6118" w14:textId="7BD2A0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39887EC8" w14:textId="38EE21D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447486D0" w14:textId="2293EB67" w:rsidR="004F747D" w:rsidRPr="00C44CFB" w:rsidRDefault="004F747D" w:rsidP="004F747D">
            <w:pPr>
              <w:jc w:val="center"/>
              <w:rPr>
                <w:i/>
              </w:rPr>
            </w:pPr>
            <w:r w:rsidRPr="00AE2805">
              <w:rPr>
                <w:sz w:val="20"/>
                <w:szCs w:val="20"/>
              </w:rPr>
              <w:t>Ремонт та обслуговування багатоквартирних житлових будинків</w:t>
            </w:r>
            <w:r w:rsidRPr="00AE2805">
              <w:rPr>
                <w:sz w:val="20"/>
                <w:szCs w:val="22"/>
              </w:rPr>
              <w:t xml:space="preserve"> та ліквідація аварійних ситуацій на внутрішніх інженерних мережах</w:t>
            </w:r>
          </w:p>
        </w:tc>
      </w:tr>
      <w:tr w:rsidR="004F747D" w:rsidRPr="00C44CFB" w14:paraId="482A63E8" w14:textId="77777777" w:rsidTr="00453902">
        <w:trPr>
          <w:trHeight w:val="124"/>
        </w:trPr>
        <w:tc>
          <w:tcPr>
            <w:tcW w:w="598" w:type="dxa"/>
            <w:gridSpan w:val="4"/>
          </w:tcPr>
          <w:p w14:paraId="42CD6D6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DEA7E3A" w14:textId="1FBA82CC" w:rsidR="004F747D" w:rsidRPr="00C44CFB" w:rsidRDefault="004F747D" w:rsidP="004F747D">
            <w:pPr>
              <w:ind w:firstLine="119"/>
              <w:jc w:val="both"/>
              <w:rPr>
                <w:bCs w:val="0"/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МКП “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Миколаївводоканал</w:t>
            </w:r>
            <w:proofErr w:type="spellEnd"/>
            <w:r w:rsidRPr="00AE2805">
              <w:rPr>
                <w:bCs w:val="0"/>
                <w:sz w:val="20"/>
                <w:szCs w:val="20"/>
              </w:rPr>
              <w:t>”</w:t>
            </w:r>
          </w:p>
        </w:tc>
        <w:tc>
          <w:tcPr>
            <w:tcW w:w="3231" w:type="dxa"/>
          </w:tcPr>
          <w:p w14:paraId="0456B8AA" w14:textId="51387E5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Аварійні бригада</w:t>
            </w:r>
          </w:p>
        </w:tc>
        <w:tc>
          <w:tcPr>
            <w:tcW w:w="3154" w:type="dxa"/>
            <w:gridSpan w:val="2"/>
          </w:tcPr>
          <w:p w14:paraId="7F52915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м.Миколаїв</w:t>
            </w:r>
            <w:proofErr w:type="spellEnd"/>
            <w:r w:rsidRPr="00AE2805">
              <w:rPr>
                <w:sz w:val="20"/>
                <w:szCs w:val="20"/>
              </w:rPr>
              <w:t>, вул.В</w:t>
            </w:r>
            <w:r>
              <w:rPr>
                <w:sz w:val="20"/>
                <w:szCs w:val="20"/>
              </w:rPr>
              <w:t>о</w:t>
            </w:r>
            <w:r w:rsidRPr="00AE2805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’</w:t>
            </w:r>
            <w:r w:rsidRPr="00AE2805">
              <w:rPr>
                <w:sz w:val="20"/>
                <w:szCs w:val="20"/>
              </w:rPr>
              <w:t>єднання,10.</w:t>
            </w:r>
          </w:p>
          <w:p w14:paraId="4B8CFC02" w14:textId="1D9F6F8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Тел.52-162  51-486.</w:t>
            </w:r>
          </w:p>
        </w:tc>
        <w:tc>
          <w:tcPr>
            <w:tcW w:w="994" w:type="dxa"/>
          </w:tcPr>
          <w:p w14:paraId="7AACB27D" w14:textId="0885961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4E48567A" w14:textId="07DB84E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Ліквідація аварій  на мережах водопровідно-каналізаційного господарства</w:t>
            </w:r>
          </w:p>
        </w:tc>
      </w:tr>
      <w:tr w:rsidR="004F747D" w:rsidRPr="00C44CFB" w14:paraId="27A67DED" w14:textId="77777777" w:rsidTr="00453902">
        <w:trPr>
          <w:trHeight w:val="124"/>
        </w:trPr>
        <w:tc>
          <w:tcPr>
            <w:tcW w:w="598" w:type="dxa"/>
            <w:gridSpan w:val="4"/>
          </w:tcPr>
          <w:p w14:paraId="1D47901A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D700099" w14:textId="0B85C9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bCs w:val="0"/>
                <w:sz w:val="20"/>
                <w:szCs w:val="20"/>
              </w:rPr>
              <w:t>МКП “</w:t>
            </w:r>
            <w:proofErr w:type="spellStart"/>
            <w:r w:rsidRPr="00AE2805">
              <w:rPr>
                <w:bCs w:val="0"/>
                <w:sz w:val="20"/>
                <w:szCs w:val="20"/>
              </w:rPr>
              <w:t>Житловово</w:t>
            </w:r>
            <w:proofErr w:type="spellEnd"/>
            <w:r w:rsidRPr="00AE2805">
              <w:rPr>
                <w:bCs w:val="0"/>
                <w:sz w:val="20"/>
                <w:szCs w:val="20"/>
              </w:rPr>
              <w:t xml:space="preserve"> – комунальне управління”</w:t>
            </w:r>
          </w:p>
        </w:tc>
        <w:tc>
          <w:tcPr>
            <w:tcW w:w="3231" w:type="dxa"/>
          </w:tcPr>
          <w:p w14:paraId="268E9B45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  <w:p w14:paraId="2CD3CE8A" w14:textId="714EC9E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47E77305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м.Миколаїв</w:t>
            </w:r>
            <w:proofErr w:type="spellEnd"/>
            <w:r w:rsidRPr="00AE2805">
              <w:rPr>
                <w:sz w:val="20"/>
                <w:szCs w:val="20"/>
              </w:rPr>
              <w:t>, вул.Д.Галицького,8</w:t>
            </w:r>
          </w:p>
          <w:p w14:paraId="15344F33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52-631</w:t>
            </w:r>
          </w:p>
          <w:p w14:paraId="54A75F9F" w14:textId="2793EF4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340C2849" w14:textId="12CF1CD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517243F9" w14:textId="2E92184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Ремонт та обслуговування багатоквартирних житлових будинків</w:t>
            </w:r>
            <w:r w:rsidRPr="00AE2805">
              <w:rPr>
                <w:sz w:val="20"/>
                <w:szCs w:val="22"/>
              </w:rPr>
              <w:t xml:space="preserve"> та ліквідація аварійних ситуацій на внутрішніх інженерних мережах</w:t>
            </w:r>
          </w:p>
        </w:tc>
      </w:tr>
      <w:tr w:rsidR="004F747D" w:rsidRPr="00C44CFB" w14:paraId="5537E84C" w14:textId="77777777" w:rsidTr="00453902">
        <w:trPr>
          <w:trHeight w:val="96"/>
        </w:trPr>
        <w:tc>
          <w:tcPr>
            <w:tcW w:w="598" w:type="dxa"/>
            <w:gridSpan w:val="4"/>
          </w:tcPr>
          <w:p w14:paraId="3939B81A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76589076" w14:textId="35B95FA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КП « Управляюча компанія</w:t>
            </w:r>
            <w:r>
              <w:rPr>
                <w:sz w:val="20"/>
                <w:szCs w:val="20"/>
              </w:rPr>
              <w:t xml:space="preserve"> «</w:t>
            </w:r>
            <w:r w:rsidRPr="00AE2805">
              <w:rPr>
                <w:sz w:val="20"/>
                <w:szCs w:val="20"/>
              </w:rPr>
              <w:t>Комфортний Стрий»</w:t>
            </w:r>
          </w:p>
        </w:tc>
        <w:tc>
          <w:tcPr>
            <w:tcW w:w="3231" w:type="dxa"/>
          </w:tcPr>
          <w:p w14:paraId="3EAB08F6" w14:textId="2396CAE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5C400B9B" w14:textId="6AF1EB5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м.Стрий</w:t>
            </w:r>
            <w:proofErr w:type="spellEnd"/>
            <w:r w:rsidRPr="00AE2805">
              <w:rPr>
                <w:sz w:val="20"/>
                <w:szCs w:val="20"/>
              </w:rPr>
              <w:t xml:space="preserve"> вул..Харкова,6</w:t>
            </w:r>
          </w:p>
        </w:tc>
        <w:tc>
          <w:tcPr>
            <w:tcW w:w="994" w:type="dxa"/>
          </w:tcPr>
          <w:p w14:paraId="200A274E" w14:textId="5DDE14A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4092A7B0" w14:textId="2BCB901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Ремонт та обслуговування багатоквартирних житлових будинків</w:t>
            </w:r>
            <w:r w:rsidRPr="00AE2805">
              <w:rPr>
                <w:sz w:val="20"/>
                <w:szCs w:val="22"/>
              </w:rPr>
              <w:t xml:space="preserve"> та ліквідація аварійних ситуацій на внутрішніх інженерних мережах</w:t>
            </w:r>
          </w:p>
        </w:tc>
      </w:tr>
      <w:tr w:rsidR="004F747D" w:rsidRPr="00C44CFB" w14:paraId="48699C0F" w14:textId="77777777" w:rsidTr="00453902">
        <w:trPr>
          <w:trHeight w:val="124"/>
        </w:trPr>
        <w:tc>
          <w:tcPr>
            <w:tcW w:w="598" w:type="dxa"/>
            <w:gridSpan w:val="4"/>
          </w:tcPr>
          <w:p w14:paraId="5CD791E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50488FB" w14:textId="3B642730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ТзОВ «</w:t>
            </w:r>
            <w:proofErr w:type="spellStart"/>
            <w:r w:rsidRPr="00AE2805">
              <w:rPr>
                <w:sz w:val="20"/>
                <w:szCs w:val="20"/>
              </w:rPr>
              <w:t>Нафтогазтепло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2A07E505" w14:textId="0C402BF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14E26551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Новий Розділ,</w:t>
            </w:r>
          </w:p>
          <w:p w14:paraId="4C5580B5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Гірнича, 23</w:t>
            </w:r>
          </w:p>
          <w:p w14:paraId="705C56F0" w14:textId="073787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0503174246</w:t>
            </w:r>
          </w:p>
        </w:tc>
        <w:tc>
          <w:tcPr>
            <w:tcW w:w="994" w:type="dxa"/>
          </w:tcPr>
          <w:p w14:paraId="21801A1E" w14:textId="784316BD" w:rsidR="004F747D" w:rsidRPr="00C44CFB" w:rsidRDefault="004F747D" w:rsidP="004F747D">
            <w:pPr>
              <w:jc w:val="center"/>
              <w:rPr>
                <w:sz w:val="20"/>
                <w:szCs w:val="22"/>
              </w:rPr>
            </w:pPr>
            <w:r w:rsidRPr="00AE2805">
              <w:rPr>
                <w:sz w:val="20"/>
                <w:szCs w:val="20"/>
              </w:rPr>
              <w:t>12/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A76BE26" w14:textId="40CC47A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Реагування на аварії системи теплопостачання</w:t>
            </w:r>
          </w:p>
        </w:tc>
      </w:tr>
      <w:tr w:rsidR="004F747D" w:rsidRPr="00C44CFB" w14:paraId="63205B2A" w14:textId="77777777" w:rsidTr="00453902">
        <w:trPr>
          <w:trHeight w:val="124"/>
        </w:trPr>
        <w:tc>
          <w:tcPr>
            <w:tcW w:w="598" w:type="dxa"/>
            <w:gridSpan w:val="4"/>
          </w:tcPr>
          <w:p w14:paraId="1694C6A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6495373A" w14:textId="77E56FDC" w:rsidR="004F747D" w:rsidRPr="00C44CFB" w:rsidRDefault="004F747D" w:rsidP="004F747D">
            <w:pPr>
              <w:ind w:firstLine="119"/>
              <w:jc w:val="both"/>
              <w:rPr>
                <w:bCs w:val="0"/>
                <w:sz w:val="22"/>
                <w:szCs w:val="22"/>
              </w:rPr>
            </w:pPr>
            <w:r w:rsidRPr="00AE2805">
              <w:rPr>
                <w:sz w:val="20"/>
                <w:szCs w:val="20"/>
              </w:rPr>
              <w:t>МКП «</w:t>
            </w:r>
            <w:proofErr w:type="spellStart"/>
            <w:r w:rsidRPr="00AE2805">
              <w:rPr>
                <w:sz w:val="20"/>
                <w:szCs w:val="20"/>
              </w:rPr>
              <w:t>Жидачівводоканал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4B748802" w14:textId="380152D8" w:rsidR="004F747D" w:rsidRPr="00C44CFB" w:rsidRDefault="004F747D" w:rsidP="004F747D">
            <w:pPr>
              <w:jc w:val="center"/>
              <w:rPr>
                <w:sz w:val="22"/>
                <w:szCs w:val="22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25D3EF21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Жидачів</w:t>
            </w:r>
          </w:p>
          <w:p w14:paraId="4E89837A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Зелена, 38</w:t>
            </w:r>
          </w:p>
          <w:p w14:paraId="20B94AC2" w14:textId="0C85CBE5" w:rsidR="004F747D" w:rsidRPr="00C44CFB" w:rsidRDefault="004F747D" w:rsidP="004F7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тел.0973634146</w:t>
            </w:r>
          </w:p>
        </w:tc>
        <w:tc>
          <w:tcPr>
            <w:tcW w:w="994" w:type="dxa"/>
          </w:tcPr>
          <w:p w14:paraId="7F75A6D3" w14:textId="03EBCB3D" w:rsidR="004F747D" w:rsidRPr="00C44CFB" w:rsidRDefault="004F747D" w:rsidP="004F747D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>6</w:t>
            </w:r>
            <w:r w:rsidRPr="00AE2805">
              <w:rPr>
                <w:sz w:val="20"/>
              </w:rPr>
              <w:t>/2</w:t>
            </w:r>
          </w:p>
        </w:tc>
        <w:tc>
          <w:tcPr>
            <w:tcW w:w="3112" w:type="dxa"/>
          </w:tcPr>
          <w:p w14:paraId="5F8DEF40" w14:textId="07E09BBC" w:rsidR="004F747D" w:rsidRPr="00C44CFB" w:rsidRDefault="004F747D" w:rsidP="004F747D">
            <w:pPr>
              <w:jc w:val="center"/>
              <w:rPr>
                <w:i/>
                <w:sz w:val="22"/>
                <w:szCs w:val="22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</w:p>
        </w:tc>
      </w:tr>
      <w:tr w:rsidR="004F747D" w:rsidRPr="00C44CFB" w14:paraId="0BF87B46" w14:textId="77777777" w:rsidTr="00D450ED">
        <w:trPr>
          <w:trHeight w:val="219"/>
        </w:trPr>
        <w:tc>
          <w:tcPr>
            <w:tcW w:w="598" w:type="dxa"/>
            <w:gridSpan w:val="4"/>
          </w:tcPr>
          <w:p w14:paraId="6B565031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694F6441" w14:textId="4EC33418" w:rsidR="004F747D" w:rsidRPr="00C44CFB" w:rsidRDefault="004F747D" w:rsidP="004F747D">
            <w:pPr>
              <w:ind w:firstLine="119"/>
              <w:jc w:val="both"/>
              <w:rPr>
                <w:bCs w:val="0"/>
                <w:sz w:val="22"/>
                <w:szCs w:val="22"/>
              </w:rPr>
            </w:pPr>
            <w:r w:rsidRPr="00AE2805">
              <w:rPr>
                <w:bCs w:val="0"/>
                <w:sz w:val="22"/>
                <w:szCs w:val="22"/>
              </w:rPr>
              <w:t>КП «</w:t>
            </w:r>
            <w:proofErr w:type="spellStart"/>
            <w:r w:rsidRPr="00AE2805">
              <w:rPr>
                <w:bCs w:val="0"/>
                <w:sz w:val="22"/>
                <w:szCs w:val="22"/>
              </w:rPr>
              <w:t>Ходорівводоканал</w:t>
            </w:r>
            <w:proofErr w:type="spellEnd"/>
            <w:r w:rsidRPr="00AE2805">
              <w:rPr>
                <w:bCs w:val="0"/>
                <w:sz w:val="22"/>
                <w:szCs w:val="22"/>
              </w:rPr>
              <w:t>»</w:t>
            </w:r>
          </w:p>
        </w:tc>
        <w:tc>
          <w:tcPr>
            <w:tcW w:w="3231" w:type="dxa"/>
          </w:tcPr>
          <w:p w14:paraId="25C60694" w14:textId="31B24A6C" w:rsidR="004F747D" w:rsidRPr="00C44CFB" w:rsidRDefault="004F747D" w:rsidP="004F747D">
            <w:pPr>
              <w:jc w:val="center"/>
              <w:rPr>
                <w:sz w:val="22"/>
                <w:szCs w:val="22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1FDDD293" w14:textId="77777777" w:rsidR="004F747D" w:rsidRPr="00AE2805" w:rsidRDefault="004F747D" w:rsidP="004F7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м.Ходорів</w:t>
            </w:r>
            <w:proofErr w:type="spellEnd"/>
            <w:r w:rsidRPr="00AE2805">
              <w:rPr>
                <w:sz w:val="20"/>
                <w:szCs w:val="20"/>
              </w:rPr>
              <w:t xml:space="preserve"> вул..Гонти,2</w:t>
            </w:r>
          </w:p>
          <w:p w14:paraId="7C2CCB5E" w14:textId="1BE413DE" w:rsidR="004F747D" w:rsidRPr="00C44CFB" w:rsidRDefault="004F747D" w:rsidP="004F7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0683913717</w:t>
            </w:r>
          </w:p>
        </w:tc>
        <w:tc>
          <w:tcPr>
            <w:tcW w:w="994" w:type="dxa"/>
          </w:tcPr>
          <w:p w14:paraId="5D82DE44" w14:textId="17DAE38C" w:rsidR="004F747D" w:rsidRPr="00C44CFB" w:rsidRDefault="004F747D" w:rsidP="004F74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AE2805">
              <w:rPr>
                <w:sz w:val="22"/>
                <w:szCs w:val="22"/>
              </w:rPr>
              <w:t>/2</w:t>
            </w:r>
          </w:p>
        </w:tc>
        <w:tc>
          <w:tcPr>
            <w:tcW w:w="3112" w:type="dxa"/>
          </w:tcPr>
          <w:p w14:paraId="0095C022" w14:textId="435838AB" w:rsidR="004F747D" w:rsidRPr="00C44CFB" w:rsidRDefault="004F747D" w:rsidP="004F747D">
            <w:pPr>
              <w:jc w:val="center"/>
              <w:rPr>
                <w:kern w:val="2"/>
                <w:sz w:val="20"/>
                <w:szCs w:val="20"/>
              </w:rPr>
            </w:pPr>
            <w:r w:rsidRPr="00AE2805">
              <w:rPr>
                <w:kern w:val="2"/>
                <w:sz w:val="20"/>
                <w:szCs w:val="20"/>
              </w:rPr>
              <w:t>Ліквідація аварій  на мережах водопровідно-каналізаційного господарства</w:t>
            </w:r>
          </w:p>
        </w:tc>
      </w:tr>
      <w:tr w:rsidR="004F747D" w:rsidRPr="00C44CFB" w14:paraId="4F054B8F" w14:textId="77777777" w:rsidTr="00453902">
        <w:trPr>
          <w:trHeight w:val="124"/>
        </w:trPr>
        <w:tc>
          <w:tcPr>
            <w:tcW w:w="598" w:type="dxa"/>
            <w:gridSpan w:val="4"/>
          </w:tcPr>
          <w:p w14:paraId="569DD245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7F987BFD" w14:textId="2A82C48D" w:rsidR="004F747D" w:rsidRPr="00C44CFB" w:rsidRDefault="004F747D" w:rsidP="004F747D">
            <w:pPr>
              <w:ind w:firstLine="119"/>
              <w:jc w:val="both"/>
              <w:rPr>
                <w:sz w:val="20"/>
                <w:szCs w:val="26"/>
              </w:rPr>
            </w:pPr>
            <w:r w:rsidRPr="00AE2805">
              <w:rPr>
                <w:bCs w:val="0"/>
                <w:sz w:val="22"/>
                <w:szCs w:val="22"/>
              </w:rPr>
              <w:t>КП «</w:t>
            </w:r>
            <w:proofErr w:type="spellStart"/>
            <w:r w:rsidRPr="00AE2805">
              <w:rPr>
                <w:bCs w:val="0"/>
                <w:sz w:val="22"/>
                <w:szCs w:val="22"/>
              </w:rPr>
              <w:t>Ходорівське</w:t>
            </w:r>
            <w:proofErr w:type="spellEnd"/>
            <w:r w:rsidRPr="00AE2805">
              <w:rPr>
                <w:bCs w:val="0"/>
                <w:sz w:val="22"/>
                <w:szCs w:val="22"/>
              </w:rPr>
              <w:t xml:space="preserve"> управління комунального господарства»</w:t>
            </w:r>
          </w:p>
        </w:tc>
        <w:tc>
          <w:tcPr>
            <w:tcW w:w="3231" w:type="dxa"/>
          </w:tcPr>
          <w:p w14:paraId="17D9960B" w14:textId="75BB132F" w:rsidR="004F747D" w:rsidRPr="00C44CFB" w:rsidRDefault="004F747D" w:rsidP="004F747D">
            <w:pPr>
              <w:jc w:val="center"/>
              <w:rPr>
                <w:sz w:val="20"/>
                <w:szCs w:val="26"/>
              </w:rPr>
            </w:pPr>
            <w:r w:rsidRPr="00AE2805">
              <w:rPr>
                <w:sz w:val="22"/>
                <w:szCs w:val="22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24DBFA98" w14:textId="77777777" w:rsidR="004F747D" w:rsidRPr="00AE2805" w:rsidRDefault="004F747D" w:rsidP="004F7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м.Ходорів</w:t>
            </w:r>
            <w:proofErr w:type="spellEnd"/>
            <w:r w:rsidRPr="00AE2805">
              <w:rPr>
                <w:sz w:val="20"/>
                <w:szCs w:val="20"/>
              </w:rPr>
              <w:t xml:space="preserve"> вул..Гонти,2</w:t>
            </w:r>
          </w:p>
          <w:p w14:paraId="3146DCA3" w14:textId="26297143" w:rsidR="004F747D" w:rsidRPr="00C44CFB" w:rsidRDefault="004F747D" w:rsidP="004F747D">
            <w:pPr>
              <w:jc w:val="center"/>
              <w:rPr>
                <w:sz w:val="20"/>
                <w:szCs w:val="26"/>
              </w:rPr>
            </w:pPr>
            <w:r w:rsidRPr="00AE2805">
              <w:rPr>
                <w:sz w:val="20"/>
                <w:szCs w:val="20"/>
              </w:rPr>
              <w:t>0689534602</w:t>
            </w:r>
          </w:p>
        </w:tc>
        <w:tc>
          <w:tcPr>
            <w:tcW w:w="994" w:type="dxa"/>
          </w:tcPr>
          <w:p w14:paraId="068B1CA7" w14:textId="1EEADB3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4</w:t>
            </w:r>
            <w:r w:rsidRPr="00AE2805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3112" w:type="dxa"/>
          </w:tcPr>
          <w:p w14:paraId="21D6F86E" w14:textId="32E90947" w:rsidR="004F747D" w:rsidRPr="00C44CFB" w:rsidRDefault="004F747D" w:rsidP="004F747D">
            <w:pPr>
              <w:jc w:val="center"/>
              <w:rPr>
                <w:sz w:val="20"/>
                <w:szCs w:val="26"/>
              </w:rPr>
            </w:pPr>
            <w:r w:rsidRPr="00AE2805">
              <w:rPr>
                <w:sz w:val="20"/>
                <w:szCs w:val="20"/>
              </w:rPr>
              <w:t>Ремонт та обслуговування багатоквартирних житлових будинків</w:t>
            </w:r>
            <w:r w:rsidRPr="00AE2805">
              <w:rPr>
                <w:sz w:val="20"/>
                <w:szCs w:val="22"/>
              </w:rPr>
              <w:t xml:space="preserve"> та ліквідація аварійних ситуацій на внутрішніх інженерних мережах</w:t>
            </w:r>
          </w:p>
        </w:tc>
      </w:tr>
      <w:tr w:rsidR="004F747D" w:rsidRPr="00C44CFB" w14:paraId="421510A4" w14:textId="77777777" w:rsidTr="00453902">
        <w:trPr>
          <w:trHeight w:val="124"/>
        </w:trPr>
        <w:tc>
          <w:tcPr>
            <w:tcW w:w="598" w:type="dxa"/>
            <w:gridSpan w:val="4"/>
          </w:tcPr>
          <w:p w14:paraId="19307E4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746813CC" w14:textId="3115AE0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6"/>
              </w:rPr>
              <w:t>КП «Сколе ВКГ»</w:t>
            </w:r>
          </w:p>
        </w:tc>
        <w:tc>
          <w:tcPr>
            <w:tcW w:w="3231" w:type="dxa"/>
          </w:tcPr>
          <w:p w14:paraId="57CC5BF0" w14:textId="27C2161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5BD63823" w14:textId="77777777" w:rsidR="004F747D" w:rsidRPr="00AE2805" w:rsidRDefault="004F747D" w:rsidP="004F747D">
            <w:pPr>
              <w:jc w:val="center"/>
              <w:rPr>
                <w:sz w:val="20"/>
                <w:szCs w:val="26"/>
              </w:rPr>
            </w:pPr>
            <w:proofErr w:type="spellStart"/>
            <w:r w:rsidRPr="00AE2805">
              <w:rPr>
                <w:sz w:val="20"/>
                <w:szCs w:val="26"/>
              </w:rPr>
              <w:t>м.Сколе</w:t>
            </w:r>
            <w:proofErr w:type="spellEnd"/>
            <w:r w:rsidRPr="00AE2805">
              <w:rPr>
                <w:sz w:val="20"/>
                <w:szCs w:val="26"/>
              </w:rPr>
              <w:t xml:space="preserve"> вул. Майдан Незалежності,10 </w:t>
            </w:r>
          </w:p>
          <w:p w14:paraId="44347101" w14:textId="77777777" w:rsidR="004F747D" w:rsidRDefault="004F747D" w:rsidP="004F747D">
            <w:pPr>
              <w:jc w:val="center"/>
              <w:rPr>
                <w:sz w:val="20"/>
                <w:szCs w:val="26"/>
              </w:rPr>
            </w:pPr>
            <w:r w:rsidRPr="00AE2805">
              <w:rPr>
                <w:sz w:val="20"/>
                <w:szCs w:val="26"/>
              </w:rPr>
              <w:t>0971334824</w:t>
            </w:r>
          </w:p>
          <w:p w14:paraId="55EFF681" w14:textId="20BE44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71D0976A" w14:textId="2AE0087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E2805">
              <w:rPr>
                <w:sz w:val="20"/>
                <w:szCs w:val="20"/>
              </w:rPr>
              <w:t>/2</w:t>
            </w:r>
          </w:p>
        </w:tc>
        <w:tc>
          <w:tcPr>
            <w:tcW w:w="3112" w:type="dxa"/>
          </w:tcPr>
          <w:p w14:paraId="6A4DB491" w14:textId="6FB23DB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6"/>
              </w:rPr>
              <w:t>Ліквідація аварій на лініях водопостачання міста</w:t>
            </w:r>
          </w:p>
        </w:tc>
      </w:tr>
      <w:tr w:rsidR="004F747D" w:rsidRPr="00C44CFB" w14:paraId="35AA5A36" w14:textId="77777777" w:rsidTr="00453902">
        <w:trPr>
          <w:trHeight w:val="124"/>
        </w:trPr>
        <w:tc>
          <w:tcPr>
            <w:tcW w:w="598" w:type="dxa"/>
            <w:gridSpan w:val="4"/>
          </w:tcPr>
          <w:p w14:paraId="3D2C47FC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D861778" w14:textId="23F63F9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КП «Водоканал плюс»</w:t>
            </w:r>
          </w:p>
        </w:tc>
        <w:tc>
          <w:tcPr>
            <w:tcW w:w="3231" w:type="dxa"/>
          </w:tcPr>
          <w:p w14:paraId="0C3F3349" w14:textId="38F260F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6F9F1F14" w14:textId="457FC1A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Стрийський район </w:t>
            </w:r>
            <w:proofErr w:type="spellStart"/>
            <w:r w:rsidRPr="00AE2805">
              <w:rPr>
                <w:sz w:val="20"/>
                <w:szCs w:val="20"/>
              </w:rPr>
              <w:t>смт.Дашава</w:t>
            </w:r>
            <w:proofErr w:type="spellEnd"/>
            <w:r w:rsidRPr="00AE2805">
              <w:rPr>
                <w:sz w:val="20"/>
                <w:szCs w:val="20"/>
              </w:rPr>
              <w:t xml:space="preserve"> вул. Стрийська,6а</w:t>
            </w:r>
          </w:p>
        </w:tc>
        <w:tc>
          <w:tcPr>
            <w:tcW w:w="994" w:type="dxa"/>
          </w:tcPr>
          <w:p w14:paraId="46783EDF" w14:textId="5134BAD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0E10CD8D" w14:textId="6EEFE8F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Реагування на аварії системи водопостачання та каналізаційних систем</w:t>
            </w:r>
          </w:p>
        </w:tc>
      </w:tr>
      <w:tr w:rsidR="004F747D" w:rsidRPr="00C44CFB" w14:paraId="5CBBF078" w14:textId="77777777" w:rsidTr="00453902">
        <w:trPr>
          <w:trHeight w:val="124"/>
        </w:trPr>
        <w:tc>
          <w:tcPr>
            <w:tcW w:w="598" w:type="dxa"/>
            <w:gridSpan w:val="4"/>
          </w:tcPr>
          <w:p w14:paraId="6353A81A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0485E9F6" w14:textId="04CA6F4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ПЖКГ  Моршинської міської ради</w:t>
            </w:r>
          </w:p>
        </w:tc>
        <w:tc>
          <w:tcPr>
            <w:tcW w:w="3231" w:type="dxa"/>
          </w:tcPr>
          <w:p w14:paraId="206D4176" w14:textId="651AEA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54ACB54B" w14:textId="0B07FB99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м.Моршин</w:t>
            </w:r>
            <w:proofErr w:type="spellEnd"/>
            <w:r>
              <w:rPr>
                <w:sz w:val="20"/>
                <w:szCs w:val="20"/>
              </w:rPr>
              <w:t>, вул.Привокзальна,47</w:t>
            </w:r>
          </w:p>
          <w:p w14:paraId="151E6886" w14:textId="00B3ED8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6-12-75</w:t>
            </w:r>
          </w:p>
        </w:tc>
        <w:tc>
          <w:tcPr>
            <w:tcW w:w="994" w:type="dxa"/>
          </w:tcPr>
          <w:p w14:paraId="4A9C983F" w14:textId="11ABB0A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8/2</w:t>
            </w:r>
          </w:p>
        </w:tc>
        <w:tc>
          <w:tcPr>
            <w:tcW w:w="3112" w:type="dxa"/>
          </w:tcPr>
          <w:p w14:paraId="7489923C" w14:textId="02A5C0E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Реагування на аварії системи водопостачання та каналізаційних систем</w:t>
            </w:r>
          </w:p>
        </w:tc>
      </w:tr>
      <w:tr w:rsidR="004F747D" w:rsidRPr="00C44CFB" w14:paraId="18299CE8" w14:textId="77777777" w:rsidTr="00453902">
        <w:trPr>
          <w:trHeight w:val="124"/>
        </w:trPr>
        <w:tc>
          <w:tcPr>
            <w:tcW w:w="598" w:type="dxa"/>
            <w:gridSpan w:val="4"/>
          </w:tcPr>
          <w:p w14:paraId="3105225B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D03D314" w14:textId="2BE5498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«Зелене місто»</w:t>
            </w:r>
          </w:p>
        </w:tc>
        <w:tc>
          <w:tcPr>
            <w:tcW w:w="3231" w:type="dxa"/>
          </w:tcPr>
          <w:p w14:paraId="06C56DD3" w14:textId="16426A5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0CF67DD6" w14:textId="0682DA7F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м.Моршин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вул.Курортна</w:t>
            </w:r>
            <w:proofErr w:type="spellEnd"/>
            <w:r>
              <w:rPr>
                <w:sz w:val="20"/>
                <w:szCs w:val="20"/>
              </w:rPr>
              <w:t>, 1</w:t>
            </w:r>
          </w:p>
          <w:p w14:paraId="768223C0" w14:textId="67463DF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0950143691</w:t>
            </w:r>
          </w:p>
        </w:tc>
        <w:tc>
          <w:tcPr>
            <w:tcW w:w="994" w:type="dxa"/>
          </w:tcPr>
          <w:p w14:paraId="79A262A6" w14:textId="0CC500C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6/0</w:t>
            </w:r>
          </w:p>
        </w:tc>
        <w:tc>
          <w:tcPr>
            <w:tcW w:w="3112" w:type="dxa"/>
          </w:tcPr>
          <w:p w14:paraId="65AF7BB4" w14:textId="7CBC40D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Ремонт та обслуговування багатоквартирних житлових будинків</w:t>
            </w:r>
            <w:r w:rsidRPr="00AE2805">
              <w:rPr>
                <w:sz w:val="20"/>
                <w:szCs w:val="22"/>
              </w:rPr>
              <w:t xml:space="preserve"> та ліквідація аварійних ситуацій на внутрішніх інженерних мережах</w:t>
            </w:r>
          </w:p>
        </w:tc>
      </w:tr>
      <w:tr w:rsidR="004F747D" w:rsidRPr="00C44CFB" w14:paraId="760653C2" w14:textId="77777777" w:rsidTr="00453902">
        <w:trPr>
          <w:trHeight w:val="124"/>
        </w:trPr>
        <w:tc>
          <w:tcPr>
            <w:tcW w:w="598" w:type="dxa"/>
            <w:gridSpan w:val="4"/>
          </w:tcPr>
          <w:p w14:paraId="0F753512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D11454F" w14:textId="77777777" w:rsidR="004F747D" w:rsidRPr="00AE2805" w:rsidRDefault="004F747D" w:rsidP="004F747D">
            <w:pPr>
              <w:ind w:firstLine="119"/>
              <w:jc w:val="both"/>
              <w:rPr>
                <w:bCs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AE2805">
              <w:rPr>
                <w:sz w:val="20"/>
                <w:szCs w:val="20"/>
              </w:rPr>
              <w:t xml:space="preserve">КП „Комунальник”, </w:t>
            </w:r>
          </w:p>
          <w:p w14:paraId="1E819D47" w14:textId="7A9CDE9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Перемишлянська міська рада </w:t>
            </w:r>
          </w:p>
        </w:tc>
        <w:tc>
          <w:tcPr>
            <w:tcW w:w="3231" w:type="dxa"/>
          </w:tcPr>
          <w:p w14:paraId="6D7B66EF" w14:textId="6F14EA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64BBE464" w14:textId="1079E1F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м.Перемишляни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вул.Боршівська</w:t>
            </w:r>
            <w:proofErr w:type="spellEnd"/>
            <w:r w:rsidRPr="00AE2805">
              <w:rPr>
                <w:sz w:val="20"/>
                <w:szCs w:val="20"/>
              </w:rPr>
              <w:t xml:space="preserve"> , 2-14-46</w:t>
            </w:r>
          </w:p>
        </w:tc>
        <w:tc>
          <w:tcPr>
            <w:tcW w:w="994" w:type="dxa"/>
          </w:tcPr>
          <w:p w14:paraId="1735C6DE" w14:textId="2EDE21C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051AF3C4" w14:textId="1AC2F53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 xml:space="preserve"> та інші види діяльності з прибирання</w:t>
            </w:r>
            <w:r w:rsidRPr="00AE2805">
              <w:rPr>
                <w:sz w:val="20"/>
                <w:szCs w:val="20"/>
              </w:rPr>
              <w:t xml:space="preserve"> </w:t>
            </w:r>
          </w:p>
        </w:tc>
      </w:tr>
      <w:tr w:rsidR="004F747D" w:rsidRPr="00C44CFB" w14:paraId="6D280510" w14:textId="77777777" w:rsidTr="00453902">
        <w:trPr>
          <w:trHeight w:val="124"/>
        </w:trPr>
        <w:tc>
          <w:tcPr>
            <w:tcW w:w="598" w:type="dxa"/>
            <w:gridSpan w:val="4"/>
          </w:tcPr>
          <w:p w14:paraId="6BC8241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4444EBC2" w14:textId="77777777" w:rsidR="004F747D" w:rsidRPr="00AE2805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МКП „</w:t>
            </w:r>
            <w:proofErr w:type="spellStart"/>
            <w:r w:rsidRPr="00AE2805">
              <w:rPr>
                <w:sz w:val="20"/>
                <w:szCs w:val="20"/>
              </w:rPr>
              <w:t>Перемишляниводоканал</w:t>
            </w:r>
            <w:proofErr w:type="spellEnd"/>
            <w:r w:rsidRPr="00AE2805">
              <w:rPr>
                <w:sz w:val="20"/>
                <w:szCs w:val="20"/>
              </w:rPr>
              <w:t>”</w:t>
            </w:r>
          </w:p>
          <w:p w14:paraId="781DBF33" w14:textId="23154998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Перемишлянська міська рада</w:t>
            </w:r>
          </w:p>
        </w:tc>
        <w:tc>
          <w:tcPr>
            <w:tcW w:w="3231" w:type="dxa"/>
          </w:tcPr>
          <w:p w14:paraId="283D0BED" w14:textId="02B5171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7842F8F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м.Перемишляни</w:t>
            </w:r>
            <w:proofErr w:type="spellEnd"/>
            <w:r w:rsidRPr="00AE2805">
              <w:rPr>
                <w:sz w:val="20"/>
                <w:szCs w:val="20"/>
              </w:rPr>
              <w:t xml:space="preserve"> вул.Галицька,38</w:t>
            </w:r>
          </w:p>
          <w:p w14:paraId="17816F80" w14:textId="3C56C78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2-24-80</w:t>
            </w:r>
          </w:p>
        </w:tc>
        <w:tc>
          <w:tcPr>
            <w:tcW w:w="994" w:type="dxa"/>
          </w:tcPr>
          <w:p w14:paraId="5B9F483B" w14:textId="6831205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08A2EB42" w14:textId="3FB2A07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Н.С. аварій на системах та об’єктах водоканалу</w:t>
            </w:r>
          </w:p>
        </w:tc>
      </w:tr>
      <w:tr w:rsidR="004F747D" w:rsidRPr="00C44CFB" w14:paraId="126EF8F3" w14:textId="77777777" w:rsidTr="00453902">
        <w:trPr>
          <w:trHeight w:val="124"/>
        </w:trPr>
        <w:tc>
          <w:tcPr>
            <w:tcW w:w="598" w:type="dxa"/>
            <w:gridSpan w:val="4"/>
          </w:tcPr>
          <w:p w14:paraId="33571898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F575AB5" w14:textId="42C1EC09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МКП " </w:t>
            </w:r>
            <w:proofErr w:type="spellStart"/>
            <w:r w:rsidRPr="00AE2805">
              <w:rPr>
                <w:sz w:val="20"/>
                <w:szCs w:val="20"/>
              </w:rPr>
              <w:t>Перемишлянитеплоенерго</w:t>
            </w:r>
            <w:proofErr w:type="spellEnd"/>
            <w:r w:rsidRPr="00AE2805">
              <w:rPr>
                <w:sz w:val="20"/>
                <w:szCs w:val="20"/>
              </w:rPr>
              <w:t>"</w:t>
            </w:r>
          </w:p>
        </w:tc>
        <w:tc>
          <w:tcPr>
            <w:tcW w:w="3231" w:type="dxa"/>
          </w:tcPr>
          <w:p w14:paraId="453FA347" w14:textId="2488FF1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36AE1B4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м.Перемишляни</w:t>
            </w:r>
            <w:proofErr w:type="spellEnd"/>
            <w:r w:rsidRPr="00AE2805">
              <w:rPr>
                <w:sz w:val="20"/>
                <w:szCs w:val="20"/>
              </w:rPr>
              <w:t xml:space="preserve"> вул.Привокзальна,</w:t>
            </w:r>
            <w:r>
              <w:rPr>
                <w:sz w:val="20"/>
                <w:szCs w:val="20"/>
              </w:rPr>
              <w:t>13</w:t>
            </w:r>
          </w:p>
          <w:p w14:paraId="0EAB8F11" w14:textId="505A109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2-12-00</w:t>
            </w:r>
          </w:p>
        </w:tc>
        <w:tc>
          <w:tcPr>
            <w:tcW w:w="994" w:type="dxa"/>
          </w:tcPr>
          <w:p w14:paraId="669C2BD5" w14:textId="2A3A825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104A6E1D" w14:textId="21A6FA2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Н.С. аварій на системах та об’єктах теплопостачання</w:t>
            </w:r>
          </w:p>
        </w:tc>
      </w:tr>
      <w:tr w:rsidR="004F747D" w:rsidRPr="00C44CFB" w14:paraId="6804527C" w14:textId="77777777" w:rsidTr="00453902">
        <w:trPr>
          <w:trHeight w:val="124"/>
        </w:trPr>
        <w:tc>
          <w:tcPr>
            <w:tcW w:w="598" w:type="dxa"/>
            <w:gridSpan w:val="4"/>
          </w:tcPr>
          <w:p w14:paraId="46512E6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336E4B76" w14:textId="1DD78D00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КП “Зо</w:t>
            </w:r>
            <w:r>
              <w:rPr>
                <w:sz w:val="20"/>
                <w:szCs w:val="20"/>
              </w:rPr>
              <w:t>д</w:t>
            </w:r>
            <w:r w:rsidRPr="00AE2805">
              <w:rPr>
                <w:sz w:val="20"/>
                <w:szCs w:val="20"/>
              </w:rPr>
              <w:t>чий”</w:t>
            </w:r>
          </w:p>
        </w:tc>
        <w:tc>
          <w:tcPr>
            <w:tcW w:w="3231" w:type="dxa"/>
          </w:tcPr>
          <w:p w14:paraId="2951B520" w14:textId="714902E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19004F54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Глиняни</w:t>
            </w:r>
          </w:p>
          <w:p w14:paraId="3BEFF80C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вул.Шевченка,38</w:t>
            </w:r>
          </w:p>
          <w:p w14:paraId="6D0CD7D9" w14:textId="000BB67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0964629856</w:t>
            </w:r>
          </w:p>
        </w:tc>
        <w:tc>
          <w:tcPr>
            <w:tcW w:w="994" w:type="dxa"/>
          </w:tcPr>
          <w:p w14:paraId="20C188F5" w14:textId="5C64698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3BAFF2D9" w14:textId="1330EF2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водопостачання та благоустрою</w:t>
            </w:r>
          </w:p>
        </w:tc>
      </w:tr>
      <w:tr w:rsidR="004F747D" w:rsidRPr="00C44CFB" w14:paraId="7FBCB470" w14:textId="77777777" w:rsidTr="00453902">
        <w:trPr>
          <w:trHeight w:val="124"/>
        </w:trPr>
        <w:tc>
          <w:tcPr>
            <w:tcW w:w="598" w:type="dxa"/>
            <w:gridSpan w:val="4"/>
          </w:tcPr>
          <w:p w14:paraId="08DD4F38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D34C799" w14:textId="57549359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«Нові </w:t>
            </w:r>
            <w:proofErr w:type="spellStart"/>
            <w:r>
              <w:rPr>
                <w:sz w:val="20"/>
                <w:szCs w:val="20"/>
              </w:rPr>
              <w:t>Стрілища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5CDA1185" w14:textId="62A59CC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067CDAF6" w14:textId="1A99DAB4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м.Бібрка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вул.Шевченка</w:t>
            </w:r>
            <w:proofErr w:type="spellEnd"/>
            <w:r>
              <w:rPr>
                <w:sz w:val="20"/>
                <w:szCs w:val="20"/>
              </w:rPr>
              <w:t>, 12</w:t>
            </w:r>
          </w:p>
          <w:p w14:paraId="34DF0C76" w14:textId="7EE8C03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0988426928</w:t>
            </w:r>
          </w:p>
        </w:tc>
        <w:tc>
          <w:tcPr>
            <w:tcW w:w="994" w:type="dxa"/>
          </w:tcPr>
          <w:p w14:paraId="6BEDC8FB" w14:textId="42230EA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8/4</w:t>
            </w:r>
          </w:p>
        </w:tc>
        <w:tc>
          <w:tcPr>
            <w:tcW w:w="3112" w:type="dxa"/>
          </w:tcPr>
          <w:p w14:paraId="1C443547" w14:textId="55F6865E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Ліквідація Н.С. аварій на системах та об’єктах водоканалу</w:t>
            </w:r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Бібрській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мтг</w:t>
            </w:r>
            <w:proofErr w:type="spellEnd"/>
          </w:p>
        </w:tc>
      </w:tr>
      <w:tr w:rsidR="004F747D" w:rsidRPr="00C44CFB" w14:paraId="06B8770B" w14:textId="77777777" w:rsidTr="00453902">
        <w:trPr>
          <w:trHeight w:val="124"/>
        </w:trPr>
        <w:tc>
          <w:tcPr>
            <w:tcW w:w="598" w:type="dxa"/>
            <w:gridSpan w:val="4"/>
          </w:tcPr>
          <w:p w14:paraId="0563301E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49399317" w14:textId="6D8DB297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«Міське комунальне господарство»</w:t>
            </w:r>
          </w:p>
        </w:tc>
        <w:tc>
          <w:tcPr>
            <w:tcW w:w="3231" w:type="dxa"/>
          </w:tcPr>
          <w:p w14:paraId="40CCA8EE" w14:textId="7009410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2E102187" w14:textId="7BE3508C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м.Городок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вул.В.Чорновола</w:t>
            </w:r>
            <w:proofErr w:type="spellEnd"/>
            <w:r>
              <w:rPr>
                <w:sz w:val="20"/>
                <w:szCs w:val="20"/>
              </w:rPr>
              <w:t>, 10</w:t>
            </w:r>
          </w:p>
          <w:p w14:paraId="0679888F" w14:textId="3BE3014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0976048011</w:t>
            </w:r>
          </w:p>
        </w:tc>
        <w:tc>
          <w:tcPr>
            <w:tcW w:w="994" w:type="dxa"/>
          </w:tcPr>
          <w:p w14:paraId="7F787E1B" w14:textId="0EB3B97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</w:t>
            </w:r>
          </w:p>
        </w:tc>
        <w:tc>
          <w:tcPr>
            <w:tcW w:w="3112" w:type="dxa"/>
          </w:tcPr>
          <w:p w14:paraId="4C8ADFCC" w14:textId="1FDF9D98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 xml:space="preserve"> та інші види діяльності з прибирання</w:t>
            </w:r>
          </w:p>
        </w:tc>
      </w:tr>
      <w:tr w:rsidR="004F747D" w:rsidRPr="00C44CFB" w14:paraId="670C0F67" w14:textId="77777777" w:rsidTr="00453902">
        <w:trPr>
          <w:trHeight w:val="124"/>
        </w:trPr>
        <w:tc>
          <w:tcPr>
            <w:tcW w:w="598" w:type="dxa"/>
            <w:gridSpan w:val="4"/>
          </w:tcPr>
          <w:p w14:paraId="6DBBA3FB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528EBCDC" w14:textId="60AD9800" w:rsidR="004F747D" w:rsidRPr="00C44CFB" w:rsidRDefault="004F747D" w:rsidP="004F747D">
            <w:pPr>
              <w:ind w:right="-116"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Жовкватеплоенерго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48F01452" w14:textId="7EAD124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3D4863CF" w14:textId="4A6C886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м.Жовква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вул.Лесі</w:t>
            </w:r>
            <w:proofErr w:type="spellEnd"/>
            <w:r>
              <w:rPr>
                <w:sz w:val="20"/>
                <w:szCs w:val="20"/>
              </w:rPr>
              <w:t xml:space="preserve"> Українки, 5</w:t>
            </w:r>
          </w:p>
        </w:tc>
        <w:tc>
          <w:tcPr>
            <w:tcW w:w="994" w:type="dxa"/>
          </w:tcPr>
          <w:p w14:paraId="1D29C3C2" w14:textId="29F2C50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15/3</w:t>
            </w:r>
          </w:p>
        </w:tc>
        <w:tc>
          <w:tcPr>
            <w:tcW w:w="3112" w:type="dxa"/>
          </w:tcPr>
          <w:p w14:paraId="6647AEDC" w14:textId="617D6E0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Н.С. аварій на системах та об’єктах теплопостачання</w:t>
            </w:r>
          </w:p>
        </w:tc>
      </w:tr>
      <w:tr w:rsidR="004F747D" w:rsidRPr="00C44CFB" w14:paraId="0910E390" w14:textId="77777777" w:rsidTr="00453902">
        <w:trPr>
          <w:trHeight w:val="124"/>
        </w:trPr>
        <w:tc>
          <w:tcPr>
            <w:tcW w:w="598" w:type="dxa"/>
            <w:gridSpan w:val="4"/>
          </w:tcPr>
          <w:p w14:paraId="54B7C852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98CCCD4" w14:textId="23F26C71" w:rsidR="004F747D" w:rsidRPr="00C44CFB" w:rsidRDefault="004F747D" w:rsidP="004F74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«Жовква ВУ ВКГ»</w:t>
            </w:r>
          </w:p>
        </w:tc>
        <w:tc>
          <w:tcPr>
            <w:tcW w:w="3231" w:type="dxa"/>
          </w:tcPr>
          <w:p w14:paraId="199AAF18" w14:textId="2636EE7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5E3BE988" w14:textId="196E190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м.Жовква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вул.Лісна</w:t>
            </w:r>
            <w:proofErr w:type="spellEnd"/>
            <w:r>
              <w:rPr>
                <w:sz w:val="20"/>
                <w:szCs w:val="20"/>
              </w:rPr>
              <w:t>, 2а</w:t>
            </w:r>
          </w:p>
        </w:tc>
        <w:tc>
          <w:tcPr>
            <w:tcW w:w="994" w:type="dxa"/>
          </w:tcPr>
          <w:p w14:paraId="3B7B00FD" w14:textId="43820A9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21/7</w:t>
            </w:r>
          </w:p>
        </w:tc>
        <w:tc>
          <w:tcPr>
            <w:tcW w:w="3112" w:type="dxa"/>
          </w:tcPr>
          <w:p w14:paraId="78E1CA0A" w14:textId="6EDCC76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Н.С. аварій на системах та об’єктах водо</w:t>
            </w:r>
            <w:r>
              <w:rPr>
                <w:sz w:val="20"/>
                <w:szCs w:val="20"/>
              </w:rPr>
              <w:t>постачання</w:t>
            </w:r>
          </w:p>
        </w:tc>
      </w:tr>
      <w:tr w:rsidR="004F747D" w:rsidRPr="00C44CFB" w14:paraId="36E217B4" w14:textId="77777777" w:rsidTr="00453902">
        <w:trPr>
          <w:trHeight w:val="124"/>
        </w:trPr>
        <w:tc>
          <w:tcPr>
            <w:tcW w:w="598" w:type="dxa"/>
            <w:gridSpan w:val="4"/>
          </w:tcPr>
          <w:p w14:paraId="67F6BD96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7FD41F1F" w14:textId="26DB7D83" w:rsidR="004F747D" w:rsidRPr="00C44CFB" w:rsidRDefault="004F747D" w:rsidP="004F74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«Жовківське МВУЖКГ»</w:t>
            </w:r>
          </w:p>
        </w:tc>
        <w:tc>
          <w:tcPr>
            <w:tcW w:w="3231" w:type="dxa"/>
          </w:tcPr>
          <w:p w14:paraId="07BADD3B" w14:textId="4D6AC70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26C5C261" w14:textId="52CE6F9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м.Жовква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вул.Рутковича</w:t>
            </w:r>
            <w:proofErr w:type="spellEnd"/>
            <w:r>
              <w:rPr>
                <w:sz w:val="20"/>
                <w:szCs w:val="20"/>
              </w:rPr>
              <w:t>, 27а</w:t>
            </w:r>
          </w:p>
        </w:tc>
        <w:tc>
          <w:tcPr>
            <w:tcW w:w="994" w:type="dxa"/>
          </w:tcPr>
          <w:p w14:paraId="0BBEC195" w14:textId="41A6F81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</w:t>
            </w:r>
          </w:p>
        </w:tc>
        <w:tc>
          <w:tcPr>
            <w:tcW w:w="3112" w:type="dxa"/>
          </w:tcPr>
          <w:p w14:paraId="30152967" w14:textId="3D88D24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 xml:space="preserve"> та інші види діяльності з прибирання</w:t>
            </w:r>
          </w:p>
        </w:tc>
      </w:tr>
      <w:tr w:rsidR="004F747D" w:rsidRPr="00C44CFB" w14:paraId="3DA1FB31" w14:textId="77777777" w:rsidTr="00453902">
        <w:trPr>
          <w:trHeight w:val="124"/>
        </w:trPr>
        <w:tc>
          <w:tcPr>
            <w:tcW w:w="598" w:type="dxa"/>
            <w:gridSpan w:val="4"/>
          </w:tcPr>
          <w:p w14:paraId="1AB4329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0E05179C" w14:textId="44F745DB" w:rsidR="004F747D" w:rsidRPr="00C44CFB" w:rsidRDefault="004F747D" w:rsidP="004F74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«Господар» </w:t>
            </w:r>
            <w:proofErr w:type="spellStart"/>
            <w:r>
              <w:rPr>
                <w:sz w:val="20"/>
                <w:szCs w:val="20"/>
              </w:rPr>
              <w:t>Жовтанецької</w:t>
            </w:r>
            <w:proofErr w:type="spellEnd"/>
            <w:r>
              <w:rPr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231" w:type="dxa"/>
          </w:tcPr>
          <w:p w14:paraId="746765DB" w14:textId="5D3FC38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  <w:r>
              <w:rPr>
                <w:sz w:val="20"/>
                <w:szCs w:val="20"/>
              </w:rPr>
              <w:t xml:space="preserve"> 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723C7A70" w14:textId="74C27C3E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с.Жовтанці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вул.Львівська</w:t>
            </w:r>
            <w:proofErr w:type="spellEnd"/>
            <w:r>
              <w:rPr>
                <w:sz w:val="20"/>
                <w:szCs w:val="20"/>
              </w:rPr>
              <w:t>, 2</w:t>
            </w:r>
          </w:p>
          <w:p w14:paraId="5958956B" w14:textId="1532129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0672007003</w:t>
            </w:r>
          </w:p>
        </w:tc>
        <w:tc>
          <w:tcPr>
            <w:tcW w:w="994" w:type="dxa"/>
          </w:tcPr>
          <w:p w14:paraId="3668FDF1" w14:textId="3CFF5CD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8/2</w:t>
            </w:r>
          </w:p>
        </w:tc>
        <w:tc>
          <w:tcPr>
            <w:tcW w:w="3112" w:type="dxa"/>
          </w:tcPr>
          <w:p w14:paraId="74E2D8BF" w14:textId="2B9A140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іншіих</w:t>
            </w:r>
            <w:proofErr w:type="spellEnd"/>
            <w:r>
              <w:rPr>
                <w:sz w:val="20"/>
                <w:szCs w:val="20"/>
              </w:rPr>
              <w:t xml:space="preserve"> видів діяльності з прибирання, централізованого водопостачання</w:t>
            </w:r>
          </w:p>
        </w:tc>
      </w:tr>
      <w:tr w:rsidR="004F747D" w:rsidRPr="00C44CFB" w14:paraId="47CEB3F0" w14:textId="77777777" w:rsidTr="001C65E5">
        <w:trPr>
          <w:trHeight w:val="124"/>
        </w:trPr>
        <w:tc>
          <w:tcPr>
            <w:tcW w:w="598" w:type="dxa"/>
            <w:gridSpan w:val="4"/>
          </w:tcPr>
          <w:p w14:paraId="0A2E5E8C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FEDC8DF" w14:textId="50FF1B8C" w:rsidR="004F747D" w:rsidRPr="00C44CFB" w:rsidRDefault="004F747D" w:rsidP="004F74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ТзОВ «Водоканал Зимна Вода»</w:t>
            </w:r>
          </w:p>
        </w:tc>
        <w:tc>
          <w:tcPr>
            <w:tcW w:w="3231" w:type="dxa"/>
          </w:tcPr>
          <w:p w14:paraId="503FECB3" w14:textId="65D09CE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0F1F4779" w14:textId="1A394B50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с.Зимна</w:t>
            </w:r>
            <w:proofErr w:type="spellEnd"/>
            <w:r>
              <w:rPr>
                <w:sz w:val="20"/>
                <w:szCs w:val="20"/>
              </w:rPr>
              <w:t xml:space="preserve"> Вода, </w:t>
            </w:r>
            <w:proofErr w:type="spellStart"/>
            <w:r>
              <w:rPr>
                <w:sz w:val="20"/>
                <w:szCs w:val="20"/>
              </w:rPr>
              <w:t>вул.Шептицького</w:t>
            </w:r>
            <w:proofErr w:type="spellEnd"/>
            <w:r>
              <w:rPr>
                <w:sz w:val="20"/>
                <w:szCs w:val="20"/>
              </w:rPr>
              <w:t>, 5</w:t>
            </w:r>
          </w:p>
          <w:p w14:paraId="3E05975E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0636222468</w:t>
            </w:r>
          </w:p>
          <w:p w14:paraId="3F687920" w14:textId="33FCDD8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25FBA242" w14:textId="778CC3A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</w:t>
            </w:r>
          </w:p>
        </w:tc>
        <w:tc>
          <w:tcPr>
            <w:tcW w:w="3112" w:type="dxa"/>
          </w:tcPr>
          <w:p w14:paraId="418C8B74" w14:textId="6E3A6A4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Забезпечення </w:t>
            </w:r>
            <w:r>
              <w:rPr>
                <w:sz w:val="20"/>
                <w:szCs w:val="20"/>
              </w:rPr>
              <w:t xml:space="preserve"> централізованого водопостачання та водовідведення</w:t>
            </w:r>
          </w:p>
        </w:tc>
      </w:tr>
      <w:tr w:rsidR="004F747D" w:rsidRPr="00C44CFB" w14:paraId="78F8C348" w14:textId="77777777" w:rsidTr="00453902">
        <w:trPr>
          <w:trHeight w:val="124"/>
        </w:trPr>
        <w:tc>
          <w:tcPr>
            <w:tcW w:w="598" w:type="dxa"/>
            <w:gridSpan w:val="4"/>
          </w:tcPr>
          <w:p w14:paraId="5FD9CD0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419AC93A" w14:textId="520B2D3C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КП «Кам’янка Водоканал»</w:t>
            </w:r>
          </w:p>
        </w:tc>
        <w:tc>
          <w:tcPr>
            <w:tcW w:w="3231" w:type="dxa"/>
          </w:tcPr>
          <w:p w14:paraId="6A268771" w14:textId="11D326C0" w:rsidR="004F747D" w:rsidRPr="00C44CFB" w:rsidRDefault="004F747D" w:rsidP="004F747D">
            <w:pPr>
              <w:jc w:val="center"/>
              <w:rPr>
                <w:sz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6C823FF5" w14:textId="2355A65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м.Кам’янка</w:t>
            </w:r>
            <w:proofErr w:type="spellEnd"/>
            <w:r>
              <w:rPr>
                <w:sz w:val="20"/>
                <w:szCs w:val="20"/>
              </w:rPr>
              <w:t xml:space="preserve">-Бузька, </w:t>
            </w:r>
            <w:proofErr w:type="spellStart"/>
            <w:r>
              <w:rPr>
                <w:sz w:val="20"/>
                <w:szCs w:val="20"/>
              </w:rPr>
              <w:t>вул.І.Франка</w:t>
            </w:r>
            <w:proofErr w:type="spellEnd"/>
            <w:r>
              <w:rPr>
                <w:sz w:val="20"/>
                <w:szCs w:val="20"/>
              </w:rPr>
              <w:t>, 14</w:t>
            </w:r>
          </w:p>
          <w:p w14:paraId="651CD22B" w14:textId="5BDC7A49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0971096086</w:t>
            </w:r>
          </w:p>
        </w:tc>
        <w:tc>
          <w:tcPr>
            <w:tcW w:w="994" w:type="dxa"/>
          </w:tcPr>
          <w:p w14:paraId="1DB7AC3E" w14:textId="344C2C1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3F17F5">
              <w:rPr>
                <w:sz w:val="20"/>
                <w:szCs w:val="20"/>
              </w:rPr>
              <w:t>22/9</w:t>
            </w:r>
          </w:p>
        </w:tc>
        <w:tc>
          <w:tcPr>
            <w:tcW w:w="3112" w:type="dxa"/>
          </w:tcPr>
          <w:p w14:paraId="2A577A3A" w14:textId="69446BEF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Н.С. аварій на системах та об’єктах водо</w:t>
            </w:r>
            <w:r>
              <w:rPr>
                <w:sz w:val="20"/>
                <w:szCs w:val="20"/>
              </w:rPr>
              <w:t>постачання</w:t>
            </w:r>
          </w:p>
        </w:tc>
      </w:tr>
      <w:tr w:rsidR="004F747D" w:rsidRPr="00C44CFB" w14:paraId="1E376E61" w14:textId="77777777" w:rsidTr="00453902">
        <w:trPr>
          <w:trHeight w:val="124"/>
        </w:trPr>
        <w:tc>
          <w:tcPr>
            <w:tcW w:w="598" w:type="dxa"/>
            <w:gridSpan w:val="4"/>
          </w:tcPr>
          <w:p w14:paraId="48A06D32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4D8A00AA" w14:textId="00ED9A27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КП «Еко Устрій»</w:t>
            </w:r>
          </w:p>
        </w:tc>
        <w:tc>
          <w:tcPr>
            <w:tcW w:w="3231" w:type="dxa"/>
          </w:tcPr>
          <w:p w14:paraId="42484A02" w14:textId="363F73FB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Ланка із забезпечення благоустрою, водопостачання, водовідведення</w:t>
            </w:r>
          </w:p>
        </w:tc>
        <w:tc>
          <w:tcPr>
            <w:tcW w:w="3154" w:type="dxa"/>
            <w:gridSpan w:val="2"/>
          </w:tcPr>
          <w:p w14:paraId="3B51254C" w14:textId="0FFF1DE8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с.Муроване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вул.Шевченка</w:t>
            </w:r>
            <w:proofErr w:type="spellEnd"/>
            <w:r>
              <w:rPr>
                <w:sz w:val="20"/>
                <w:szCs w:val="20"/>
              </w:rPr>
              <w:t>, 18</w:t>
            </w:r>
          </w:p>
          <w:p w14:paraId="6A4BF6CE" w14:textId="3310B3FF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0674546769</w:t>
            </w:r>
          </w:p>
        </w:tc>
        <w:tc>
          <w:tcPr>
            <w:tcW w:w="994" w:type="dxa"/>
          </w:tcPr>
          <w:p w14:paraId="7F4832FF" w14:textId="22D5F9E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3F17F5">
              <w:rPr>
                <w:sz w:val="20"/>
                <w:szCs w:val="20"/>
              </w:rPr>
              <w:t>12/0</w:t>
            </w:r>
          </w:p>
        </w:tc>
        <w:tc>
          <w:tcPr>
            <w:tcW w:w="3112" w:type="dxa"/>
          </w:tcPr>
          <w:p w14:paraId="0FD94BA3" w14:textId="05E00814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>,  централізованого водопостачання та водовідведення</w:t>
            </w:r>
          </w:p>
        </w:tc>
      </w:tr>
      <w:tr w:rsidR="004F747D" w:rsidRPr="00C44CFB" w14:paraId="6A6E72A5" w14:textId="77777777" w:rsidTr="00453902">
        <w:trPr>
          <w:trHeight w:val="124"/>
        </w:trPr>
        <w:tc>
          <w:tcPr>
            <w:tcW w:w="598" w:type="dxa"/>
            <w:gridSpan w:val="4"/>
          </w:tcPr>
          <w:p w14:paraId="4CAE662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599154DC" w14:textId="7EA2AAD9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Оброшин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37715756" w14:textId="418140E4" w:rsidR="004F747D" w:rsidRPr="00C44CFB" w:rsidRDefault="004F747D" w:rsidP="004F747D">
            <w:pPr>
              <w:jc w:val="center"/>
              <w:rPr>
                <w:sz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16A340A0" w14:textId="101117F0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с.Оброшине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вул.Шевченка</w:t>
            </w:r>
            <w:proofErr w:type="spellEnd"/>
            <w:r>
              <w:rPr>
                <w:sz w:val="20"/>
                <w:szCs w:val="20"/>
              </w:rPr>
              <w:t>, 5</w:t>
            </w:r>
          </w:p>
          <w:p w14:paraId="123048CD" w14:textId="0FF2ECC8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0673556049</w:t>
            </w:r>
          </w:p>
        </w:tc>
        <w:tc>
          <w:tcPr>
            <w:tcW w:w="994" w:type="dxa"/>
          </w:tcPr>
          <w:p w14:paraId="616589AE" w14:textId="7572600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3F17F5">
              <w:rPr>
                <w:sz w:val="20"/>
                <w:szCs w:val="20"/>
              </w:rPr>
              <w:t>8/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0F5FD4AC" w14:textId="3FDB3FFE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Н.С. аварій на системах та об’єктах водо</w:t>
            </w:r>
            <w:r>
              <w:rPr>
                <w:sz w:val="20"/>
                <w:szCs w:val="20"/>
              </w:rPr>
              <w:t>постачання та водовідведення</w:t>
            </w:r>
          </w:p>
        </w:tc>
      </w:tr>
      <w:tr w:rsidR="004F747D" w:rsidRPr="00C44CFB" w14:paraId="7EB39008" w14:textId="77777777" w:rsidTr="00453902">
        <w:trPr>
          <w:trHeight w:val="124"/>
        </w:trPr>
        <w:tc>
          <w:tcPr>
            <w:tcW w:w="598" w:type="dxa"/>
            <w:gridSpan w:val="4"/>
          </w:tcPr>
          <w:p w14:paraId="3E68303F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3E0FA526" w14:textId="5932BD87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КП «Комарно Сервіс»</w:t>
            </w:r>
          </w:p>
        </w:tc>
        <w:tc>
          <w:tcPr>
            <w:tcW w:w="3231" w:type="dxa"/>
          </w:tcPr>
          <w:p w14:paraId="793F687C" w14:textId="0A9DBE1C" w:rsidR="004F747D" w:rsidRPr="00C44CFB" w:rsidRDefault="004F747D" w:rsidP="004F747D">
            <w:pPr>
              <w:jc w:val="center"/>
              <w:rPr>
                <w:sz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10985A68" w14:textId="3B6FEC5B" w:rsidR="004F747D" w:rsidRPr="00C44CFB" w:rsidRDefault="004F747D" w:rsidP="004F747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м.Комарно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вул.Січових</w:t>
            </w:r>
            <w:proofErr w:type="spellEnd"/>
            <w:r>
              <w:rPr>
                <w:sz w:val="20"/>
                <w:szCs w:val="20"/>
              </w:rPr>
              <w:t xml:space="preserve"> Стрільців, 4</w:t>
            </w:r>
          </w:p>
        </w:tc>
        <w:tc>
          <w:tcPr>
            <w:tcW w:w="994" w:type="dxa"/>
          </w:tcPr>
          <w:p w14:paraId="3FD0F6E9" w14:textId="014FBAF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</w:t>
            </w:r>
          </w:p>
        </w:tc>
        <w:tc>
          <w:tcPr>
            <w:tcW w:w="3112" w:type="dxa"/>
          </w:tcPr>
          <w:p w14:paraId="4E9D2C26" w14:textId="6AC5719F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Н.С. аварій на системах та об’єктах </w:t>
            </w:r>
            <w:r>
              <w:rPr>
                <w:sz w:val="20"/>
                <w:szCs w:val="20"/>
              </w:rPr>
              <w:t>життєзабезпечення</w:t>
            </w:r>
          </w:p>
        </w:tc>
      </w:tr>
      <w:tr w:rsidR="004F747D" w:rsidRPr="00C44CFB" w14:paraId="59F27DBA" w14:textId="77777777" w:rsidTr="00453902">
        <w:trPr>
          <w:trHeight w:val="124"/>
        </w:trPr>
        <w:tc>
          <w:tcPr>
            <w:tcW w:w="598" w:type="dxa"/>
            <w:gridSpan w:val="4"/>
          </w:tcPr>
          <w:p w14:paraId="574FB91E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287D87AC" w14:textId="33A4C851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КП «</w:t>
            </w:r>
            <w:proofErr w:type="spellStart"/>
            <w:r>
              <w:rPr>
                <w:sz w:val="20"/>
                <w:szCs w:val="20"/>
              </w:rPr>
              <w:t>Пустомитиводоканал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72CA9ECF" w14:textId="53A58B7D" w:rsidR="004F747D" w:rsidRPr="00C44CFB" w:rsidRDefault="004F747D" w:rsidP="004F747D">
            <w:pPr>
              <w:jc w:val="center"/>
              <w:rPr>
                <w:sz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10E51FDE" w14:textId="3FA3A023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м.Пустомити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вул.Івана</w:t>
            </w:r>
            <w:proofErr w:type="spellEnd"/>
            <w:r>
              <w:rPr>
                <w:sz w:val="20"/>
                <w:szCs w:val="20"/>
              </w:rPr>
              <w:t xml:space="preserve"> Кандиби, 3,</w:t>
            </w:r>
          </w:p>
          <w:p w14:paraId="623B566B" w14:textId="410438E0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(03230)2-02-44, 4-10-68</w:t>
            </w:r>
          </w:p>
        </w:tc>
        <w:tc>
          <w:tcPr>
            <w:tcW w:w="994" w:type="dxa"/>
          </w:tcPr>
          <w:p w14:paraId="196F4461" w14:textId="5A06D02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8/8</w:t>
            </w:r>
          </w:p>
        </w:tc>
        <w:tc>
          <w:tcPr>
            <w:tcW w:w="3112" w:type="dxa"/>
          </w:tcPr>
          <w:p w14:paraId="5C9EFA3A" w14:textId="526D3047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Н.С. аварій на системах та об’єктах водо</w:t>
            </w:r>
            <w:r>
              <w:rPr>
                <w:sz w:val="20"/>
                <w:szCs w:val="20"/>
              </w:rPr>
              <w:t>постачання та водовідведення</w:t>
            </w:r>
          </w:p>
        </w:tc>
      </w:tr>
      <w:tr w:rsidR="004F747D" w:rsidRPr="00C44CFB" w14:paraId="7AAA7483" w14:textId="77777777" w:rsidTr="00453902">
        <w:trPr>
          <w:trHeight w:val="124"/>
        </w:trPr>
        <w:tc>
          <w:tcPr>
            <w:tcW w:w="598" w:type="dxa"/>
            <w:gridSpan w:val="4"/>
          </w:tcPr>
          <w:p w14:paraId="4F3637DC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E09E4F6" w14:textId="41E1FD24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Пустомитівське МЖКП</w:t>
            </w:r>
          </w:p>
        </w:tc>
        <w:tc>
          <w:tcPr>
            <w:tcW w:w="3231" w:type="dxa"/>
          </w:tcPr>
          <w:p w14:paraId="0CA19CBE" w14:textId="15B936C1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7D765A6F" w14:textId="42EC27A2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м.Пустомити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вул.Грушевського</w:t>
            </w:r>
            <w:proofErr w:type="spellEnd"/>
            <w:r>
              <w:rPr>
                <w:sz w:val="20"/>
                <w:szCs w:val="20"/>
              </w:rPr>
              <w:t>, 11,</w:t>
            </w:r>
          </w:p>
          <w:p w14:paraId="2F06E3BD" w14:textId="407849BD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(03230) 4-29-75</w:t>
            </w:r>
          </w:p>
        </w:tc>
        <w:tc>
          <w:tcPr>
            <w:tcW w:w="994" w:type="dxa"/>
          </w:tcPr>
          <w:p w14:paraId="365BA4C6" w14:textId="61B1A36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</w:t>
            </w:r>
          </w:p>
        </w:tc>
        <w:tc>
          <w:tcPr>
            <w:tcW w:w="3112" w:type="dxa"/>
          </w:tcPr>
          <w:p w14:paraId="74CD14F8" w14:textId="76D6E57B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іншіих</w:t>
            </w:r>
            <w:proofErr w:type="spellEnd"/>
            <w:r>
              <w:rPr>
                <w:sz w:val="20"/>
                <w:szCs w:val="20"/>
              </w:rPr>
              <w:t xml:space="preserve"> видів діяльності з прибирання</w:t>
            </w:r>
          </w:p>
        </w:tc>
      </w:tr>
      <w:tr w:rsidR="004F747D" w:rsidRPr="00C44CFB" w14:paraId="1B0878F1" w14:textId="77777777" w:rsidTr="00453902">
        <w:trPr>
          <w:trHeight w:val="124"/>
        </w:trPr>
        <w:tc>
          <w:tcPr>
            <w:tcW w:w="598" w:type="dxa"/>
            <w:gridSpan w:val="4"/>
          </w:tcPr>
          <w:p w14:paraId="4029029E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05630FB" w14:textId="2D2EA6EE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КП «Добробут» </w:t>
            </w:r>
            <w:proofErr w:type="spellStart"/>
            <w:r>
              <w:rPr>
                <w:sz w:val="20"/>
                <w:szCs w:val="20"/>
              </w:rPr>
              <w:t>Підберізцівської</w:t>
            </w:r>
            <w:proofErr w:type="spellEnd"/>
            <w:r>
              <w:rPr>
                <w:sz w:val="20"/>
                <w:szCs w:val="20"/>
              </w:rPr>
              <w:t xml:space="preserve"> ТГ</w:t>
            </w:r>
          </w:p>
        </w:tc>
        <w:tc>
          <w:tcPr>
            <w:tcW w:w="3231" w:type="dxa"/>
          </w:tcPr>
          <w:p w14:paraId="05A1CEE6" w14:textId="71C6CD0D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2B8B0C7F" w14:textId="1BE5E05E" w:rsidR="004F747D" w:rsidRPr="00C44CFB" w:rsidRDefault="004F747D" w:rsidP="004F747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с.Підберізці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вул.Шевченка</w:t>
            </w:r>
            <w:proofErr w:type="spellEnd"/>
            <w:r>
              <w:rPr>
                <w:sz w:val="20"/>
                <w:szCs w:val="20"/>
              </w:rPr>
              <w:t>, 25</w:t>
            </w:r>
          </w:p>
        </w:tc>
        <w:tc>
          <w:tcPr>
            <w:tcW w:w="994" w:type="dxa"/>
          </w:tcPr>
          <w:p w14:paraId="106B3C2B" w14:textId="35648FF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8/1</w:t>
            </w:r>
          </w:p>
        </w:tc>
        <w:tc>
          <w:tcPr>
            <w:tcW w:w="3112" w:type="dxa"/>
          </w:tcPr>
          <w:p w14:paraId="7CEFEA9D" w14:textId="6DF490FC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іншіих</w:t>
            </w:r>
            <w:proofErr w:type="spellEnd"/>
            <w:r>
              <w:rPr>
                <w:sz w:val="20"/>
                <w:szCs w:val="20"/>
              </w:rPr>
              <w:t xml:space="preserve"> видів діяльності з прибирання</w:t>
            </w:r>
          </w:p>
        </w:tc>
      </w:tr>
      <w:tr w:rsidR="004F747D" w:rsidRPr="00C44CFB" w14:paraId="562D1206" w14:textId="77777777" w:rsidTr="00453902">
        <w:trPr>
          <w:trHeight w:val="124"/>
        </w:trPr>
        <w:tc>
          <w:tcPr>
            <w:tcW w:w="598" w:type="dxa"/>
            <w:gridSpan w:val="4"/>
          </w:tcPr>
          <w:p w14:paraId="623CB72B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4E4BD1D9" w14:textId="5A6AF69A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КП «Рава-Руське будинкоуправління №2»</w:t>
            </w:r>
          </w:p>
        </w:tc>
        <w:tc>
          <w:tcPr>
            <w:tcW w:w="3231" w:type="dxa"/>
          </w:tcPr>
          <w:p w14:paraId="4DBE5AE2" w14:textId="548350E1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Ланка із забезпечення благоустрою та АВР на пошкоджених об’єктах життєзабезпечення</w:t>
            </w:r>
          </w:p>
        </w:tc>
        <w:tc>
          <w:tcPr>
            <w:tcW w:w="3154" w:type="dxa"/>
            <w:gridSpan w:val="2"/>
          </w:tcPr>
          <w:p w14:paraId="4CC2A6E6" w14:textId="75242A4C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м.Рава</w:t>
            </w:r>
            <w:proofErr w:type="spellEnd"/>
            <w:r>
              <w:rPr>
                <w:sz w:val="20"/>
                <w:szCs w:val="20"/>
              </w:rPr>
              <w:t>-Руська, вул.22 січня, 1</w:t>
            </w:r>
          </w:p>
          <w:p w14:paraId="1AB15CE8" w14:textId="62899341" w:rsidR="004F747D" w:rsidRPr="00C44CFB" w:rsidRDefault="004F747D" w:rsidP="004F747D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0977650446, 0978665132</w:t>
            </w:r>
          </w:p>
        </w:tc>
        <w:tc>
          <w:tcPr>
            <w:tcW w:w="994" w:type="dxa"/>
          </w:tcPr>
          <w:p w14:paraId="2145EABA" w14:textId="52E30C5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10/0</w:t>
            </w:r>
          </w:p>
        </w:tc>
        <w:tc>
          <w:tcPr>
            <w:tcW w:w="3112" w:type="dxa"/>
          </w:tcPr>
          <w:p w14:paraId="124AAF20" w14:textId="6B5C41E3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>, АВР</w:t>
            </w:r>
          </w:p>
        </w:tc>
      </w:tr>
      <w:tr w:rsidR="004F747D" w:rsidRPr="00C44CFB" w14:paraId="15FBD18C" w14:textId="77777777" w:rsidTr="00453902">
        <w:trPr>
          <w:trHeight w:val="124"/>
        </w:trPr>
        <w:tc>
          <w:tcPr>
            <w:tcW w:w="598" w:type="dxa"/>
            <w:gridSpan w:val="4"/>
          </w:tcPr>
          <w:p w14:paraId="52C5A62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3839FE1" w14:textId="4D587FB9" w:rsidR="004F747D" w:rsidRPr="00C44CFB" w:rsidRDefault="004F747D" w:rsidP="004F747D">
            <w:pPr>
              <w:ind w:firstLine="119"/>
              <w:jc w:val="both"/>
              <w:rPr>
                <w:sz w:val="20"/>
              </w:rPr>
            </w:pPr>
            <w:r w:rsidRPr="00AE2805">
              <w:rPr>
                <w:sz w:val="20"/>
                <w:szCs w:val="20"/>
              </w:rPr>
              <w:t>Підприємство теплових мереж „Самбір-</w:t>
            </w:r>
            <w:proofErr w:type="spellStart"/>
            <w:r w:rsidRPr="00AE2805">
              <w:rPr>
                <w:sz w:val="20"/>
                <w:szCs w:val="20"/>
              </w:rPr>
              <w:t>теплокомуненерго</w:t>
            </w:r>
            <w:proofErr w:type="spellEnd"/>
            <w:r w:rsidRPr="00AE2805">
              <w:rPr>
                <w:sz w:val="20"/>
                <w:szCs w:val="20"/>
              </w:rPr>
              <w:t>”</w:t>
            </w:r>
          </w:p>
        </w:tc>
        <w:tc>
          <w:tcPr>
            <w:tcW w:w="3231" w:type="dxa"/>
          </w:tcPr>
          <w:p w14:paraId="6B992452" w14:textId="5728C987" w:rsidR="004F747D" w:rsidRPr="00C44CFB" w:rsidRDefault="004F747D" w:rsidP="004F747D">
            <w:pPr>
              <w:jc w:val="center"/>
              <w:rPr>
                <w:sz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52C81A68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Самбір,</w:t>
            </w:r>
          </w:p>
          <w:p w14:paraId="61A9E3DE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Крушельницької, 9</w:t>
            </w:r>
          </w:p>
          <w:p w14:paraId="6D1356B9" w14:textId="4D979E8E" w:rsidR="004F747D" w:rsidRPr="00C44CFB" w:rsidRDefault="004F747D" w:rsidP="004F747D">
            <w:pPr>
              <w:jc w:val="center"/>
              <w:rPr>
                <w:sz w:val="20"/>
              </w:rPr>
            </w:pPr>
            <w:r w:rsidRPr="00AE2805">
              <w:rPr>
                <w:sz w:val="20"/>
                <w:szCs w:val="20"/>
              </w:rPr>
              <w:t>(236) 3-40-47</w:t>
            </w:r>
          </w:p>
        </w:tc>
        <w:tc>
          <w:tcPr>
            <w:tcW w:w="994" w:type="dxa"/>
          </w:tcPr>
          <w:p w14:paraId="19F2D7A4" w14:textId="4CAA7E6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4477FBA" w14:textId="43C141CA" w:rsidR="004F747D" w:rsidRPr="00C44CFB" w:rsidRDefault="004F747D" w:rsidP="004F747D">
            <w:pPr>
              <w:pStyle w:val="21"/>
              <w:spacing w:after="0" w:line="240" w:lineRule="auto"/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теплопостачання</w:t>
            </w:r>
          </w:p>
        </w:tc>
      </w:tr>
      <w:tr w:rsidR="004F747D" w:rsidRPr="00C44CFB" w14:paraId="5A35D639" w14:textId="77777777" w:rsidTr="00453902">
        <w:trPr>
          <w:trHeight w:val="124"/>
        </w:trPr>
        <w:tc>
          <w:tcPr>
            <w:tcW w:w="598" w:type="dxa"/>
            <w:gridSpan w:val="4"/>
          </w:tcPr>
          <w:p w14:paraId="7A68948B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37B76EE1" w14:textId="6805B79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Самбірське виробниче управління водопровідно-каналізаційного господарства</w:t>
            </w:r>
          </w:p>
        </w:tc>
        <w:tc>
          <w:tcPr>
            <w:tcW w:w="3231" w:type="dxa"/>
          </w:tcPr>
          <w:p w14:paraId="13258F99" w14:textId="3E60706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14C4C569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Самбір,</w:t>
            </w:r>
          </w:p>
          <w:p w14:paraId="5BD60424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Шевченка, 59а</w:t>
            </w:r>
          </w:p>
          <w:p w14:paraId="17B60731" w14:textId="3C69BF5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(236) 3-42-61</w:t>
            </w:r>
          </w:p>
        </w:tc>
        <w:tc>
          <w:tcPr>
            <w:tcW w:w="994" w:type="dxa"/>
          </w:tcPr>
          <w:p w14:paraId="3D3E8F02" w14:textId="3FDEDD9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24012003" w14:textId="63E7303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водопостачання та водовідведення</w:t>
            </w:r>
          </w:p>
        </w:tc>
      </w:tr>
      <w:tr w:rsidR="004F747D" w:rsidRPr="00C44CFB" w14:paraId="2CB350D7" w14:textId="77777777" w:rsidTr="00453902">
        <w:trPr>
          <w:trHeight w:val="124"/>
        </w:trPr>
        <w:tc>
          <w:tcPr>
            <w:tcW w:w="598" w:type="dxa"/>
            <w:gridSpan w:val="4"/>
          </w:tcPr>
          <w:p w14:paraId="5E683F51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432BDECF" w14:textId="373253D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КП МВУЖКГ </w:t>
            </w:r>
            <w:proofErr w:type="spellStart"/>
            <w:r w:rsidRPr="00AE2805">
              <w:rPr>
                <w:sz w:val="20"/>
                <w:szCs w:val="20"/>
              </w:rPr>
              <w:t>м.Добромиль</w:t>
            </w:r>
            <w:proofErr w:type="spellEnd"/>
          </w:p>
        </w:tc>
        <w:tc>
          <w:tcPr>
            <w:tcW w:w="3231" w:type="dxa"/>
          </w:tcPr>
          <w:p w14:paraId="050F9633" w14:textId="20C794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23A48F09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м.Добромиль</w:t>
            </w:r>
            <w:proofErr w:type="spellEnd"/>
            <w:r w:rsidRPr="00AE2805">
              <w:rPr>
                <w:sz w:val="20"/>
                <w:szCs w:val="20"/>
              </w:rPr>
              <w:t>, Івасюка 4</w:t>
            </w:r>
            <w:r>
              <w:rPr>
                <w:sz w:val="20"/>
                <w:szCs w:val="20"/>
              </w:rPr>
              <w:t>,</w:t>
            </w:r>
          </w:p>
          <w:p w14:paraId="5DAF1CB0" w14:textId="7B100AD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(03236) 3-33-65</w:t>
            </w:r>
          </w:p>
        </w:tc>
        <w:tc>
          <w:tcPr>
            <w:tcW w:w="994" w:type="dxa"/>
          </w:tcPr>
          <w:p w14:paraId="21EC633B" w14:textId="317C80E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5/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04A7995E" w14:textId="106A94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водопостачання та водовідведення</w:t>
            </w:r>
          </w:p>
        </w:tc>
      </w:tr>
      <w:tr w:rsidR="004F747D" w:rsidRPr="00C44CFB" w14:paraId="10751826" w14:textId="77777777" w:rsidTr="00453902">
        <w:trPr>
          <w:trHeight w:val="124"/>
        </w:trPr>
        <w:tc>
          <w:tcPr>
            <w:tcW w:w="598" w:type="dxa"/>
            <w:gridSpan w:val="4"/>
          </w:tcPr>
          <w:p w14:paraId="76310997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76A16F7D" w14:textId="63DB901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КП "Хирівське ВКГ"</w:t>
            </w:r>
          </w:p>
        </w:tc>
        <w:tc>
          <w:tcPr>
            <w:tcW w:w="3231" w:type="dxa"/>
          </w:tcPr>
          <w:p w14:paraId="4E6E623C" w14:textId="7933490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3F854B63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м.Хирів</w:t>
            </w:r>
            <w:proofErr w:type="spellEnd"/>
            <w:r w:rsidRPr="00AE2805">
              <w:rPr>
                <w:sz w:val="20"/>
                <w:szCs w:val="20"/>
              </w:rPr>
              <w:t>, вул. Залізнична 10б</w:t>
            </w:r>
            <w:r>
              <w:rPr>
                <w:sz w:val="20"/>
                <w:szCs w:val="20"/>
              </w:rPr>
              <w:t>,</w:t>
            </w:r>
          </w:p>
          <w:p w14:paraId="6236DE0C" w14:textId="77A9F77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(03238) 4-21-84</w:t>
            </w:r>
          </w:p>
        </w:tc>
        <w:tc>
          <w:tcPr>
            <w:tcW w:w="994" w:type="dxa"/>
          </w:tcPr>
          <w:p w14:paraId="6DF15F3A" w14:textId="4E88978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3F17F5">
              <w:rPr>
                <w:sz w:val="20"/>
                <w:szCs w:val="20"/>
              </w:rPr>
              <w:t>6/2</w:t>
            </w:r>
          </w:p>
        </w:tc>
        <w:tc>
          <w:tcPr>
            <w:tcW w:w="3112" w:type="dxa"/>
          </w:tcPr>
          <w:p w14:paraId="5FDF3159" w14:textId="69291E1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водопостачання та водовідведення</w:t>
            </w:r>
          </w:p>
        </w:tc>
      </w:tr>
      <w:tr w:rsidR="004F747D" w:rsidRPr="00C44CFB" w14:paraId="746504C4" w14:textId="77777777" w:rsidTr="00453902">
        <w:trPr>
          <w:trHeight w:val="124"/>
        </w:trPr>
        <w:tc>
          <w:tcPr>
            <w:tcW w:w="598" w:type="dxa"/>
            <w:gridSpan w:val="4"/>
          </w:tcPr>
          <w:p w14:paraId="772C241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CD55687" w14:textId="6973ECE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ВМУЖКГ </w:t>
            </w:r>
            <w:proofErr w:type="spellStart"/>
            <w:r>
              <w:rPr>
                <w:sz w:val="20"/>
                <w:szCs w:val="20"/>
              </w:rPr>
              <w:t>м.Хирів</w:t>
            </w:r>
            <w:proofErr w:type="spellEnd"/>
          </w:p>
        </w:tc>
        <w:tc>
          <w:tcPr>
            <w:tcW w:w="3231" w:type="dxa"/>
          </w:tcPr>
          <w:p w14:paraId="4F657067" w14:textId="1F5391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Ланка </w:t>
            </w:r>
            <w:r>
              <w:rPr>
                <w:sz w:val="20"/>
                <w:szCs w:val="20"/>
              </w:rPr>
              <w:t>із забезпечення благоустрою</w:t>
            </w:r>
          </w:p>
        </w:tc>
        <w:tc>
          <w:tcPr>
            <w:tcW w:w="3154" w:type="dxa"/>
            <w:gridSpan w:val="2"/>
          </w:tcPr>
          <w:p w14:paraId="7393531C" w14:textId="4B50E59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м.Хирів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вул.Франка</w:t>
            </w:r>
            <w:proofErr w:type="spellEnd"/>
            <w:r>
              <w:rPr>
                <w:sz w:val="20"/>
                <w:szCs w:val="20"/>
              </w:rPr>
              <w:t>, 16</w:t>
            </w:r>
          </w:p>
        </w:tc>
        <w:tc>
          <w:tcPr>
            <w:tcW w:w="994" w:type="dxa"/>
          </w:tcPr>
          <w:p w14:paraId="75E843CB" w14:textId="79217B0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</w:t>
            </w:r>
          </w:p>
        </w:tc>
        <w:tc>
          <w:tcPr>
            <w:tcW w:w="3112" w:type="dxa"/>
          </w:tcPr>
          <w:p w14:paraId="6A7DBA68" w14:textId="1479373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>, АВР</w:t>
            </w:r>
          </w:p>
        </w:tc>
      </w:tr>
      <w:tr w:rsidR="004F747D" w:rsidRPr="00C44CFB" w14:paraId="28CBBF39" w14:textId="77777777" w:rsidTr="00453902">
        <w:trPr>
          <w:trHeight w:val="124"/>
        </w:trPr>
        <w:tc>
          <w:tcPr>
            <w:tcW w:w="598" w:type="dxa"/>
            <w:gridSpan w:val="4"/>
          </w:tcPr>
          <w:p w14:paraId="6274BD0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3383951F" w14:textId="094764FD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КП МВУЖКГ м. Старий Самбір</w:t>
            </w:r>
          </w:p>
        </w:tc>
        <w:tc>
          <w:tcPr>
            <w:tcW w:w="3231" w:type="dxa"/>
          </w:tcPr>
          <w:p w14:paraId="59FCA438" w14:textId="12FA0000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 xml:space="preserve">Ланка </w:t>
            </w:r>
            <w:r>
              <w:rPr>
                <w:sz w:val="20"/>
                <w:szCs w:val="20"/>
              </w:rPr>
              <w:t>із забезпечення благоустрою</w:t>
            </w:r>
          </w:p>
        </w:tc>
        <w:tc>
          <w:tcPr>
            <w:tcW w:w="3154" w:type="dxa"/>
            <w:gridSpan w:val="2"/>
          </w:tcPr>
          <w:p w14:paraId="1BDEBB6C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с.Стрільбичі</w:t>
            </w:r>
            <w:proofErr w:type="spellEnd"/>
            <w:r w:rsidRPr="00AE2805">
              <w:rPr>
                <w:sz w:val="20"/>
                <w:szCs w:val="20"/>
              </w:rPr>
              <w:t xml:space="preserve">, </w:t>
            </w:r>
            <w:proofErr w:type="spellStart"/>
            <w:r w:rsidRPr="00AE2805">
              <w:rPr>
                <w:sz w:val="20"/>
                <w:szCs w:val="20"/>
              </w:rPr>
              <w:t>вул.Яблунева</w:t>
            </w:r>
            <w:proofErr w:type="spellEnd"/>
            <w:r w:rsidRPr="00AE2805">
              <w:rPr>
                <w:sz w:val="20"/>
                <w:szCs w:val="20"/>
              </w:rPr>
              <w:t>, 1г</w:t>
            </w:r>
          </w:p>
          <w:p w14:paraId="4C34F001" w14:textId="4AC8D34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0975884958</w:t>
            </w:r>
          </w:p>
        </w:tc>
        <w:tc>
          <w:tcPr>
            <w:tcW w:w="994" w:type="dxa"/>
          </w:tcPr>
          <w:p w14:paraId="25E83347" w14:textId="155E62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3112" w:type="dxa"/>
          </w:tcPr>
          <w:p w14:paraId="5803E742" w14:textId="60E5427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Забезпечення благоустрою</w:t>
            </w:r>
            <w:r>
              <w:rPr>
                <w:sz w:val="20"/>
                <w:szCs w:val="20"/>
              </w:rPr>
              <w:t>, АВР</w:t>
            </w:r>
          </w:p>
        </w:tc>
      </w:tr>
      <w:tr w:rsidR="004F747D" w:rsidRPr="00C44CFB" w14:paraId="188C7D90" w14:textId="77777777" w:rsidTr="00453902">
        <w:trPr>
          <w:trHeight w:val="124"/>
        </w:trPr>
        <w:tc>
          <w:tcPr>
            <w:tcW w:w="598" w:type="dxa"/>
            <w:gridSpan w:val="4"/>
          </w:tcPr>
          <w:p w14:paraId="2B73A4EE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E8B1348" w14:textId="56341869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МВКГ </w:t>
            </w:r>
            <w:proofErr w:type="spellStart"/>
            <w:r>
              <w:rPr>
                <w:sz w:val="20"/>
                <w:szCs w:val="20"/>
              </w:rPr>
              <w:t>м.Старий</w:t>
            </w:r>
            <w:proofErr w:type="spellEnd"/>
            <w:r>
              <w:rPr>
                <w:sz w:val="20"/>
                <w:szCs w:val="20"/>
              </w:rPr>
              <w:t xml:space="preserve"> Самбір</w:t>
            </w:r>
          </w:p>
        </w:tc>
        <w:tc>
          <w:tcPr>
            <w:tcW w:w="3231" w:type="dxa"/>
          </w:tcPr>
          <w:p w14:paraId="086F7C50" w14:textId="27996909" w:rsidR="004F747D" w:rsidRPr="00C44CFB" w:rsidRDefault="004F747D" w:rsidP="004F747D">
            <w:pPr>
              <w:jc w:val="center"/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gridSpan w:val="2"/>
          </w:tcPr>
          <w:p w14:paraId="3800C3A8" w14:textId="435F3F8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М.Старий</w:t>
            </w:r>
            <w:proofErr w:type="spellEnd"/>
            <w:r>
              <w:rPr>
                <w:sz w:val="20"/>
                <w:szCs w:val="20"/>
              </w:rPr>
              <w:t xml:space="preserve"> Самбір, </w:t>
            </w:r>
            <w:proofErr w:type="spellStart"/>
            <w:r>
              <w:rPr>
                <w:sz w:val="20"/>
                <w:szCs w:val="20"/>
              </w:rPr>
              <w:t>вул.Дрогобицька</w:t>
            </w:r>
            <w:proofErr w:type="spellEnd"/>
            <w:r>
              <w:rPr>
                <w:sz w:val="20"/>
                <w:szCs w:val="20"/>
              </w:rPr>
              <w:t>, 20, 0982516645</w:t>
            </w:r>
          </w:p>
        </w:tc>
        <w:tc>
          <w:tcPr>
            <w:tcW w:w="994" w:type="dxa"/>
          </w:tcPr>
          <w:p w14:paraId="105EDF86" w14:textId="3815264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</w:t>
            </w:r>
          </w:p>
        </w:tc>
        <w:tc>
          <w:tcPr>
            <w:tcW w:w="3112" w:type="dxa"/>
          </w:tcPr>
          <w:p w14:paraId="22B1C2D7" w14:textId="1E69BAB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водопостачання та водовідведення</w:t>
            </w:r>
          </w:p>
        </w:tc>
      </w:tr>
      <w:tr w:rsidR="004F747D" w:rsidRPr="00C44CFB" w14:paraId="2BE5A506" w14:textId="77777777" w:rsidTr="00453902">
        <w:trPr>
          <w:trHeight w:val="124"/>
        </w:trPr>
        <w:tc>
          <w:tcPr>
            <w:tcW w:w="598" w:type="dxa"/>
            <w:gridSpan w:val="4"/>
          </w:tcPr>
          <w:p w14:paraId="60B9AD6A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4E3EACE0" w14:textId="592D11A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Рудківський ВУЖКГ</w:t>
            </w:r>
          </w:p>
        </w:tc>
        <w:tc>
          <w:tcPr>
            <w:tcW w:w="3231" w:type="dxa"/>
          </w:tcPr>
          <w:p w14:paraId="557AE065" w14:textId="310A908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Ланка </w:t>
            </w:r>
            <w:r>
              <w:rPr>
                <w:sz w:val="20"/>
                <w:szCs w:val="20"/>
              </w:rPr>
              <w:t>із забезпечення благоустрою, а</w:t>
            </w:r>
            <w:r w:rsidRPr="00AE2805">
              <w:rPr>
                <w:sz w:val="20"/>
                <w:szCs w:val="20"/>
              </w:rPr>
              <w:t>варійно-відновлювальна бригада</w:t>
            </w:r>
          </w:p>
        </w:tc>
        <w:tc>
          <w:tcPr>
            <w:tcW w:w="3154" w:type="dxa"/>
            <w:gridSpan w:val="2"/>
          </w:tcPr>
          <w:p w14:paraId="65FF666B" w14:textId="7D575D9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м.Рудки</w:t>
            </w:r>
            <w:proofErr w:type="spellEnd"/>
            <w:r w:rsidRPr="00AE2805">
              <w:rPr>
                <w:sz w:val="20"/>
                <w:szCs w:val="20"/>
              </w:rPr>
              <w:t xml:space="preserve">, </w:t>
            </w:r>
            <w:proofErr w:type="spellStart"/>
            <w:r w:rsidRPr="00AE2805">
              <w:rPr>
                <w:sz w:val="20"/>
                <w:szCs w:val="20"/>
              </w:rPr>
              <w:t>пл</w:t>
            </w:r>
            <w:proofErr w:type="spellEnd"/>
            <w:r w:rsidRPr="00AE2805">
              <w:rPr>
                <w:sz w:val="20"/>
                <w:szCs w:val="20"/>
              </w:rPr>
              <w:t>. Відродження, 5</w:t>
            </w:r>
          </w:p>
        </w:tc>
        <w:tc>
          <w:tcPr>
            <w:tcW w:w="994" w:type="dxa"/>
          </w:tcPr>
          <w:p w14:paraId="12090E03" w14:textId="1BAF305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E2805">
              <w:rPr>
                <w:sz w:val="20"/>
                <w:szCs w:val="20"/>
              </w:rPr>
              <w:t>/1</w:t>
            </w:r>
          </w:p>
        </w:tc>
        <w:tc>
          <w:tcPr>
            <w:tcW w:w="3112" w:type="dxa"/>
          </w:tcPr>
          <w:p w14:paraId="006B353A" w14:textId="2ADD7D0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водопостачання та водовідведення</w:t>
            </w:r>
            <w:r>
              <w:rPr>
                <w:sz w:val="20"/>
                <w:szCs w:val="20"/>
              </w:rPr>
              <w:t>, благоустрій</w:t>
            </w:r>
          </w:p>
        </w:tc>
      </w:tr>
      <w:tr w:rsidR="004F747D" w:rsidRPr="00C44CFB" w14:paraId="5FC1C980" w14:textId="77777777" w:rsidTr="00453902">
        <w:trPr>
          <w:trHeight w:val="124"/>
        </w:trPr>
        <w:tc>
          <w:tcPr>
            <w:tcW w:w="598" w:type="dxa"/>
            <w:gridSpan w:val="4"/>
          </w:tcPr>
          <w:p w14:paraId="23F89E71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13E30A11" w14:textId="0E11403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Ралівське</w:t>
            </w:r>
            <w:proofErr w:type="spellEnd"/>
            <w:r w:rsidRPr="00AE2805">
              <w:rPr>
                <w:sz w:val="20"/>
                <w:szCs w:val="20"/>
              </w:rPr>
              <w:t xml:space="preserve"> УЖКГ/1</w:t>
            </w:r>
          </w:p>
        </w:tc>
        <w:tc>
          <w:tcPr>
            <w:tcW w:w="3231" w:type="dxa"/>
          </w:tcPr>
          <w:p w14:paraId="0805E211" w14:textId="46D9684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1D834883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с.Ралівка</w:t>
            </w:r>
            <w:proofErr w:type="spellEnd"/>
            <w:r w:rsidRPr="00AE2805">
              <w:rPr>
                <w:sz w:val="20"/>
                <w:szCs w:val="20"/>
              </w:rPr>
              <w:t xml:space="preserve">, вул. </w:t>
            </w:r>
            <w:r>
              <w:rPr>
                <w:sz w:val="20"/>
                <w:szCs w:val="20"/>
              </w:rPr>
              <w:t>Бандери</w:t>
            </w:r>
            <w:r w:rsidRPr="00AE2805">
              <w:rPr>
                <w:sz w:val="20"/>
                <w:szCs w:val="20"/>
              </w:rPr>
              <w:t xml:space="preserve"> , буд. 2</w:t>
            </w:r>
          </w:p>
          <w:p w14:paraId="64BE64A0" w14:textId="50818AB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0977834470</w:t>
            </w:r>
          </w:p>
        </w:tc>
        <w:tc>
          <w:tcPr>
            <w:tcW w:w="994" w:type="dxa"/>
          </w:tcPr>
          <w:p w14:paraId="77274A64" w14:textId="14B2EF5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AE2805">
              <w:rPr>
                <w:sz w:val="20"/>
                <w:szCs w:val="20"/>
              </w:rPr>
              <w:t>2/1</w:t>
            </w:r>
          </w:p>
        </w:tc>
        <w:tc>
          <w:tcPr>
            <w:tcW w:w="3112" w:type="dxa"/>
          </w:tcPr>
          <w:p w14:paraId="395DD504" w14:textId="2F93945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водопостачання та водовідведення</w:t>
            </w:r>
          </w:p>
        </w:tc>
      </w:tr>
      <w:tr w:rsidR="004F747D" w:rsidRPr="00C44CFB" w14:paraId="750877B4" w14:textId="77777777" w:rsidTr="00453902">
        <w:trPr>
          <w:trHeight w:val="124"/>
        </w:trPr>
        <w:tc>
          <w:tcPr>
            <w:tcW w:w="598" w:type="dxa"/>
            <w:gridSpan w:val="4"/>
          </w:tcPr>
          <w:p w14:paraId="285C258B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72190A81" w14:textId="4BADF9D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КП "Старий </w:t>
            </w:r>
            <w:proofErr w:type="spellStart"/>
            <w:r w:rsidRPr="00AE2805">
              <w:rPr>
                <w:sz w:val="20"/>
                <w:szCs w:val="20"/>
              </w:rPr>
              <w:t>Самбіртеплокомуненерго</w:t>
            </w:r>
            <w:proofErr w:type="spellEnd"/>
            <w:r w:rsidRPr="00AE2805">
              <w:rPr>
                <w:sz w:val="20"/>
                <w:szCs w:val="20"/>
              </w:rPr>
              <w:t>"</w:t>
            </w:r>
          </w:p>
        </w:tc>
        <w:tc>
          <w:tcPr>
            <w:tcW w:w="3231" w:type="dxa"/>
          </w:tcPr>
          <w:p w14:paraId="45B4DBDE" w14:textId="6C565DB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4856CAB7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м.Старий</w:t>
            </w:r>
            <w:proofErr w:type="spellEnd"/>
            <w:r w:rsidRPr="00AE2805">
              <w:rPr>
                <w:sz w:val="20"/>
                <w:szCs w:val="20"/>
              </w:rPr>
              <w:t xml:space="preserve"> Самбір, </w:t>
            </w:r>
          </w:p>
          <w:p w14:paraId="44ABAB04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вул.Лева</w:t>
            </w:r>
            <w:proofErr w:type="spellEnd"/>
            <w:r w:rsidRPr="00AE2805">
              <w:rPr>
                <w:sz w:val="20"/>
                <w:szCs w:val="20"/>
              </w:rPr>
              <w:t xml:space="preserve"> Галицького,39</w:t>
            </w:r>
          </w:p>
          <w:p w14:paraId="4663A7CB" w14:textId="08CC9E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0972775744</w:t>
            </w:r>
          </w:p>
        </w:tc>
        <w:tc>
          <w:tcPr>
            <w:tcW w:w="994" w:type="dxa"/>
          </w:tcPr>
          <w:p w14:paraId="7828EFE8" w14:textId="2CF5235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55889D54" w14:textId="5358DC8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теплопостачання</w:t>
            </w:r>
          </w:p>
        </w:tc>
      </w:tr>
      <w:tr w:rsidR="004F747D" w:rsidRPr="00C44CFB" w14:paraId="4C6B1F40" w14:textId="77777777" w:rsidTr="001C65E5">
        <w:trPr>
          <w:trHeight w:val="124"/>
        </w:trPr>
        <w:tc>
          <w:tcPr>
            <w:tcW w:w="598" w:type="dxa"/>
            <w:gridSpan w:val="4"/>
          </w:tcPr>
          <w:p w14:paraId="60E52C9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52EBEABA" w14:textId="131000EE" w:rsidR="004F747D" w:rsidRPr="00D450ED" w:rsidRDefault="004F747D" w:rsidP="004F747D">
            <w:pPr>
              <w:ind w:firstLine="119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AE2805">
              <w:rPr>
                <w:sz w:val="20"/>
                <w:szCs w:val="20"/>
              </w:rPr>
              <w:t>Новокалинівське</w:t>
            </w:r>
            <w:proofErr w:type="spellEnd"/>
            <w:r w:rsidRPr="00AE2805">
              <w:rPr>
                <w:sz w:val="20"/>
                <w:szCs w:val="20"/>
              </w:rPr>
              <w:t xml:space="preserve"> ВУЖКГ</w:t>
            </w:r>
          </w:p>
        </w:tc>
        <w:tc>
          <w:tcPr>
            <w:tcW w:w="3231" w:type="dxa"/>
          </w:tcPr>
          <w:p w14:paraId="3F98CDEB" w14:textId="6800698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  <w:r>
              <w:rPr>
                <w:sz w:val="20"/>
                <w:szCs w:val="20"/>
              </w:rPr>
              <w:t>, ланка із забезпечення благоустрою</w:t>
            </w:r>
          </w:p>
        </w:tc>
        <w:tc>
          <w:tcPr>
            <w:tcW w:w="3154" w:type="dxa"/>
            <w:gridSpan w:val="2"/>
            <w:vAlign w:val="center"/>
          </w:tcPr>
          <w:p w14:paraId="72DE1DD0" w14:textId="44D7F3DF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м.Новий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Калинів</w:t>
            </w:r>
            <w:proofErr w:type="spellEnd"/>
            <w:r w:rsidRPr="00AE2805">
              <w:rPr>
                <w:sz w:val="20"/>
                <w:szCs w:val="20"/>
              </w:rPr>
              <w:t xml:space="preserve">, </w:t>
            </w:r>
            <w:proofErr w:type="spellStart"/>
            <w:r w:rsidRPr="00AE2805">
              <w:rPr>
                <w:sz w:val="20"/>
                <w:szCs w:val="20"/>
              </w:rPr>
              <w:t>пл</w:t>
            </w:r>
            <w:proofErr w:type="spellEnd"/>
            <w:r w:rsidRPr="00AE2805">
              <w:rPr>
                <w:sz w:val="20"/>
                <w:szCs w:val="20"/>
              </w:rPr>
              <w:t>. Авіації,  24</w:t>
            </w:r>
            <w:r>
              <w:rPr>
                <w:sz w:val="20"/>
                <w:szCs w:val="20"/>
              </w:rPr>
              <w:t>,</w:t>
            </w:r>
          </w:p>
          <w:p w14:paraId="4D63624F" w14:textId="4E2A9B5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0676003443</w:t>
            </w:r>
          </w:p>
        </w:tc>
        <w:tc>
          <w:tcPr>
            <w:tcW w:w="994" w:type="dxa"/>
          </w:tcPr>
          <w:p w14:paraId="78BF4EBB" w14:textId="539720B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E2805">
              <w:rPr>
                <w:sz w:val="20"/>
                <w:szCs w:val="20"/>
              </w:rPr>
              <w:t>/1</w:t>
            </w:r>
          </w:p>
        </w:tc>
        <w:tc>
          <w:tcPr>
            <w:tcW w:w="3112" w:type="dxa"/>
          </w:tcPr>
          <w:p w14:paraId="5E3C5A90" w14:textId="67CEF5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Проведення аварійно-відновлювальних робіт на мережах теплопостачання, </w:t>
            </w:r>
            <w:r>
              <w:rPr>
                <w:sz w:val="20"/>
                <w:szCs w:val="20"/>
              </w:rPr>
              <w:t>водо</w:t>
            </w:r>
            <w:r w:rsidRPr="00AE2805">
              <w:rPr>
                <w:sz w:val="20"/>
                <w:szCs w:val="20"/>
              </w:rPr>
              <w:t>постачання</w:t>
            </w:r>
            <w:r>
              <w:rPr>
                <w:sz w:val="20"/>
                <w:szCs w:val="20"/>
              </w:rPr>
              <w:t>, благоустрій</w:t>
            </w:r>
          </w:p>
        </w:tc>
      </w:tr>
      <w:tr w:rsidR="004F747D" w:rsidRPr="00C44CFB" w14:paraId="5D013680" w14:textId="77777777" w:rsidTr="001C65E5">
        <w:trPr>
          <w:trHeight w:val="124"/>
        </w:trPr>
        <w:tc>
          <w:tcPr>
            <w:tcW w:w="598" w:type="dxa"/>
            <w:gridSpan w:val="4"/>
          </w:tcPr>
          <w:p w14:paraId="449ACB6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1799FD0" w14:textId="09B9AEB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СКП «Об’єднане»</w:t>
            </w:r>
          </w:p>
        </w:tc>
        <w:tc>
          <w:tcPr>
            <w:tcW w:w="3231" w:type="dxa"/>
          </w:tcPr>
          <w:p w14:paraId="31F491EE" w14:textId="336F8C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  <w:r>
              <w:rPr>
                <w:sz w:val="20"/>
                <w:szCs w:val="20"/>
              </w:rPr>
              <w:t>, ланка із забезпечення благоустрою</w:t>
            </w:r>
          </w:p>
        </w:tc>
        <w:tc>
          <w:tcPr>
            <w:tcW w:w="3154" w:type="dxa"/>
            <w:gridSpan w:val="2"/>
            <w:vAlign w:val="center"/>
          </w:tcPr>
          <w:p w14:paraId="5972A52C" w14:textId="7AA5F6A6" w:rsidR="004F747D" w:rsidRDefault="004F747D" w:rsidP="004F747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м.Самбір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вул.Шухевича</w:t>
            </w:r>
            <w:proofErr w:type="spellEnd"/>
            <w:r>
              <w:rPr>
                <w:sz w:val="22"/>
                <w:szCs w:val="22"/>
              </w:rPr>
              <w:t>, 1,</w:t>
            </w:r>
          </w:p>
          <w:p w14:paraId="24DC45BC" w14:textId="1E377B0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0985251766</w:t>
            </w:r>
          </w:p>
        </w:tc>
        <w:tc>
          <w:tcPr>
            <w:tcW w:w="994" w:type="dxa"/>
          </w:tcPr>
          <w:p w14:paraId="316C165A" w14:textId="5177808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</w:t>
            </w:r>
          </w:p>
        </w:tc>
        <w:tc>
          <w:tcPr>
            <w:tcW w:w="3112" w:type="dxa"/>
          </w:tcPr>
          <w:p w14:paraId="1AA23CBF" w14:textId="708B863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 водопостачання та водовідведення</w:t>
            </w:r>
            <w:r>
              <w:rPr>
                <w:sz w:val="20"/>
                <w:szCs w:val="20"/>
              </w:rPr>
              <w:t>, теплопостачання, благоустрій</w:t>
            </w:r>
          </w:p>
        </w:tc>
      </w:tr>
      <w:tr w:rsidR="004F747D" w:rsidRPr="00C44CFB" w14:paraId="07BF25B4" w14:textId="77777777" w:rsidTr="001C65E5">
        <w:trPr>
          <w:trHeight w:val="124"/>
        </w:trPr>
        <w:tc>
          <w:tcPr>
            <w:tcW w:w="598" w:type="dxa"/>
            <w:gridSpan w:val="4"/>
          </w:tcPr>
          <w:p w14:paraId="1294BD28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F2971DC" w14:textId="33A93337" w:rsidR="004F747D" w:rsidRPr="00D450ED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Самбірської міської ради «ЖЕК»</w:t>
            </w:r>
          </w:p>
        </w:tc>
        <w:tc>
          <w:tcPr>
            <w:tcW w:w="3231" w:type="dxa"/>
          </w:tcPr>
          <w:p w14:paraId="2401E5F5" w14:textId="7D1E9E3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  <w:vAlign w:val="center"/>
          </w:tcPr>
          <w:p w14:paraId="1AA8B100" w14:textId="724E6725" w:rsidR="004F747D" w:rsidRDefault="004F747D" w:rsidP="004F747D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м.Самбір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вул.Заміська</w:t>
            </w:r>
            <w:proofErr w:type="spellEnd"/>
            <w:r>
              <w:rPr>
                <w:sz w:val="22"/>
                <w:szCs w:val="22"/>
              </w:rPr>
              <w:t>, 23а,</w:t>
            </w:r>
          </w:p>
          <w:p w14:paraId="59AA005A" w14:textId="549AFA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0970790599</w:t>
            </w:r>
          </w:p>
        </w:tc>
        <w:tc>
          <w:tcPr>
            <w:tcW w:w="994" w:type="dxa"/>
          </w:tcPr>
          <w:p w14:paraId="69DC6AEA" w14:textId="5893A3D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5/1</w:t>
            </w:r>
          </w:p>
        </w:tc>
        <w:tc>
          <w:tcPr>
            <w:tcW w:w="3112" w:type="dxa"/>
          </w:tcPr>
          <w:p w14:paraId="47FE7444" w14:textId="33008EF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</w:t>
            </w:r>
            <w:r>
              <w:rPr>
                <w:sz w:val="20"/>
                <w:szCs w:val="20"/>
              </w:rPr>
              <w:t xml:space="preserve"> життєзабезпечення</w:t>
            </w:r>
          </w:p>
        </w:tc>
      </w:tr>
      <w:tr w:rsidR="004F747D" w:rsidRPr="00C44CFB" w14:paraId="651045A4" w14:textId="77777777" w:rsidTr="001C65E5">
        <w:trPr>
          <w:trHeight w:val="124"/>
        </w:trPr>
        <w:tc>
          <w:tcPr>
            <w:tcW w:w="598" w:type="dxa"/>
            <w:gridSpan w:val="4"/>
          </w:tcPr>
          <w:p w14:paraId="4B162B6E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2C8CE7EA" w14:textId="3779BE93" w:rsidR="004F747D" w:rsidRPr="00D450ED" w:rsidRDefault="004F747D" w:rsidP="004F747D">
            <w:pPr>
              <w:ind w:firstLine="119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КП «Сільський господар» </w:t>
            </w:r>
            <w:proofErr w:type="spellStart"/>
            <w:r>
              <w:rPr>
                <w:sz w:val="20"/>
                <w:szCs w:val="20"/>
              </w:rPr>
              <w:t>Бісковицької</w:t>
            </w:r>
            <w:proofErr w:type="spellEnd"/>
            <w:r>
              <w:rPr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231" w:type="dxa"/>
          </w:tcPr>
          <w:p w14:paraId="34A9C464" w14:textId="5490D84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  <w:vAlign w:val="center"/>
          </w:tcPr>
          <w:p w14:paraId="7DDF48BA" w14:textId="022CC7B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с.Воля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Баранецька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вул.Цимбрили</w:t>
            </w:r>
            <w:proofErr w:type="spellEnd"/>
            <w:r>
              <w:rPr>
                <w:sz w:val="22"/>
                <w:szCs w:val="22"/>
              </w:rPr>
              <w:t>, 26а</w:t>
            </w:r>
          </w:p>
        </w:tc>
        <w:tc>
          <w:tcPr>
            <w:tcW w:w="994" w:type="dxa"/>
          </w:tcPr>
          <w:p w14:paraId="79F5F197" w14:textId="4C92286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4/1</w:t>
            </w:r>
          </w:p>
        </w:tc>
        <w:tc>
          <w:tcPr>
            <w:tcW w:w="3112" w:type="dxa"/>
          </w:tcPr>
          <w:p w14:paraId="6B422EF4" w14:textId="1E25874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Проведення аварійно-відновлювальних робіт на мережах</w:t>
            </w:r>
            <w:r>
              <w:rPr>
                <w:sz w:val="20"/>
                <w:szCs w:val="20"/>
              </w:rPr>
              <w:t xml:space="preserve"> життєзабезпечення</w:t>
            </w:r>
          </w:p>
        </w:tc>
      </w:tr>
      <w:tr w:rsidR="004F747D" w:rsidRPr="00C44CFB" w14:paraId="4766E26D" w14:textId="77777777" w:rsidTr="001C65E5">
        <w:trPr>
          <w:trHeight w:val="124"/>
        </w:trPr>
        <w:tc>
          <w:tcPr>
            <w:tcW w:w="598" w:type="dxa"/>
            <w:gridSpan w:val="4"/>
          </w:tcPr>
          <w:p w14:paraId="3C4CA04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2ADE616" w14:textId="20C2C885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«Благоустрій»</w:t>
            </w:r>
          </w:p>
        </w:tc>
        <w:tc>
          <w:tcPr>
            <w:tcW w:w="3231" w:type="dxa"/>
          </w:tcPr>
          <w:p w14:paraId="4460C477" w14:textId="6B934C1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  <w:vAlign w:val="center"/>
          </w:tcPr>
          <w:p w14:paraId="6080D3D6" w14:textId="4A909D9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2"/>
                <w:szCs w:val="22"/>
              </w:rPr>
              <w:t>с.Бусовисько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вул.Придністрянська</w:t>
            </w:r>
            <w:proofErr w:type="spellEnd"/>
            <w:r>
              <w:rPr>
                <w:sz w:val="22"/>
                <w:szCs w:val="22"/>
              </w:rPr>
              <w:t>, 54</w:t>
            </w:r>
          </w:p>
        </w:tc>
        <w:tc>
          <w:tcPr>
            <w:tcW w:w="994" w:type="dxa"/>
          </w:tcPr>
          <w:p w14:paraId="494BB3C6" w14:textId="69F02EF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2/1</w:t>
            </w:r>
          </w:p>
        </w:tc>
        <w:tc>
          <w:tcPr>
            <w:tcW w:w="3112" w:type="dxa"/>
          </w:tcPr>
          <w:p w14:paraId="783C9682" w14:textId="3E45DAB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Проведення  робіт </w:t>
            </w:r>
            <w:r>
              <w:rPr>
                <w:sz w:val="20"/>
                <w:szCs w:val="20"/>
              </w:rPr>
              <w:t>з благоустрою та вивозу ТПВ</w:t>
            </w:r>
          </w:p>
        </w:tc>
      </w:tr>
      <w:tr w:rsidR="004F747D" w:rsidRPr="00C44CFB" w14:paraId="09DF5DDA" w14:textId="77777777" w:rsidTr="00453902">
        <w:trPr>
          <w:trHeight w:val="124"/>
        </w:trPr>
        <w:tc>
          <w:tcPr>
            <w:tcW w:w="598" w:type="dxa"/>
            <w:gridSpan w:val="4"/>
          </w:tcPr>
          <w:p w14:paraId="3735C91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256FB63F" w14:textId="18E4B8C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0B2F98">
              <w:rPr>
                <w:sz w:val="20"/>
              </w:rPr>
              <w:t>КП „</w:t>
            </w:r>
            <w:proofErr w:type="spellStart"/>
            <w:r>
              <w:rPr>
                <w:sz w:val="20"/>
              </w:rPr>
              <w:t>Белзкомунсервіс</w:t>
            </w:r>
            <w:proofErr w:type="spellEnd"/>
            <w:r w:rsidRPr="000B2F98">
              <w:rPr>
                <w:sz w:val="20"/>
              </w:rPr>
              <w:t>”</w:t>
            </w:r>
          </w:p>
        </w:tc>
        <w:tc>
          <w:tcPr>
            <w:tcW w:w="3231" w:type="dxa"/>
          </w:tcPr>
          <w:p w14:paraId="49AF4848" w14:textId="1990C43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61C5493A" w14:textId="77777777" w:rsidR="004F747D" w:rsidRPr="00AE2805" w:rsidRDefault="004F747D" w:rsidP="004F747D">
            <w:pPr>
              <w:jc w:val="center"/>
              <w:rPr>
                <w:sz w:val="20"/>
              </w:rPr>
            </w:pPr>
            <w:proofErr w:type="spellStart"/>
            <w:r w:rsidRPr="00AE2805">
              <w:rPr>
                <w:sz w:val="20"/>
              </w:rPr>
              <w:t>м.</w:t>
            </w:r>
            <w:r>
              <w:rPr>
                <w:sz w:val="20"/>
              </w:rPr>
              <w:t>Белз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пл.України</w:t>
            </w:r>
            <w:proofErr w:type="spellEnd"/>
            <w:r>
              <w:rPr>
                <w:sz w:val="20"/>
              </w:rPr>
              <w:t>, 2</w:t>
            </w:r>
          </w:p>
          <w:p w14:paraId="6474D13D" w14:textId="6897139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0677673660</w:t>
            </w:r>
          </w:p>
        </w:tc>
        <w:tc>
          <w:tcPr>
            <w:tcW w:w="994" w:type="dxa"/>
          </w:tcPr>
          <w:p w14:paraId="708BFE41" w14:textId="06D708F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45A5EF6F" w14:textId="0280547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Проведення аварійно-відновлювальних робіт на </w:t>
            </w:r>
            <w:proofErr w:type="spellStart"/>
            <w:r>
              <w:rPr>
                <w:sz w:val="20"/>
                <w:szCs w:val="20"/>
              </w:rPr>
              <w:t>водомережах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.Белз</w:t>
            </w:r>
            <w:proofErr w:type="spellEnd"/>
          </w:p>
        </w:tc>
      </w:tr>
      <w:tr w:rsidR="004F747D" w:rsidRPr="00C44CFB" w14:paraId="0FB839E9" w14:textId="77777777" w:rsidTr="00453902">
        <w:trPr>
          <w:trHeight w:val="124"/>
        </w:trPr>
        <w:tc>
          <w:tcPr>
            <w:tcW w:w="598" w:type="dxa"/>
            <w:gridSpan w:val="4"/>
          </w:tcPr>
          <w:p w14:paraId="1F17CED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F6637DC" w14:textId="1034ED1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Павлівське комунальне підприємство (Радехівська ОТГ)</w:t>
            </w:r>
          </w:p>
        </w:tc>
        <w:tc>
          <w:tcPr>
            <w:tcW w:w="3231" w:type="dxa"/>
          </w:tcPr>
          <w:p w14:paraId="3F79F081" w14:textId="5978440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75D5B121" w14:textId="1755A6CB" w:rsidR="004F747D" w:rsidRDefault="004F747D" w:rsidP="004F747D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с.Павлів</w:t>
            </w:r>
            <w:proofErr w:type="spellEnd"/>
            <w:r>
              <w:rPr>
                <w:sz w:val="20"/>
              </w:rPr>
              <w:t>, пр-т Юності, 10</w:t>
            </w:r>
          </w:p>
          <w:p w14:paraId="440C48D3" w14:textId="21F925D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0979007414</w:t>
            </w:r>
          </w:p>
        </w:tc>
        <w:tc>
          <w:tcPr>
            <w:tcW w:w="994" w:type="dxa"/>
          </w:tcPr>
          <w:p w14:paraId="265296D4" w14:textId="6E2E784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</w:t>
            </w:r>
          </w:p>
        </w:tc>
        <w:tc>
          <w:tcPr>
            <w:tcW w:w="3112" w:type="dxa"/>
          </w:tcPr>
          <w:p w14:paraId="49710421" w14:textId="07C8682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Проведення аварійно-відновлювальних робіт на </w:t>
            </w:r>
            <w:proofErr w:type="spellStart"/>
            <w:r>
              <w:rPr>
                <w:sz w:val="20"/>
                <w:szCs w:val="20"/>
              </w:rPr>
              <w:t>водомережах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с.Павлів</w:t>
            </w:r>
            <w:proofErr w:type="spellEnd"/>
          </w:p>
        </w:tc>
      </w:tr>
      <w:tr w:rsidR="004F747D" w:rsidRPr="00C44CFB" w14:paraId="18993628" w14:textId="77777777" w:rsidTr="00453902">
        <w:trPr>
          <w:trHeight w:val="124"/>
        </w:trPr>
        <w:tc>
          <w:tcPr>
            <w:tcW w:w="598" w:type="dxa"/>
            <w:gridSpan w:val="4"/>
          </w:tcPr>
          <w:p w14:paraId="1A66868B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2E5144EA" w14:textId="77777777" w:rsidR="004F747D" w:rsidRPr="000B2F98" w:rsidRDefault="004F747D" w:rsidP="004F747D">
            <w:pPr>
              <w:ind w:firstLine="119"/>
              <w:jc w:val="both"/>
            </w:pPr>
            <w:r w:rsidRPr="000B2F98">
              <w:rPr>
                <w:sz w:val="20"/>
              </w:rPr>
              <w:t>КП "</w:t>
            </w:r>
            <w:proofErr w:type="spellStart"/>
            <w:r>
              <w:rPr>
                <w:sz w:val="20"/>
              </w:rPr>
              <w:t>Ж</w:t>
            </w:r>
            <w:r w:rsidRPr="000B2F98">
              <w:rPr>
                <w:sz w:val="20"/>
              </w:rPr>
              <w:t>итлокомунсервiс</w:t>
            </w:r>
            <w:proofErr w:type="spellEnd"/>
            <w:r w:rsidRPr="000B2F98">
              <w:rPr>
                <w:sz w:val="20"/>
              </w:rPr>
              <w:t>"</w:t>
            </w:r>
            <w:r>
              <w:rPr>
                <w:sz w:val="20"/>
              </w:rPr>
              <w:t xml:space="preserve"> Шептицької міської ради</w:t>
            </w:r>
          </w:p>
          <w:p w14:paraId="6A444FE5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59B9F662" w14:textId="7ECD922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2F6DF25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>Шептицький</w:t>
            </w:r>
            <w:proofErr w:type="spellEnd"/>
          </w:p>
          <w:p w14:paraId="27F792CF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вул. Шевська, 1а</w:t>
            </w:r>
          </w:p>
          <w:p w14:paraId="5FC7CB71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тел</w:t>
            </w:r>
            <w:proofErr w:type="spellEnd"/>
            <w:r w:rsidRPr="00AE2805">
              <w:rPr>
                <w:sz w:val="20"/>
                <w:szCs w:val="20"/>
              </w:rPr>
              <w:t>. (249) 2-23-59</w:t>
            </w:r>
          </w:p>
          <w:p w14:paraId="4E2DE08C" w14:textId="0ED4896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0936356037</w:t>
            </w:r>
          </w:p>
        </w:tc>
        <w:tc>
          <w:tcPr>
            <w:tcW w:w="994" w:type="dxa"/>
          </w:tcPr>
          <w:p w14:paraId="510C379F" w14:textId="0AA784E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5CBEA3A7" w14:textId="57A2D8B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Проведення аварійно-відновлювальних робіт </w:t>
            </w:r>
            <w:r>
              <w:rPr>
                <w:sz w:val="20"/>
                <w:szCs w:val="20"/>
              </w:rPr>
              <w:t>комунікацій</w:t>
            </w:r>
            <w:r w:rsidRPr="00AE2805">
              <w:rPr>
                <w:sz w:val="20"/>
                <w:szCs w:val="20"/>
              </w:rPr>
              <w:t xml:space="preserve"> житлово</w:t>
            </w:r>
            <w:r>
              <w:rPr>
                <w:sz w:val="20"/>
                <w:szCs w:val="20"/>
              </w:rPr>
              <w:t>го</w:t>
            </w:r>
            <w:r w:rsidRPr="00AE2805">
              <w:rPr>
                <w:sz w:val="20"/>
                <w:szCs w:val="20"/>
              </w:rPr>
              <w:t xml:space="preserve"> сектор</w:t>
            </w:r>
            <w:r>
              <w:rPr>
                <w:sz w:val="20"/>
                <w:szCs w:val="20"/>
              </w:rPr>
              <w:t>у</w:t>
            </w:r>
          </w:p>
        </w:tc>
      </w:tr>
      <w:tr w:rsidR="004F747D" w:rsidRPr="00C44CFB" w14:paraId="6035F0C4" w14:textId="77777777" w:rsidTr="00453902">
        <w:trPr>
          <w:trHeight w:val="124"/>
        </w:trPr>
        <w:tc>
          <w:tcPr>
            <w:tcW w:w="598" w:type="dxa"/>
            <w:gridSpan w:val="4"/>
          </w:tcPr>
          <w:p w14:paraId="4F5F162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DE0BB25" w14:textId="1D60471C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КП «</w:t>
            </w:r>
            <w:proofErr w:type="spellStart"/>
            <w:r>
              <w:rPr>
                <w:sz w:val="20"/>
              </w:rPr>
              <w:t>Теплокомуненерго</w:t>
            </w:r>
            <w:proofErr w:type="spellEnd"/>
            <w:r>
              <w:rPr>
                <w:sz w:val="20"/>
              </w:rPr>
              <w:t>» Шептицької міської ради</w:t>
            </w:r>
          </w:p>
        </w:tc>
        <w:tc>
          <w:tcPr>
            <w:tcW w:w="3231" w:type="dxa"/>
          </w:tcPr>
          <w:p w14:paraId="0178350A" w14:textId="1194CF3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14DE6D37" w14:textId="3B901496" w:rsidR="004F747D" w:rsidRDefault="004F747D" w:rsidP="004F747D">
            <w:pPr>
              <w:ind w:left="-11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м.Шептицький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вул.Промислова</w:t>
            </w:r>
            <w:proofErr w:type="spellEnd"/>
            <w:r>
              <w:rPr>
                <w:sz w:val="20"/>
                <w:szCs w:val="20"/>
              </w:rPr>
              <w:t>, 1</w:t>
            </w:r>
          </w:p>
          <w:p w14:paraId="7B9775C1" w14:textId="3410909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(03249)4-75-80</w:t>
            </w:r>
          </w:p>
        </w:tc>
        <w:tc>
          <w:tcPr>
            <w:tcW w:w="994" w:type="dxa"/>
          </w:tcPr>
          <w:p w14:paraId="7C8D64FF" w14:textId="7A88319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26/2</w:t>
            </w:r>
          </w:p>
        </w:tc>
        <w:tc>
          <w:tcPr>
            <w:tcW w:w="3112" w:type="dxa"/>
          </w:tcPr>
          <w:p w14:paraId="576887FE" w14:textId="55E28EC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аварій на тепломережах міста</w:t>
            </w:r>
          </w:p>
        </w:tc>
      </w:tr>
      <w:tr w:rsidR="004F747D" w:rsidRPr="00C44CFB" w14:paraId="12E1F867" w14:textId="77777777" w:rsidTr="00453902">
        <w:trPr>
          <w:trHeight w:val="124"/>
        </w:trPr>
        <w:tc>
          <w:tcPr>
            <w:tcW w:w="598" w:type="dxa"/>
            <w:gridSpan w:val="4"/>
          </w:tcPr>
          <w:p w14:paraId="6306C1ED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154A9B9C" w14:textId="6F8C089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КП «Водоканал» Шептицької міської ради</w:t>
            </w:r>
          </w:p>
        </w:tc>
        <w:tc>
          <w:tcPr>
            <w:tcW w:w="3231" w:type="dxa"/>
          </w:tcPr>
          <w:p w14:paraId="6A406279" w14:textId="6A32475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25E7E7B1" w14:textId="41344A1E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м.Шептицький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вул.Шевченка</w:t>
            </w:r>
            <w:proofErr w:type="spellEnd"/>
            <w:r>
              <w:rPr>
                <w:sz w:val="20"/>
                <w:szCs w:val="20"/>
              </w:rPr>
              <w:t>, 3/б</w:t>
            </w:r>
          </w:p>
          <w:p w14:paraId="430E9BA4" w14:textId="4CB03A4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(03249)3-10-01, 0978302723</w:t>
            </w:r>
          </w:p>
        </w:tc>
        <w:tc>
          <w:tcPr>
            <w:tcW w:w="994" w:type="dxa"/>
          </w:tcPr>
          <w:p w14:paraId="2275BAB2" w14:textId="1FB8B2D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23/4</w:t>
            </w:r>
          </w:p>
        </w:tc>
        <w:tc>
          <w:tcPr>
            <w:tcW w:w="3112" w:type="dxa"/>
          </w:tcPr>
          <w:p w14:paraId="19880985" w14:textId="0BB20EB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міста</w:t>
            </w:r>
          </w:p>
        </w:tc>
      </w:tr>
      <w:tr w:rsidR="004F747D" w:rsidRPr="00C44CFB" w14:paraId="388A5957" w14:textId="77777777" w:rsidTr="00453902">
        <w:trPr>
          <w:trHeight w:val="124"/>
        </w:trPr>
        <w:tc>
          <w:tcPr>
            <w:tcW w:w="598" w:type="dxa"/>
            <w:gridSpan w:val="4"/>
          </w:tcPr>
          <w:p w14:paraId="4FF192F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19ED75C" w14:textId="48EC55AE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КП «Радехівське ВКГ»</w:t>
            </w:r>
          </w:p>
        </w:tc>
        <w:tc>
          <w:tcPr>
            <w:tcW w:w="3231" w:type="dxa"/>
          </w:tcPr>
          <w:p w14:paraId="45B8938D" w14:textId="2D9FD91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68572762" w14:textId="03817581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м.Радехів</w:t>
            </w:r>
            <w:proofErr w:type="spellEnd"/>
            <w:r>
              <w:rPr>
                <w:sz w:val="20"/>
                <w:szCs w:val="20"/>
              </w:rPr>
              <w:t>, пр-т Відродження, 4</w:t>
            </w:r>
          </w:p>
          <w:p w14:paraId="55016BBA" w14:textId="728EBC0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(03255)4-10-51</w:t>
            </w:r>
          </w:p>
        </w:tc>
        <w:tc>
          <w:tcPr>
            <w:tcW w:w="994" w:type="dxa"/>
          </w:tcPr>
          <w:p w14:paraId="328EAC44" w14:textId="68CF77A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8/0</w:t>
            </w:r>
          </w:p>
        </w:tc>
        <w:tc>
          <w:tcPr>
            <w:tcW w:w="3112" w:type="dxa"/>
          </w:tcPr>
          <w:p w14:paraId="2673838C" w14:textId="7A2E6D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міста</w:t>
            </w:r>
          </w:p>
        </w:tc>
      </w:tr>
      <w:tr w:rsidR="004F747D" w:rsidRPr="00C44CFB" w14:paraId="5B18DA44" w14:textId="77777777" w:rsidTr="00453902">
        <w:trPr>
          <w:trHeight w:val="124"/>
        </w:trPr>
        <w:tc>
          <w:tcPr>
            <w:tcW w:w="598" w:type="dxa"/>
            <w:gridSpan w:val="4"/>
          </w:tcPr>
          <w:p w14:paraId="7EDA7FDC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1F680985" w14:textId="62308E2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Добротвірське</w:t>
            </w:r>
            <w:proofErr w:type="spellEnd"/>
            <w:r>
              <w:rPr>
                <w:sz w:val="20"/>
              </w:rPr>
              <w:t xml:space="preserve"> КП «ПОЖ»</w:t>
            </w:r>
          </w:p>
        </w:tc>
        <w:tc>
          <w:tcPr>
            <w:tcW w:w="3231" w:type="dxa"/>
          </w:tcPr>
          <w:p w14:paraId="7541EAAF" w14:textId="7BCA784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</w:rPr>
              <w:t>Ав</w:t>
            </w:r>
            <w:r>
              <w:rPr>
                <w:sz w:val="20"/>
              </w:rPr>
              <w:t>арійна бригада</w:t>
            </w:r>
          </w:p>
        </w:tc>
        <w:tc>
          <w:tcPr>
            <w:tcW w:w="3154" w:type="dxa"/>
            <w:gridSpan w:val="2"/>
          </w:tcPr>
          <w:p w14:paraId="2174731D" w14:textId="553D886D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смт.Добротвір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вул.Івасюка</w:t>
            </w:r>
            <w:proofErr w:type="spellEnd"/>
            <w:r>
              <w:rPr>
                <w:sz w:val="20"/>
                <w:szCs w:val="20"/>
              </w:rPr>
              <w:t>, 10</w:t>
            </w:r>
          </w:p>
          <w:p w14:paraId="7CD544B1" w14:textId="0B70F22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0968721795</w:t>
            </w:r>
          </w:p>
        </w:tc>
        <w:tc>
          <w:tcPr>
            <w:tcW w:w="994" w:type="dxa"/>
          </w:tcPr>
          <w:p w14:paraId="1CB923BA" w14:textId="0707B5F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17/3</w:t>
            </w:r>
          </w:p>
        </w:tc>
        <w:tc>
          <w:tcPr>
            <w:tcW w:w="3112" w:type="dxa"/>
          </w:tcPr>
          <w:p w14:paraId="059C5FEE" w14:textId="4DDC83B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Проведення аварійно-відновлювальних робіт </w:t>
            </w:r>
            <w:r>
              <w:rPr>
                <w:sz w:val="20"/>
                <w:szCs w:val="20"/>
              </w:rPr>
              <w:t>комунікацій</w:t>
            </w:r>
            <w:r w:rsidRPr="00AE2805">
              <w:rPr>
                <w:sz w:val="20"/>
                <w:szCs w:val="20"/>
              </w:rPr>
              <w:t xml:space="preserve"> житлово</w:t>
            </w:r>
            <w:r>
              <w:rPr>
                <w:sz w:val="20"/>
                <w:szCs w:val="20"/>
              </w:rPr>
              <w:t>го</w:t>
            </w:r>
            <w:r w:rsidRPr="00AE2805">
              <w:rPr>
                <w:sz w:val="20"/>
                <w:szCs w:val="20"/>
              </w:rPr>
              <w:t xml:space="preserve"> сектор</w:t>
            </w:r>
            <w:r>
              <w:rPr>
                <w:sz w:val="20"/>
                <w:szCs w:val="20"/>
              </w:rPr>
              <w:t>у</w:t>
            </w:r>
          </w:p>
        </w:tc>
      </w:tr>
      <w:tr w:rsidR="004F747D" w:rsidRPr="00C44CFB" w14:paraId="3E118997" w14:textId="77777777" w:rsidTr="00453902">
        <w:trPr>
          <w:trHeight w:val="124"/>
        </w:trPr>
        <w:tc>
          <w:tcPr>
            <w:tcW w:w="598" w:type="dxa"/>
            <w:gridSpan w:val="4"/>
          </w:tcPr>
          <w:p w14:paraId="5474112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3C258BD" w14:textId="1FB7070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КП </w:t>
            </w:r>
            <w:proofErr w:type="spellStart"/>
            <w:r>
              <w:rPr>
                <w:sz w:val="20"/>
              </w:rPr>
              <w:t>Лопатинської</w:t>
            </w:r>
            <w:proofErr w:type="spellEnd"/>
            <w:r>
              <w:rPr>
                <w:sz w:val="20"/>
              </w:rPr>
              <w:t xml:space="preserve"> селищної ради</w:t>
            </w:r>
          </w:p>
        </w:tc>
        <w:tc>
          <w:tcPr>
            <w:tcW w:w="3231" w:type="dxa"/>
          </w:tcPr>
          <w:p w14:paraId="51D30926" w14:textId="4B94C2A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24FC3BDD" w14:textId="1B02258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с.Лопатин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вул.Центральна</w:t>
            </w:r>
            <w:proofErr w:type="spellEnd"/>
            <w:r>
              <w:rPr>
                <w:sz w:val="20"/>
                <w:szCs w:val="20"/>
              </w:rPr>
              <w:t>, 33</w:t>
            </w:r>
          </w:p>
          <w:p w14:paraId="2812E361" w14:textId="7B9153C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0672583701</w:t>
            </w:r>
          </w:p>
        </w:tc>
        <w:tc>
          <w:tcPr>
            <w:tcW w:w="994" w:type="dxa"/>
          </w:tcPr>
          <w:p w14:paraId="77A9BB47" w14:textId="114869A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6/0</w:t>
            </w:r>
          </w:p>
        </w:tc>
        <w:tc>
          <w:tcPr>
            <w:tcW w:w="3112" w:type="dxa"/>
          </w:tcPr>
          <w:p w14:paraId="45829817" w14:textId="220A6D3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тепломережах</w:t>
            </w:r>
          </w:p>
        </w:tc>
      </w:tr>
      <w:tr w:rsidR="004F747D" w:rsidRPr="00C44CFB" w14:paraId="336D05B2" w14:textId="77777777" w:rsidTr="00453902">
        <w:trPr>
          <w:trHeight w:val="124"/>
        </w:trPr>
        <w:tc>
          <w:tcPr>
            <w:tcW w:w="598" w:type="dxa"/>
            <w:gridSpan w:val="4"/>
          </w:tcPr>
          <w:p w14:paraId="400F8AFC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2F53CDC6" w14:textId="050C6AE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 xml:space="preserve">КП ЖКГ </w:t>
            </w:r>
            <w:proofErr w:type="spellStart"/>
            <w:r>
              <w:rPr>
                <w:sz w:val="20"/>
              </w:rPr>
              <w:t>Великомостівської</w:t>
            </w:r>
            <w:proofErr w:type="spellEnd"/>
            <w:r>
              <w:rPr>
                <w:sz w:val="20"/>
              </w:rPr>
              <w:t xml:space="preserve"> міської ради </w:t>
            </w:r>
          </w:p>
        </w:tc>
        <w:tc>
          <w:tcPr>
            <w:tcW w:w="3231" w:type="dxa"/>
          </w:tcPr>
          <w:p w14:paraId="3D09F1CE" w14:textId="486E529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4B647FC4" w14:textId="40CF8771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м.Великі</w:t>
            </w:r>
            <w:proofErr w:type="spellEnd"/>
            <w:r>
              <w:rPr>
                <w:sz w:val="20"/>
                <w:szCs w:val="20"/>
              </w:rPr>
              <w:t xml:space="preserve"> Мости, </w:t>
            </w:r>
            <w:proofErr w:type="spellStart"/>
            <w:r>
              <w:rPr>
                <w:sz w:val="20"/>
                <w:szCs w:val="20"/>
              </w:rPr>
              <w:t>вул.Базарна</w:t>
            </w:r>
            <w:proofErr w:type="spellEnd"/>
            <w:r>
              <w:rPr>
                <w:sz w:val="20"/>
                <w:szCs w:val="20"/>
              </w:rPr>
              <w:t>, 5а,</w:t>
            </w:r>
          </w:p>
          <w:p w14:paraId="418E539D" w14:textId="6986728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0673380695</w:t>
            </w:r>
          </w:p>
        </w:tc>
        <w:tc>
          <w:tcPr>
            <w:tcW w:w="994" w:type="dxa"/>
          </w:tcPr>
          <w:p w14:paraId="0C2A7778" w14:textId="65E43CD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6/0</w:t>
            </w:r>
          </w:p>
        </w:tc>
        <w:tc>
          <w:tcPr>
            <w:tcW w:w="3112" w:type="dxa"/>
          </w:tcPr>
          <w:p w14:paraId="5435EA5E" w14:textId="000007B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міста</w:t>
            </w:r>
          </w:p>
        </w:tc>
      </w:tr>
      <w:tr w:rsidR="004F747D" w:rsidRPr="00C44CFB" w14:paraId="52BE055F" w14:textId="77777777" w:rsidTr="00453902">
        <w:trPr>
          <w:trHeight w:val="124"/>
        </w:trPr>
        <w:tc>
          <w:tcPr>
            <w:tcW w:w="598" w:type="dxa"/>
            <w:gridSpan w:val="4"/>
          </w:tcPr>
          <w:p w14:paraId="50705CE7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1A8E02A" w14:textId="1C349CA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Сокальське МКП «</w:t>
            </w:r>
            <w:proofErr w:type="spellStart"/>
            <w:r>
              <w:rPr>
                <w:sz w:val="20"/>
              </w:rPr>
              <w:t>Водоканалізаційне</w:t>
            </w:r>
            <w:proofErr w:type="spellEnd"/>
            <w:r>
              <w:rPr>
                <w:sz w:val="20"/>
              </w:rPr>
              <w:t xml:space="preserve"> господарство»</w:t>
            </w:r>
          </w:p>
        </w:tc>
        <w:tc>
          <w:tcPr>
            <w:tcW w:w="3231" w:type="dxa"/>
          </w:tcPr>
          <w:p w14:paraId="46AC615B" w14:textId="296A436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6CA7B4E8" w14:textId="098ADDD2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м.Сокаль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вул.Героїв</w:t>
            </w:r>
            <w:proofErr w:type="spellEnd"/>
            <w:r>
              <w:rPr>
                <w:sz w:val="20"/>
                <w:szCs w:val="20"/>
              </w:rPr>
              <w:t xml:space="preserve"> УПА, 23</w:t>
            </w:r>
          </w:p>
          <w:p w14:paraId="5E1FBF71" w14:textId="78D40BD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0968721795</w:t>
            </w:r>
          </w:p>
        </w:tc>
        <w:tc>
          <w:tcPr>
            <w:tcW w:w="994" w:type="dxa"/>
          </w:tcPr>
          <w:p w14:paraId="03004020" w14:textId="79D7E03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16/5</w:t>
            </w:r>
          </w:p>
        </w:tc>
        <w:tc>
          <w:tcPr>
            <w:tcW w:w="3112" w:type="dxa"/>
          </w:tcPr>
          <w:p w14:paraId="3BA8B895" w14:textId="69C0BFF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тепломережах</w:t>
            </w:r>
          </w:p>
        </w:tc>
      </w:tr>
      <w:tr w:rsidR="004F747D" w:rsidRPr="00C44CFB" w14:paraId="2895247D" w14:textId="77777777" w:rsidTr="00453902">
        <w:trPr>
          <w:trHeight w:val="124"/>
        </w:trPr>
        <w:tc>
          <w:tcPr>
            <w:tcW w:w="598" w:type="dxa"/>
            <w:gridSpan w:val="4"/>
          </w:tcPr>
          <w:p w14:paraId="53119D95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5D72FD9" w14:textId="2290826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КП «</w:t>
            </w:r>
            <w:proofErr w:type="spellStart"/>
            <w:r>
              <w:rPr>
                <w:sz w:val="20"/>
              </w:rPr>
              <w:t>Сокальжитлокомунсервіс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231" w:type="dxa"/>
          </w:tcPr>
          <w:p w14:paraId="0B53860E" w14:textId="1CE77AF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Аварійна бригада</w:t>
            </w:r>
          </w:p>
        </w:tc>
        <w:tc>
          <w:tcPr>
            <w:tcW w:w="3154" w:type="dxa"/>
            <w:gridSpan w:val="2"/>
          </w:tcPr>
          <w:p w14:paraId="77643B00" w14:textId="71A833C4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м.Сокаль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вул.Героїв</w:t>
            </w:r>
            <w:proofErr w:type="spellEnd"/>
            <w:r>
              <w:rPr>
                <w:sz w:val="20"/>
                <w:szCs w:val="20"/>
              </w:rPr>
              <w:t xml:space="preserve"> УПА, 11,</w:t>
            </w:r>
          </w:p>
          <w:p w14:paraId="1E4A81FB" w14:textId="5B386B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0672542064</w:t>
            </w:r>
          </w:p>
        </w:tc>
        <w:tc>
          <w:tcPr>
            <w:tcW w:w="994" w:type="dxa"/>
          </w:tcPr>
          <w:p w14:paraId="2B694B2F" w14:textId="1E8D958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30/3</w:t>
            </w:r>
          </w:p>
        </w:tc>
        <w:tc>
          <w:tcPr>
            <w:tcW w:w="3112" w:type="dxa"/>
          </w:tcPr>
          <w:p w14:paraId="01760B1E" w14:textId="38AE635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Проведення аварійно-відновлювальних робіт </w:t>
            </w:r>
            <w:r>
              <w:rPr>
                <w:sz w:val="20"/>
                <w:szCs w:val="20"/>
              </w:rPr>
              <w:t>комунікацій</w:t>
            </w:r>
            <w:r w:rsidRPr="00AE2805">
              <w:rPr>
                <w:sz w:val="20"/>
                <w:szCs w:val="20"/>
              </w:rPr>
              <w:t xml:space="preserve"> житлово</w:t>
            </w:r>
            <w:r>
              <w:rPr>
                <w:sz w:val="20"/>
                <w:szCs w:val="20"/>
              </w:rPr>
              <w:t>го</w:t>
            </w:r>
            <w:r w:rsidRPr="00AE2805">
              <w:rPr>
                <w:sz w:val="20"/>
                <w:szCs w:val="20"/>
              </w:rPr>
              <w:t xml:space="preserve"> сектор</w:t>
            </w:r>
            <w:r>
              <w:rPr>
                <w:sz w:val="20"/>
                <w:szCs w:val="20"/>
              </w:rPr>
              <w:t>у</w:t>
            </w:r>
          </w:p>
        </w:tc>
      </w:tr>
      <w:tr w:rsidR="004F747D" w:rsidRPr="00C44CFB" w14:paraId="58321158" w14:textId="77777777" w:rsidTr="00453902">
        <w:trPr>
          <w:trHeight w:val="124"/>
        </w:trPr>
        <w:tc>
          <w:tcPr>
            <w:tcW w:w="598" w:type="dxa"/>
            <w:gridSpan w:val="4"/>
          </w:tcPr>
          <w:p w14:paraId="5BEB03E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2008848" w14:textId="1526C24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ТзОВ «</w:t>
            </w:r>
            <w:proofErr w:type="spellStart"/>
            <w:r>
              <w:rPr>
                <w:sz w:val="20"/>
              </w:rPr>
              <w:t>Радехівтеплоенерго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231" w:type="dxa"/>
          </w:tcPr>
          <w:p w14:paraId="49791F2D" w14:textId="0AF7C8F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5EE50418" w14:textId="3860D76A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м.Радехів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вул.Мишуги</w:t>
            </w:r>
            <w:proofErr w:type="spellEnd"/>
            <w:r>
              <w:rPr>
                <w:sz w:val="20"/>
                <w:szCs w:val="20"/>
              </w:rPr>
              <w:t>, 20</w:t>
            </w:r>
          </w:p>
          <w:p w14:paraId="46ADE633" w14:textId="12DAE33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0986128576</w:t>
            </w:r>
          </w:p>
        </w:tc>
        <w:tc>
          <w:tcPr>
            <w:tcW w:w="994" w:type="dxa"/>
          </w:tcPr>
          <w:p w14:paraId="18651F1A" w14:textId="724A737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9/2</w:t>
            </w:r>
          </w:p>
        </w:tc>
        <w:tc>
          <w:tcPr>
            <w:tcW w:w="3112" w:type="dxa"/>
          </w:tcPr>
          <w:p w14:paraId="7A66E37C" w14:textId="2D3B89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тепломережах </w:t>
            </w:r>
            <w:proofErr w:type="spellStart"/>
            <w:r w:rsidRPr="00AE2805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.Радехів</w:t>
            </w:r>
            <w:proofErr w:type="spellEnd"/>
          </w:p>
        </w:tc>
      </w:tr>
      <w:tr w:rsidR="004F747D" w:rsidRPr="00C44CFB" w14:paraId="729B82C0" w14:textId="77777777" w:rsidTr="00453902">
        <w:trPr>
          <w:trHeight w:val="124"/>
        </w:trPr>
        <w:tc>
          <w:tcPr>
            <w:tcW w:w="598" w:type="dxa"/>
            <w:gridSpan w:val="4"/>
          </w:tcPr>
          <w:p w14:paraId="49531C0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146770DF" w14:textId="60065B4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</w:rPr>
              <w:t>ТзОВ «</w:t>
            </w:r>
            <w:proofErr w:type="spellStart"/>
            <w:r>
              <w:rPr>
                <w:sz w:val="20"/>
              </w:rPr>
              <w:t>Радехівтеплосервіс</w:t>
            </w:r>
            <w:proofErr w:type="spellEnd"/>
            <w:r>
              <w:rPr>
                <w:sz w:val="20"/>
              </w:rPr>
              <w:t>»</w:t>
            </w:r>
          </w:p>
        </w:tc>
        <w:tc>
          <w:tcPr>
            <w:tcW w:w="3231" w:type="dxa"/>
          </w:tcPr>
          <w:p w14:paraId="5F61C831" w14:textId="6EE836D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5D8CA89A" w14:textId="60455065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м.Радехів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вул.Мишуги</w:t>
            </w:r>
            <w:proofErr w:type="spellEnd"/>
            <w:r>
              <w:rPr>
                <w:sz w:val="20"/>
                <w:szCs w:val="20"/>
              </w:rPr>
              <w:t>, 20</w:t>
            </w:r>
          </w:p>
          <w:p w14:paraId="4549EDF2" w14:textId="782CF55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0675936659</w:t>
            </w:r>
          </w:p>
        </w:tc>
        <w:tc>
          <w:tcPr>
            <w:tcW w:w="994" w:type="dxa"/>
          </w:tcPr>
          <w:p w14:paraId="403A3734" w14:textId="6FCCB2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7/2</w:t>
            </w:r>
          </w:p>
        </w:tc>
        <w:tc>
          <w:tcPr>
            <w:tcW w:w="3112" w:type="dxa"/>
          </w:tcPr>
          <w:p w14:paraId="14649B03" w14:textId="1AE7715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аварій на тепломережах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с.Павлів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с.Дмитрів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с.Оглядів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с.Вузлове</w:t>
            </w:r>
            <w:proofErr w:type="spellEnd"/>
          </w:p>
        </w:tc>
      </w:tr>
      <w:tr w:rsidR="004F747D" w:rsidRPr="00C44CFB" w14:paraId="2299F2DB" w14:textId="77777777" w:rsidTr="00453902">
        <w:trPr>
          <w:trHeight w:val="124"/>
        </w:trPr>
        <w:tc>
          <w:tcPr>
            <w:tcW w:w="598" w:type="dxa"/>
            <w:gridSpan w:val="4"/>
          </w:tcPr>
          <w:p w14:paraId="26FEDE05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3BF42F63" w14:textId="77777777" w:rsidR="004F747D" w:rsidRPr="00AE2805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КП </w:t>
            </w:r>
            <w:r w:rsidRPr="00AE2805">
              <w:rPr>
                <w:sz w:val="20"/>
                <w:szCs w:val="20"/>
              </w:rPr>
              <w:t>«</w:t>
            </w:r>
            <w:proofErr w:type="spellStart"/>
            <w:r w:rsidRPr="00AE2805">
              <w:rPr>
                <w:sz w:val="20"/>
                <w:szCs w:val="20"/>
              </w:rPr>
              <w:t>Бродитеплоенерго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1A9829C7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5A878777" w14:textId="21CAAA7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76F9F489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Броди вул. Гончарська,3А</w:t>
            </w:r>
          </w:p>
          <w:p w14:paraId="1C64C7B5" w14:textId="6E27282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(03266) 4-40-55</w:t>
            </w:r>
          </w:p>
        </w:tc>
        <w:tc>
          <w:tcPr>
            <w:tcW w:w="994" w:type="dxa"/>
          </w:tcPr>
          <w:p w14:paraId="614E3EAC" w14:textId="6F3C27B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1C7371C" w14:textId="71CCD00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Ліквідація аварій на тепломережах міста</w:t>
            </w:r>
          </w:p>
        </w:tc>
      </w:tr>
      <w:tr w:rsidR="004F747D" w:rsidRPr="00C44CFB" w14:paraId="62ECD29C" w14:textId="77777777" w:rsidTr="00453902">
        <w:trPr>
          <w:trHeight w:val="124"/>
        </w:trPr>
        <w:tc>
          <w:tcPr>
            <w:tcW w:w="598" w:type="dxa"/>
            <w:gridSpan w:val="4"/>
          </w:tcPr>
          <w:p w14:paraId="7EC2923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59558511" w14:textId="77777777" w:rsidR="004F747D" w:rsidRPr="00AE2805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КП «</w:t>
            </w:r>
            <w:proofErr w:type="spellStart"/>
            <w:r w:rsidRPr="00AE2805">
              <w:rPr>
                <w:sz w:val="20"/>
                <w:szCs w:val="20"/>
              </w:rPr>
              <w:t>Бродиводоканал</w:t>
            </w:r>
            <w:proofErr w:type="spellEnd"/>
            <w:r w:rsidRPr="00AE2805">
              <w:rPr>
                <w:sz w:val="20"/>
                <w:szCs w:val="20"/>
              </w:rPr>
              <w:t>»</w:t>
            </w:r>
          </w:p>
          <w:p w14:paraId="09709297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3EB46453" w14:textId="40DEC60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3D5ECC43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Броди вул. </w:t>
            </w:r>
            <w:proofErr w:type="spellStart"/>
            <w:r>
              <w:rPr>
                <w:sz w:val="20"/>
                <w:szCs w:val="20"/>
              </w:rPr>
              <w:t>В.Стуса</w:t>
            </w:r>
            <w:proofErr w:type="spellEnd"/>
            <w:r>
              <w:rPr>
                <w:sz w:val="20"/>
                <w:szCs w:val="20"/>
              </w:rPr>
              <w:t>, 22а</w:t>
            </w:r>
          </w:p>
          <w:p w14:paraId="78CEED25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(03266) </w:t>
            </w:r>
            <w:r>
              <w:rPr>
                <w:sz w:val="20"/>
                <w:szCs w:val="20"/>
              </w:rPr>
              <w:t>2</w:t>
            </w:r>
            <w:r w:rsidRPr="00AE2805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6</w:t>
            </w:r>
            <w:r w:rsidRPr="00AE2805">
              <w:rPr>
                <w:sz w:val="20"/>
                <w:szCs w:val="20"/>
              </w:rPr>
              <w:t>0-45</w:t>
            </w:r>
          </w:p>
          <w:p w14:paraId="2979AA35" w14:textId="356C973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0972823127</w:t>
            </w:r>
          </w:p>
        </w:tc>
        <w:tc>
          <w:tcPr>
            <w:tcW w:w="994" w:type="dxa"/>
          </w:tcPr>
          <w:p w14:paraId="3B8375DE" w14:textId="21F296C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E2805">
              <w:rPr>
                <w:sz w:val="20"/>
                <w:szCs w:val="20"/>
              </w:rPr>
              <w:t>/2</w:t>
            </w:r>
          </w:p>
        </w:tc>
        <w:tc>
          <w:tcPr>
            <w:tcW w:w="3112" w:type="dxa"/>
          </w:tcPr>
          <w:p w14:paraId="3D4D8B7B" w14:textId="728E98F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міста</w:t>
            </w:r>
          </w:p>
        </w:tc>
      </w:tr>
      <w:tr w:rsidR="004F747D" w:rsidRPr="00C44CFB" w14:paraId="374655B1" w14:textId="77777777" w:rsidTr="00453902">
        <w:trPr>
          <w:trHeight w:val="124"/>
        </w:trPr>
        <w:tc>
          <w:tcPr>
            <w:tcW w:w="598" w:type="dxa"/>
            <w:gridSpan w:val="4"/>
          </w:tcPr>
          <w:p w14:paraId="03789FD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3904687" w14:textId="77777777" w:rsidR="004F747D" w:rsidRPr="00AE2805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КП «Броди»  </w:t>
            </w:r>
          </w:p>
          <w:p w14:paraId="4598F610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1824A06D" w14:textId="30EE856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4981A560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м. Броди вул. Залізнична,44</w:t>
            </w:r>
          </w:p>
          <w:p w14:paraId="0DB23A9B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(03266) 2-75-39</w:t>
            </w:r>
          </w:p>
          <w:p w14:paraId="502B3C8E" w14:textId="097F00E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0674522870</w:t>
            </w:r>
          </w:p>
        </w:tc>
        <w:tc>
          <w:tcPr>
            <w:tcW w:w="994" w:type="dxa"/>
          </w:tcPr>
          <w:p w14:paraId="25BEEDF4" w14:textId="6852B1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28BB5F5E" w14:textId="4779FB0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Утримання міської мережі доріг та житлових будинків міста</w:t>
            </w:r>
          </w:p>
        </w:tc>
      </w:tr>
      <w:tr w:rsidR="004F747D" w:rsidRPr="00C44CFB" w14:paraId="6B69AD06" w14:textId="77777777" w:rsidTr="00453902">
        <w:trPr>
          <w:trHeight w:val="124"/>
        </w:trPr>
        <w:tc>
          <w:tcPr>
            <w:tcW w:w="598" w:type="dxa"/>
            <w:gridSpan w:val="4"/>
          </w:tcPr>
          <w:p w14:paraId="156D67CD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2133EC88" w14:textId="2DA0F59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Красненське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селищне </w:t>
            </w:r>
            <w:r w:rsidRPr="00AE2805">
              <w:rPr>
                <w:sz w:val="20"/>
                <w:szCs w:val="20"/>
              </w:rPr>
              <w:t>комунальне підприємство</w:t>
            </w:r>
          </w:p>
        </w:tc>
        <w:tc>
          <w:tcPr>
            <w:tcW w:w="3231" w:type="dxa"/>
          </w:tcPr>
          <w:p w14:paraId="6005D4B4" w14:textId="12F99F5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  <w:r w:rsidRPr="00AE2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gridSpan w:val="2"/>
          </w:tcPr>
          <w:p w14:paraId="5ABDD92D" w14:textId="0D6249B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смт.Красне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вул.Привокзальна</w:t>
            </w:r>
            <w:proofErr w:type="spellEnd"/>
            <w:r w:rsidRPr="00AE2805">
              <w:rPr>
                <w:sz w:val="20"/>
                <w:szCs w:val="20"/>
              </w:rPr>
              <w:t>, 9</w:t>
            </w:r>
          </w:p>
        </w:tc>
        <w:tc>
          <w:tcPr>
            <w:tcW w:w="994" w:type="dxa"/>
          </w:tcPr>
          <w:p w14:paraId="404180BE" w14:textId="0EB1953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2BF4DA5B" w14:textId="4DB551B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Утримання міської мережі доріг та території</w:t>
            </w:r>
          </w:p>
        </w:tc>
      </w:tr>
      <w:tr w:rsidR="004F747D" w:rsidRPr="00C44CFB" w14:paraId="5694BD5D" w14:textId="77777777" w:rsidTr="00453902">
        <w:trPr>
          <w:trHeight w:val="124"/>
        </w:trPr>
        <w:tc>
          <w:tcPr>
            <w:tcW w:w="598" w:type="dxa"/>
            <w:gridSpan w:val="4"/>
          </w:tcPr>
          <w:p w14:paraId="41B5EB53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7B11A1A5" w14:textId="400DB0CD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Буське</w:t>
            </w:r>
            <w:proofErr w:type="spellEnd"/>
            <w:r w:rsidRPr="00AE2805">
              <w:rPr>
                <w:sz w:val="20"/>
                <w:szCs w:val="20"/>
              </w:rPr>
              <w:t xml:space="preserve"> міське комунальне підприємство</w:t>
            </w:r>
          </w:p>
        </w:tc>
        <w:tc>
          <w:tcPr>
            <w:tcW w:w="3231" w:type="dxa"/>
          </w:tcPr>
          <w:p w14:paraId="6E73369E" w14:textId="68448CF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  <w:r w:rsidRPr="00AE2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gridSpan w:val="2"/>
          </w:tcPr>
          <w:p w14:paraId="28E0365F" w14:textId="122EE10B" w:rsidR="004F747D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м. </w:t>
            </w:r>
            <w:r w:rsidRPr="00AE2805">
              <w:rPr>
                <w:sz w:val="20"/>
                <w:szCs w:val="20"/>
              </w:rPr>
              <w:t xml:space="preserve">Буськ </w:t>
            </w:r>
            <w:proofErr w:type="spellStart"/>
            <w:r w:rsidRPr="00AE2805">
              <w:rPr>
                <w:sz w:val="20"/>
                <w:szCs w:val="20"/>
              </w:rPr>
              <w:t>вул.Львівська</w:t>
            </w:r>
            <w:proofErr w:type="spellEnd"/>
            <w:r w:rsidRPr="00AE2805">
              <w:rPr>
                <w:sz w:val="20"/>
                <w:szCs w:val="20"/>
              </w:rPr>
              <w:t>, 6,</w:t>
            </w:r>
          </w:p>
          <w:p w14:paraId="55033904" w14:textId="3C92AA2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0680690200</w:t>
            </w:r>
          </w:p>
        </w:tc>
        <w:tc>
          <w:tcPr>
            <w:tcW w:w="994" w:type="dxa"/>
          </w:tcPr>
          <w:p w14:paraId="77AF44C3" w14:textId="6196C3F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19EDE5C7" w14:textId="6FE8586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Утримання міської мережі доріг та території</w:t>
            </w:r>
          </w:p>
        </w:tc>
      </w:tr>
      <w:tr w:rsidR="004F747D" w:rsidRPr="00C44CFB" w14:paraId="5404A3D2" w14:textId="77777777" w:rsidTr="00453902">
        <w:trPr>
          <w:trHeight w:val="124"/>
        </w:trPr>
        <w:tc>
          <w:tcPr>
            <w:tcW w:w="598" w:type="dxa"/>
            <w:gridSpan w:val="4"/>
          </w:tcPr>
          <w:p w14:paraId="72D482A8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5DA55819" w14:textId="3F9475C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Буське</w:t>
            </w:r>
            <w:proofErr w:type="spellEnd"/>
            <w:r w:rsidRPr="00AE2805">
              <w:rPr>
                <w:sz w:val="20"/>
                <w:szCs w:val="20"/>
              </w:rPr>
              <w:t xml:space="preserve"> ПВКГ</w:t>
            </w:r>
          </w:p>
        </w:tc>
        <w:tc>
          <w:tcPr>
            <w:tcW w:w="3231" w:type="dxa"/>
          </w:tcPr>
          <w:p w14:paraId="2B3194AB" w14:textId="3D7757F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282138F1" w14:textId="2677790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Буськ </w:t>
            </w:r>
            <w:proofErr w:type="spellStart"/>
            <w:r w:rsidRPr="00AE2805">
              <w:rPr>
                <w:sz w:val="20"/>
                <w:szCs w:val="20"/>
              </w:rPr>
              <w:t>вул.Площа</w:t>
            </w:r>
            <w:proofErr w:type="spellEnd"/>
            <w:r w:rsidRPr="00AE2805">
              <w:rPr>
                <w:sz w:val="20"/>
                <w:szCs w:val="20"/>
              </w:rPr>
              <w:t xml:space="preserve"> Ринок, 2</w:t>
            </w:r>
          </w:p>
        </w:tc>
        <w:tc>
          <w:tcPr>
            <w:tcW w:w="994" w:type="dxa"/>
          </w:tcPr>
          <w:p w14:paraId="1D9240B5" w14:textId="506BB00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112" w:type="dxa"/>
          </w:tcPr>
          <w:p w14:paraId="0EC91A5A" w14:textId="4E4CE13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міста</w:t>
            </w:r>
          </w:p>
        </w:tc>
      </w:tr>
      <w:tr w:rsidR="004F747D" w:rsidRPr="00C44CFB" w14:paraId="4C6D3E5F" w14:textId="77777777" w:rsidTr="00453902">
        <w:trPr>
          <w:trHeight w:val="124"/>
        </w:trPr>
        <w:tc>
          <w:tcPr>
            <w:tcW w:w="598" w:type="dxa"/>
            <w:gridSpan w:val="4"/>
          </w:tcPr>
          <w:p w14:paraId="496C689D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5EF619AA" w14:textId="766A0C85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МКП </w:t>
            </w:r>
            <w:proofErr w:type="spellStart"/>
            <w:r w:rsidRPr="00AE2805">
              <w:rPr>
                <w:sz w:val="20"/>
                <w:szCs w:val="20"/>
              </w:rPr>
              <w:t>Золочівводоканал</w:t>
            </w:r>
            <w:proofErr w:type="spellEnd"/>
          </w:p>
        </w:tc>
        <w:tc>
          <w:tcPr>
            <w:tcW w:w="3231" w:type="dxa"/>
          </w:tcPr>
          <w:p w14:paraId="2243654D" w14:textId="5D6F33F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0E296912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м.Золочів</w:t>
            </w:r>
            <w:proofErr w:type="spellEnd"/>
            <w:r w:rsidRPr="00AE2805">
              <w:rPr>
                <w:sz w:val="20"/>
                <w:szCs w:val="20"/>
              </w:rPr>
              <w:t xml:space="preserve"> вул. Валова,1</w:t>
            </w:r>
            <w:r>
              <w:rPr>
                <w:sz w:val="20"/>
                <w:szCs w:val="20"/>
              </w:rPr>
              <w:t>,</w:t>
            </w:r>
          </w:p>
          <w:p w14:paraId="0E920CF3" w14:textId="65B07EF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4-41-05, 0967771207</w:t>
            </w:r>
          </w:p>
        </w:tc>
        <w:tc>
          <w:tcPr>
            <w:tcW w:w="994" w:type="dxa"/>
          </w:tcPr>
          <w:p w14:paraId="14076ED1" w14:textId="3F031EF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112" w:type="dxa"/>
          </w:tcPr>
          <w:p w14:paraId="7C3305AA" w14:textId="75C70E9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міста</w:t>
            </w:r>
          </w:p>
        </w:tc>
      </w:tr>
      <w:tr w:rsidR="004F747D" w:rsidRPr="00C44CFB" w14:paraId="193027DB" w14:textId="77777777" w:rsidTr="00453902">
        <w:trPr>
          <w:trHeight w:val="124"/>
        </w:trPr>
        <w:tc>
          <w:tcPr>
            <w:tcW w:w="598" w:type="dxa"/>
            <w:gridSpan w:val="4"/>
          </w:tcPr>
          <w:p w14:paraId="74F5F951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1B6A7D0F" w14:textId="7088A20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Золочівське МВ ЖКП</w:t>
            </w:r>
          </w:p>
        </w:tc>
        <w:tc>
          <w:tcPr>
            <w:tcW w:w="3231" w:type="dxa"/>
          </w:tcPr>
          <w:p w14:paraId="5F4C59D3" w14:textId="44BCF6A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  <w:r w:rsidRPr="00AE2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gridSpan w:val="2"/>
          </w:tcPr>
          <w:p w14:paraId="0F1EE865" w14:textId="204E63B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Золочів вул. </w:t>
            </w:r>
            <w:proofErr w:type="spellStart"/>
            <w:r>
              <w:rPr>
                <w:sz w:val="20"/>
                <w:szCs w:val="20"/>
              </w:rPr>
              <w:t>Б.Возницького</w:t>
            </w:r>
            <w:proofErr w:type="spellEnd"/>
            <w:r>
              <w:rPr>
                <w:sz w:val="20"/>
                <w:szCs w:val="20"/>
              </w:rPr>
              <w:t xml:space="preserve"> Героя України</w:t>
            </w:r>
            <w:r w:rsidRPr="00AE2805">
              <w:rPr>
                <w:sz w:val="20"/>
                <w:szCs w:val="20"/>
              </w:rPr>
              <w:t>,2</w:t>
            </w:r>
          </w:p>
        </w:tc>
        <w:tc>
          <w:tcPr>
            <w:tcW w:w="994" w:type="dxa"/>
          </w:tcPr>
          <w:p w14:paraId="2FC61E05" w14:textId="7A544C8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5E7A698D" w14:textId="0F08CA3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Утримання міської мережі доріг та житлових будинків міста</w:t>
            </w:r>
          </w:p>
        </w:tc>
      </w:tr>
      <w:tr w:rsidR="004F747D" w:rsidRPr="00C44CFB" w14:paraId="1F5F3ADB" w14:textId="77777777" w:rsidTr="00453902">
        <w:trPr>
          <w:trHeight w:val="124"/>
        </w:trPr>
        <w:tc>
          <w:tcPr>
            <w:tcW w:w="598" w:type="dxa"/>
            <w:gridSpan w:val="4"/>
          </w:tcPr>
          <w:p w14:paraId="2525EA60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3A9D2324" w14:textId="5F42342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ДКП «</w:t>
            </w:r>
            <w:proofErr w:type="spellStart"/>
            <w:r>
              <w:rPr>
                <w:sz w:val="20"/>
                <w:szCs w:val="20"/>
              </w:rPr>
              <w:t>Підкаміньжитлокомунгосп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3959F3BF" w14:textId="09D6F73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16D78E71" w14:textId="51014271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с.Підкамінь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вул.Підлісна</w:t>
            </w:r>
            <w:proofErr w:type="spellEnd"/>
            <w:r>
              <w:rPr>
                <w:sz w:val="20"/>
                <w:szCs w:val="20"/>
              </w:rPr>
              <w:t>, 4,</w:t>
            </w:r>
          </w:p>
          <w:p w14:paraId="4AE8ADCB" w14:textId="6680502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(03266)3-12-44</w:t>
            </w:r>
          </w:p>
        </w:tc>
        <w:tc>
          <w:tcPr>
            <w:tcW w:w="994" w:type="dxa"/>
          </w:tcPr>
          <w:p w14:paraId="5B60228E" w14:textId="638EDBF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4/2</w:t>
            </w:r>
          </w:p>
        </w:tc>
        <w:tc>
          <w:tcPr>
            <w:tcW w:w="3112" w:type="dxa"/>
          </w:tcPr>
          <w:p w14:paraId="121A8B50" w14:textId="7A99E56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Утримання міської мережі доріг</w:t>
            </w:r>
            <w:r>
              <w:rPr>
                <w:sz w:val="20"/>
                <w:szCs w:val="20"/>
              </w:rPr>
              <w:t>,</w:t>
            </w:r>
            <w:r w:rsidRPr="00AE28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л</w:t>
            </w:r>
            <w:r w:rsidRPr="00AE2805">
              <w:rPr>
                <w:sz w:val="20"/>
                <w:szCs w:val="20"/>
              </w:rPr>
              <w:t xml:space="preserve">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міста</w:t>
            </w:r>
          </w:p>
        </w:tc>
      </w:tr>
      <w:tr w:rsidR="004F747D" w:rsidRPr="00C44CFB" w14:paraId="37499116" w14:textId="77777777" w:rsidTr="00453902">
        <w:trPr>
          <w:trHeight w:val="124"/>
        </w:trPr>
        <w:tc>
          <w:tcPr>
            <w:tcW w:w="598" w:type="dxa"/>
            <w:gridSpan w:val="4"/>
          </w:tcPr>
          <w:p w14:paraId="53DDCC28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7EEE0F7E" w14:textId="7D037E1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ТзОВ «</w:t>
            </w:r>
            <w:proofErr w:type="spellStart"/>
            <w:r>
              <w:rPr>
                <w:sz w:val="20"/>
                <w:szCs w:val="20"/>
              </w:rPr>
              <w:t>Сількомунгосп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0DD5435F" w14:textId="0A09C73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342CA176" w14:textId="2622799B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смт.Олесько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вул.Шевченка</w:t>
            </w:r>
            <w:proofErr w:type="spellEnd"/>
            <w:r>
              <w:rPr>
                <w:sz w:val="20"/>
                <w:szCs w:val="20"/>
              </w:rPr>
              <w:t>, 85,</w:t>
            </w:r>
          </w:p>
          <w:p w14:paraId="49864AE2" w14:textId="2F3AF7D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0950744683</w:t>
            </w:r>
          </w:p>
        </w:tc>
        <w:tc>
          <w:tcPr>
            <w:tcW w:w="994" w:type="dxa"/>
          </w:tcPr>
          <w:p w14:paraId="3FF3A2DB" w14:textId="0442FA5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2/2</w:t>
            </w:r>
          </w:p>
        </w:tc>
        <w:tc>
          <w:tcPr>
            <w:tcW w:w="3112" w:type="dxa"/>
          </w:tcPr>
          <w:p w14:paraId="00BB94D6" w14:textId="188B233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Ліквідація аварій на </w:t>
            </w:r>
            <w:proofErr w:type="spellStart"/>
            <w:r w:rsidRPr="00AE2805">
              <w:rPr>
                <w:sz w:val="20"/>
                <w:szCs w:val="20"/>
              </w:rPr>
              <w:t>водомережах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</w:p>
        </w:tc>
      </w:tr>
      <w:tr w:rsidR="004F747D" w:rsidRPr="00C44CFB" w14:paraId="0BF78FE0" w14:textId="77777777" w:rsidTr="00453902">
        <w:trPr>
          <w:trHeight w:val="124"/>
        </w:trPr>
        <w:tc>
          <w:tcPr>
            <w:tcW w:w="598" w:type="dxa"/>
            <w:gridSpan w:val="4"/>
          </w:tcPr>
          <w:p w14:paraId="1AB9EC8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9B3503A" w14:textId="2CD2CAA0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МКП </w:t>
            </w:r>
            <w:r w:rsidRPr="00AE2805">
              <w:rPr>
                <w:sz w:val="20"/>
                <w:szCs w:val="20"/>
                <w:lang w:val="en-US"/>
              </w:rPr>
              <w:t>“</w:t>
            </w:r>
            <w:r w:rsidRPr="00AE2805">
              <w:rPr>
                <w:sz w:val="20"/>
                <w:szCs w:val="20"/>
              </w:rPr>
              <w:t>Водоканал</w:t>
            </w:r>
            <w:r w:rsidRPr="00AE2805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3231" w:type="dxa"/>
          </w:tcPr>
          <w:p w14:paraId="1F19BDD4" w14:textId="2DB4273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Аварійно-відновлювальна бригада</w:t>
            </w:r>
          </w:p>
        </w:tc>
        <w:tc>
          <w:tcPr>
            <w:tcW w:w="3154" w:type="dxa"/>
            <w:gridSpan w:val="2"/>
          </w:tcPr>
          <w:p w14:paraId="7350CFE0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м. Мостиська вул. </w:t>
            </w:r>
            <w:r>
              <w:rPr>
                <w:sz w:val="20"/>
                <w:szCs w:val="20"/>
              </w:rPr>
              <w:t>Галицька, 7</w:t>
            </w:r>
          </w:p>
          <w:p w14:paraId="3994320D" w14:textId="7E43CA5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(03234)5-49-84</w:t>
            </w:r>
          </w:p>
        </w:tc>
        <w:tc>
          <w:tcPr>
            <w:tcW w:w="994" w:type="dxa"/>
          </w:tcPr>
          <w:p w14:paraId="0550F3DE" w14:textId="09B6897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0DA848A5" w14:textId="3AC502B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Ліквідації наслідків аварій на водопроводах</w:t>
            </w:r>
          </w:p>
        </w:tc>
      </w:tr>
      <w:tr w:rsidR="004F747D" w:rsidRPr="00C44CFB" w14:paraId="5DBE46DC" w14:textId="77777777" w:rsidTr="00453902">
        <w:trPr>
          <w:trHeight w:val="124"/>
        </w:trPr>
        <w:tc>
          <w:tcPr>
            <w:tcW w:w="598" w:type="dxa"/>
            <w:gridSpan w:val="4"/>
          </w:tcPr>
          <w:p w14:paraId="16FABB44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2BEEE983" w14:textId="3306B1F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МКП </w:t>
            </w:r>
            <w:r w:rsidRPr="00AE2805">
              <w:rPr>
                <w:sz w:val="20"/>
                <w:szCs w:val="20"/>
                <w:lang w:val="en-US"/>
              </w:rPr>
              <w:t>“</w:t>
            </w:r>
            <w:proofErr w:type="spellStart"/>
            <w:r w:rsidRPr="00AE2805">
              <w:rPr>
                <w:sz w:val="20"/>
                <w:szCs w:val="20"/>
              </w:rPr>
              <w:t>Житлокомунсервіс</w:t>
            </w:r>
            <w:proofErr w:type="spellEnd"/>
            <w:r w:rsidRPr="00AE2805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3231" w:type="dxa"/>
          </w:tcPr>
          <w:p w14:paraId="07810DDA" w14:textId="22E688D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011C1206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м.Яворів</w:t>
            </w:r>
            <w:proofErr w:type="spellEnd"/>
            <w:r w:rsidRPr="00AE2805">
              <w:rPr>
                <w:sz w:val="20"/>
                <w:szCs w:val="20"/>
              </w:rPr>
              <w:t xml:space="preserve"> </w:t>
            </w:r>
            <w:proofErr w:type="spellStart"/>
            <w:r w:rsidRPr="00AE2805">
              <w:rPr>
                <w:sz w:val="20"/>
                <w:szCs w:val="20"/>
              </w:rPr>
              <w:t>вул</w:t>
            </w:r>
            <w:proofErr w:type="spellEnd"/>
            <w:r w:rsidRPr="00AE2805">
              <w:rPr>
                <w:sz w:val="20"/>
                <w:szCs w:val="20"/>
              </w:rPr>
              <w:t>..</w:t>
            </w:r>
            <w:proofErr w:type="spellStart"/>
            <w:r>
              <w:rPr>
                <w:sz w:val="20"/>
                <w:szCs w:val="20"/>
              </w:rPr>
              <w:t>С.Стрільців</w:t>
            </w:r>
            <w:proofErr w:type="spellEnd"/>
            <w:r>
              <w:rPr>
                <w:sz w:val="20"/>
                <w:szCs w:val="20"/>
              </w:rPr>
              <w:t>, 13</w:t>
            </w:r>
          </w:p>
          <w:p w14:paraId="7CFD0DB4" w14:textId="2CEC1DF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2-15-63</w:t>
            </w:r>
          </w:p>
        </w:tc>
        <w:tc>
          <w:tcPr>
            <w:tcW w:w="994" w:type="dxa"/>
          </w:tcPr>
          <w:p w14:paraId="1303A45C" w14:textId="79463F8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0DC51B8A" w14:textId="17002F9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Утримання міської мережі доріг та житлових будинків міста</w:t>
            </w:r>
          </w:p>
        </w:tc>
      </w:tr>
      <w:tr w:rsidR="004F747D" w:rsidRPr="00C44CFB" w14:paraId="2EB9047F" w14:textId="77777777" w:rsidTr="00453902">
        <w:trPr>
          <w:trHeight w:val="124"/>
        </w:trPr>
        <w:tc>
          <w:tcPr>
            <w:tcW w:w="598" w:type="dxa"/>
            <w:gridSpan w:val="4"/>
          </w:tcPr>
          <w:p w14:paraId="0A82D317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57E8E256" w14:textId="7D2E9AB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МКП </w:t>
            </w:r>
            <w:r w:rsidRPr="00AE2805">
              <w:rPr>
                <w:sz w:val="20"/>
                <w:szCs w:val="20"/>
                <w:lang w:val="en-US"/>
              </w:rPr>
              <w:t>“</w:t>
            </w:r>
            <w:proofErr w:type="spellStart"/>
            <w:r w:rsidRPr="00AE2805">
              <w:rPr>
                <w:sz w:val="20"/>
                <w:szCs w:val="20"/>
              </w:rPr>
              <w:t>Житловик</w:t>
            </w:r>
            <w:proofErr w:type="spellEnd"/>
            <w:r w:rsidRPr="00AE2805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3231" w:type="dxa"/>
          </w:tcPr>
          <w:p w14:paraId="1C3FD3F0" w14:textId="7FF2E0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</w:p>
        </w:tc>
        <w:tc>
          <w:tcPr>
            <w:tcW w:w="3154" w:type="dxa"/>
            <w:gridSpan w:val="2"/>
          </w:tcPr>
          <w:p w14:paraId="23A8309C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м.Мостиська</w:t>
            </w:r>
            <w:proofErr w:type="spellEnd"/>
            <w:r w:rsidRPr="00AE2805">
              <w:rPr>
                <w:sz w:val="20"/>
                <w:szCs w:val="20"/>
              </w:rPr>
              <w:t>, вул..</w:t>
            </w:r>
            <w:r>
              <w:rPr>
                <w:sz w:val="20"/>
                <w:szCs w:val="20"/>
              </w:rPr>
              <w:t>Галицька</w:t>
            </w:r>
            <w:r w:rsidRPr="00AE280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</w:t>
            </w:r>
          </w:p>
          <w:p w14:paraId="57B257BB" w14:textId="065D937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0974423442</w:t>
            </w:r>
          </w:p>
        </w:tc>
        <w:tc>
          <w:tcPr>
            <w:tcW w:w="994" w:type="dxa"/>
          </w:tcPr>
          <w:p w14:paraId="6FDC8DF4" w14:textId="4EEDDD1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AE2805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7B3EAE7E" w14:textId="1647BE6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Утримання міської мережі доріг</w:t>
            </w:r>
            <w:r>
              <w:rPr>
                <w:sz w:val="20"/>
                <w:szCs w:val="20"/>
              </w:rPr>
              <w:t xml:space="preserve">, вивіз та </w:t>
            </w:r>
            <w:proofErr w:type="spellStart"/>
            <w:r>
              <w:rPr>
                <w:sz w:val="20"/>
                <w:szCs w:val="20"/>
              </w:rPr>
              <w:t>захор.ТПВ</w:t>
            </w:r>
            <w:proofErr w:type="spellEnd"/>
          </w:p>
        </w:tc>
      </w:tr>
      <w:tr w:rsidR="004F747D" w:rsidRPr="00C44CFB" w14:paraId="2A38FCBB" w14:textId="77777777" w:rsidTr="00453902">
        <w:trPr>
          <w:trHeight w:val="124"/>
        </w:trPr>
        <w:tc>
          <w:tcPr>
            <w:tcW w:w="598" w:type="dxa"/>
            <w:gridSpan w:val="4"/>
          </w:tcPr>
          <w:p w14:paraId="18C7F2E9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49BEA006" w14:textId="596069B5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МКП </w:t>
            </w:r>
            <w:r w:rsidRPr="00AE2805">
              <w:rPr>
                <w:sz w:val="20"/>
                <w:szCs w:val="20"/>
                <w:lang w:val="en-US"/>
              </w:rPr>
              <w:t>“</w:t>
            </w:r>
            <w:proofErr w:type="spellStart"/>
            <w:r w:rsidRPr="00AE2805">
              <w:rPr>
                <w:sz w:val="20"/>
                <w:szCs w:val="20"/>
              </w:rPr>
              <w:t>Новояворівськводоканал</w:t>
            </w:r>
            <w:proofErr w:type="spellEnd"/>
            <w:r w:rsidRPr="00AE2805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3231" w:type="dxa"/>
          </w:tcPr>
          <w:p w14:paraId="310DD5AE" w14:textId="62C41AF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184C851A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м.Новояворівськ</w:t>
            </w:r>
            <w:proofErr w:type="spellEnd"/>
            <w:r w:rsidRPr="00AE2805">
              <w:rPr>
                <w:sz w:val="20"/>
                <w:szCs w:val="20"/>
              </w:rPr>
              <w:t xml:space="preserve"> вул..Пасічника,1</w:t>
            </w:r>
          </w:p>
          <w:p w14:paraId="7ACB4355" w14:textId="4A9AEF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0-282, 41-167, 41-093</w:t>
            </w:r>
          </w:p>
        </w:tc>
        <w:tc>
          <w:tcPr>
            <w:tcW w:w="994" w:type="dxa"/>
          </w:tcPr>
          <w:p w14:paraId="62E30CE3" w14:textId="34E18AD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AE2805">
              <w:rPr>
                <w:sz w:val="20"/>
                <w:szCs w:val="20"/>
              </w:rPr>
              <w:t>/2</w:t>
            </w:r>
          </w:p>
        </w:tc>
        <w:tc>
          <w:tcPr>
            <w:tcW w:w="3112" w:type="dxa"/>
          </w:tcPr>
          <w:p w14:paraId="3B7247CB" w14:textId="4B980F1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Ліквідації наслідків аварій на водопроводах</w:t>
            </w:r>
          </w:p>
        </w:tc>
      </w:tr>
      <w:tr w:rsidR="004F747D" w:rsidRPr="00C44CFB" w14:paraId="01AF40F3" w14:textId="77777777" w:rsidTr="00453902">
        <w:trPr>
          <w:trHeight w:val="124"/>
        </w:trPr>
        <w:tc>
          <w:tcPr>
            <w:tcW w:w="598" w:type="dxa"/>
            <w:gridSpan w:val="4"/>
          </w:tcPr>
          <w:p w14:paraId="55C3F956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5A413DB2" w14:textId="23875C3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МКП </w:t>
            </w:r>
            <w:r w:rsidRPr="00AE2805">
              <w:rPr>
                <w:sz w:val="20"/>
                <w:szCs w:val="20"/>
                <w:lang w:val="en-US"/>
              </w:rPr>
              <w:t>“</w:t>
            </w:r>
            <w:proofErr w:type="spellStart"/>
            <w:r w:rsidRPr="00AE2805">
              <w:rPr>
                <w:sz w:val="20"/>
                <w:szCs w:val="20"/>
              </w:rPr>
              <w:t>Яворіввода</w:t>
            </w:r>
            <w:proofErr w:type="spellEnd"/>
            <w:r w:rsidRPr="00AE2805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3231" w:type="dxa"/>
          </w:tcPr>
          <w:p w14:paraId="13E8AD42" w14:textId="1AE97DA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0A872B92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AE2805">
              <w:rPr>
                <w:sz w:val="20"/>
                <w:szCs w:val="20"/>
              </w:rPr>
              <w:t>м.Яворів</w:t>
            </w:r>
            <w:proofErr w:type="spellEnd"/>
            <w:r w:rsidRPr="00AE2805">
              <w:rPr>
                <w:sz w:val="20"/>
                <w:szCs w:val="20"/>
              </w:rPr>
              <w:t>, вул..Пасічна,1</w:t>
            </w:r>
          </w:p>
          <w:p w14:paraId="604B7D6A" w14:textId="7E9F2BB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0675493204</w:t>
            </w:r>
          </w:p>
        </w:tc>
        <w:tc>
          <w:tcPr>
            <w:tcW w:w="994" w:type="dxa"/>
          </w:tcPr>
          <w:p w14:paraId="4B172D70" w14:textId="3B5D2E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AE2805">
              <w:rPr>
                <w:sz w:val="20"/>
                <w:szCs w:val="20"/>
              </w:rPr>
              <w:t>/1</w:t>
            </w:r>
          </w:p>
        </w:tc>
        <w:tc>
          <w:tcPr>
            <w:tcW w:w="3112" w:type="dxa"/>
          </w:tcPr>
          <w:p w14:paraId="53370B09" w14:textId="00BD6F0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Ліквідації наслідків аварій на водопроводах</w:t>
            </w:r>
          </w:p>
        </w:tc>
      </w:tr>
      <w:tr w:rsidR="004F747D" w:rsidRPr="00C44CFB" w14:paraId="4C2E24F9" w14:textId="77777777" w:rsidTr="00453902">
        <w:trPr>
          <w:trHeight w:val="124"/>
        </w:trPr>
        <w:tc>
          <w:tcPr>
            <w:tcW w:w="598" w:type="dxa"/>
            <w:gridSpan w:val="4"/>
          </w:tcPr>
          <w:p w14:paraId="51445F9F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471546B4" w14:textId="7E5987D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ТзОВ </w:t>
            </w:r>
            <w:r w:rsidRPr="00AE2805">
              <w:rPr>
                <w:sz w:val="20"/>
                <w:szCs w:val="20"/>
                <w:lang w:val="en-US"/>
              </w:rPr>
              <w:t>“</w:t>
            </w:r>
            <w:r w:rsidRPr="00AE2805">
              <w:rPr>
                <w:sz w:val="20"/>
                <w:szCs w:val="20"/>
              </w:rPr>
              <w:t>Енергія-</w:t>
            </w:r>
            <w:proofErr w:type="spellStart"/>
            <w:r w:rsidRPr="00AE2805">
              <w:rPr>
                <w:sz w:val="20"/>
                <w:szCs w:val="20"/>
              </w:rPr>
              <w:t>Тепловодо</w:t>
            </w:r>
            <w:r>
              <w:rPr>
                <w:sz w:val="20"/>
                <w:szCs w:val="20"/>
              </w:rPr>
              <w:t>с</w:t>
            </w:r>
            <w:r w:rsidRPr="00AE2805">
              <w:rPr>
                <w:sz w:val="20"/>
                <w:szCs w:val="20"/>
              </w:rPr>
              <w:t>ервіс</w:t>
            </w:r>
            <w:proofErr w:type="spellEnd"/>
            <w:r w:rsidRPr="00AE2805">
              <w:rPr>
                <w:sz w:val="20"/>
                <w:szCs w:val="20"/>
                <w:lang w:val="en-US"/>
              </w:rPr>
              <w:t>”</w:t>
            </w:r>
          </w:p>
        </w:tc>
        <w:tc>
          <w:tcPr>
            <w:tcW w:w="3231" w:type="dxa"/>
          </w:tcPr>
          <w:p w14:paraId="16464F78" w14:textId="4BBCCED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Аварійно-відновлювальна бригада </w:t>
            </w:r>
          </w:p>
        </w:tc>
        <w:tc>
          <w:tcPr>
            <w:tcW w:w="3154" w:type="dxa"/>
            <w:gridSpan w:val="2"/>
          </w:tcPr>
          <w:p w14:paraId="255913F6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 xml:space="preserve">Яворівський район </w:t>
            </w:r>
            <w:proofErr w:type="spellStart"/>
            <w:r w:rsidRPr="00AE2805">
              <w:rPr>
                <w:sz w:val="20"/>
                <w:szCs w:val="20"/>
              </w:rPr>
              <w:t>с.Старичі</w:t>
            </w:r>
            <w:proofErr w:type="spellEnd"/>
            <w:r w:rsidRPr="00AE2805">
              <w:rPr>
                <w:sz w:val="20"/>
                <w:szCs w:val="20"/>
              </w:rPr>
              <w:t>, вул..Шевченка,23</w:t>
            </w:r>
          </w:p>
          <w:p w14:paraId="655F7AC3" w14:textId="77777777" w:rsidR="004F747D" w:rsidRPr="00AE2805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7-20-60</w:t>
            </w:r>
          </w:p>
          <w:p w14:paraId="22636D8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5B6DEA6C" w14:textId="1AF5861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2/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3112" w:type="dxa"/>
          </w:tcPr>
          <w:p w14:paraId="22C72048" w14:textId="58263F3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AE2805">
              <w:rPr>
                <w:sz w:val="20"/>
                <w:szCs w:val="20"/>
              </w:rPr>
              <w:t>Ліквідації наслідків аварій на мережах водо та теплопостачання</w:t>
            </w:r>
          </w:p>
        </w:tc>
      </w:tr>
      <w:tr w:rsidR="004F747D" w:rsidRPr="00C44CFB" w14:paraId="139F4B81" w14:textId="77777777" w:rsidTr="00453902">
        <w:trPr>
          <w:trHeight w:val="124"/>
        </w:trPr>
        <w:tc>
          <w:tcPr>
            <w:tcW w:w="598" w:type="dxa"/>
            <w:gridSpan w:val="4"/>
          </w:tcPr>
          <w:p w14:paraId="6A9EA3B5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62FB3BFB" w14:textId="4E538AB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«МГУ «Комфорт»</w:t>
            </w:r>
          </w:p>
        </w:tc>
        <w:tc>
          <w:tcPr>
            <w:tcW w:w="3231" w:type="dxa"/>
          </w:tcPr>
          <w:p w14:paraId="5B38F53B" w14:textId="75FDDD6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  <w:r w:rsidRPr="00AE2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gridSpan w:val="2"/>
          </w:tcPr>
          <w:p w14:paraId="2724B954" w14:textId="37EF334D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м.Новояворівськ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вул.Шептицького</w:t>
            </w:r>
            <w:proofErr w:type="spellEnd"/>
            <w:r>
              <w:rPr>
                <w:sz w:val="20"/>
                <w:szCs w:val="20"/>
              </w:rPr>
              <w:t>, 5,</w:t>
            </w:r>
          </w:p>
          <w:p w14:paraId="46E68270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0679077697</w:t>
            </w:r>
          </w:p>
          <w:p w14:paraId="3324CB9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25A38D64" w14:textId="1426E20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9/0</w:t>
            </w:r>
          </w:p>
        </w:tc>
        <w:tc>
          <w:tcPr>
            <w:tcW w:w="3112" w:type="dxa"/>
          </w:tcPr>
          <w:p w14:paraId="0E7402E2" w14:textId="32B8CF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Благоустрій території </w:t>
            </w:r>
            <w:proofErr w:type="spellStart"/>
            <w:r>
              <w:rPr>
                <w:sz w:val="20"/>
                <w:szCs w:val="20"/>
              </w:rPr>
              <w:t>Новояворівської</w:t>
            </w:r>
            <w:proofErr w:type="spellEnd"/>
            <w:r>
              <w:rPr>
                <w:sz w:val="20"/>
                <w:szCs w:val="20"/>
              </w:rPr>
              <w:t xml:space="preserve"> ТГ</w:t>
            </w:r>
          </w:p>
        </w:tc>
      </w:tr>
      <w:tr w:rsidR="004F747D" w:rsidRPr="00C44CFB" w14:paraId="73B0FB4B" w14:textId="77777777" w:rsidTr="00453902">
        <w:trPr>
          <w:trHeight w:val="124"/>
        </w:trPr>
        <w:tc>
          <w:tcPr>
            <w:tcW w:w="598" w:type="dxa"/>
            <w:gridSpan w:val="4"/>
          </w:tcPr>
          <w:p w14:paraId="6CF7E5FF" w14:textId="77777777" w:rsidR="004F747D" w:rsidRPr="00C44CFB" w:rsidRDefault="004F747D" w:rsidP="004F747D">
            <w:pPr>
              <w:widowControl w:val="0"/>
              <w:numPr>
                <w:ilvl w:val="0"/>
                <w:numId w:val="13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7D3F5A6C" w14:textId="76F48FE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МКП «</w:t>
            </w:r>
            <w:proofErr w:type="spellStart"/>
            <w:r>
              <w:rPr>
                <w:sz w:val="20"/>
                <w:szCs w:val="20"/>
              </w:rPr>
              <w:t>Новояворівськжитло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027CEBEE" w14:textId="1F40E10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Ланка із забезпечення благоустрою</w:t>
            </w:r>
            <w:r w:rsidRPr="00AE28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54" w:type="dxa"/>
            <w:gridSpan w:val="2"/>
          </w:tcPr>
          <w:p w14:paraId="170613ED" w14:textId="21D6E33F" w:rsidR="004F747D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м.Новояворівськ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вул.Шептицького</w:t>
            </w:r>
            <w:proofErr w:type="spellEnd"/>
            <w:r>
              <w:rPr>
                <w:sz w:val="20"/>
                <w:szCs w:val="20"/>
              </w:rPr>
              <w:t>, 5</w:t>
            </w:r>
          </w:p>
          <w:p w14:paraId="0D73C55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2D660661" w14:textId="5F37360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8/8</w:t>
            </w:r>
          </w:p>
        </w:tc>
        <w:tc>
          <w:tcPr>
            <w:tcW w:w="3112" w:type="dxa"/>
          </w:tcPr>
          <w:p w14:paraId="3E0F8012" w14:textId="6420769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Вивезення, збирання ТПВ</w:t>
            </w:r>
          </w:p>
        </w:tc>
      </w:tr>
      <w:tr w:rsidR="004F747D" w:rsidRPr="00C44CFB" w14:paraId="166D356C" w14:textId="77777777" w:rsidTr="0075624E">
        <w:trPr>
          <w:trHeight w:val="124"/>
        </w:trPr>
        <w:tc>
          <w:tcPr>
            <w:tcW w:w="8359" w:type="dxa"/>
            <w:gridSpan w:val="6"/>
          </w:tcPr>
          <w:p w14:paraId="60DA4921" w14:textId="77777777" w:rsidR="004F747D" w:rsidRPr="00C44CFB" w:rsidRDefault="004F747D" w:rsidP="004F747D">
            <w:pPr>
              <w:ind w:left="589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154" w:type="dxa"/>
            <w:gridSpan w:val="2"/>
            <w:vAlign w:val="center"/>
          </w:tcPr>
          <w:p w14:paraId="313452ED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F5E2311" w14:textId="2E9024D2" w:rsidR="004F747D" w:rsidRPr="00CB691E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B691E">
              <w:rPr>
                <w:b/>
                <w:sz w:val="20"/>
                <w:szCs w:val="20"/>
              </w:rPr>
              <w:t>1039/222</w:t>
            </w:r>
          </w:p>
        </w:tc>
        <w:tc>
          <w:tcPr>
            <w:tcW w:w="3112" w:type="dxa"/>
            <w:vAlign w:val="center"/>
          </w:tcPr>
          <w:p w14:paraId="19741C45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C44CFB" w14:paraId="508E6FDF" w14:textId="77777777" w:rsidTr="0075624E">
        <w:trPr>
          <w:trHeight w:val="124"/>
        </w:trPr>
        <w:tc>
          <w:tcPr>
            <w:tcW w:w="8359" w:type="dxa"/>
            <w:gridSpan w:val="6"/>
          </w:tcPr>
          <w:p w14:paraId="76A7261B" w14:textId="77777777" w:rsidR="004F747D" w:rsidRPr="00C44CFB" w:rsidRDefault="004F747D" w:rsidP="004F747D">
            <w:pPr>
              <w:spacing w:before="60" w:after="60"/>
              <w:ind w:left="589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54" w:type="dxa"/>
            <w:gridSpan w:val="2"/>
            <w:vAlign w:val="center"/>
          </w:tcPr>
          <w:p w14:paraId="056DCAA8" w14:textId="77777777" w:rsidR="004F747D" w:rsidRPr="00C44CFB" w:rsidRDefault="004F747D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6004316C" w14:textId="1FC8758A" w:rsidR="004F747D" w:rsidRPr="00C44CFB" w:rsidRDefault="004F747D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bookmarkStart w:id="3" w:name="_Hlk210811215"/>
            <w:r>
              <w:rPr>
                <w:b/>
                <w:sz w:val="20"/>
                <w:szCs w:val="20"/>
              </w:rPr>
              <w:t>1382/305</w:t>
            </w:r>
            <w:bookmarkEnd w:id="3"/>
          </w:p>
        </w:tc>
        <w:tc>
          <w:tcPr>
            <w:tcW w:w="3112" w:type="dxa"/>
            <w:vAlign w:val="center"/>
          </w:tcPr>
          <w:p w14:paraId="1BE8E463" w14:textId="795D4C21" w:rsidR="004F747D" w:rsidRPr="00C44CFB" w:rsidRDefault="004F747D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C44CFB" w14:paraId="67E7F6A8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398CC17F" w14:textId="4479BC83" w:rsidR="004F747D" w:rsidRPr="00C44CFB" w:rsidRDefault="004F747D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  <w:lang w:val="en-US"/>
              </w:rPr>
              <w:t>VIII</w:t>
            </w:r>
            <w:r w:rsidRPr="00C44CFB">
              <w:rPr>
                <w:b/>
                <w:sz w:val="20"/>
                <w:szCs w:val="20"/>
                <w:lang w:val="ru-RU"/>
              </w:rPr>
              <w:t>.</w:t>
            </w:r>
            <w:r w:rsidRPr="00C44CFB">
              <w:rPr>
                <w:b/>
                <w:sz w:val="20"/>
                <w:szCs w:val="20"/>
              </w:rPr>
              <w:t xml:space="preserve"> СИЛИ МЕДИЧНОЇ СПЕЦІАЛІЗОВАНОЇ СЛУЖБИ</w:t>
            </w:r>
          </w:p>
        </w:tc>
      </w:tr>
      <w:tr w:rsidR="004F747D" w:rsidRPr="00C44CFB" w14:paraId="0038674E" w14:textId="77777777" w:rsidTr="00DE7CD0">
        <w:trPr>
          <w:trHeight w:val="124"/>
        </w:trPr>
        <w:tc>
          <w:tcPr>
            <w:tcW w:w="15619" w:type="dxa"/>
            <w:gridSpan w:val="10"/>
          </w:tcPr>
          <w:p w14:paraId="48EE7CD9" w14:textId="6530F17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b/>
                <w:sz w:val="20"/>
                <w:szCs w:val="20"/>
              </w:rPr>
              <w:t>ДРОГОБИЦЬКИЙ РАЙОН</w:t>
            </w:r>
          </w:p>
        </w:tc>
      </w:tr>
      <w:tr w:rsidR="004F747D" w:rsidRPr="00C44CFB" w14:paraId="5EE4A026" w14:textId="77777777" w:rsidTr="00235626">
        <w:trPr>
          <w:trHeight w:val="124"/>
        </w:trPr>
        <w:tc>
          <w:tcPr>
            <w:tcW w:w="562" w:type="dxa"/>
            <w:gridSpan w:val="3"/>
          </w:tcPr>
          <w:p w14:paraId="0EDFBFF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8D4ACD8" w14:textId="6566983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«Центральна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м. Борислава»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Бориславської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3231" w:type="dxa"/>
            <w:vAlign w:val="center"/>
          </w:tcPr>
          <w:p w14:paraId="24AFECBD" w14:textId="2BEAEA66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bCs w:val="0"/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F870108" w14:textId="6E2F122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82300,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sz w:val="20"/>
                <w:szCs w:val="20"/>
                <w:lang w:val="ru-RU"/>
              </w:rPr>
              <w:t xml:space="preserve">Борислав,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Куліша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, 41А</w:t>
            </w:r>
            <w:r w:rsidRPr="00C22906">
              <w:rPr>
                <w:sz w:val="20"/>
                <w:szCs w:val="20"/>
              </w:rPr>
              <w:t xml:space="preserve">, </w:t>
            </w:r>
            <w:r w:rsidRPr="00C22906">
              <w:rPr>
                <w:color w:val="000000"/>
                <w:sz w:val="20"/>
                <w:szCs w:val="20"/>
              </w:rPr>
              <w:t>380324850056</w:t>
            </w:r>
          </w:p>
        </w:tc>
        <w:tc>
          <w:tcPr>
            <w:tcW w:w="994" w:type="dxa"/>
            <w:vAlign w:val="center"/>
          </w:tcPr>
          <w:p w14:paraId="093F68DA" w14:textId="2D16B106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423/307</w:t>
            </w:r>
          </w:p>
        </w:tc>
        <w:tc>
          <w:tcPr>
            <w:tcW w:w="3112" w:type="dxa"/>
            <w:vAlign w:val="center"/>
          </w:tcPr>
          <w:p w14:paraId="60A6179C" w14:textId="762D2D0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377FCA3" w14:textId="77777777" w:rsidTr="00235626">
        <w:trPr>
          <w:trHeight w:val="124"/>
        </w:trPr>
        <w:tc>
          <w:tcPr>
            <w:tcW w:w="562" w:type="dxa"/>
            <w:gridSpan w:val="3"/>
          </w:tcPr>
          <w:p w14:paraId="73FD51B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835DF8E" w14:textId="3E248962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 xml:space="preserve">КП </w:t>
            </w:r>
            <w:r w:rsidRPr="00C22906">
              <w:rPr>
                <w:sz w:val="20"/>
                <w:szCs w:val="20"/>
              </w:rPr>
              <w:t>«</w:t>
            </w:r>
            <w:r w:rsidRPr="00F737DF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«С</w:t>
            </w:r>
            <w:r w:rsidRPr="00F737DF">
              <w:rPr>
                <w:sz w:val="20"/>
                <w:szCs w:val="20"/>
              </w:rPr>
              <w:t>томатологічна поліклініка</w:t>
            </w:r>
            <w:r w:rsidRPr="00C22906">
              <w:rPr>
                <w:sz w:val="20"/>
                <w:szCs w:val="20"/>
              </w:rPr>
              <w:t>»</w:t>
            </w:r>
            <w:r w:rsidRPr="00F737DF">
              <w:rPr>
                <w:sz w:val="20"/>
                <w:szCs w:val="20"/>
              </w:rPr>
              <w:t xml:space="preserve"> Бориславської міської ради Львівської області</w:t>
            </w:r>
          </w:p>
        </w:tc>
        <w:tc>
          <w:tcPr>
            <w:tcW w:w="3231" w:type="dxa"/>
          </w:tcPr>
          <w:p w14:paraId="25CE3C67" w14:textId="1AB73E8F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3F011E2" w14:textId="02E7B22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82300,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sz w:val="20"/>
                <w:szCs w:val="20"/>
                <w:lang w:val="ru-RU"/>
              </w:rPr>
              <w:t xml:space="preserve">Борислав,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Коваліва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42, </w:t>
            </w:r>
            <w:r w:rsidRPr="00C22906">
              <w:rPr>
                <w:color w:val="000000"/>
                <w:sz w:val="20"/>
                <w:szCs w:val="20"/>
              </w:rPr>
              <w:t>380324852695</w:t>
            </w:r>
          </w:p>
        </w:tc>
        <w:tc>
          <w:tcPr>
            <w:tcW w:w="994" w:type="dxa"/>
            <w:vAlign w:val="center"/>
          </w:tcPr>
          <w:p w14:paraId="5BEAFC77" w14:textId="2C7553B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49/49</w:t>
            </w:r>
          </w:p>
        </w:tc>
        <w:tc>
          <w:tcPr>
            <w:tcW w:w="3112" w:type="dxa"/>
          </w:tcPr>
          <w:p w14:paraId="60E45AB0" w14:textId="48FAA0D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A18522B" w14:textId="77777777" w:rsidTr="00235626">
        <w:trPr>
          <w:trHeight w:val="124"/>
        </w:trPr>
        <w:tc>
          <w:tcPr>
            <w:tcW w:w="562" w:type="dxa"/>
            <w:gridSpan w:val="3"/>
          </w:tcPr>
          <w:p w14:paraId="6B0CFD8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C67BE98" w14:textId="51F88CBA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 xml:space="preserve">КНП «Дрогобицька районна </w:t>
            </w:r>
            <w:r w:rsidRPr="00C22906">
              <w:rPr>
                <w:sz w:val="20"/>
                <w:szCs w:val="20"/>
              </w:rPr>
              <w:t>поліклініка</w:t>
            </w:r>
            <w:r w:rsidRPr="00F737DF">
              <w:rPr>
                <w:sz w:val="20"/>
                <w:szCs w:val="20"/>
              </w:rPr>
              <w:t>» Дрогобицької міської ради</w:t>
            </w:r>
          </w:p>
        </w:tc>
        <w:tc>
          <w:tcPr>
            <w:tcW w:w="3231" w:type="dxa"/>
          </w:tcPr>
          <w:p w14:paraId="6307CC38" w14:textId="473B9FC0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D327C0D" w14:textId="556C5CF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82168,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Нижні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Гаї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Вербова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17, </w:t>
            </w:r>
            <w:r w:rsidRPr="00C22906">
              <w:rPr>
                <w:color w:val="000000"/>
                <w:sz w:val="20"/>
                <w:szCs w:val="20"/>
              </w:rPr>
              <w:t>380324415068</w:t>
            </w:r>
          </w:p>
        </w:tc>
        <w:tc>
          <w:tcPr>
            <w:tcW w:w="994" w:type="dxa"/>
            <w:vAlign w:val="center"/>
          </w:tcPr>
          <w:p w14:paraId="54CDD44A" w14:textId="103A7405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148/68</w:t>
            </w:r>
          </w:p>
        </w:tc>
        <w:tc>
          <w:tcPr>
            <w:tcW w:w="3112" w:type="dxa"/>
          </w:tcPr>
          <w:p w14:paraId="7756055A" w14:textId="1FBF6AA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02FE5C6" w14:textId="77777777" w:rsidTr="00235626">
        <w:trPr>
          <w:trHeight w:val="124"/>
        </w:trPr>
        <w:tc>
          <w:tcPr>
            <w:tcW w:w="562" w:type="dxa"/>
            <w:gridSpan w:val="3"/>
          </w:tcPr>
          <w:p w14:paraId="34D4808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753D971" w14:textId="0D6AA15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«</w:t>
            </w:r>
            <w:proofErr w:type="spellStart"/>
            <w:r w:rsidRPr="00F737DF">
              <w:rPr>
                <w:sz w:val="20"/>
                <w:szCs w:val="20"/>
              </w:rPr>
              <w:t>Болехівська</w:t>
            </w:r>
            <w:proofErr w:type="spellEnd"/>
            <w:r w:rsidRPr="00F737DF">
              <w:rPr>
                <w:sz w:val="20"/>
                <w:szCs w:val="20"/>
              </w:rPr>
              <w:t xml:space="preserve"> амбулаторія </w:t>
            </w:r>
            <w:r w:rsidRPr="00C22906">
              <w:rPr>
                <w:sz w:val="20"/>
                <w:szCs w:val="20"/>
              </w:rPr>
              <w:t>загальної практики-сімейної медицини»</w:t>
            </w:r>
            <w:r w:rsidRPr="00F737DF">
              <w:rPr>
                <w:sz w:val="20"/>
                <w:szCs w:val="20"/>
              </w:rPr>
              <w:t xml:space="preserve"> Дрогобицької міської ради</w:t>
            </w:r>
          </w:p>
        </w:tc>
        <w:tc>
          <w:tcPr>
            <w:tcW w:w="3231" w:type="dxa"/>
          </w:tcPr>
          <w:p w14:paraId="46C99D71" w14:textId="4EBC744D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FA9C647" w14:textId="2EC684D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82170,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Болехівці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вул.В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Лівого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111, </w:t>
            </w:r>
            <w:r w:rsidRPr="00C22906">
              <w:rPr>
                <w:color w:val="000000"/>
                <w:sz w:val="20"/>
                <w:szCs w:val="20"/>
              </w:rPr>
              <w:t>380977626841</w:t>
            </w:r>
          </w:p>
        </w:tc>
        <w:tc>
          <w:tcPr>
            <w:tcW w:w="994" w:type="dxa"/>
            <w:vAlign w:val="center"/>
          </w:tcPr>
          <w:p w14:paraId="6F285D8B" w14:textId="5F1A4F7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7/7</w:t>
            </w:r>
          </w:p>
        </w:tc>
        <w:tc>
          <w:tcPr>
            <w:tcW w:w="3112" w:type="dxa"/>
          </w:tcPr>
          <w:p w14:paraId="7A998FD5" w14:textId="4B29338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794F3C2" w14:textId="77777777" w:rsidTr="00235626">
        <w:trPr>
          <w:trHeight w:val="124"/>
        </w:trPr>
        <w:tc>
          <w:tcPr>
            <w:tcW w:w="562" w:type="dxa"/>
            <w:gridSpan w:val="3"/>
          </w:tcPr>
          <w:p w14:paraId="0727A16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6674A67" w14:textId="06ABDA8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>КНП «Дрогобицька міська лікарня № 1» Дрогобицької міської ради</w:t>
            </w:r>
          </w:p>
        </w:tc>
        <w:tc>
          <w:tcPr>
            <w:tcW w:w="3231" w:type="dxa"/>
          </w:tcPr>
          <w:p w14:paraId="139E196D" w14:textId="09EC38C1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342336E" w14:textId="4649FC4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82100,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Дрогобич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Шептицького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9, </w:t>
            </w:r>
            <w:r w:rsidRPr="00C22906">
              <w:rPr>
                <w:color w:val="000000"/>
                <w:sz w:val="20"/>
                <w:szCs w:val="20"/>
              </w:rPr>
              <w:t>380324431077</w:t>
            </w:r>
          </w:p>
        </w:tc>
        <w:tc>
          <w:tcPr>
            <w:tcW w:w="994" w:type="dxa"/>
          </w:tcPr>
          <w:p w14:paraId="0DBBCBB8" w14:textId="20E74F5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860/301</w:t>
            </w:r>
          </w:p>
        </w:tc>
        <w:tc>
          <w:tcPr>
            <w:tcW w:w="3112" w:type="dxa"/>
          </w:tcPr>
          <w:p w14:paraId="788313A1" w14:textId="71AF7C8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021B144" w14:textId="77777777" w:rsidTr="00235626">
        <w:trPr>
          <w:trHeight w:val="124"/>
        </w:trPr>
        <w:tc>
          <w:tcPr>
            <w:tcW w:w="562" w:type="dxa"/>
            <w:gridSpan w:val="3"/>
          </w:tcPr>
          <w:p w14:paraId="373DDFF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BC53834" w14:textId="7449C652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>КНП «Дрогобицька міська лікарня №</w:t>
            </w:r>
            <w:r w:rsidRPr="00C22906">
              <w:rPr>
                <w:sz w:val="20"/>
                <w:szCs w:val="20"/>
              </w:rPr>
              <w:t xml:space="preserve"> </w:t>
            </w:r>
            <w:r w:rsidRPr="00F737DF">
              <w:rPr>
                <w:sz w:val="20"/>
                <w:szCs w:val="20"/>
              </w:rPr>
              <w:t>3» Дрогобицької міської ради</w:t>
            </w:r>
          </w:p>
        </w:tc>
        <w:tc>
          <w:tcPr>
            <w:tcW w:w="3231" w:type="dxa"/>
          </w:tcPr>
          <w:p w14:paraId="380A154F" w14:textId="4D4A324C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5E0392F" w14:textId="327866D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82100,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Дрогобич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Трускавецька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67, </w:t>
            </w:r>
            <w:r w:rsidRPr="00C22906">
              <w:rPr>
                <w:color w:val="000000"/>
                <w:sz w:val="20"/>
                <w:szCs w:val="20"/>
              </w:rPr>
              <w:t>380324421795</w:t>
            </w:r>
          </w:p>
        </w:tc>
        <w:tc>
          <w:tcPr>
            <w:tcW w:w="994" w:type="dxa"/>
          </w:tcPr>
          <w:p w14:paraId="35FEB6D6" w14:textId="603CDC76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79/60</w:t>
            </w:r>
          </w:p>
        </w:tc>
        <w:tc>
          <w:tcPr>
            <w:tcW w:w="3112" w:type="dxa"/>
          </w:tcPr>
          <w:p w14:paraId="07B905D7" w14:textId="56575E0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8524E13" w14:textId="77777777" w:rsidTr="00235626">
        <w:trPr>
          <w:trHeight w:val="124"/>
        </w:trPr>
        <w:tc>
          <w:tcPr>
            <w:tcW w:w="562" w:type="dxa"/>
            <w:gridSpan w:val="3"/>
          </w:tcPr>
          <w:p w14:paraId="5452F29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D31D0D2" w14:textId="70BF973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>КНП «Дрогобицька міська поліклініка» Дрогобицької міської ради</w:t>
            </w:r>
          </w:p>
        </w:tc>
        <w:tc>
          <w:tcPr>
            <w:tcW w:w="3231" w:type="dxa"/>
          </w:tcPr>
          <w:p w14:paraId="4B24CEB9" w14:textId="01194DA3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E1B5F27" w14:textId="42C4174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82100,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Дрогобич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Січових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Стрільців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22, </w:t>
            </w:r>
            <w:r w:rsidRPr="00C22906">
              <w:rPr>
                <w:color w:val="000000"/>
                <w:sz w:val="20"/>
                <w:szCs w:val="20"/>
              </w:rPr>
              <w:t>380324420522</w:t>
            </w:r>
          </w:p>
        </w:tc>
        <w:tc>
          <w:tcPr>
            <w:tcW w:w="994" w:type="dxa"/>
          </w:tcPr>
          <w:p w14:paraId="5B1E541A" w14:textId="201FAFD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423/140</w:t>
            </w:r>
          </w:p>
        </w:tc>
        <w:tc>
          <w:tcPr>
            <w:tcW w:w="3112" w:type="dxa"/>
          </w:tcPr>
          <w:p w14:paraId="358D49BB" w14:textId="600634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8842325" w14:textId="77777777" w:rsidTr="00235626">
        <w:trPr>
          <w:trHeight w:val="124"/>
        </w:trPr>
        <w:tc>
          <w:tcPr>
            <w:tcW w:w="562" w:type="dxa"/>
            <w:gridSpan w:val="3"/>
          </w:tcPr>
          <w:p w14:paraId="1AAD003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9EDD115" w14:textId="6924C9E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>КНП «</w:t>
            </w:r>
            <w:proofErr w:type="spellStart"/>
            <w:r w:rsidRPr="00F737DF">
              <w:rPr>
                <w:sz w:val="20"/>
                <w:szCs w:val="20"/>
              </w:rPr>
              <w:t>Стебницька</w:t>
            </w:r>
            <w:proofErr w:type="spellEnd"/>
            <w:r w:rsidRPr="00F737DF">
              <w:rPr>
                <w:sz w:val="20"/>
                <w:szCs w:val="20"/>
              </w:rPr>
              <w:t xml:space="preserve"> міська лікарня» Дрогобицької міської ради</w:t>
            </w:r>
          </w:p>
        </w:tc>
        <w:tc>
          <w:tcPr>
            <w:tcW w:w="3231" w:type="dxa"/>
          </w:tcPr>
          <w:p w14:paraId="337B1F0C" w14:textId="43639C68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562D220" w14:textId="5F741FA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82172,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Стебник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Січових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Стрільців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2, </w:t>
            </w:r>
            <w:r w:rsidRPr="00C22906">
              <w:rPr>
                <w:color w:val="000000"/>
                <w:sz w:val="20"/>
                <w:szCs w:val="20"/>
              </w:rPr>
              <w:t>380324440181</w:t>
            </w:r>
          </w:p>
        </w:tc>
        <w:tc>
          <w:tcPr>
            <w:tcW w:w="994" w:type="dxa"/>
          </w:tcPr>
          <w:p w14:paraId="0B23C309" w14:textId="7DC763D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261/100</w:t>
            </w:r>
          </w:p>
        </w:tc>
        <w:tc>
          <w:tcPr>
            <w:tcW w:w="3112" w:type="dxa"/>
          </w:tcPr>
          <w:p w14:paraId="75FDE697" w14:textId="79DDF5C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D68A488" w14:textId="77777777" w:rsidTr="00235626">
        <w:trPr>
          <w:trHeight w:val="124"/>
        </w:trPr>
        <w:tc>
          <w:tcPr>
            <w:tcW w:w="562" w:type="dxa"/>
            <w:gridSpan w:val="3"/>
          </w:tcPr>
          <w:p w14:paraId="3BEC093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9294AA8" w14:textId="532BE8A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Меденицька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Меденицької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селищної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3231" w:type="dxa"/>
          </w:tcPr>
          <w:p w14:paraId="7021EF29" w14:textId="56894295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0E0F9D2" w14:textId="6ACC27E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82160,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Меденичі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Незалежності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10, </w:t>
            </w:r>
            <w:r w:rsidRPr="00C22906">
              <w:rPr>
                <w:color w:val="000000"/>
                <w:sz w:val="20"/>
                <w:szCs w:val="20"/>
              </w:rPr>
              <w:t>380960135020</w:t>
            </w:r>
          </w:p>
        </w:tc>
        <w:tc>
          <w:tcPr>
            <w:tcW w:w="994" w:type="dxa"/>
            <w:vAlign w:val="center"/>
          </w:tcPr>
          <w:p w14:paraId="31DCC5EE" w14:textId="12ED097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137/70</w:t>
            </w:r>
          </w:p>
        </w:tc>
        <w:tc>
          <w:tcPr>
            <w:tcW w:w="3112" w:type="dxa"/>
          </w:tcPr>
          <w:p w14:paraId="7DA210BA" w14:textId="25639CC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F1EA69A" w14:textId="77777777" w:rsidTr="00235626">
        <w:trPr>
          <w:trHeight w:val="124"/>
        </w:trPr>
        <w:tc>
          <w:tcPr>
            <w:tcW w:w="562" w:type="dxa"/>
            <w:gridSpan w:val="3"/>
          </w:tcPr>
          <w:p w14:paraId="66663F5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B99297F" w14:textId="7982531C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>КНП «</w:t>
            </w:r>
            <w:proofErr w:type="spellStart"/>
            <w:r w:rsidRPr="00F737DF">
              <w:rPr>
                <w:sz w:val="20"/>
                <w:szCs w:val="20"/>
              </w:rPr>
              <w:t>Підбузька</w:t>
            </w:r>
            <w:proofErr w:type="spellEnd"/>
            <w:r w:rsidRPr="00F737DF">
              <w:rPr>
                <w:sz w:val="20"/>
                <w:szCs w:val="20"/>
              </w:rPr>
              <w:t xml:space="preserve"> лікарня </w:t>
            </w:r>
            <w:proofErr w:type="spellStart"/>
            <w:r w:rsidRPr="00F737DF">
              <w:rPr>
                <w:sz w:val="20"/>
                <w:szCs w:val="20"/>
              </w:rPr>
              <w:t>Східницької</w:t>
            </w:r>
            <w:proofErr w:type="spellEnd"/>
            <w:r w:rsidRPr="00F737DF">
              <w:rPr>
                <w:sz w:val="20"/>
                <w:szCs w:val="20"/>
              </w:rPr>
              <w:t xml:space="preserve"> територіальної громади»</w:t>
            </w:r>
          </w:p>
        </w:tc>
        <w:tc>
          <w:tcPr>
            <w:tcW w:w="3231" w:type="dxa"/>
          </w:tcPr>
          <w:p w14:paraId="3DD9EA1E" w14:textId="17BB4AB1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BF759D6" w14:textId="072D22F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82180, Львівська </w:t>
            </w:r>
            <w:proofErr w:type="spellStart"/>
            <w:r w:rsidRPr="00C22906">
              <w:rPr>
                <w:sz w:val="20"/>
                <w:szCs w:val="20"/>
              </w:rPr>
              <w:t>оласть</w:t>
            </w:r>
            <w:proofErr w:type="spellEnd"/>
            <w:r w:rsidRPr="00C22906">
              <w:rPr>
                <w:sz w:val="20"/>
                <w:szCs w:val="20"/>
              </w:rPr>
              <w:t xml:space="preserve">, Дрогобицький район, смт. Підбуж, вул. Франка І., 32, </w:t>
            </w:r>
            <w:r w:rsidRPr="00C22906">
              <w:rPr>
                <w:color w:val="000000"/>
                <w:sz w:val="20"/>
                <w:szCs w:val="20"/>
              </w:rPr>
              <w:t>380983038069</w:t>
            </w:r>
          </w:p>
        </w:tc>
        <w:tc>
          <w:tcPr>
            <w:tcW w:w="994" w:type="dxa"/>
          </w:tcPr>
          <w:p w14:paraId="0B3E57E3" w14:textId="403C610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65/50</w:t>
            </w:r>
          </w:p>
        </w:tc>
        <w:tc>
          <w:tcPr>
            <w:tcW w:w="3112" w:type="dxa"/>
          </w:tcPr>
          <w:p w14:paraId="71BE5DBA" w14:textId="3CA1FC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C93AD5B" w14:textId="77777777" w:rsidTr="00235626">
        <w:trPr>
          <w:trHeight w:val="124"/>
        </w:trPr>
        <w:tc>
          <w:tcPr>
            <w:tcW w:w="562" w:type="dxa"/>
            <w:gridSpan w:val="3"/>
          </w:tcPr>
          <w:p w14:paraId="5AA87D0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CD10535" w14:textId="2D6551F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КНП «Центр первинної медико-санітарної допомоги </w:t>
            </w:r>
            <w:proofErr w:type="spellStart"/>
            <w:r w:rsidRPr="00C22906">
              <w:rPr>
                <w:sz w:val="20"/>
                <w:szCs w:val="20"/>
              </w:rPr>
              <w:t>Східницької</w:t>
            </w:r>
            <w:proofErr w:type="spellEnd"/>
            <w:r w:rsidRPr="00C22906">
              <w:rPr>
                <w:sz w:val="20"/>
                <w:szCs w:val="20"/>
              </w:rPr>
              <w:t xml:space="preserve"> селищної ради»</w:t>
            </w:r>
          </w:p>
        </w:tc>
        <w:tc>
          <w:tcPr>
            <w:tcW w:w="3231" w:type="dxa"/>
          </w:tcPr>
          <w:p w14:paraId="49C1744E" w14:textId="2305D097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D97BB11" w14:textId="311FE74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82391, Львівська область, </w:t>
            </w:r>
            <w:proofErr w:type="spellStart"/>
            <w:r w:rsidRPr="00C22906">
              <w:rPr>
                <w:sz w:val="20"/>
                <w:szCs w:val="20"/>
              </w:rPr>
              <w:t>Дрого</w:t>
            </w:r>
            <w:r w:rsidRPr="00C22906">
              <w:rPr>
                <w:sz w:val="20"/>
                <w:szCs w:val="20"/>
                <w:lang w:val="ru-RU"/>
              </w:rPr>
              <w:t>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Східниця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Золота Баня, 3, </w:t>
            </w:r>
            <w:r w:rsidRPr="00C22906">
              <w:rPr>
                <w:color w:val="000000"/>
                <w:sz w:val="20"/>
                <w:szCs w:val="20"/>
              </w:rPr>
              <w:t>380969920506</w:t>
            </w:r>
          </w:p>
        </w:tc>
        <w:tc>
          <w:tcPr>
            <w:tcW w:w="994" w:type="dxa"/>
          </w:tcPr>
          <w:p w14:paraId="60F02FC6" w14:textId="74763BC5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28/28</w:t>
            </w:r>
          </w:p>
        </w:tc>
        <w:tc>
          <w:tcPr>
            <w:tcW w:w="3112" w:type="dxa"/>
          </w:tcPr>
          <w:p w14:paraId="7965AC66" w14:textId="4496B65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6FEBD5A" w14:textId="77777777" w:rsidTr="00235626">
        <w:trPr>
          <w:trHeight w:val="124"/>
        </w:trPr>
        <w:tc>
          <w:tcPr>
            <w:tcW w:w="562" w:type="dxa"/>
            <w:gridSpan w:val="3"/>
          </w:tcPr>
          <w:p w14:paraId="300192F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770E880" w14:textId="64DE512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F737DF">
              <w:rPr>
                <w:sz w:val="20"/>
                <w:szCs w:val="20"/>
              </w:rPr>
              <w:t>КНП «Трускавецька міська лікарня» Трускавецької міської ради</w:t>
            </w:r>
          </w:p>
        </w:tc>
        <w:tc>
          <w:tcPr>
            <w:tcW w:w="3231" w:type="dxa"/>
          </w:tcPr>
          <w:p w14:paraId="51944240" w14:textId="3FDCBA7C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FBE8397" w14:textId="11EAF50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82200,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Трускавець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Данилишиних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62, </w:t>
            </w:r>
            <w:r w:rsidRPr="00C22906">
              <w:rPr>
                <w:color w:val="000000"/>
                <w:sz w:val="20"/>
                <w:szCs w:val="20"/>
              </w:rPr>
              <w:t>380324751345</w:t>
            </w:r>
          </w:p>
        </w:tc>
        <w:tc>
          <w:tcPr>
            <w:tcW w:w="994" w:type="dxa"/>
            <w:vAlign w:val="center"/>
          </w:tcPr>
          <w:p w14:paraId="0ACB18BE" w14:textId="07C9A66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345/150</w:t>
            </w:r>
          </w:p>
        </w:tc>
        <w:tc>
          <w:tcPr>
            <w:tcW w:w="3112" w:type="dxa"/>
          </w:tcPr>
          <w:p w14:paraId="2C80DF2E" w14:textId="6FE77B6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F8F8766" w14:textId="77777777" w:rsidTr="00235626">
        <w:trPr>
          <w:trHeight w:val="124"/>
        </w:trPr>
        <w:tc>
          <w:tcPr>
            <w:tcW w:w="562" w:type="dxa"/>
            <w:gridSpan w:val="3"/>
          </w:tcPr>
          <w:p w14:paraId="24B1599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2C6AF2D" w14:textId="1E751813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«Трускавецький центр первинної медико-санітарної допомоги» Трускавецької міської ради</w:t>
            </w:r>
          </w:p>
        </w:tc>
        <w:tc>
          <w:tcPr>
            <w:tcW w:w="3231" w:type="dxa"/>
          </w:tcPr>
          <w:p w14:paraId="5B3B2976" w14:textId="0D2950AB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7B28516" w14:textId="050879B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82200,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Трускавець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Данилишиних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62, </w:t>
            </w:r>
            <w:r w:rsidRPr="00C22906">
              <w:rPr>
                <w:color w:val="000000"/>
                <w:sz w:val="20"/>
                <w:szCs w:val="20"/>
                <w:lang w:val="en-US" w:eastAsia="uk-UA"/>
              </w:rPr>
              <w:t>380324751564</w:t>
            </w:r>
          </w:p>
        </w:tc>
        <w:tc>
          <w:tcPr>
            <w:tcW w:w="994" w:type="dxa"/>
            <w:vAlign w:val="center"/>
          </w:tcPr>
          <w:p w14:paraId="66A86213" w14:textId="5E5EFDD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79/50</w:t>
            </w:r>
          </w:p>
        </w:tc>
        <w:tc>
          <w:tcPr>
            <w:tcW w:w="3112" w:type="dxa"/>
          </w:tcPr>
          <w:p w14:paraId="64C75EDF" w14:textId="5A3DBAB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3B56895" w14:textId="77777777" w:rsidTr="00235626">
        <w:trPr>
          <w:trHeight w:val="124"/>
        </w:trPr>
        <w:tc>
          <w:tcPr>
            <w:tcW w:w="562" w:type="dxa"/>
            <w:gridSpan w:val="3"/>
          </w:tcPr>
          <w:p w14:paraId="0B39BCE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1114CBA" w14:textId="0D32216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</w:t>
            </w:r>
            <w:proofErr w:type="spellStart"/>
            <w:r w:rsidRPr="00C22906">
              <w:rPr>
                <w:sz w:val="20"/>
                <w:szCs w:val="20"/>
              </w:rPr>
              <w:t>Модрицька</w:t>
            </w:r>
            <w:proofErr w:type="spellEnd"/>
            <w:r w:rsidRPr="00C22906">
              <w:rPr>
                <w:sz w:val="20"/>
                <w:szCs w:val="20"/>
              </w:rPr>
              <w:t xml:space="preserve"> амбулаторія загальної практики-сімейної медицини Трускавецької міської ради Дрогобицького району Львівської області»</w:t>
            </w:r>
          </w:p>
        </w:tc>
        <w:tc>
          <w:tcPr>
            <w:tcW w:w="3231" w:type="dxa"/>
          </w:tcPr>
          <w:p w14:paraId="4FB94EBD" w14:textId="57385B76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30E9A54" w14:textId="28199F0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82186, Львівська область, Дрогобицький район, с. </w:t>
            </w:r>
            <w:proofErr w:type="spellStart"/>
            <w:r w:rsidRPr="00C22906">
              <w:rPr>
                <w:sz w:val="20"/>
                <w:szCs w:val="20"/>
              </w:rPr>
              <w:t>Модричі</w:t>
            </w:r>
            <w:proofErr w:type="spellEnd"/>
            <w:r w:rsidRPr="00C22906">
              <w:rPr>
                <w:sz w:val="20"/>
                <w:szCs w:val="20"/>
              </w:rPr>
              <w:t xml:space="preserve">, вул. Шкільна, 53, </w:t>
            </w:r>
            <w:r w:rsidRPr="00C22906">
              <w:rPr>
                <w:color w:val="000000"/>
                <w:sz w:val="20"/>
                <w:szCs w:val="20"/>
              </w:rPr>
              <w:t>380977772915</w:t>
            </w:r>
          </w:p>
        </w:tc>
        <w:tc>
          <w:tcPr>
            <w:tcW w:w="994" w:type="dxa"/>
            <w:vAlign w:val="center"/>
          </w:tcPr>
          <w:p w14:paraId="3243510C" w14:textId="4BF2034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7/7</w:t>
            </w:r>
          </w:p>
        </w:tc>
        <w:tc>
          <w:tcPr>
            <w:tcW w:w="3112" w:type="dxa"/>
          </w:tcPr>
          <w:p w14:paraId="5B890C9A" w14:textId="26ECD4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85315E3" w14:textId="77777777" w:rsidTr="00235626">
        <w:trPr>
          <w:trHeight w:val="124"/>
        </w:trPr>
        <w:tc>
          <w:tcPr>
            <w:tcW w:w="562" w:type="dxa"/>
            <w:gridSpan w:val="3"/>
          </w:tcPr>
          <w:p w14:paraId="5BD56C8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5B074D2" w14:textId="66984E1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D7E5B9A" w14:textId="7BF84E7F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№1</w:t>
            </w:r>
          </w:p>
        </w:tc>
        <w:tc>
          <w:tcPr>
            <w:tcW w:w="3154" w:type="dxa"/>
            <w:gridSpan w:val="2"/>
          </w:tcPr>
          <w:p w14:paraId="738D0F70" w14:textId="7FE85A4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Дрогобич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Січ. Стрільців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20</w:t>
            </w:r>
          </w:p>
        </w:tc>
        <w:tc>
          <w:tcPr>
            <w:tcW w:w="994" w:type="dxa"/>
          </w:tcPr>
          <w:p w14:paraId="05963C7E" w14:textId="78B36550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35/</w:t>
            </w:r>
            <w:r>
              <w:rPr>
                <w:sz w:val="20"/>
                <w:szCs w:val="20"/>
              </w:rPr>
              <w:t>12</w:t>
            </w:r>
          </w:p>
        </w:tc>
        <w:tc>
          <w:tcPr>
            <w:tcW w:w="3112" w:type="dxa"/>
          </w:tcPr>
          <w:p w14:paraId="6F9B6A8A" w14:textId="23FE640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946A2C8" w14:textId="77777777" w:rsidTr="00235626">
        <w:trPr>
          <w:trHeight w:val="124"/>
        </w:trPr>
        <w:tc>
          <w:tcPr>
            <w:tcW w:w="562" w:type="dxa"/>
            <w:gridSpan w:val="3"/>
          </w:tcPr>
          <w:p w14:paraId="18EC295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6F9FE70" w14:textId="71506A1C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FA2EBC0" w14:textId="3503A0E5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«Трускавець»</w:t>
            </w:r>
          </w:p>
        </w:tc>
        <w:tc>
          <w:tcPr>
            <w:tcW w:w="3154" w:type="dxa"/>
            <w:gridSpan w:val="2"/>
          </w:tcPr>
          <w:p w14:paraId="67403A3F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Трускавець</w:t>
            </w:r>
            <w:r>
              <w:rPr>
                <w:sz w:val="20"/>
                <w:szCs w:val="20"/>
              </w:rPr>
              <w:t>,</w:t>
            </w:r>
          </w:p>
          <w:p w14:paraId="183AEF28" w14:textId="2607608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 Данилишиних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62</w:t>
            </w:r>
          </w:p>
        </w:tc>
        <w:tc>
          <w:tcPr>
            <w:tcW w:w="994" w:type="dxa"/>
          </w:tcPr>
          <w:p w14:paraId="27F5932C" w14:textId="3BD3650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33/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131BB6F5" w14:textId="69DEC55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A6F1EEA" w14:textId="77777777" w:rsidTr="00235626">
        <w:trPr>
          <w:trHeight w:val="124"/>
        </w:trPr>
        <w:tc>
          <w:tcPr>
            <w:tcW w:w="562" w:type="dxa"/>
            <w:gridSpan w:val="3"/>
          </w:tcPr>
          <w:p w14:paraId="7658641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805335B" w14:textId="2245559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A8FF1EA" w14:textId="58F0C05E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«Борислав»</w:t>
            </w:r>
          </w:p>
        </w:tc>
        <w:tc>
          <w:tcPr>
            <w:tcW w:w="3154" w:type="dxa"/>
            <w:gridSpan w:val="2"/>
          </w:tcPr>
          <w:p w14:paraId="3F407F44" w14:textId="2710B96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Борислав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Весняна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32</w:t>
            </w:r>
          </w:p>
        </w:tc>
        <w:tc>
          <w:tcPr>
            <w:tcW w:w="994" w:type="dxa"/>
          </w:tcPr>
          <w:p w14:paraId="285F24B4" w14:textId="07A92B3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48/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650FCE6D" w14:textId="5947A1B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2783825" w14:textId="77777777" w:rsidTr="00235626">
        <w:trPr>
          <w:trHeight w:val="124"/>
        </w:trPr>
        <w:tc>
          <w:tcPr>
            <w:tcW w:w="562" w:type="dxa"/>
            <w:gridSpan w:val="3"/>
          </w:tcPr>
          <w:p w14:paraId="6094042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96F625F" w14:textId="2C14CD1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11D9E12" w14:textId="350CC7BE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ЕМД «Східниця»</w:t>
            </w:r>
          </w:p>
        </w:tc>
        <w:tc>
          <w:tcPr>
            <w:tcW w:w="3154" w:type="dxa"/>
            <w:gridSpan w:val="2"/>
          </w:tcPr>
          <w:p w14:paraId="46579C70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Східниця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</w:p>
          <w:p w14:paraId="5845DDEC" w14:textId="2A195B6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Промислова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10Б</w:t>
            </w:r>
          </w:p>
        </w:tc>
        <w:tc>
          <w:tcPr>
            <w:tcW w:w="994" w:type="dxa"/>
          </w:tcPr>
          <w:p w14:paraId="0B5F8838" w14:textId="2CD5454B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10/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AF98BE1" w14:textId="63B5051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DC120A6" w14:textId="77777777" w:rsidTr="00235626">
        <w:trPr>
          <w:trHeight w:val="124"/>
        </w:trPr>
        <w:tc>
          <w:tcPr>
            <w:tcW w:w="562" w:type="dxa"/>
            <w:gridSpan w:val="3"/>
          </w:tcPr>
          <w:p w14:paraId="69EE10A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D0217E8" w14:textId="32901F1D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045C0A6F" w14:textId="5E066F61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«Підбуж»</w:t>
            </w:r>
          </w:p>
        </w:tc>
        <w:tc>
          <w:tcPr>
            <w:tcW w:w="3154" w:type="dxa"/>
            <w:gridSpan w:val="2"/>
          </w:tcPr>
          <w:p w14:paraId="5A08EE35" w14:textId="37EBBFE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Підбуж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Івана Франка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32</w:t>
            </w:r>
          </w:p>
        </w:tc>
        <w:tc>
          <w:tcPr>
            <w:tcW w:w="994" w:type="dxa"/>
          </w:tcPr>
          <w:p w14:paraId="23A755B3" w14:textId="2876677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11/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58F83D3" w14:textId="6E47764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F7B381E" w14:textId="77777777" w:rsidTr="00235626">
        <w:trPr>
          <w:trHeight w:val="124"/>
        </w:trPr>
        <w:tc>
          <w:tcPr>
            <w:tcW w:w="562" w:type="dxa"/>
            <w:gridSpan w:val="3"/>
          </w:tcPr>
          <w:p w14:paraId="0FD7CC5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4C7A329" w14:textId="4690748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ED43671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№2</w:t>
            </w:r>
          </w:p>
          <w:p w14:paraId="59CB4F82" w14:textId="1E395223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(місто Дрогобич)</w:t>
            </w:r>
          </w:p>
        </w:tc>
        <w:tc>
          <w:tcPr>
            <w:tcW w:w="3154" w:type="dxa"/>
            <w:gridSpan w:val="2"/>
          </w:tcPr>
          <w:p w14:paraId="67B6127B" w14:textId="1810CE5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Дрогобич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Січ. Стрільців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20</w:t>
            </w:r>
          </w:p>
        </w:tc>
        <w:tc>
          <w:tcPr>
            <w:tcW w:w="994" w:type="dxa"/>
          </w:tcPr>
          <w:p w14:paraId="4EEFD3DF" w14:textId="1984D13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106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619FEE06" w14:textId="320795E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6A0A8C41" w14:textId="77777777" w:rsidTr="00235626">
        <w:trPr>
          <w:trHeight w:val="124"/>
        </w:trPr>
        <w:tc>
          <w:tcPr>
            <w:tcW w:w="562" w:type="dxa"/>
            <w:gridSpan w:val="3"/>
          </w:tcPr>
          <w:p w14:paraId="6F09D7B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7A5F8E6" w14:textId="680E01A0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C6140FF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м. Дрогобич</w:t>
            </w:r>
          </w:p>
          <w:p w14:paraId="3A0769BA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 Стрийська</w:t>
            </w:r>
          </w:p>
          <w:p w14:paraId="654A72FC" w14:textId="496FDE69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(в складі ПС №2)</w:t>
            </w:r>
          </w:p>
        </w:tc>
        <w:tc>
          <w:tcPr>
            <w:tcW w:w="3154" w:type="dxa"/>
            <w:gridSpan w:val="2"/>
          </w:tcPr>
          <w:p w14:paraId="742A08CF" w14:textId="63B433D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Дрогобич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Стрийська 344</w:t>
            </w:r>
          </w:p>
        </w:tc>
        <w:tc>
          <w:tcPr>
            <w:tcW w:w="994" w:type="dxa"/>
          </w:tcPr>
          <w:p w14:paraId="0BA0D02F" w14:textId="76DD90A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2290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335F4C9A" w14:textId="67A99BA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57252B4" w14:textId="77777777" w:rsidTr="00235626">
        <w:trPr>
          <w:trHeight w:val="124"/>
        </w:trPr>
        <w:tc>
          <w:tcPr>
            <w:tcW w:w="562" w:type="dxa"/>
            <w:gridSpan w:val="3"/>
          </w:tcPr>
          <w:p w14:paraId="35E4329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E748A11" w14:textId="70C5216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7E17A28" w14:textId="559FF836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«Стебник»</w:t>
            </w:r>
          </w:p>
        </w:tc>
        <w:tc>
          <w:tcPr>
            <w:tcW w:w="3154" w:type="dxa"/>
            <w:gridSpan w:val="2"/>
          </w:tcPr>
          <w:p w14:paraId="10180B0E" w14:textId="750210A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Стебник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Січових Стрільців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</w:t>
            </w:r>
          </w:p>
        </w:tc>
        <w:tc>
          <w:tcPr>
            <w:tcW w:w="994" w:type="dxa"/>
          </w:tcPr>
          <w:p w14:paraId="056CC63F" w14:textId="1986CC5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15/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38FE0E2B" w14:textId="671C106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F389A83" w14:textId="77777777" w:rsidTr="00235626">
        <w:trPr>
          <w:trHeight w:val="124"/>
        </w:trPr>
        <w:tc>
          <w:tcPr>
            <w:tcW w:w="562" w:type="dxa"/>
            <w:gridSpan w:val="3"/>
          </w:tcPr>
          <w:p w14:paraId="1D760C0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4B8BC4A" w14:textId="3AADA62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«Дрогобич»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E1C48DC" w14:textId="32CC914B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«Меденичі»</w:t>
            </w:r>
          </w:p>
        </w:tc>
        <w:tc>
          <w:tcPr>
            <w:tcW w:w="3154" w:type="dxa"/>
            <w:gridSpan w:val="2"/>
          </w:tcPr>
          <w:p w14:paraId="2E2401EE" w14:textId="6CEEC3A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Меденичі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Незалежності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6</w:t>
            </w:r>
          </w:p>
        </w:tc>
        <w:tc>
          <w:tcPr>
            <w:tcW w:w="994" w:type="dxa"/>
          </w:tcPr>
          <w:p w14:paraId="366AD16B" w14:textId="2F4232A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BB45E2">
              <w:rPr>
                <w:sz w:val="20"/>
                <w:szCs w:val="20"/>
                <w:lang w:val="en-US"/>
              </w:rPr>
              <w:t>10/</w:t>
            </w:r>
            <w:r w:rsidRPr="00BB45E2"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3AF0B410" w14:textId="48D444C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6988533" w14:textId="77777777" w:rsidTr="005C60C9">
        <w:trPr>
          <w:trHeight w:val="124"/>
        </w:trPr>
        <w:tc>
          <w:tcPr>
            <w:tcW w:w="5128" w:type="dxa"/>
            <w:gridSpan w:val="5"/>
          </w:tcPr>
          <w:p w14:paraId="607B6434" w14:textId="7B427ABE" w:rsidR="004F747D" w:rsidRPr="00C44CFB" w:rsidRDefault="004F747D" w:rsidP="004F747D">
            <w:pPr>
              <w:ind w:right="7" w:firstLine="119"/>
              <w:jc w:val="center"/>
              <w:rPr>
                <w:sz w:val="20"/>
                <w:szCs w:val="20"/>
              </w:rPr>
            </w:pPr>
            <w:r w:rsidRPr="00C22906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78318A0B" w14:textId="5133260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1F89B013" w14:textId="4B7DD3E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003487EC" w14:textId="0061DEF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BB45E2">
              <w:rPr>
                <w:b/>
                <w:sz w:val="20"/>
                <w:szCs w:val="20"/>
              </w:rPr>
              <w:t>3179/1447</w:t>
            </w:r>
          </w:p>
        </w:tc>
        <w:tc>
          <w:tcPr>
            <w:tcW w:w="3112" w:type="dxa"/>
          </w:tcPr>
          <w:p w14:paraId="7A4F12FE" w14:textId="3EBA5284" w:rsidR="004F747D" w:rsidRPr="00C44CFB" w:rsidRDefault="004F747D" w:rsidP="004F747D">
            <w:pPr>
              <w:jc w:val="center"/>
            </w:pPr>
          </w:p>
        </w:tc>
      </w:tr>
      <w:tr w:rsidR="004F747D" w:rsidRPr="00C44CFB" w14:paraId="0EEF2F1C" w14:textId="77777777" w:rsidTr="006327BA">
        <w:trPr>
          <w:trHeight w:val="124"/>
        </w:trPr>
        <w:tc>
          <w:tcPr>
            <w:tcW w:w="15619" w:type="dxa"/>
            <w:gridSpan w:val="10"/>
          </w:tcPr>
          <w:p w14:paraId="5E66203A" w14:textId="0ADF9A04" w:rsidR="004F747D" w:rsidRPr="00C44CFB" w:rsidRDefault="004F747D" w:rsidP="004F747D">
            <w:pPr>
              <w:jc w:val="center"/>
            </w:pPr>
            <w:r w:rsidRPr="00C22906">
              <w:rPr>
                <w:b/>
                <w:sz w:val="20"/>
                <w:szCs w:val="20"/>
              </w:rPr>
              <w:t>ЗОЛОЧІВСЬКИЙ РАЙОН</w:t>
            </w:r>
          </w:p>
        </w:tc>
      </w:tr>
      <w:tr w:rsidR="004F747D" w:rsidRPr="00C44CFB" w14:paraId="3B2B64DC" w14:textId="77777777" w:rsidTr="00235626">
        <w:trPr>
          <w:trHeight w:val="124"/>
        </w:trPr>
        <w:tc>
          <w:tcPr>
            <w:tcW w:w="562" w:type="dxa"/>
            <w:gridSpan w:val="3"/>
          </w:tcPr>
          <w:p w14:paraId="5E5DA11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8F9C599" w14:textId="4BCCD006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D1CC4">
              <w:rPr>
                <w:sz w:val="20"/>
                <w:szCs w:val="20"/>
              </w:rPr>
              <w:t>КНП «Бродівська центральна міська лікарня</w:t>
            </w:r>
            <w:r w:rsidRPr="00C22906">
              <w:rPr>
                <w:sz w:val="20"/>
                <w:szCs w:val="20"/>
              </w:rPr>
              <w:t>»</w:t>
            </w:r>
            <w:r w:rsidRPr="009D1CC4">
              <w:rPr>
                <w:sz w:val="20"/>
                <w:szCs w:val="20"/>
              </w:rPr>
              <w:t xml:space="preserve"> Бродівської міської ради Львівської області</w:t>
            </w:r>
          </w:p>
        </w:tc>
        <w:tc>
          <w:tcPr>
            <w:tcW w:w="3231" w:type="dxa"/>
          </w:tcPr>
          <w:p w14:paraId="311E5B0B" w14:textId="0B55509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302A074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80600,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Броди,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Юридика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, 22,</w:t>
            </w:r>
          </w:p>
          <w:p w14:paraId="74979460" w14:textId="76D260E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</w:rPr>
              <w:t>380326627610</w:t>
            </w:r>
          </w:p>
        </w:tc>
        <w:tc>
          <w:tcPr>
            <w:tcW w:w="994" w:type="dxa"/>
            <w:vAlign w:val="center"/>
          </w:tcPr>
          <w:p w14:paraId="76242FD7" w14:textId="5D0627E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506/140</w:t>
            </w:r>
          </w:p>
        </w:tc>
        <w:tc>
          <w:tcPr>
            <w:tcW w:w="3112" w:type="dxa"/>
          </w:tcPr>
          <w:p w14:paraId="654C4CCE" w14:textId="645360B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7F492D3" w14:textId="77777777" w:rsidTr="00235626">
        <w:trPr>
          <w:trHeight w:val="124"/>
        </w:trPr>
        <w:tc>
          <w:tcPr>
            <w:tcW w:w="562" w:type="dxa"/>
            <w:gridSpan w:val="3"/>
          </w:tcPr>
          <w:p w14:paraId="0BB6D71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066652D" w14:textId="6DB2CCF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D1CC4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«</w:t>
            </w:r>
            <w:r w:rsidRPr="009D1CC4">
              <w:rPr>
                <w:sz w:val="20"/>
                <w:szCs w:val="20"/>
              </w:rPr>
              <w:t>Бродівська стоматологічна поліклініка</w:t>
            </w:r>
            <w:r w:rsidRPr="00C22906">
              <w:rPr>
                <w:sz w:val="20"/>
                <w:szCs w:val="20"/>
              </w:rPr>
              <w:t>»</w:t>
            </w:r>
            <w:r w:rsidRPr="009D1CC4">
              <w:rPr>
                <w:sz w:val="20"/>
                <w:szCs w:val="20"/>
              </w:rPr>
              <w:t xml:space="preserve"> Бродівської міської ради</w:t>
            </w:r>
          </w:p>
        </w:tc>
        <w:tc>
          <w:tcPr>
            <w:tcW w:w="3231" w:type="dxa"/>
          </w:tcPr>
          <w:p w14:paraId="73441E53" w14:textId="7F6DC9D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1E51A3E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80600,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Броди,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Дитяча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4, </w:t>
            </w:r>
          </w:p>
          <w:p w14:paraId="174C5217" w14:textId="3D2C8DF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380506714795</w:t>
            </w:r>
          </w:p>
        </w:tc>
        <w:tc>
          <w:tcPr>
            <w:tcW w:w="994" w:type="dxa"/>
            <w:vAlign w:val="center"/>
          </w:tcPr>
          <w:p w14:paraId="65F5E87C" w14:textId="61DAF5F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28/15</w:t>
            </w:r>
          </w:p>
        </w:tc>
        <w:tc>
          <w:tcPr>
            <w:tcW w:w="3112" w:type="dxa"/>
          </w:tcPr>
          <w:p w14:paraId="25E4DCBA" w14:textId="0A6DF125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440BBA7" w14:textId="77777777" w:rsidTr="00235626">
        <w:trPr>
          <w:trHeight w:val="124"/>
        </w:trPr>
        <w:tc>
          <w:tcPr>
            <w:tcW w:w="562" w:type="dxa"/>
            <w:gridSpan w:val="3"/>
          </w:tcPr>
          <w:p w14:paraId="1A25990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F6CA5B8" w14:textId="36C8BCC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Буської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«Буська центральна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районна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761E4734" w14:textId="4DFF222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FCE9979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80500,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Буськ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77, </w:t>
            </w:r>
          </w:p>
          <w:p w14:paraId="029E7B0C" w14:textId="43E2863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380326421382</w:t>
            </w:r>
          </w:p>
        </w:tc>
        <w:tc>
          <w:tcPr>
            <w:tcW w:w="994" w:type="dxa"/>
            <w:vAlign w:val="center"/>
          </w:tcPr>
          <w:p w14:paraId="14E3373B" w14:textId="5D3B08E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541/255</w:t>
            </w:r>
          </w:p>
        </w:tc>
        <w:tc>
          <w:tcPr>
            <w:tcW w:w="3112" w:type="dxa"/>
          </w:tcPr>
          <w:p w14:paraId="6BCA8AEE" w14:textId="2F0A867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D40CD79" w14:textId="77777777" w:rsidTr="00235626">
        <w:trPr>
          <w:trHeight w:val="124"/>
        </w:trPr>
        <w:tc>
          <w:tcPr>
            <w:tcW w:w="562" w:type="dxa"/>
            <w:gridSpan w:val="3"/>
          </w:tcPr>
          <w:p w14:paraId="4D62927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99A22F1" w14:textId="41D542FF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D1CC4">
              <w:rPr>
                <w:sz w:val="20"/>
                <w:szCs w:val="20"/>
              </w:rPr>
              <w:t xml:space="preserve">КНП </w:t>
            </w:r>
            <w:proofErr w:type="spellStart"/>
            <w:r w:rsidRPr="009D1CC4">
              <w:rPr>
                <w:sz w:val="20"/>
                <w:szCs w:val="20"/>
              </w:rPr>
              <w:t>Буської</w:t>
            </w:r>
            <w:proofErr w:type="spellEnd"/>
            <w:r w:rsidRPr="009D1CC4">
              <w:rPr>
                <w:sz w:val="20"/>
                <w:szCs w:val="20"/>
              </w:rPr>
              <w:t xml:space="preserve"> міської ради «</w:t>
            </w:r>
            <w:proofErr w:type="spellStart"/>
            <w:r w:rsidRPr="009D1CC4">
              <w:rPr>
                <w:sz w:val="20"/>
                <w:szCs w:val="20"/>
              </w:rPr>
              <w:t>Буський</w:t>
            </w:r>
            <w:proofErr w:type="spellEnd"/>
            <w:r w:rsidRPr="009D1CC4">
              <w:rPr>
                <w:sz w:val="20"/>
                <w:szCs w:val="20"/>
              </w:rPr>
              <w:t xml:space="preserve"> </w:t>
            </w:r>
            <w:r w:rsidRPr="00FC48A3">
              <w:rPr>
                <w:sz w:val="20"/>
                <w:szCs w:val="20"/>
              </w:rPr>
              <w:t>центр первинної медико-санітарної допомоги»</w:t>
            </w:r>
          </w:p>
        </w:tc>
        <w:tc>
          <w:tcPr>
            <w:tcW w:w="3231" w:type="dxa"/>
          </w:tcPr>
          <w:p w14:paraId="093B627A" w14:textId="2D77FA3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EC6F80E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80500,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Буськ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77, </w:t>
            </w:r>
          </w:p>
          <w:p w14:paraId="463D9D83" w14:textId="6227166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(068)8065640</w:t>
            </w:r>
          </w:p>
        </w:tc>
        <w:tc>
          <w:tcPr>
            <w:tcW w:w="994" w:type="dxa"/>
            <w:vAlign w:val="center"/>
          </w:tcPr>
          <w:p w14:paraId="44D09776" w14:textId="5B05444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63/39</w:t>
            </w:r>
          </w:p>
        </w:tc>
        <w:tc>
          <w:tcPr>
            <w:tcW w:w="3112" w:type="dxa"/>
          </w:tcPr>
          <w:p w14:paraId="114F60CA" w14:textId="6975633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F04F210" w14:textId="77777777" w:rsidTr="00235626">
        <w:trPr>
          <w:trHeight w:val="124"/>
        </w:trPr>
        <w:tc>
          <w:tcPr>
            <w:tcW w:w="562" w:type="dxa"/>
            <w:gridSpan w:val="3"/>
          </w:tcPr>
          <w:p w14:paraId="393EFCE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079C5E5" w14:textId="576C8940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D1CC4">
              <w:rPr>
                <w:sz w:val="20"/>
                <w:szCs w:val="20"/>
              </w:rPr>
              <w:t>КНП «</w:t>
            </w:r>
            <w:proofErr w:type="spellStart"/>
            <w:r w:rsidRPr="009D1CC4">
              <w:rPr>
                <w:sz w:val="20"/>
                <w:szCs w:val="20"/>
              </w:rPr>
              <w:t>Заболотцівська</w:t>
            </w:r>
            <w:proofErr w:type="spellEnd"/>
            <w:r w:rsidRPr="009D1CC4">
              <w:rPr>
                <w:sz w:val="20"/>
                <w:szCs w:val="20"/>
              </w:rPr>
              <w:t xml:space="preserve"> сільська лікарня» </w:t>
            </w:r>
            <w:proofErr w:type="spellStart"/>
            <w:r w:rsidRPr="009D1CC4">
              <w:rPr>
                <w:sz w:val="20"/>
                <w:szCs w:val="20"/>
              </w:rPr>
              <w:t>Заболотцівської</w:t>
            </w:r>
            <w:proofErr w:type="spellEnd"/>
            <w:r w:rsidRPr="009D1CC4">
              <w:rPr>
                <w:sz w:val="20"/>
                <w:szCs w:val="20"/>
              </w:rPr>
              <w:t xml:space="preserve"> сільської ради Львівської області</w:t>
            </w:r>
          </w:p>
        </w:tc>
        <w:tc>
          <w:tcPr>
            <w:tcW w:w="3231" w:type="dxa"/>
          </w:tcPr>
          <w:p w14:paraId="1AA9CC11" w14:textId="79DA4CA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F0674E6" w14:textId="46BB1B1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80630,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Заболотці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Шпитальна,15, </w:t>
            </w:r>
            <w:r w:rsidRPr="00C22906">
              <w:rPr>
                <w:color w:val="000000"/>
                <w:sz w:val="20"/>
                <w:szCs w:val="20"/>
              </w:rPr>
              <w:t>380326636347</w:t>
            </w:r>
          </w:p>
        </w:tc>
        <w:tc>
          <w:tcPr>
            <w:tcW w:w="994" w:type="dxa"/>
            <w:vAlign w:val="center"/>
          </w:tcPr>
          <w:p w14:paraId="35BF9BC2" w14:textId="36D72E0B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16/16</w:t>
            </w:r>
          </w:p>
        </w:tc>
        <w:tc>
          <w:tcPr>
            <w:tcW w:w="3112" w:type="dxa"/>
          </w:tcPr>
          <w:p w14:paraId="12C7333A" w14:textId="3B646EF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4D3609A" w14:textId="77777777" w:rsidTr="00235626">
        <w:trPr>
          <w:trHeight w:val="124"/>
        </w:trPr>
        <w:tc>
          <w:tcPr>
            <w:tcW w:w="562" w:type="dxa"/>
            <w:gridSpan w:val="3"/>
          </w:tcPr>
          <w:p w14:paraId="0A6EAD5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2FD97D5" w14:textId="17015C70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D1CC4">
              <w:rPr>
                <w:sz w:val="20"/>
                <w:szCs w:val="20"/>
              </w:rPr>
              <w:t>КНП «Золочівська центральна районна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9D1CC4">
              <w:rPr>
                <w:sz w:val="20"/>
                <w:szCs w:val="20"/>
              </w:rPr>
              <w:t>карня</w:t>
            </w:r>
            <w:proofErr w:type="spellEnd"/>
            <w:r w:rsidRPr="009D1CC4">
              <w:rPr>
                <w:sz w:val="20"/>
                <w:szCs w:val="20"/>
              </w:rPr>
              <w:t>» Золочівської міської ради Золочівського району Львівської області</w:t>
            </w:r>
          </w:p>
        </w:tc>
        <w:tc>
          <w:tcPr>
            <w:tcW w:w="3231" w:type="dxa"/>
          </w:tcPr>
          <w:p w14:paraId="65B6B86B" w14:textId="2A43E75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DCDCC3F" w14:textId="0A0EC65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80700,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Академіка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Павлова, 48, </w:t>
            </w:r>
            <w:r w:rsidRPr="00C22906">
              <w:rPr>
                <w:color w:val="000000"/>
                <w:sz w:val="20"/>
                <w:szCs w:val="20"/>
              </w:rPr>
              <w:t>380326542136</w:t>
            </w:r>
          </w:p>
        </w:tc>
        <w:tc>
          <w:tcPr>
            <w:tcW w:w="994" w:type="dxa"/>
            <w:vAlign w:val="center"/>
          </w:tcPr>
          <w:p w14:paraId="4B214B87" w14:textId="520C3D3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445/130</w:t>
            </w:r>
          </w:p>
        </w:tc>
        <w:tc>
          <w:tcPr>
            <w:tcW w:w="3112" w:type="dxa"/>
          </w:tcPr>
          <w:p w14:paraId="575B4E30" w14:textId="6538223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46F94B2" w14:textId="77777777" w:rsidTr="00235626">
        <w:trPr>
          <w:trHeight w:val="124"/>
        </w:trPr>
        <w:tc>
          <w:tcPr>
            <w:tcW w:w="562" w:type="dxa"/>
            <w:gridSpan w:val="3"/>
          </w:tcPr>
          <w:p w14:paraId="174B499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E52D955" w14:textId="35847E01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«Золочівський центр первинної медико-санітарної допомоги» Золочівської міської ради Золочівського району Львівської області</w:t>
            </w:r>
          </w:p>
        </w:tc>
        <w:tc>
          <w:tcPr>
            <w:tcW w:w="3231" w:type="dxa"/>
          </w:tcPr>
          <w:p w14:paraId="0B68638E" w14:textId="36E2BBC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34AFC8A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80700,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Кука В., 8, </w:t>
            </w:r>
          </w:p>
          <w:p w14:paraId="3EBFF19D" w14:textId="5EC710E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380326542585</w:t>
            </w:r>
          </w:p>
        </w:tc>
        <w:tc>
          <w:tcPr>
            <w:tcW w:w="994" w:type="dxa"/>
            <w:vAlign w:val="center"/>
          </w:tcPr>
          <w:p w14:paraId="64A4E242" w14:textId="44FDACB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148/70</w:t>
            </w:r>
          </w:p>
        </w:tc>
        <w:tc>
          <w:tcPr>
            <w:tcW w:w="3112" w:type="dxa"/>
          </w:tcPr>
          <w:p w14:paraId="2488F018" w14:textId="54621ADC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1C80FC5" w14:textId="77777777" w:rsidTr="00235626">
        <w:trPr>
          <w:trHeight w:val="124"/>
        </w:trPr>
        <w:tc>
          <w:tcPr>
            <w:tcW w:w="562" w:type="dxa"/>
            <w:gridSpan w:val="3"/>
          </w:tcPr>
          <w:p w14:paraId="34FB7D0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EF8237A" w14:textId="52AD4F26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D1CC4">
              <w:rPr>
                <w:sz w:val="20"/>
                <w:szCs w:val="20"/>
              </w:rPr>
              <w:t>КНП «</w:t>
            </w:r>
            <w:proofErr w:type="spellStart"/>
            <w:r w:rsidRPr="009D1CC4">
              <w:rPr>
                <w:sz w:val="20"/>
                <w:szCs w:val="20"/>
              </w:rPr>
              <w:t>Підкамінська</w:t>
            </w:r>
            <w:proofErr w:type="spellEnd"/>
            <w:r w:rsidRPr="009D1CC4">
              <w:rPr>
                <w:sz w:val="20"/>
                <w:szCs w:val="20"/>
              </w:rPr>
              <w:t xml:space="preserve"> міська лікарня» </w:t>
            </w:r>
            <w:proofErr w:type="spellStart"/>
            <w:r w:rsidRPr="009D1CC4">
              <w:rPr>
                <w:sz w:val="20"/>
                <w:szCs w:val="20"/>
              </w:rPr>
              <w:t>Підкамінської</w:t>
            </w:r>
            <w:proofErr w:type="spellEnd"/>
            <w:r w:rsidRPr="009D1CC4">
              <w:rPr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3231" w:type="dxa"/>
          </w:tcPr>
          <w:p w14:paraId="0075C010" w14:textId="5DC24DD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055D6E4" w14:textId="0231975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80670,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Підкамінь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Незалежна,75, </w:t>
            </w:r>
            <w:r w:rsidRPr="00C22906">
              <w:rPr>
                <w:color w:val="000000"/>
                <w:sz w:val="20"/>
                <w:szCs w:val="20"/>
              </w:rPr>
              <w:t>380326631438</w:t>
            </w:r>
          </w:p>
        </w:tc>
        <w:tc>
          <w:tcPr>
            <w:tcW w:w="994" w:type="dxa"/>
            <w:vAlign w:val="center"/>
          </w:tcPr>
          <w:p w14:paraId="3821C1B2" w14:textId="3445790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23/23</w:t>
            </w:r>
          </w:p>
        </w:tc>
        <w:tc>
          <w:tcPr>
            <w:tcW w:w="3112" w:type="dxa"/>
          </w:tcPr>
          <w:p w14:paraId="021098F1" w14:textId="676BF5FC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3E2A0EC" w14:textId="77777777" w:rsidTr="00235626">
        <w:trPr>
          <w:trHeight w:val="124"/>
        </w:trPr>
        <w:tc>
          <w:tcPr>
            <w:tcW w:w="562" w:type="dxa"/>
            <w:gridSpan w:val="3"/>
          </w:tcPr>
          <w:p w14:paraId="3193163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2C8015C" w14:textId="33C8B551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D1CC4">
              <w:rPr>
                <w:sz w:val="20"/>
                <w:szCs w:val="20"/>
              </w:rPr>
              <w:t>КНП «</w:t>
            </w:r>
            <w:r w:rsidRPr="00C22906">
              <w:rPr>
                <w:sz w:val="20"/>
                <w:szCs w:val="20"/>
              </w:rPr>
              <w:t>Центр первинної медико-санітарної допомоги</w:t>
            </w:r>
            <w:r w:rsidRPr="009D1CC4">
              <w:rPr>
                <w:sz w:val="20"/>
                <w:szCs w:val="20"/>
              </w:rPr>
              <w:t xml:space="preserve">» </w:t>
            </w:r>
            <w:proofErr w:type="spellStart"/>
            <w:r w:rsidRPr="009D1CC4">
              <w:rPr>
                <w:sz w:val="20"/>
                <w:szCs w:val="20"/>
              </w:rPr>
              <w:t>Поморянської</w:t>
            </w:r>
            <w:proofErr w:type="spellEnd"/>
            <w:r w:rsidRPr="009D1CC4">
              <w:rPr>
                <w:sz w:val="20"/>
                <w:szCs w:val="20"/>
              </w:rPr>
              <w:t xml:space="preserve"> селищної ради Золочівського району Львівської області</w:t>
            </w:r>
          </w:p>
        </w:tc>
        <w:tc>
          <w:tcPr>
            <w:tcW w:w="3231" w:type="dxa"/>
          </w:tcPr>
          <w:p w14:paraId="7DE92E43" w14:textId="35E0A61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64F9227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80755,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Золочівський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с.Ремезівці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Млинська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2а, </w:t>
            </w:r>
          </w:p>
          <w:p w14:paraId="75A0CCAD" w14:textId="35A6899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380974788501</w:t>
            </w:r>
          </w:p>
        </w:tc>
        <w:tc>
          <w:tcPr>
            <w:tcW w:w="994" w:type="dxa"/>
            <w:vAlign w:val="center"/>
          </w:tcPr>
          <w:p w14:paraId="34D9114B" w14:textId="3AE2A30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5/5</w:t>
            </w:r>
          </w:p>
        </w:tc>
        <w:tc>
          <w:tcPr>
            <w:tcW w:w="3112" w:type="dxa"/>
          </w:tcPr>
          <w:p w14:paraId="06793B3F" w14:textId="76ED440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133BE95" w14:textId="77777777" w:rsidTr="00235626">
        <w:trPr>
          <w:trHeight w:val="124"/>
        </w:trPr>
        <w:tc>
          <w:tcPr>
            <w:tcW w:w="562" w:type="dxa"/>
            <w:gridSpan w:val="3"/>
          </w:tcPr>
          <w:p w14:paraId="1B70FFE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916112A" w14:textId="07579F2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</w:rPr>
              <w:t>Красненської</w:t>
            </w:r>
            <w:proofErr w:type="spellEnd"/>
            <w:r w:rsidRPr="00C22906">
              <w:rPr>
                <w:sz w:val="20"/>
                <w:szCs w:val="20"/>
              </w:rPr>
              <w:t xml:space="preserve"> селищної ради Золочівського району Львівської області «</w:t>
            </w:r>
            <w:proofErr w:type="spellStart"/>
            <w:r w:rsidRPr="00C22906">
              <w:rPr>
                <w:sz w:val="20"/>
                <w:szCs w:val="20"/>
              </w:rPr>
              <w:t>Красненська</w:t>
            </w:r>
            <w:proofErr w:type="spellEnd"/>
            <w:r w:rsidRPr="00C22906">
              <w:rPr>
                <w:sz w:val="20"/>
                <w:szCs w:val="20"/>
              </w:rPr>
              <w:t xml:space="preserve"> міська лікарня»</w:t>
            </w:r>
          </w:p>
        </w:tc>
        <w:tc>
          <w:tcPr>
            <w:tcW w:w="3231" w:type="dxa"/>
          </w:tcPr>
          <w:p w14:paraId="3E9D66B4" w14:textId="47826B1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779D731" w14:textId="715276B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80560, Львівська область, Золочівський район, смт. Красне, вул. Золочівська, 10, </w:t>
            </w:r>
            <w:r w:rsidRPr="00C22906">
              <w:rPr>
                <w:color w:val="000000"/>
                <w:sz w:val="20"/>
                <w:szCs w:val="20"/>
              </w:rPr>
              <w:t>380964212160</w:t>
            </w:r>
          </w:p>
        </w:tc>
        <w:tc>
          <w:tcPr>
            <w:tcW w:w="994" w:type="dxa"/>
            <w:vAlign w:val="center"/>
          </w:tcPr>
          <w:p w14:paraId="5841376F" w14:textId="5670D120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110/110</w:t>
            </w:r>
          </w:p>
        </w:tc>
        <w:tc>
          <w:tcPr>
            <w:tcW w:w="3112" w:type="dxa"/>
          </w:tcPr>
          <w:p w14:paraId="58F885D9" w14:textId="36B8EE9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68E451A" w14:textId="77777777" w:rsidTr="00235626">
        <w:trPr>
          <w:trHeight w:val="124"/>
        </w:trPr>
        <w:tc>
          <w:tcPr>
            <w:tcW w:w="562" w:type="dxa"/>
            <w:gridSpan w:val="3"/>
          </w:tcPr>
          <w:p w14:paraId="307A77C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552CEE2" w14:textId="6FA64AF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Відділ медицини катастроф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997727F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МК «Буськ»</w:t>
            </w:r>
          </w:p>
          <w:p w14:paraId="34D7A505" w14:textId="221060F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FE28064" w14:textId="6964634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Буськ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Львівська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77</w:t>
            </w:r>
          </w:p>
        </w:tc>
        <w:tc>
          <w:tcPr>
            <w:tcW w:w="994" w:type="dxa"/>
          </w:tcPr>
          <w:p w14:paraId="3F64526C" w14:textId="29311686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12/3</w:t>
            </w:r>
          </w:p>
        </w:tc>
        <w:tc>
          <w:tcPr>
            <w:tcW w:w="3112" w:type="dxa"/>
          </w:tcPr>
          <w:p w14:paraId="06BAC7C3" w14:textId="2E5FC042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EE8E38E" w14:textId="77777777" w:rsidTr="00235626">
        <w:trPr>
          <w:trHeight w:val="124"/>
        </w:trPr>
        <w:tc>
          <w:tcPr>
            <w:tcW w:w="562" w:type="dxa"/>
            <w:gridSpan w:val="3"/>
          </w:tcPr>
          <w:p w14:paraId="78A84A2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B3185FE" w14:textId="2A5F7B1F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5EE5A95" w14:textId="2C03114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Підстанція ЕМД «Буськ» </w:t>
            </w:r>
            <w:r w:rsidRPr="006F3130">
              <w:rPr>
                <w:sz w:val="20"/>
                <w:szCs w:val="20"/>
              </w:rPr>
              <w:t>3 бригади</w:t>
            </w:r>
          </w:p>
        </w:tc>
        <w:tc>
          <w:tcPr>
            <w:tcW w:w="3154" w:type="dxa"/>
            <w:gridSpan w:val="2"/>
          </w:tcPr>
          <w:p w14:paraId="0415E2F8" w14:textId="0CB9BEE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Буськ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Львівська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77</w:t>
            </w:r>
          </w:p>
        </w:tc>
        <w:tc>
          <w:tcPr>
            <w:tcW w:w="994" w:type="dxa"/>
          </w:tcPr>
          <w:p w14:paraId="56B0F997" w14:textId="52E0F94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  <w:lang w:eastAsia="uk-UA"/>
              </w:rPr>
              <w:t>32/</w:t>
            </w:r>
            <w:r>
              <w:rPr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112" w:type="dxa"/>
          </w:tcPr>
          <w:p w14:paraId="5E640A38" w14:textId="6FEAD40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2F4CBA8" w14:textId="77777777" w:rsidTr="00235626">
        <w:trPr>
          <w:trHeight w:val="124"/>
        </w:trPr>
        <w:tc>
          <w:tcPr>
            <w:tcW w:w="562" w:type="dxa"/>
            <w:gridSpan w:val="3"/>
          </w:tcPr>
          <w:p w14:paraId="6383AE4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DC1AD7D" w14:textId="1ED582DD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000A1C40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«Олесько»</w:t>
            </w:r>
          </w:p>
          <w:p w14:paraId="1A296A21" w14:textId="1EEA6D1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1D94609" w14:textId="2266BFE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Олесько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Шевченка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55</w:t>
            </w:r>
          </w:p>
        </w:tc>
        <w:tc>
          <w:tcPr>
            <w:tcW w:w="994" w:type="dxa"/>
          </w:tcPr>
          <w:p w14:paraId="47609D23" w14:textId="71694215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9/</w:t>
            </w: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2" w:type="dxa"/>
          </w:tcPr>
          <w:p w14:paraId="607927B2" w14:textId="09679B8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91FCC38" w14:textId="77777777" w:rsidTr="00235626">
        <w:trPr>
          <w:trHeight w:val="124"/>
        </w:trPr>
        <w:tc>
          <w:tcPr>
            <w:tcW w:w="562" w:type="dxa"/>
            <w:gridSpan w:val="3"/>
          </w:tcPr>
          <w:p w14:paraId="665646C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6C6D40C" w14:textId="77777777" w:rsidR="004F747D" w:rsidRPr="00C22906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  <w:p w14:paraId="16E68342" w14:textId="7777777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74C1C52B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«Красне»</w:t>
            </w:r>
          </w:p>
          <w:p w14:paraId="24464695" w14:textId="48B609A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370E802C" w14:textId="0A9CBEB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Красне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Золочівська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994" w:type="dxa"/>
          </w:tcPr>
          <w:p w14:paraId="4257DABF" w14:textId="55BBB68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13/</w:t>
            </w: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2" w:type="dxa"/>
          </w:tcPr>
          <w:p w14:paraId="3F6FA528" w14:textId="348677F5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63CF3650" w14:textId="77777777" w:rsidTr="00235626">
        <w:trPr>
          <w:trHeight w:val="124"/>
        </w:trPr>
        <w:tc>
          <w:tcPr>
            <w:tcW w:w="562" w:type="dxa"/>
            <w:gridSpan w:val="3"/>
          </w:tcPr>
          <w:p w14:paraId="588CC77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BCCDF06" w14:textId="25B4B0F2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FF4FD92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«Золочів»</w:t>
            </w:r>
          </w:p>
          <w:p w14:paraId="6D94A4E5" w14:textId="14B092B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7A86DC79" w14:textId="54F97E0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Золочів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Ак</w:t>
            </w:r>
            <w:proofErr w:type="spellEnd"/>
            <w:r w:rsidRPr="00C229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Павлова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48</w:t>
            </w:r>
          </w:p>
        </w:tc>
        <w:tc>
          <w:tcPr>
            <w:tcW w:w="994" w:type="dxa"/>
          </w:tcPr>
          <w:p w14:paraId="22C514C1" w14:textId="3870BB8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18/</w:t>
            </w:r>
            <w:r>
              <w:rPr>
                <w:sz w:val="20"/>
                <w:szCs w:val="20"/>
                <w:lang w:eastAsia="uk-UA"/>
              </w:rPr>
              <w:t>6</w:t>
            </w:r>
          </w:p>
        </w:tc>
        <w:tc>
          <w:tcPr>
            <w:tcW w:w="3112" w:type="dxa"/>
          </w:tcPr>
          <w:p w14:paraId="7DBA0142" w14:textId="68D7788F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40D8B6B" w14:textId="77777777" w:rsidTr="00235626">
        <w:trPr>
          <w:trHeight w:val="124"/>
        </w:trPr>
        <w:tc>
          <w:tcPr>
            <w:tcW w:w="562" w:type="dxa"/>
            <w:gridSpan w:val="3"/>
          </w:tcPr>
          <w:p w14:paraId="20EDA48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7CD78DA" w14:textId="2D38F8E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DB125BB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«Поморяни»</w:t>
            </w:r>
          </w:p>
          <w:p w14:paraId="00A22AAD" w14:textId="10016E2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684BDC67" w14:textId="21EB5AF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Поморяни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Верхн</w:t>
            </w:r>
            <w:proofErr w:type="spellEnd"/>
            <w:r w:rsidRPr="00C22906">
              <w:rPr>
                <w:sz w:val="20"/>
                <w:szCs w:val="20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</w:rPr>
              <w:t>Підгай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3</w:t>
            </w:r>
          </w:p>
        </w:tc>
        <w:tc>
          <w:tcPr>
            <w:tcW w:w="994" w:type="dxa"/>
          </w:tcPr>
          <w:p w14:paraId="4153460B" w14:textId="6D4157D8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9/</w:t>
            </w: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2" w:type="dxa"/>
          </w:tcPr>
          <w:p w14:paraId="32B2E525" w14:textId="03A1B8D9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7C6C843" w14:textId="77777777" w:rsidTr="00235626">
        <w:trPr>
          <w:trHeight w:val="124"/>
        </w:trPr>
        <w:tc>
          <w:tcPr>
            <w:tcW w:w="562" w:type="dxa"/>
            <w:gridSpan w:val="3"/>
          </w:tcPr>
          <w:p w14:paraId="0CDD278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B42EB3F" w14:textId="6E3D0331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1478B01" w14:textId="35B06F0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«Броди» 3 бригади</w:t>
            </w:r>
          </w:p>
        </w:tc>
        <w:tc>
          <w:tcPr>
            <w:tcW w:w="3154" w:type="dxa"/>
            <w:gridSpan w:val="2"/>
          </w:tcPr>
          <w:p w14:paraId="60AC8B44" w14:textId="4C9F4B1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Броди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Юридика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22</w:t>
            </w:r>
          </w:p>
        </w:tc>
        <w:tc>
          <w:tcPr>
            <w:tcW w:w="994" w:type="dxa"/>
          </w:tcPr>
          <w:p w14:paraId="56678ABD" w14:textId="20558454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36/</w:t>
            </w:r>
            <w:r>
              <w:rPr>
                <w:sz w:val="20"/>
                <w:szCs w:val="20"/>
                <w:lang w:eastAsia="uk-UA"/>
              </w:rPr>
              <w:t>9</w:t>
            </w:r>
          </w:p>
        </w:tc>
        <w:tc>
          <w:tcPr>
            <w:tcW w:w="3112" w:type="dxa"/>
          </w:tcPr>
          <w:p w14:paraId="5D426919" w14:textId="31719883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545D60E" w14:textId="77777777" w:rsidTr="00235626">
        <w:trPr>
          <w:trHeight w:val="124"/>
        </w:trPr>
        <w:tc>
          <w:tcPr>
            <w:tcW w:w="562" w:type="dxa"/>
            <w:gridSpan w:val="3"/>
          </w:tcPr>
          <w:p w14:paraId="37B4470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A14BE78" w14:textId="6DF4A5B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D864C4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«Підкамінь»</w:t>
            </w:r>
          </w:p>
          <w:p w14:paraId="28DBB18D" w14:textId="0429F25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0F372B4B" w14:textId="5842378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Підкамінь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Незалежності</w:t>
            </w:r>
            <w:r>
              <w:rPr>
                <w:sz w:val="20"/>
                <w:szCs w:val="20"/>
              </w:rPr>
              <w:t xml:space="preserve">, </w:t>
            </w:r>
            <w:r w:rsidRPr="00C22906">
              <w:rPr>
                <w:sz w:val="20"/>
                <w:szCs w:val="20"/>
              </w:rPr>
              <w:t>75</w:t>
            </w:r>
          </w:p>
        </w:tc>
        <w:tc>
          <w:tcPr>
            <w:tcW w:w="994" w:type="dxa"/>
          </w:tcPr>
          <w:p w14:paraId="52849125" w14:textId="7F5882D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10/1</w:t>
            </w:r>
            <w:r>
              <w:rPr>
                <w:sz w:val="20"/>
                <w:szCs w:val="20"/>
                <w:lang w:eastAsia="uk-UA"/>
              </w:rPr>
              <w:t>/3</w:t>
            </w:r>
          </w:p>
        </w:tc>
        <w:tc>
          <w:tcPr>
            <w:tcW w:w="3112" w:type="dxa"/>
          </w:tcPr>
          <w:p w14:paraId="42C11B6C" w14:textId="01A1562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6F170835" w14:textId="77777777" w:rsidTr="000220EA">
        <w:trPr>
          <w:trHeight w:val="124"/>
        </w:trPr>
        <w:tc>
          <w:tcPr>
            <w:tcW w:w="5128" w:type="dxa"/>
            <w:gridSpan w:val="5"/>
          </w:tcPr>
          <w:p w14:paraId="4C9C2D84" w14:textId="25736918" w:rsidR="004F747D" w:rsidRPr="00C44CFB" w:rsidRDefault="004F747D" w:rsidP="004F747D">
            <w:pPr>
              <w:ind w:right="7" w:firstLine="119"/>
              <w:jc w:val="center"/>
              <w:rPr>
                <w:sz w:val="20"/>
                <w:szCs w:val="20"/>
              </w:rPr>
            </w:pPr>
            <w:r w:rsidRPr="00C22906">
              <w:rPr>
                <w:b/>
                <w:sz w:val="20"/>
                <w:szCs w:val="20"/>
              </w:rPr>
              <w:t>Всього</w:t>
            </w:r>
            <w:r w:rsidRPr="00C22906">
              <w:rPr>
                <w:sz w:val="20"/>
                <w:szCs w:val="20"/>
              </w:rPr>
              <w:t>:</w:t>
            </w:r>
          </w:p>
        </w:tc>
        <w:tc>
          <w:tcPr>
            <w:tcW w:w="3231" w:type="dxa"/>
          </w:tcPr>
          <w:p w14:paraId="1E8AF2A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538ABD83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0C953F2F" w14:textId="619E3AA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uk-UA"/>
              </w:rPr>
              <w:t>2024/842</w:t>
            </w:r>
          </w:p>
        </w:tc>
        <w:tc>
          <w:tcPr>
            <w:tcW w:w="3112" w:type="dxa"/>
          </w:tcPr>
          <w:p w14:paraId="54A59376" w14:textId="77777777" w:rsidR="004F747D" w:rsidRPr="00C44CFB" w:rsidRDefault="004F747D" w:rsidP="004F747D">
            <w:pPr>
              <w:jc w:val="center"/>
            </w:pPr>
          </w:p>
        </w:tc>
      </w:tr>
      <w:tr w:rsidR="004F747D" w:rsidRPr="00C44CFB" w14:paraId="3207B0F8" w14:textId="77777777" w:rsidTr="000B5D4D">
        <w:trPr>
          <w:trHeight w:val="124"/>
        </w:trPr>
        <w:tc>
          <w:tcPr>
            <w:tcW w:w="15619" w:type="dxa"/>
            <w:gridSpan w:val="10"/>
          </w:tcPr>
          <w:p w14:paraId="1A2FACDF" w14:textId="2BDBB205" w:rsidR="004F747D" w:rsidRPr="00C44CFB" w:rsidRDefault="004F747D" w:rsidP="004F747D">
            <w:pPr>
              <w:jc w:val="center"/>
            </w:pPr>
            <w:r w:rsidRPr="00C44CFB">
              <w:rPr>
                <w:b/>
                <w:sz w:val="20"/>
                <w:szCs w:val="20"/>
              </w:rPr>
              <w:t>ЛЬВІВСЬКИЙ РАЙОН</w:t>
            </w:r>
          </w:p>
        </w:tc>
      </w:tr>
      <w:tr w:rsidR="004F747D" w:rsidRPr="00C44CFB" w14:paraId="2FFC8400" w14:textId="77777777" w:rsidTr="00235626">
        <w:trPr>
          <w:trHeight w:val="124"/>
        </w:trPr>
        <w:tc>
          <w:tcPr>
            <w:tcW w:w="562" w:type="dxa"/>
            <w:gridSpan w:val="3"/>
          </w:tcPr>
          <w:p w14:paraId="3A3B5A2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1FF45CD" w14:textId="1C816B73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КНП «Центр первинної медико-санітарної допомоги» </w:t>
            </w:r>
            <w:proofErr w:type="spellStart"/>
            <w:r w:rsidRPr="00C22906">
              <w:rPr>
                <w:sz w:val="20"/>
                <w:szCs w:val="20"/>
              </w:rPr>
              <w:t>Бібрської</w:t>
            </w:r>
            <w:proofErr w:type="spellEnd"/>
            <w:r w:rsidRPr="00C22906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3231" w:type="dxa"/>
          </w:tcPr>
          <w:p w14:paraId="09258EB6" w14:textId="2C03DC0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B1D4D7E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</w:rPr>
              <w:t xml:space="preserve">81220, Львівська область, </w:t>
            </w:r>
            <w:proofErr w:type="spellStart"/>
            <w:r w:rsidRPr="00C22906">
              <w:rPr>
                <w:sz w:val="20"/>
                <w:szCs w:val="20"/>
              </w:rPr>
              <w:t>Львівськ</w:t>
            </w:r>
            <w:r w:rsidRPr="00C22906">
              <w:rPr>
                <w:sz w:val="20"/>
                <w:szCs w:val="20"/>
                <w:lang w:val="ru-RU"/>
              </w:rPr>
              <w:t>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Бібрка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Галицька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144в, </w:t>
            </w:r>
          </w:p>
          <w:p w14:paraId="00E0894E" w14:textId="1E3296C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380968854192</w:t>
            </w:r>
          </w:p>
        </w:tc>
        <w:tc>
          <w:tcPr>
            <w:tcW w:w="994" w:type="dxa"/>
          </w:tcPr>
          <w:p w14:paraId="410016C1" w14:textId="4FC9EF4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59/59</w:t>
            </w:r>
          </w:p>
        </w:tc>
        <w:tc>
          <w:tcPr>
            <w:tcW w:w="3112" w:type="dxa"/>
          </w:tcPr>
          <w:p w14:paraId="3B75C467" w14:textId="5BA6A4A8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60D79CE" w14:textId="77777777" w:rsidTr="00235626">
        <w:trPr>
          <w:trHeight w:val="124"/>
        </w:trPr>
        <w:tc>
          <w:tcPr>
            <w:tcW w:w="562" w:type="dxa"/>
            <w:gridSpan w:val="3"/>
          </w:tcPr>
          <w:p w14:paraId="0876CA1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032BD86" w14:textId="2307B9F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>КНП «</w:t>
            </w:r>
            <w:proofErr w:type="spellStart"/>
            <w:r w:rsidRPr="00986A90">
              <w:rPr>
                <w:sz w:val="20"/>
                <w:szCs w:val="20"/>
              </w:rPr>
              <w:t>Бібрська</w:t>
            </w:r>
            <w:proofErr w:type="spellEnd"/>
            <w:r w:rsidRPr="00986A90">
              <w:rPr>
                <w:sz w:val="20"/>
                <w:szCs w:val="20"/>
              </w:rPr>
              <w:t xml:space="preserve"> міська лікарня» </w:t>
            </w:r>
            <w:proofErr w:type="spellStart"/>
            <w:r w:rsidRPr="00986A90">
              <w:rPr>
                <w:sz w:val="20"/>
                <w:szCs w:val="20"/>
              </w:rPr>
              <w:t>Бібрської</w:t>
            </w:r>
            <w:proofErr w:type="spellEnd"/>
            <w:r w:rsidRPr="00986A90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3231" w:type="dxa"/>
          </w:tcPr>
          <w:p w14:paraId="459DA53B" w14:textId="7A761903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FAA7197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81220,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Бібрка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Стуса, 41, </w:t>
            </w:r>
          </w:p>
          <w:p w14:paraId="4BD8A352" w14:textId="68D47E1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380987701017</w:t>
            </w:r>
          </w:p>
        </w:tc>
        <w:tc>
          <w:tcPr>
            <w:tcW w:w="994" w:type="dxa"/>
          </w:tcPr>
          <w:p w14:paraId="50FE674A" w14:textId="62172A15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84/84</w:t>
            </w:r>
          </w:p>
        </w:tc>
        <w:tc>
          <w:tcPr>
            <w:tcW w:w="3112" w:type="dxa"/>
          </w:tcPr>
          <w:p w14:paraId="4ACD6E4E" w14:textId="217A8FA1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964EC7F" w14:textId="77777777" w:rsidTr="00235626">
        <w:trPr>
          <w:trHeight w:val="124"/>
        </w:trPr>
        <w:tc>
          <w:tcPr>
            <w:tcW w:w="562" w:type="dxa"/>
            <w:gridSpan w:val="3"/>
          </w:tcPr>
          <w:p w14:paraId="2C7C699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BEC5DA3" w14:textId="75E4D81F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«</w:t>
            </w:r>
            <w:r w:rsidRPr="00986A90">
              <w:rPr>
                <w:sz w:val="20"/>
                <w:szCs w:val="20"/>
              </w:rPr>
              <w:t xml:space="preserve">Амбулаторія </w:t>
            </w:r>
            <w:r w:rsidRPr="00C22906">
              <w:rPr>
                <w:sz w:val="20"/>
                <w:szCs w:val="20"/>
              </w:rPr>
              <w:t>загальної практики-сімейної медицини</w:t>
            </w:r>
            <w:r w:rsidRPr="00986A90">
              <w:rPr>
                <w:sz w:val="20"/>
                <w:szCs w:val="20"/>
              </w:rPr>
              <w:t xml:space="preserve"> </w:t>
            </w:r>
            <w:proofErr w:type="spellStart"/>
            <w:r w:rsidRPr="00986A90">
              <w:rPr>
                <w:sz w:val="20"/>
                <w:szCs w:val="20"/>
              </w:rPr>
              <w:t>Великолюбінської</w:t>
            </w:r>
            <w:proofErr w:type="spellEnd"/>
            <w:r w:rsidRPr="00986A90">
              <w:rPr>
                <w:sz w:val="20"/>
                <w:szCs w:val="20"/>
              </w:rPr>
              <w:t xml:space="preserve"> селищної ради</w:t>
            </w:r>
            <w:r w:rsidRPr="00C22906">
              <w:rPr>
                <w:sz w:val="20"/>
                <w:szCs w:val="20"/>
              </w:rPr>
              <w:t>»</w:t>
            </w:r>
            <w:r w:rsidRPr="00986A90">
              <w:rPr>
                <w:sz w:val="20"/>
                <w:szCs w:val="20"/>
              </w:rPr>
              <w:t xml:space="preserve"> Львівського району Львівської області</w:t>
            </w:r>
          </w:p>
        </w:tc>
        <w:tc>
          <w:tcPr>
            <w:tcW w:w="3231" w:type="dxa"/>
          </w:tcPr>
          <w:p w14:paraId="75D1197E" w14:textId="674405C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1CBEA76" w14:textId="379ED8D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81555,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Великий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Любінь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64, </w:t>
            </w:r>
            <w:r w:rsidRPr="00C22906">
              <w:rPr>
                <w:color w:val="000000"/>
                <w:sz w:val="20"/>
                <w:szCs w:val="20"/>
              </w:rPr>
              <w:t>380323154268</w:t>
            </w:r>
          </w:p>
        </w:tc>
        <w:tc>
          <w:tcPr>
            <w:tcW w:w="994" w:type="dxa"/>
            <w:vAlign w:val="center"/>
          </w:tcPr>
          <w:p w14:paraId="36EE9C17" w14:textId="46E2E8C5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41/41</w:t>
            </w:r>
          </w:p>
        </w:tc>
        <w:tc>
          <w:tcPr>
            <w:tcW w:w="3112" w:type="dxa"/>
          </w:tcPr>
          <w:p w14:paraId="7AE6F57E" w14:textId="4AAF30BE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909DD18" w14:textId="77777777" w:rsidTr="00235626">
        <w:trPr>
          <w:trHeight w:val="124"/>
        </w:trPr>
        <w:tc>
          <w:tcPr>
            <w:tcW w:w="562" w:type="dxa"/>
            <w:gridSpan w:val="3"/>
          </w:tcPr>
          <w:p w14:paraId="1BC2838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03CD8D8" w14:textId="3DEDB573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«</w:t>
            </w:r>
            <w:proofErr w:type="spellStart"/>
            <w:r w:rsidRPr="00986A90">
              <w:rPr>
                <w:sz w:val="20"/>
                <w:szCs w:val="20"/>
              </w:rPr>
              <w:t>Глинянська</w:t>
            </w:r>
            <w:proofErr w:type="spellEnd"/>
            <w:r w:rsidRPr="00986A90">
              <w:rPr>
                <w:sz w:val="20"/>
                <w:szCs w:val="20"/>
              </w:rPr>
              <w:t xml:space="preserve"> міська лікарня</w:t>
            </w:r>
            <w:r w:rsidRPr="00C22906">
              <w:rPr>
                <w:sz w:val="20"/>
                <w:szCs w:val="20"/>
              </w:rPr>
              <w:t>»</w:t>
            </w:r>
            <w:r w:rsidRPr="00986A90">
              <w:rPr>
                <w:sz w:val="20"/>
                <w:szCs w:val="20"/>
              </w:rPr>
              <w:t xml:space="preserve"> </w:t>
            </w:r>
            <w:proofErr w:type="spellStart"/>
            <w:r w:rsidRPr="00986A90">
              <w:rPr>
                <w:sz w:val="20"/>
                <w:szCs w:val="20"/>
              </w:rPr>
              <w:t>Глинянської</w:t>
            </w:r>
            <w:proofErr w:type="spellEnd"/>
            <w:r w:rsidRPr="00986A90">
              <w:rPr>
                <w:sz w:val="20"/>
                <w:szCs w:val="20"/>
              </w:rPr>
              <w:t xml:space="preserve"> міської ради Львівського району Львівської області</w:t>
            </w:r>
          </w:p>
        </w:tc>
        <w:tc>
          <w:tcPr>
            <w:tcW w:w="3231" w:type="dxa"/>
          </w:tcPr>
          <w:p w14:paraId="0957812E" w14:textId="6356E11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706AAF8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80720,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Глиняни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Шептицького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36, </w:t>
            </w:r>
          </w:p>
          <w:p w14:paraId="7D0389B7" w14:textId="75D99D9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380674359089</w:t>
            </w:r>
          </w:p>
        </w:tc>
        <w:tc>
          <w:tcPr>
            <w:tcW w:w="994" w:type="dxa"/>
            <w:vAlign w:val="center"/>
          </w:tcPr>
          <w:p w14:paraId="0BC720AD" w14:textId="09FF677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32/32</w:t>
            </w:r>
          </w:p>
        </w:tc>
        <w:tc>
          <w:tcPr>
            <w:tcW w:w="3112" w:type="dxa"/>
          </w:tcPr>
          <w:p w14:paraId="713D559A" w14:textId="3D48DF5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7BD4443" w14:textId="77777777" w:rsidTr="00235626">
        <w:trPr>
          <w:trHeight w:val="124"/>
        </w:trPr>
        <w:tc>
          <w:tcPr>
            <w:tcW w:w="562" w:type="dxa"/>
            <w:gridSpan w:val="3"/>
          </w:tcPr>
          <w:p w14:paraId="459F652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EF7C284" w14:textId="2FAD442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Городоцька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центральна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Городоцької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3231" w:type="dxa"/>
          </w:tcPr>
          <w:p w14:paraId="51EDEA6A" w14:textId="251D734D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F46C1A5" w14:textId="75DD1B9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81500,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Городок,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Коцюбинського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18, </w:t>
            </w:r>
            <w:r w:rsidRPr="00C22906">
              <w:rPr>
                <w:color w:val="000000"/>
                <w:sz w:val="20"/>
                <w:szCs w:val="20"/>
              </w:rPr>
              <w:t>380323130148</w:t>
            </w:r>
          </w:p>
        </w:tc>
        <w:tc>
          <w:tcPr>
            <w:tcW w:w="994" w:type="dxa"/>
          </w:tcPr>
          <w:p w14:paraId="487FA850" w14:textId="3E3061D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466/100</w:t>
            </w:r>
          </w:p>
        </w:tc>
        <w:tc>
          <w:tcPr>
            <w:tcW w:w="3112" w:type="dxa"/>
          </w:tcPr>
          <w:p w14:paraId="6468E8F1" w14:textId="3870C275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7C66E15" w14:textId="77777777" w:rsidTr="00235626">
        <w:trPr>
          <w:trHeight w:val="124"/>
        </w:trPr>
        <w:tc>
          <w:tcPr>
            <w:tcW w:w="562" w:type="dxa"/>
            <w:gridSpan w:val="3"/>
          </w:tcPr>
          <w:p w14:paraId="34E33C7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C9374EE" w14:textId="58E0D85F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«Городоцький </w:t>
            </w:r>
            <w:r w:rsidRPr="00C22906">
              <w:rPr>
                <w:sz w:val="20"/>
                <w:szCs w:val="20"/>
              </w:rPr>
              <w:t>центр первинної медико-санітарної допомоги</w:t>
            </w:r>
            <w:r w:rsidRPr="00986A90">
              <w:rPr>
                <w:sz w:val="20"/>
                <w:szCs w:val="20"/>
              </w:rPr>
              <w:t>» Городоцької міської ради Львівської області</w:t>
            </w:r>
          </w:p>
        </w:tc>
        <w:tc>
          <w:tcPr>
            <w:tcW w:w="3231" w:type="dxa"/>
          </w:tcPr>
          <w:p w14:paraId="0FF97DD2" w14:textId="44D9947F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A2299C3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81500,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Городок,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3, </w:t>
            </w:r>
          </w:p>
          <w:p w14:paraId="715C8CF8" w14:textId="4C71AE9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380323132102</w:t>
            </w:r>
          </w:p>
        </w:tc>
        <w:tc>
          <w:tcPr>
            <w:tcW w:w="994" w:type="dxa"/>
          </w:tcPr>
          <w:p w14:paraId="06990254" w14:textId="3CF38755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120/120</w:t>
            </w:r>
          </w:p>
        </w:tc>
        <w:tc>
          <w:tcPr>
            <w:tcW w:w="3112" w:type="dxa"/>
          </w:tcPr>
          <w:p w14:paraId="36FB0A49" w14:textId="65FCB86E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8CE2DA8" w14:textId="77777777" w:rsidTr="00235626">
        <w:trPr>
          <w:trHeight w:val="124"/>
        </w:trPr>
        <w:tc>
          <w:tcPr>
            <w:tcW w:w="562" w:type="dxa"/>
            <w:gridSpan w:val="3"/>
          </w:tcPr>
          <w:p w14:paraId="741CFE1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74C9186" w14:textId="2B3C44A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«Центр первинної медико-санітарної допомоги </w:t>
            </w:r>
            <w:proofErr w:type="spellStart"/>
            <w:r w:rsidRPr="00986A90">
              <w:rPr>
                <w:sz w:val="20"/>
                <w:szCs w:val="20"/>
              </w:rPr>
              <w:t>Давидівської</w:t>
            </w:r>
            <w:proofErr w:type="spellEnd"/>
            <w:r w:rsidRPr="00986A90">
              <w:rPr>
                <w:sz w:val="20"/>
                <w:szCs w:val="20"/>
              </w:rPr>
              <w:t xml:space="preserve"> сільської ради </w:t>
            </w:r>
            <w:r w:rsidRPr="00C22906">
              <w:rPr>
                <w:sz w:val="20"/>
                <w:szCs w:val="20"/>
              </w:rPr>
              <w:t>Львів</w:t>
            </w:r>
            <w:r w:rsidRPr="00986A90">
              <w:rPr>
                <w:sz w:val="20"/>
                <w:szCs w:val="20"/>
              </w:rPr>
              <w:t>ського району Львівської області»</w:t>
            </w:r>
          </w:p>
        </w:tc>
        <w:tc>
          <w:tcPr>
            <w:tcW w:w="3231" w:type="dxa"/>
          </w:tcPr>
          <w:p w14:paraId="6F777B26" w14:textId="42229BB3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4BC047C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81151,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Давидів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Галицька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4а, </w:t>
            </w:r>
          </w:p>
          <w:p w14:paraId="55BC46DB" w14:textId="7C04D67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380673939087</w:t>
            </w:r>
          </w:p>
        </w:tc>
        <w:tc>
          <w:tcPr>
            <w:tcW w:w="994" w:type="dxa"/>
            <w:vAlign w:val="center"/>
          </w:tcPr>
          <w:p w14:paraId="32F728AF" w14:textId="20836B6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48/48</w:t>
            </w:r>
          </w:p>
        </w:tc>
        <w:tc>
          <w:tcPr>
            <w:tcW w:w="3112" w:type="dxa"/>
          </w:tcPr>
          <w:p w14:paraId="4EE09558" w14:textId="05E09E42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4ED4D35" w14:textId="77777777" w:rsidTr="00235626">
        <w:trPr>
          <w:trHeight w:val="124"/>
        </w:trPr>
        <w:tc>
          <w:tcPr>
            <w:tcW w:w="562" w:type="dxa"/>
            <w:gridSpan w:val="3"/>
          </w:tcPr>
          <w:p w14:paraId="76D2E84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42608EC" w14:textId="15240061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</w:t>
            </w:r>
            <w:proofErr w:type="spellStart"/>
            <w:r w:rsidRPr="00986A90">
              <w:rPr>
                <w:sz w:val="20"/>
                <w:szCs w:val="20"/>
              </w:rPr>
              <w:t>Добросинсько-Магерівський</w:t>
            </w:r>
            <w:proofErr w:type="spellEnd"/>
            <w:r w:rsidRPr="00986A90">
              <w:rPr>
                <w:sz w:val="20"/>
                <w:szCs w:val="20"/>
              </w:rPr>
              <w:t xml:space="preserve"> центр первинної медико-санітарної допомоги</w:t>
            </w:r>
            <w:r w:rsidRPr="00C22906">
              <w:rPr>
                <w:sz w:val="20"/>
                <w:szCs w:val="20"/>
              </w:rPr>
              <w:t>»</w:t>
            </w:r>
            <w:r w:rsidRPr="00986A90">
              <w:rPr>
                <w:sz w:val="20"/>
                <w:szCs w:val="20"/>
              </w:rPr>
              <w:t xml:space="preserve"> </w:t>
            </w:r>
            <w:proofErr w:type="spellStart"/>
            <w:r w:rsidRPr="00986A90">
              <w:rPr>
                <w:sz w:val="20"/>
                <w:szCs w:val="20"/>
              </w:rPr>
              <w:t>Добросинсько-Магерівської</w:t>
            </w:r>
            <w:proofErr w:type="spellEnd"/>
            <w:r w:rsidRPr="00986A90">
              <w:rPr>
                <w:sz w:val="20"/>
                <w:szCs w:val="20"/>
              </w:rPr>
              <w:t xml:space="preserve"> сільської ради Львівського району Львівської області</w:t>
            </w:r>
          </w:p>
        </w:tc>
        <w:tc>
          <w:tcPr>
            <w:tcW w:w="3231" w:type="dxa"/>
          </w:tcPr>
          <w:p w14:paraId="1230F578" w14:textId="212F37C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B7B52B0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80327,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Магерів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3, </w:t>
            </w:r>
          </w:p>
          <w:p w14:paraId="7B45A4C1" w14:textId="352006C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380325246299</w:t>
            </w:r>
          </w:p>
        </w:tc>
        <w:tc>
          <w:tcPr>
            <w:tcW w:w="994" w:type="dxa"/>
            <w:vAlign w:val="center"/>
          </w:tcPr>
          <w:p w14:paraId="39CE67BD" w14:textId="0730B6D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38/38</w:t>
            </w:r>
          </w:p>
        </w:tc>
        <w:tc>
          <w:tcPr>
            <w:tcW w:w="3112" w:type="dxa"/>
          </w:tcPr>
          <w:p w14:paraId="3E6E9F98" w14:textId="1E3AFAC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D60CB51" w14:textId="77777777" w:rsidTr="00235626">
        <w:trPr>
          <w:trHeight w:val="124"/>
        </w:trPr>
        <w:tc>
          <w:tcPr>
            <w:tcW w:w="562" w:type="dxa"/>
            <w:gridSpan w:val="3"/>
          </w:tcPr>
          <w:p w14:paraId="5A5EF8C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879E406" w14:textId="57B24E9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>КНП «Жовківська лікарня» Жовківської міської ради Львівського району Львівської області</w:t>
            </w:r>
          </w:p>
        </w:tc>
        <w:tc>
          <w:tcPr>
            <w:tcW w:w="3231" w:type="dxa"/>
          </w:tcPr>
          <w:p w14:paraId="472D80D6" w14:textId="6E7E1BEC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7020C7D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80300,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Жовква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78, </w:t>
            </w:r>
          </w:p>
          <w:p w14:paraId="37B47699" w14:textId="24A61D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380325221929</w:t>
            </w:r>
          </w:p>
        </w:tc>
        <w:tc>
          <w:tcPr>
            <w:tcW w:w="994" w:type="dxa"/>
            <w:vAlign w:val="center"/>
          </w:tcPr>
          <w:p w14:paraId="213691CB" w14:textId="13B3AA7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569/1/369</w:t>
            </w:r>
          </w:p>
        </w:tc>
        <w:tc>
          <w:tcPr>
            <w:tcW w:w="3112" w:type="dxa"/>
          </w:tcPr>
          <w:p w14:paraId="4583D3CA" w14:textId="6E9FA82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F47EA9B" w14:textId="77777777" w:rsidTr="00235626">
        <w:trPr>
          <w:trHeight w:val="124"/>
        </w:trPr>
        <w:tc>
          <w:tcPr>
            <w:tcW w:w="562" w:type="dxa"/>
            <w:gridSpan w:val="3"/>
          </w:tcPr>
          <w:p w14:paraId="6FE3EAC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5B1CA47" w14:textId="7E02522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«Центр первинної медико-санітарної допомоги» </w:t>
            </w:r>
            <w:proofErr w:type="spellStart"/>
            <w:r w:rsidRPr="00986A90">
              <w:rPr>
                <w:sz w:val="20"/>
                <w:szCs w:val="20"/>
              </w:rPr>
              <w:t>Жовтанецької</w:t>
            </w:r>
            <w:proofErr w:type="spellEnd"/>
            <w:r w:rsidRPr="00986A90">
              <w:rPr>
                <w:sz w:val="20"/>
                <w:szCs w:val="20"/>
              </w:rPr>
              <w:t xml:space="preserve"> сільської ради Львівської області</w:t>
            </w:r>
          </w:p>
        </w:tc>
        <w:tc>
          <w:tcPr>
            <w:tcW w:w="3231" w:type="dxa"/>
          </w:tcPr>
          <w:p w14:paraId="60A9C974" w14:textId="3A16A3B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193A5EF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80431,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Жовтанці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6, </w:t>
            </w:r>
          </w:p>
          <w:p w14:paraId="6CA241CD" w14:textId="68517E5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380973017103</w:t>
            </w:r>
          </w:p>
        </w:tc>
        <w:tc>
          <w:tcPr>
            <w:tcW w:w="994" w:type="dxa"/>
            <w:vAlign w:val="center"/>
          </w:tcPr>
          <w:p w14:paraId="27C34D6F" w14:textId="38955D3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30/30</w:t>
            </w:r>
          </w:p>
        </w:tc>
        <w:tc>
          <w:tcPr>
            <w:tcW w:w="3112" w:type="dxa"/>
          </w:tcPr>
          <w:p w14:paraId="0A7E6DD3" w14:textId="061E8C1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0175764" w14:textId="77777777" w:rsidTr="00235626">
        <w:trPr>
          <w:trHeight w:val="124"/>
        </w:trPr>
        <w:tc>
          <w:tcPr>
            <w:tcW w:w="562" w:type="dxa"/>
            <w:gridSpan w:val="3"/>
          </w:tcPr>
          <w:p w14:paraId="76B3B89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7BDC5C8" w14:textId="5CF196A3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«Центр первинної медико-санітарної допомоги </w:t>
            </w:r>
            <w:proofErr w:type="spellStart"/>
            <w:r w:rsidRPr="00986A90">
              <w:rPr>
                <w:sz w:val="20"/>
                <w:szCs w:val="20"/>
              </w:rPr>
              <w:t>Зимноводівської</w:t>
            </w:r>
            <w:proofErr w:type="spellEnd"/>
            <w:r w:rsidRPr="00986A90">
              <w:rPr>
                <w:sz w:val="20"/>
                <w:szCs w:val="20"/>
              </w:rPr>
              <w:t xml:space="preserve"> сільської ради Львівського району Львівської області»</w:t>
            </w:r>
          </w:p>
        </w:tc>
        <w:tc>
          <w:tcPr>
            <w:tcW w:w="3231" w:type="dxa"/>
          </w:tcPr>
          <w:p w14:paraId="765981C3" w14:textId="3B2CD936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295B8F8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81110,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Зимна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Вода,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вул.М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Вовчка,1, </w:t>
            </w:r>
          </w:p>
          <w:p w14:paraId="62D41C8F" w14:textId="04E5DF7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380322951960</w:t>
            </w:r>
          </w:p>
        </w:tc>
        <w:tc>
          <w:tcPr>
            <w:tcW w:w="994" w:type="dxa"/>
            <w:vAlign w:val="center"/>
          </w:tcPr>
          <w:p w14:paraId="7E588A90" w14:textId="3166CB4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88/63</w:t>
            </w:r>
          </w:p>
        </w:tc>
        <w:tc>
          <w:tcPr>
            <w:tcW w:w="3112" w:type="dxa"/>
          </w:tcPr>
          <w:p w14:paraId="25C8B6BE" w14:textId="62EC1F63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D626A47" w14:textId="77777777" w:rsidTr="00235626">
        <w:trPr>
          <w:trHeight w:val="124"/>
        </w:trPr>
        <w:tc>
          <w:tcPr>
            <w:tcW w:w="562" w:type="dxa"/>
            <w:gridSpan w:val="3"/>
          </w:tcPr>
          <w:p w14:paraId="298AD06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D6B063E" w14:textId="177CF8C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Кам'янка-Бузька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центральна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районна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1DDB6326" w14:textId="3061A72A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D56D62B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80400,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Кам'янка-Бузька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Героїв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Небесної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Сотні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29а, </w:t>
            </w:r>
          </w:p>
          <w:p w14:paraId="04776E7E" w14:textId="7762F64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380678888277</w:t>
            </w:r>
          </w:p>
        </w:tc>
        <w:tc>
          <w:tcPr>
            <w:tcW w:w="994" w:type="dxa"/>
          </w:tcPr>
          <w:p w14:paraId="74D68866" w14:textId="2ADA0421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315/160</w:t>
            </w:r>
          </w:p>
        </w:tc>
        <w:tc>
          <w:tcPr>
            <w:tcW w:w="3112" w:type="dxa"/>
          </w:tcPr>
          <w:p w14:paraId="653BACD6" w14:textId="473334A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8E5138C" w14:textId="77777777" w:rsidTr="00235626">
        <w:trPr>
          <w:trHeight w:val="124"/>
        </w:trPr>
        <w:tc>
          <w:tcPr>
            <w:tcW w:w="562" w:type="dxa"/>
            <w:gridSpan w:val="3"/>
          </w:tcPr>
          <w:p w14:paraId="167C0B9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FD5EC7D" w14:textId="127826B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первинної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медико-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санітарної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допомоги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Кам'янка-Бузької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3231" w:type="dxa"/>
          </w:tcPr>
          <w:p w14:paraId="3CDE38B6" w14:textId="2672F75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4327047" w14:textId="2388179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80400,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Кам'янка-Бузька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Шевченка, 6, </w:t>
            </w:r>
            <w:r w:rsidRPr="00C22906">
              <w:rPr>
                <w:color w:val="000000"/>
                <w:sz w:val="20"/>
                <w:szCs w:val="20"/>
              </w:rPr>
              <w:t>380325423044</w:t>
            </w:r>
          </w:p>
        </w:tc>
        <w:tc>
          <w:tcPr>
            <w:tcW w:w="994" w:type="dxa"/>
          </w:tcPr>
          <w:p w14:paraId="0E0A20F9" w14:textId="27AA9EE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63/39</w:t>
            </w:r>
          </w:p>
        </w:tc>
        <w:tc>
          <w:tcPr>
            <w:tcW w:w="3112" w:type="dxa"/>
          </w:tcPr>
          <w:p w14:paraId="359FA761" w14:textId="571AF795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B0D52D0" w14:textId="77777777" w:rsidTr="00235626">
        <w:trPr>
          <w:trHeight w:val="124"/>
        </w:trPr>
        <w:tc>
          <w:tcPr>
            <w:tcW w:w="562" w:type="dxa"/>
            <w:gridSpan w:val="3"/>
          </w:tcPr>
          <w:p w14:paraId="247E9C0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8356322" w14:textId="4098FBB3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«Центр первинної медико-санітарної допомоги» </w:t>
            </w:r>
            <w:proofErr w:type="spellStart"/>
            <w:r w:rsidRPr="00986A90">
              <w:rPr>
                <w:sz w:val="20"/>
                <w:szCs w:val="20"/>
              </w:rPr>
              <w:t>Комарнівської</w:t>
            </w:r>
            <w:proofErr w:type="spellEnd"/>
            <w:r w:rsidRPr="00986A90">
              <w:rPr>
                <w:sz w:val="20"/>
                <w:szCs w:val="20"/>
              </w:rPr>
              <w:t xml:space="preserve"> міської ради Львівського району Львівської області</w:t>
            </w:r>
          </w:p>
        </w:tc>
        <w:tc>
          <w:tcPr>
            <w:tcW w:w="3231" w:type="dxa"/>
          </w:tcPr>
          <w:p w14:paraId="2328E2F9" w14:textId="47FCE36F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BADF842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81562,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Комарно, пл. І. Франка, 6,</w:t>
            </w:r>
          </w:p>
          <w:p w14:paraId="72983934" w14:textId="6C19DB2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</w:rPr>
              <w:t>380964147794</w:t>
            </w:r>
          </w:p>
        </w:tc>
        <w:tc>
          <w:tcPr>
            <w:tcW w:w="994" w:type="dxa"/>
            <w:vAlign w:val="center"/>
          </w:tcPr>
          <w:p w14:paraId="54D77C6C" w14:textId="323EE058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33/33</w:t>
            </w:r>
          </w:p>
        </w:tc>
        <w:tc>
          <w:tcPr>
            <w:tcW w:w="3112" w:type="dxa"/>
          </w:tcPr>
          <w:p w14:paraId="69CD10E0" w14:textId="7A6F1948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9107D88" w14:textId="77777777" w:rsidTr="00235626">
        <w:trPr>
          <w:trHeight w:val="124"/>
        </w:trPr>
        <w:tc>
          <w:tcPr>
            <w:tcW w:w="562" w:type="dxa"/>
            <w:gridSpan w:val="3"/>
          </w:tcPr>
          <w:p w14:paraId="0D31D91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C6298DB" w14:textId="1329CEF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>КНП «</w:t>
            </w:r>
            <w:proofErr w:type="spellStart"/>
            <w:r w:rsidRPr="00C22906">
              <w:rPr>
                <w:sz w:val="20"/>
                <w:szCs w:val="20"/>
              </w:rPr>
              <w:t>Комарнівська</w:t>
            </w:r>
            <w:proofErr w:type="spellEnd"/>
            <w:r w:rsidRPr="00C22906">
              <w:rPr>
                <w:sz w:val="20"/>
                <w:szCs w:val="20"/>
              </w:rPr>
              <w:t xml:space="preserve"> міська поліклініка</w:t>
            </w:r>
            <w:r w:rsidRPr="00986A90">
              <w:rPr>
                <w:sz w:val="20"/>
                <w:szCs w:val="20"/>
              </w:rPr>
              <w:t xml:space="preserve">» </w:t>
            </w:r>
            <w:proofErr w:type="spellStart"/>
            <w:r w:rsidRPr="00986A90">
              <w:rPr>
                <w:sz w:val="20"/>
                <w:szCs w:val="20"/>
              </w:rPr>
              <w:t>Комарнівської</w:t>
            </w:r>
            <w:proofErr w:type="spellEnd"/>
            <w:r w:rsidRPr="00986A90">
              <w:rPr>
                <w:sz w:val="20"/>
                <w:szCs w:val="20"/>
              </w:rPr>
              <w:t xml:space="preserve"> міської ради Львівського району Львівської області</w:t>
            </w:r>
          </w:p>
        </w:tc>
        <w:tc>
          <w:tcPr>
            <w:tcW w:w="3231" w:type="dxa"/>
          </w:tcPr>
          <w:p w14:paraId="7D8EDE4D" w14:textId="45F51A6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703420D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81562,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Комарно, пл. І. Франка, 6, </w:t>
            </w:r>
          </w:p>
          <w:p w14:paraId="6CF31A85" w14:textId="0309DBF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380673744388</w:t>
            </w:r>
          </w:p>
        </w:tc>
        <w:tc>
          <w:tcPr>
            <w:tcW w:w="994" w:type="dxa"/>
            <w:vAlign w:val="center"/>
          </w:tcPr>
          <w:p w14:paraId="454D458B" w14:textId="501C773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44/44</w:t>
            </w:r>
          </w:p>
        </w:tc>
        <w:tc>
          <w:tcPr>
            <w:tcW w:w="3112" w:type="dxa"/>
          </w:tcPr>
          <w:p w14:paraId="4071CE9F" w14:textId="183410AC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4A72D8C" w14:textId="77777777" w:rsidTr="00235626">
        <w:trPr>
          <w:trHeight w:val="124"/>
        </w:trPr>
        <w:tc>
          <w:tcPr>
            <w:tcW w:w="562" w:type="dxa"/>
            <w:gridSpan w:val="3"/>
          </w:tcPr>
          <w:p w14:paraId="19F9A3E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91165EE" w14:textId="20704D6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«Львівське територіальне медичне об’єднання «Багатопрофільна клінічна лікарня інтенсивних методів лікування та швидкої медичної допомоги»</w:t>
            </w:r>
          </w:p>
        </w:tc>
        <w:tc>
          <w:tcPr>
            <w:tcW w:w="3231" w:type="dxa"/>
          </w:tcPr>
          <w:p w14:paraId="4B8017DA" w14:textId="0F566E1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1CA43FF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79059,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І.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Миколайчука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9, </w:t>
            </w:r>
          </w:p>
          <w:p w14:paraId="0C1FEF79" w14:textId="479F46B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380322581101</w:t>
            </w:r>
          </w:p>
        </w:tc>
        <w:tc>
          <w:tcPr>
            <w:tcW w:w="994" w:type="dxa"/>
          </w:tcPr>
          <w:p w14:paraId="4032B04D" w14:textId="47264BF1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4352/2411</w:t>
            </w:r>
          </w:p>
        </w:tc>
        <w:tc>
          <w:tcPr>
            <w:tcW w:w="3112" w:type="dxa"/>
          </w:tcPr>
          <w:p w14:paraId="73A24E6A" w14:textId="19353273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CC2CA58" w14:textId="77777777" w:rsidTr="00235626">
        <w:trPr>
          <w:trHeight w:val="124"/>
        </w:trPr>
        <w:tc>
          <w:tcPr>
            <w:tcW w:w="562" w:type="dxa"/>
            <w:gridSpan w:val="3"/>
          </w:tcPr>
          <w:p w14:paraId="4D9CD1F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42FD00B" w14:textId="28DD20AC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>КНП «Львівськ</w:t>
            </w:r>
            <w:r w:rsidRPr="00C22906">
              <w:rPr>
                <w:sz w:val="20"/>
                <w:szCs w:val="20"/>
              </w:rPr>
              <w:t>е територіальне медичне об’єднання «Клінічна лікарня планового лікування, реабілітації та паліативної допомоги»</w:t>
            </w:r>
          </w:p>
        </w:tc>
        <w:tc>
          <w:tcPr>
            <w:tcW w:w="3231" w:type="dxa"/>
          </w:tcPr>
          <w:p w14:paraId="094CEB46" w14:textId="463B377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8CC5115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79013,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Є.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Коновальця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26, </w:t>
            </w:r>
          </w:p>
          <w:p w14:paraId="66EA9586" w14:textId="014F85F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380322378732</w:t>
            </w:r>
          </w:p>
        </w:tc>
        <w:tc>
          <w:tcPr>
            <w:tcW w:w="994" w:type="dxa"/>
          </w:tcPr>
          <w:p w14:paraId="50771F41" w14:textId="59E25646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2332/1471</w:t>
            </w:r>
          </w:p>
        </w:tc>
        <w:tc>
          <w:tcPr>
            <w:tcW w:w="3112" w:type="dxa"/>
          </w:tcPr>
          <w:p w14:paraId="04F6D7D5" w14:textId="3B51F1E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16483A1" w14:textId="77777777" w:rsidTr="00235626">
        <w:trPr>
          <w:trHeight w:val="124"/>
        </w:trPr>
        <w:tc>
          <w:tcPr>
            <w:tcW w:w="562" w:type="dxa"/>
            <w:gridSpan w:val="3"/>
          </w:tcPr>
          <w:p w14:paraId="27D93BC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3D728C5" w14:textId="51BAAA5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«2-а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м. Львова»</w:t>
            </w:r>
          </w:p>
        </w:tc>
        <w:tc>
          <w:tcPr>
            <w:tcW w:w="3231" w:type="dxa"/>
          </w:tcPr>
          <w:p w14:paraId="0043E17E" w14:textId="0125FA5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901A590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79071,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Симоненка, 4, </w:t>
            </w:r>
          </w:p>
          <w:p w14:paraId="472E3CAB" w14:textId="3F39438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380322632496</w:t>
            </w:r>
          </w:p>
        </w:tc>
        <w:tc>
          <w:tcPr>
            <w:tcW w:w="994" w:type="dxa"/>
          </w:tcPr>
          <w:p w14:paraId="53DA582B" w14:textId="3F590D9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603/370</w:t>
            </w:r>
          </w:p>
        </w:tc>
        <w:tc>
          <w:tcPr>
            <w:tcW w:w="3112" w:type="dxa"/>
          </w:tcPr>
          <w:p w14:paraId="7A754EFF" w14:textId="2473A80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54803D5" w14:textId="77777777" w:rsidTr="00235626">
        <w:trPr>
          <w:trHeight w:val="124"/>
        </w:trPr>
        <w:tc>
          <w:tcPr>
            <w:tcW w:w="562" w:type="dxa"/>
            <w:gridSpan w:val="3"/>
          </w:tcPr>
          <w:p w14:paraId="081A55B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555FC21" w14:textId="0401E2B2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«3-я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м. Львова»</w:t>
            </w:r>
          </w:p>
        </w:tc>
        <w:tc>
          <w:tcPr>
            <w:tcW w:w="3231" w:type="dxa"/>
          </w:tcPr>
          <w:p w14:paraId="7EB6765B" w14:textId="57628B72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A8C8ADF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79052,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Повітряна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, 99,</w:t>
            </w:r>
          </w:p>
          <w:p w14:paraId="38E78D1A" w14:textId="7CB893E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</w:rPr>
              <w:t>380322880750</w:t>
            </w:r>
          </w:p>
        </w:tc>
        <w:tc>
          <w:tcPr>
            <w:tcW w:w="994" w:type="dxa"/>
          </w:tcPr>
          <w:p w14:paraId="261CE4A8" w14:textId="131FA7D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287/200</w:t>
            </w:r>
          </w:p>
        </w:tc>
        <w:tc>
          <w:tcPr>
            <w:tcW w:w="3112" w:type="dxa"/>
          </w:tcPr>
          <w:p w14:paraId="3D7CBC13" w14:textId="4880D86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E6B29A6" w14:textId="77777777" w:rsidTr="00235626">
        <w:trPr>
          <w:trHeight w:val="124"/>
        </w:trPr>
        <w:tc>
          <w:tcPr>
            <w:tcW w:w="562" w:type="dxa"/>
            <w:gridSpan w:val="3"/>
          </w:tcPr>
          <w:p w14:paraId="66C807E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2E3F6C5" w14:textId="11FAB79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«4-а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м. Львова»</w:t>
            </w:r>
          </w:p>
        </w:tc>
        <w:tc>
          <w:tcPr>
            <w:tcW w:w="3231" w:type="dxa"/>
          </w:tcPr>
          <w:p w14:paraId="1E7EB2D8" w14:textId="5A62035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D9FC2AF" w14:textId="7D26A7C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просп.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Калини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68, </w:t>
            </w:r>
            <w:r w:rsidRPr="00C22906">
              <w:rPr>
                <w:color w:val="000000"/>
                <w:sz w:val="20"/>
                <w:szCs w:val="20"/>
              </w:rPr>
              <w:t>380322430350</w:t>
            </w:r>
          </w:p>
        </w:tc>
        <w:tc>
          <w:tcPr>
            <w:tcW w:w="994" w:type="dxa"/>
          </w:tcPr>
          <w:p w14:paraId="74FCB8F2" w14:textId="4AF2FAB1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561/430</w:t>
            </w:r>
          </w:p>
        </w:tc>
        <w:tc>
          <w:tcPr>
            <w:tcW w:w="3112" w:type="dxa"/>
          </w:tcPr>
          <w:p w14:paraId="1E50020B" w14:textId="54011D0E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F581F68" w14:textId="77777777" w:rsidTr="00235626">
        <w:trPr>
          <w:trHeight w:val="124"/>
        </w:trPr>
        <w:tc>
          <w:tcPr>
            <w:tcW w:w="562" w:type="dxa"/>
            <w:gridSpan w:val="3"/>
          </w:tcPr>
          <w:p w14:paraId="7029B45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AF89BAB" w14:textId="49C4800C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«5-а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клінічна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м. Львова»</w:t>
            </w:r>
          </w:p>
        </w:tc>
        <w:tc>
          <w:tcPr>
            <w:tcW w:w="3231" w:type="dxa"/>
          </w:tcPr>
          <w:p w14:paraId="7E78A0CC" w14:textId="12711DA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88B92F2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79022,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І.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Виговського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32, </w:t>
            </w:r>
          </w:p>
          <w:p w14:paraId="74BD9C5B" w14:textId="3D910A6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380322368707</w:t>
            </w:r>
          </w:p>
        </w:tc>
        <w:tc>
          <w:tcPr>
            <w:tcW w:w="994" w:type="dxa"/>
          </w:tcPr>
          <w:p w14:paraId="29243EC7" w14:textId="105A7360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477/286</w:t>
            </w:r>
          </w:p>
        </w:tc>
        <w:tc>
          <w:tcPr>
            <w:tcW w:w="3112" w:type="dxa"/>
          </w:tcPr>
          <w:p w14:paraId="6E892B89" w14:textId="69531B4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9F8CE1C" w14:textId="77777777" w:rsidTr="00235626">
        <w:trPr>
          <w:trHeight w:val="124"/>
        </w:trPr>
        <w:tc>
          <w:tcPr>
            <w:tcW w:w="562" w:type="dxa"/>
            <w:gridSpan w:val="3"/>
          </w:tcPr>
          <w:p w14:paraId="12B99D5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5D5F429" w14:textId="3449FAE3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«6-а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м. Львова»</w:t>
            </w:r>
          </w:p>
        </w:tc>
        <w:tc>
          <w:tcPr>
            <w:tcW w:w="3231" w:type="dxa"/>
          </w:tcPr>
          <w:p w14:paraId="2C04B5C4" w14:textId="152AB002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1AEF287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79038,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Мадової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Печери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1, </w:t>
            </w:r>
          </w:p>
          <w:p w14:paraId="4BBDF732" w14:textId="4F9AE88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380322514687</w:t>
            </w:r>
          </w:p>
        </w:tc>
        <w:tc>
          <w:tcPr>
            <w:tcW w:w="994" w:type="dxa"/>
          </w:tcPr>
          <w:p w14:paraId="51C10E95" w14:textId="66C1391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322/180</w:t>
            </w:r>
          </w:p>
        </w:tc>
        <w:tc>
          <w:tcPr>
            <w:tcW w:w="3112" w:type="dxa"/>
          </w:tcPr>
          <w:p w14:paraId="765946AA" w14:textId="7B5A42E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D45E4A1" w14:textId="77777777" w:rsidTr="00235626">
        <w:trPr>
          <w:trHeight w:val="124"/>
        </w:trPr>
        <w:tc>
          <w:tcPr>
            <w:tcW w:w="562" w:type="dxa"/>
            <w:gridSpan w:val="3"/>
          </w:tcPr>
          <w:p w14:paraId="3907E6C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F2E567B" w14:textId="50C5699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Стоматологічна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№ 1»</w:t>
            </w:r>
          </w:p>
        </w:tc>
        <w:tc>
          <w:tcPr>
            <w:tcW w:w="3231" w:type="dxa"/>
          </w:tcPr>
          <w:p w14:paraId="2FB8B13C" w14:textId="40709F6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B9FC1DB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79005,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просп. Т. Шевченка, 24, </w:t>
            </w:r>
          </w:p>
          <w:p w14:paraId="5B740AB6" w14:textId="7ADCB21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380322612056</w:t>
            </w:r>
          </w:p>
        </w:tc>
        <w:tc>
          <w:tcPr>
            <w:tcW w:w="994" w:type="dxa"/>
          </w:tcPr>
          <w:p w14:paraId="0DCBBFA3" w14:textId="4D372DC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196/126</w:t>
            </w:r>
          </w:p>
        </w:tc>
        <w:tc>
          <w:tcPr>
            <w:tcW w:w="3112" w:type="dxa"/>
          </w:tcPr>
          <w:p w14:paraId="5C8389AF" w14:textId="7143EF8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86EBE91" w14:textId="77777777" w:rsidTr="00235626">
        <w:trPr>
          <w:trHeight w:val="124"/>
        </w:trPr>
        <w:tc>
          <w:tcPr>
            <w:tcW w:w="562" w:type="dxa"/>
            <w:gridSpan w:val="3"/>
          </w:tcPr>
          <w:p w14:paraId="3D60B71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25D2647" w14:textId="5649793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Стоматологічна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№</w:t>
            </w:r>
            <w:r w:rsidRPr="00C22906"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  <w:lang w:val="en-US"/>
              </w:rPr>
              <w:t>4»</w:t>
            </w:r>
          </w:p>
        </w:tc>
        <w:tc>
          <w:tcPr>
            <w:tcW w:w="3231" w:type="dxa"/>
          </w:tcPr>
          <w:p w14:paraId="0A9256BA" w14:textId="5BBD1FF4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B15C463" w14:textId="017FCB1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79071,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Василя Симоненка, 6а, </w:t>
            </w:r>
            <w:r w:rsidRPr="00C22906">
              <w:rPr>
                <w:color w:val="000000"/>
                <w:sz w:val="20"/>
                <w:szCs w:val="20"/>
              </w:rPr>
              <w:t>(099)0557995</w:t>
            </w:r>
          </w:p>
        </w:tc>
        <w:tc>
          <w:tcPr>
            <w:tcW w:w="994" w:type="dxa"/>
          </w:tcPr>
          <w:p w14:paraId="7D1BC0E2" w14:textId="67C4216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176/100</w:t>
            </w:r>
          </w:p>
        </w:tc>
        <w:tc>
          <w:tcPr>
            <w:tcW w:w="3112" w:type="dxa"/>
          </w:tcPr>
          <w:p w14:paraId="2CC3A3C6" w14:textId="4291F443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6DF9918" w14:textId="77777777" w:rsidTr="00235626">
        <w:trPr>
          <w:trHeight w:val="124"/>
        </w:trPr>
        <w:tc>
          <w:tcPr>
            <w:tcW w:w="562" w:type="dxa"/>
            <w:gridSpan w:val="3"/>
          </w:tcPr>
          <w:p w14:paraId="7B91A02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CB921EE" w14:textId="7454829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proofErr w:type="spellStart"/>
            <w:r w:rsidRPr="00C22906">
              <w:rPr>
                <w:sz w:val="20"/>
                <w:szCs w:val="20"/>
                <w:lang w:val="ru-RU"/>
              </w:rPr>
              <w:t>Госпрозрахункова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стоматологічна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м. Львова</w:t>
            </w:r>
          </w:p>
        </w:tc>
        <w:tc>
          <w:tcPr>
            <w:tcW w:w="3231" w:type="dxa"/>
          </w:tcPr>
          <w:p w14:paraId="05575865" w14:textId="6922F80E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D930E38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79019,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м.Львів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пр.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В.Чорновола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45-А, </w:t>
            </w:r>
          </w:p>
          <w:p w14:paraId="02E6BF43" w14:textId="0D95721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380322316381</w:t>
            </w:r>
          </w:p>
        </w:tc>
        <w:tc>
          <w:tcPr>
            <w:tcW w:w="994" w:type="dxa"/>
          </w:tcPr>
          <w:p w14:paraId="69441307" w14:textId="374D2BC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19/16</w:t>
            </w:r>
          </w:p>
        </w:tc>
        <w:tc>
          <w:tcPr>
            <w:tcW w:w="3112" w:type="dxa"/>
          </w:tcPr>
          <w:p w14:paraId="739ADB65" w14:textId="591022E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46ADAA5" w14:textId="77777777" w:rsidTr="00235626">
        <w:trPr>
          <w:trHeight w:val="124"/>
        </w:trPr>
        <w:tc>
          <w:tcPr>
            <w:tcW w:w="562" w:type="dxa"/>
            <w:gridSpan w:val="3"/>
          </w:tcPr>
          <w:p w14:paraId="1B00FAA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F9D60DE" w14:textId="5B176D3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proofErr w:type="spellStart"/>
            <w:r w:rsidRPr="00C22906">
              <w:rPr>
                <w:sz w:val="20"/>
                <w:szCs w:val="20"/>
                <w:lang w:val="en-US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косметологiчна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лiкарня</w:t>
            </w:r>
            <w:proofErr w:type="spellEnd"/>
          </w:p>
        </w:tc>
        <w:tc>
          <w:tcPr>
            <w:tcW w:w="3231" w:type="dxa"/>
          </w:tcPr>
          <w:p w14:paraId="2399E9F6" w14:textId="2CC53EB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2B13684" w14:textId="26035EE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79019,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м.Львів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проспект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В.Чорновола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1б, </w:t>
            </w:r>
            <w:r w:rsidRPr="00C22906">
              <w:rPr>
                <w:color w:val="000000"/>
                <w:sz w:val="20"/>
                <w:szCs w:val="20"/>
              </w:rPr>
              <w:t>380322554139</w:t>
            </w:r>
          </w:p>
        </w:tc>
        <w:tc>
          <w:tcPr>
            <w:tcW w:w="994" w:type="dxa"/>
          </w:tcPr>
          <w:p w14:paraId="43854FFA" w14:textId="6226C0D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30/10</w:t>
            </w:r>
          </w:p>
        </w:tc>
        <w:tc>
          <w:tcPr>
            <w:tcW w:w="3112" w:type="dxa"/>
          </w:tcPr>
          <w:p w14:paraId="6C5A047B" w14:textId="1E429AE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99149A4" w14:textId="77777777" w:rsidTr="00235626">
        <w:trPr>
          <w:trHeight w:val="124"/>
        </w:trPr>
        <w:tc>
          <w:tcPr>
            <w:tcW w:w="562" w:type="dxa"/>
            <w:gridSpan w:val="3"/>
          </w:tcPr>
          <w:p w14:paraId="2252BE7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B60A800" w14:textId="7C3CE12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здоров'я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медичної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статистики м. Львова»</w:t>
            </w:r>
          </w:p>
        </w:tc>
        <w:tc>
          <w:tcPr>
            <w:tcW w:w="3231" w:type="dxa"/>
          </w:tcPr>
          <w:p w14:paraId="2619F59F" w14:textId="4696D4E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372C198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79008,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Руська, 20, </w:t>
            </w:r>
          </w:p>
          <w:p w14:paraId="4CF0A4A3" w14:textId="04799A9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380673131955</w:t>
            </w:r>
          </w:p>
        </w:tc>
        <w:tc>
          <w:tcPr>
            <w:tcW w:w="994" w:type="dxa"/>
          </w:tcPr>
          <w:p w14:paraId="46E8CCD1" w14:textId="3F75B39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10/10</w:t>
            </w:r>
          </w:p>
        </w:tc>
        <w:tc>
          <w:tcPr>
            <w:tcW w:w="3112" w:type="dxa"/>
          </w:tcPr>
          <w:p w14:paraId="6C065254" w14:textId="12D3335F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E5F94C5" w14:textId="77777777" w:rsidTr="00235626">
        <w:trPr>
          <w:trHeight w:val="124"/>
        </w:trPr>
        <w:tc>
          <w:tcPr>
            <w:tcW w:w="562" w:type="dxa"/>
            <w:gridSpan w:val="3"/>
          </w:tcPr>
          <w:p w14:paraId="65C2EC6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1F4CEE5" w14:textId="4B6679FC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color w:val="000000"/>
                <w:sz w:val="20"/>
                <w:szCs w:val="20"/>
              </w:rPr>
              <w:t xml:space="preserve">КНП </w:t>
            </w:r>
            <w:r w:rsidRPr="00C22906">
              <w:rPr>
                <w:color w:val="000000"/>
                <w:sz w:val="20"/>
                <w:szCs w:val="20"/>
              </w:rPr>
              <w:t xml:space="preserve">«Центр первинної медико-санітарної допомоги </w:t>
            </w:r>
            <w:proofErr w:type="spellStart"/>
            <w:r w:rsidRPr="00986A90">
              <w:rPr>
                <w:color w:val="000000"/>
                <w:sz w:val="20"/>
                <w:szCs w:val="20"/>
              </w:rPr>
              <w:t>Мурованськ</w:t>
            </w:r>
            <w:r w:rsidRPr="00C22906">
              <w:rPr>
                <w:color w:val="000000"/>
                <w:sz w:val="20"/>
                <w:szCs w:val="20"/>
              </w:rPr>
              <w:t>о</w:t>
            </w:r>
            <w:r w:rsidRPr="00986A90">
              <w:rPr>
                <w:color w:val="000000"/>
                <w:sz w:val="20"/>
                <w:szCs w:val="20"/>
              </w:rPr>
              <w:t>ї</w:t>
            </w:r>
            <w:proofErr w:type="spellEnd"/>
            <w:r w:rsidRPr="00986A90">
              <w:rPr>
                <w:color w:val="000000"/>
                <w:sz w:val="20"/>
                <w:szCs w:val="20"/>
              </w:rPr>
              <w:t xml:space="preserve"> сільської ради </w:t>
            </w:r>
            <w:r w:rsidRPr="00C22906">
              <w:rPr>
                <w:color w:val="000000"/>
                <w:sz w:val="20"/>
                <w:szCs w:val="20"/>
              </w:rPr>
              <w:t>територіальної громади</w:t>
            </w:r>
            <w:r w:rsidRPr="00986A90">
              <w:rPr>
                <w:color w:val="000000"/>
                <w:sz w:val="20"/>
                <w:szCs w:val="20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</w:rPr>
              <w:t>Льв</w:t>
            </w:r>
            <w:r w:rsidRPr="00986A90">
              <w:rPr>
                <w:color w:val="000000"/>
                <w:sz w:val="20"/>
                <w:szCs w:val="20"/>
              </w:rPr>
              <w:t>івського району Львівської області»</w:t>
            </w:r>
          </w:p>
        </w:tc>
        <w:tc>
          <w:tcPr>
            <w:tcW w:w="3231" w:type="dxa"/>
          </w:tcPr>
          <w:p w14:paraId="27B1CAA2" w14:textId="3562946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1E44E26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81121,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Муроване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Шевченка, 10, </w:t>
            </w:r>
          </w:p>
          <w:p w14:paraId="6AB77F78" w14:textId="4E96BEA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380322268822</w:t>
            </w:r>
          </w:p>
        </w:tc>
        <w:tc>
          <w:tcPr>
            <w:tcW w:w="994" w:type="dxa"/>
            <w:vAlign w:val="center"/>
          </w:tcPr>
          <w:p w14:paraId="1CA20E8A" w14:textId="0E9DFB3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20/20</w:t>
            </w:r>
          </w:p>
        </w:tc>
        <w:tc>
          <w:tcPr>
            <w:tcW w:w="3112" w:type="dxa"/>
          </w:tcPr>
          <w:p w14:paraId="101485D9" w14:textId="578A5D7C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D030E6F" w14:textId="77777777" w:rsidTr="00235626">
        <w:trPr>
          <w:trHeight w:val="124"/>
        </w:trPr>
        <w:tc>
          <w:tcPr>
            <w:tcW w:w="562" w:type="dxa"/>
            <w:gridSpan w:val="3"/>
          </w:tcPr>
          <w:p w14:paraId="33DB399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C3CF83F" w14:textId="72313D21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Новояричівська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районна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>»</w:t>
            </w:r>
          </w:p>
        </w:tc>
        <w:tc>
          <w:tcPr>
            <w:tcW w:w="3231" w:type="dxa"/>
          </w:tcPr>
          <w:p w14:paraId="4A0C7109" w14:textId="6603081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A5952B1" w14:textId="1D59F97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80465,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Новий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Яричів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Незалежності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44, </w:t>
            </w:r>
            <w:r w:rsidRPr="00C22906">
              <w:rPr>
                <w:color w:val="000000"/>
                <w:sz w:val="20"/>
                <w:szCs w:val="20"/>
              </w:rPr>
              <w:t>380972845151</w:t>
            </w:r>
          </w:p>
        </w:tc>
        <w:tc>
          <w:tcPr>
            <w:tcW w:w="994" w:type="dxa"/>
          </w:tcPr>
          <w:p w14:paraId="2FC623C6" w14:textId="0B97AF1B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73/56</w:t>
            </w:r>
          </w:p>
        </w:tc>
        <w:tc>
          <w:tcPr>
            <w:tcW w:w="3112" w:type="dxa"/>
          </w:tcPr>
          <w:p w14:paraId="5F5723BE" w14:textId="2DDA27D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17763D8" w14:textId="77777777" w:rsidTr="00235626">
        <w:trPr>
          <w:trHeight w:val="124"/>
        </w:trPr>
        <w:tc>
          <w:tcPr>
            <w:tcW w:w="562" w:type="dxa"/>
            <w:gridSpan w:val="3"/>
          </w:tcPr>
          <w:p w14:paraId="694D8D1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F29AFB9" w14:textId="2537B19C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КНП «Центр первинної медико-санітарної допомоги» </w:t>
            </w:r>
            <w:proofErr w:type="spellStart"/>
            <w:r w:rsidRPr="00C22906">
              <w:rPr>
                <w:sz w:val="20"/>
                <w:szCs w:val="20"/>
              </w:rPr>
              <w:t>Новояричівської</w:t>
            </w:r>
            <w:proofErr w:type="spellEnd"/>
            <w:r w:rsidRPr="00C22906">
              <w:rPr>
                <w:sz w:val="20"/>
                <w:szCs w:val="20"/>
              </w:rPr>
              <w:t xml:space="preserve"> селищної ради Львівського району Львівської області</w:t>
            </w:r>
          </w:p>
        </w:tc>
        <w:tc>
          <w:tcPr>
            <w:tcW w:w="3231" w:type="dxa"/>
          </w:tcPr>
          <w:p w14:paraId="5D473149" w14:textId="64A5783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F3A98A3" w14:textId="3B0218A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80465, Львівська область, Львівський район, смт. Новий </w:t>
            </w:r>
            <w:proofErr w:type="spellStart"/>
            <w:r w:rsidRPr="00C22906">
              <w:rPr>
                <w:sz w:val="20"/>
                <w:szCs w:val="20"/>
              </w:rPr>
              <w:t>Яричів</w:t>
            </w:r>
            <w:proofErr w:type="spellEnd"/>
            <w:r w:rsidRPr="00C22906">
              <w:rPr>
                <w:sz w:val="20"/>
                <w:szCs w:val="20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</w:rPr>
              <w:t>пл</w:t>
            </w:r>
            <w:proofErr w:type="spellEnd"/>
            <w:r w:rsidRPr="00C22906">
              <w:rPr>
                <w:sz w:val="20"/>
                <w:szCs w:val="20"/>
              </w:rPr>
              <w:t xml:space="preserve">. Єдності, 7, </w:t>
            </w:r>
            <w:r w:rsidRPr="00C22906">
              <w:rPr>
                <w:color w:val="000000"/>
                <w:sz w:val="20"/>
                <w:szCs w:val="20"/>
              </w:rPr>
              <w:t>380679244771</w:t>
            </w:r>
          </w:p>
        </w:tc>
        <w:tc>
          <w:tcPr>
            <w:tcW w:w="994" w:type="dxa"/>
          </w:tcPr>
          <w:p w14:paraId="55FE53E5" w14:textId="13C14CF8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57/57</w:t>
            </w:r>
          </w:p>
        </w:tc>
        <w:tc>
          <w:tcPr>
            <w:tcW w:w="3112" w:type="dxa"/>
          </w:tcPr>
          <w:p w14:paraId="18E55841" w14:textId="53704FC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6609CAC" w14:textId="77777777" w:rsidTr="00235626">
        <w:trPr>
          <w:trHeight w:val="124"/>
        </w:trPr>
        <w:tc>
          <w:tcPr>
            <w:tcW w:w="562" w:type="dxa"/>
            <w:gridSpan w:val="3"/>
          </w:tcPr>
          <w:p w14:paraId="4C3E321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9141697" w14:textId="16B20660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КНП «</w:t>
            </w:r>
            <w:r w:rsidRPr="00C22906">
              <w:rPr>
                <w:sz w:val="20"/>
                <w:szCs w:val="20"/>
              </w:rPr>
              <w:t>Центр первинної медико-санітарної допомоги</w:t>
            </w:r>
            <w:r w:rsidRPr="00C22906">
              <w:rPr>
                <w:color w:val="000000"/>
                <w:sz w:val="20"/>
                <w:szCs w:val="20"/>
              </w:rPr>
              <w:t xml:space="preserve">» </w:t>
            </w:r>
            <w:proofErr w:type="spellStart"/>
            <w:r w:rsidRPr="00C22906">
              <w:rPr>
                <w:color w:val="000000"/>
                <w:sz w:val="20"/>
                <w:szCs w:val="20"/>
              </w:rPr>
              <w:t>Оброшинської</w:t>
            </w:r>
            <w:proofErr w:type="spellEnd"/>
            <w:r w:rsidRPr="00C22906">
              <w:rPr>
                <w:color w:val="000000"/>
                <w:sz w:val="20"/>
                <w:szCs w:val="20"/>
              </w:rPr>
              <w:t xml:space="preserve"> сільської ради</w:t>
            </w:r>
          </w:p>
        </w:tc>
        <w:tc>
          <w:tcPr>
            <w:tcW w:w="3231" w:type="dxa"/>
          </w:tcPr>
          <w:p w14:paraId="62B352DB" w14:textId="46AB4C5E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49D9488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</w:rPr>
              <w:t xml:space="preserve">81115, Львівська область, Львівський район, с. </w:t>
            </w:r>
            <w:proofErr w:type="spellStart"/>
            <w:r w:rsidRPr="00C22906">
              <w:rPr>
                <w:sz w:val="20"/>
                <w:szCs w:val="20"/>
              </w:rPr>
              <w:t>Оброшине</w:t>
            </w:r>
            <w:proofErr w:type="spellEnd"/>
            <w:r w:rsidRPr="00C22906">
              <w:rPr>
                <w:sz w:val="20"/>
                <w:szCs w:val="20"/>
              </w:rPr>
              <w:t>, пр.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Вольсь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кого, 9, </w:t>
            </w:r>
          </w:p>
          <w:p w14:paraId="147E77A6" w14:textId="1C57EBD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380679271507</w:t>
            </w:r>
          </w:p>
        </w:tc>
        <w:tc>
          <w:tcPr>
            <w:tcW w:w="994" w:type="dxa"/>
            <w:vAlign w:val="center"/>
          </w:tcPr>
          <w:p w14:paraId="52C0D7D9" w14:textId="5291FDC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17/17</w:t>
            </w:r>
          </w:p>
        </w:tc>
        <w:tc>
          <w:tcPr>
            <w:tcW w:w="3112" w:type="dxa"/>
          </w:tcPr>
          <w:p w14:paraId="4B2570AE" w14:textId="282156A9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F0BD7D2" w14:textId="77777777" w:rsidTr="00235626">
        <w:trPr>
          <w:trHeight w:val="124"/>
        </w:trPr>
        <w:tc>
          <w:tcPr>
            <w:tcW w:w="562" w:type="dxa"/>
            <w:gridSpan w:val="3"/>
          </w:tcPr>
          <w:p w14:paraId="538CCC4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B85C769" w14:textId="22064B7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Перемишлянська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центральна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районна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</w:p>
        </w:tc>
        <w:tc>
          <w:tcPr>
            <w:tcW w:w="3231" w:type="dxa"/>
          </w:tcPr>
          <w:p w14:paraId="363FFE82" w14:textId="6689E54D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0138243" w14:textId="532EA95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81200,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Перемишляни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Галицька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12, </w:t>
            </w:r>
            <w:r w:rsidRPr="00C22906">
              <w:rPr>
                <w:color w:val="000000"/>
                <w:sz w:val="20"/>
                <w:szCs w:val="20"/>
              </w:rPr>
              <w:t>380326321586</w:t>
            </w:r>
          </w:p>
        </w:tc>
        <w:tc>
          <w:tcPr>
            <w:tcW w:w="994" w:type="dxa"/>
          </w:tcPr>
          <w:p w14:paraId="177937A8" w14:textId="5D94ECE3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239/141</w:t>
            </w:r>
          </w:p>
        </w:tc>
        <w:tc>
          <w:tcPr>
            <w:tcW w:w="3112" w:type="dxa"/>
          </w:tcPr>
          <w:p w14:paraId="2058F06A" w14:textId="27D24A3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12B932E" w14:textId="77777777" w:rsidTr="00235626">
        <w:trPr>
          <w:trHeight w:val="124"/>
        </w:trPr>
        <w:tc>
          <w:tcPr>
            <w:tcW w:w="562" w:type="dxa"/>
            <w:gridSpan w:val="3"/>
          </w:tcPr>
          <w:p w14:paraId="5463477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FB87DB5" w14:textId="49767B3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Центр первинної медико-санітарної допомоги Перемишлянської міської ради Львівського району Львівської </w:t>
            </w:r>
            <w:r w:rsidRPr="00C22906">
              <w:rPr>
                <w:sz w:val="20"/>
                <w:szCs w:val="20"/>
              </w:rPr>
              <w:t>області</w:t>
            </w:r>
          </w:p>
        </w:tc>
        <w:tc>
          <w:tcPr>
            <w:tcW w:w="3231" w:type="dxa"/>
          </w:tcPr>
          <w:p w14:paraId="63BB89C7" w14:textId="6161FF9D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79815F0" w14:textId="77777777" w:rsidR="004F747D" w:rsidRDefault="004F747D" w:rsidP="004F747D">
            <w:pPr>
              <w:jc w:val="center"/>
              <w:rPr>
                <w:color w:val="212529"/>
                <w:sz w:val="20"/>
                <w:szCs w:val="20"/>
                <w:shd w:val="clear" w:color="auto" w:fill="FFFFFF"/>
              </w:rPr>
            </w:pPr>
            <w:r w:rsidRPr="00C22906">
              <w:rPr>
                <w:color w:val="212529"/>
                <w:sz w:val="20"/>
                <w:szCs w:val="20"/>
                <w:shd w:val="clear" w:color="auto" w:fill="FFFFFF"/>
              </w:rPr>
              <w:t xml:space="preserve">81200, Україна, Львівський р-н, Львівська обл., місто Перемишляни, вулиця Галицька, будинок, 12, </w:t>
            </w:r>
          </w:p>
          <w:p w14:paraId="2CA18F68" w14:textId="708E3AE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(098)3636680</w:t>
            </w:r>
          </w:p>
        </w:tc>
        <w:tc>
          <w:tcPr>
            <w:tcW w:w="994" w:type="dxa"/>
          </w:tcPr>
          <w:p w14:paraId="4D0742C6" w14:textId="741F074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84/84</w:t>
            </w:r>
          </w:p>
        </w:tc>
        <w:tc>
          <w:tcPr>
            <w:tcW w:w="3112" w:type="dxa"/>
          </w:tcPr>
          <w:p w14:paraId="2A999666" w14:textId="0BA3CFFF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0766E43" w14:textId="77777777" w:rsidTr="00235626">
        <w:trPr>
          <w:trHeight w:val="124"/>
        </w:trPr>
        <w:tc>
          <w:tcPr>
            <w:tcW w:w="562" w:type="dxa"/>
            <w:gridSpan w:val="3"/>
          </w:tcPr>
          <w:p w14:paraId="5FBA3A8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6643FB0" w14:textId="266F183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«Амбулаторія загальної практики сімейної медицини </w:t>
            </w:r>
            <w:proofErr w:type="spellStart"/>
            <w:r w:rsidRPr="00986A90">
              <w:rPr>
                <w:sz w:val="20"/>
                <w:szCs w:val="20"/>
              </w:rPr>
              <w:t>Підберізцівської</w:t>
            </w:r>
            <w:proofErr w:type="spellEnd"/>
            <w:r w:rsidRPr="00986A90">
              <w:rPr>
                <w:sz w:val="20"/>
                <w:szCs w:val="20"/>
              </w:rPr>
              <w:t xml:space="preserve"> сільської ради Пустомитівського району Львівської області»</w:t>
            </w:r>
          </w:p>
        </w:tc>
        <w:tc>
          <w:tcPr>
            <w:tcW w:w="3231" w:type="dxa"/>
          </w:tcPr>
          <w:p w14:paraId="4EEBF2F7" w14:textId="0F01DB9E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552EEC0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81145,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Чижиків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Медична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1, </w:t>
            </w:r>
          </w:p>
          <w:p w14:paraId="4CD4D821" w14:textId="699E17F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380676633098</w:t>
            </w:r>
          </w:p>
        </w:tc>
        <w:tc>
          <w:tcPr>
            <w:tcW w:w="994" w:type="dxa"/>
            <w:vAlign w:val="center"/>
          </w:tcPr>
          <w:p w14:paraId="1C744122" w14:textId="24BB955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22/22</w:t>
            </w:r>
          </w:p>
        </w:tc>
        <w:tc>
          <w:tcPr>
            <w:tcW w:w="3112" w:type="dxa"/>
          </w:tcPr>
          <w:p w14:paraId="32F37258" w14:textId="505A37EF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3F5327C" w14:textId="77777777" w:rsidTr="00235626">
        <w:trPr>
          <w:trHeight w:val="124"/>
        </w:trPr>
        <w:tc>
          <w:tcPr>
            <w:tcW w:w="562" w:type="dxa"/>
            <w:gridSpan w:val="3"/>
          </w:tcPr>
          <w:p w14:paraId="1A70E77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86BB17D" w14:textId="3020A61D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>КНП Пустомитівської міської ради «Пустомитівська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986A90">
              <w:rPr>
                <w:sz w:val="20"/>
                <w:szCs w:val="20"/>
              </w:rPr>
              <w:t>карня</w:t>
            </w:r>
            <w:proofErr w:type="spellEnd"/>
            <w:r w:rsidRPr="00986A90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568507A3" w14:textId="6F917BA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882E28A" w14:textId="3B419CB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Пустомити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Грушевського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7, </w:t>
            </w:r>
            <w:r w:rsidRPr="00C22906">
              <w:rPr>
                <w:color w:val="000000"/>
                <w:sz w:val="20"/>
                <w:szCs w:val="20"/>
              </w:rPr>
              <w:t>380322278939</w:t>
            </w:r>
          </w:p>
        </w:tc>
        <w:tc>
          <w:tcPr>
            <w:tcW w:w="994" w:type="dxa"/>
          </w:tcPr>
          <w:p w14:paraId="6039984E" w14:textId="61CCEEB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349/193</w:t>
            </w:r>
          </w:p>
        </w:tc>
        <w:tc>
          <w:tcPr>
            <w:tcW w:w="3112" w:type="dxa"/>
          </w:tcPr>
          <w:p w14:paraId="1C94CFD0" w14:textId="2FAAE093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22219CD" w14:textId="77777777" w:rsidTr="00235626">
        <w:trPr>
          <w:trHeight w:val="124"/>
        </w:trPr>
        <w:tc>
          <w:tcPr>
            <w:tcW w:w="562" w:type="dxa"/>
            <w:gridSpan w:val="3"/>
          </w:tcPr>
          <w:p w14:paraId="409E834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C203363" w14:textId="497626B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КНП «Центр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первинної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медико-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санітарної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допомоги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Пустомитівської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3231" w:type="dxa"/>
          </w:tcPr>
          <w:p w14:paraId="1A600D99" w14:textId="54B826FA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1F655A2" w14:textId="37BC1F4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81101,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Пустомити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Грушевського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Михайла, 7, </w:t>
            </w:r>
            <w:r w:rsidRPr="00C22906">
              <w:rPr>
                <w:color w:val="000000"/>
                <w:sz w:val="20"/>
                <w:szCs w:val="20"/>
              </w:rPr>
              <w:t>380681364747</w:t>
            </w:r>
          </w:p>
        </w:tc>
        <w:tc>
          <w:tcPr>
            <w:tcW w:w="994" w:type="dxa"/>
          </w:tcPr>
          <w:p w14:paraId="12402AC1" w14:textId="37FB7691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45/45</w:t>
            </w:r>
          </w:p>
        </w:tc>
        <w:tc>
          <w:tcPr>
            <w:tcW w:w="3112" w:type="dxa"/>
          </w:tcPr>
          <w:p w14:paraId="42B4EE2D" w14:textId="1A75B3B1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399DA6D" w14:textId="77777777" w:rsidTr="00235626">
        <w:trPr>
          <w:trHeight w:val="124"/>
        </w:trPr>
        <w:tc>
          <w:tcPr>
            <w:tcW w:w="562" w:type="dxa"/>
            <w:gridSpan w:val="3"/>
          </w:tcPr>
          <w:p w14:paraId="6144A51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17D3D9E" w14:textId="307B5E86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«Рава-Руська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 Рава-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Руської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області</w:t>
            </w:r>
            <w:proofErr w:type="spellEnd"/>
          </w:p>
        </w:tc>
        <w:tc>
          <w:tcPr>
            <w:tcW w:w="3231" w:type="dxa"/>
          </w:tcPr>
          <w:p w14:paraId="5CB191F7" w14:textId="07E610A0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3399A15" w14:textId="20188AB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80316,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Рава-Руська,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Грушевського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120, </w:t>
            </w:r>
            <w:r w:rsidRPr="00C22906">
              <w:rPr>
                <w:color w:val="000000"/>
                <w:sz w:val="20"/>
                <w:szCs w:val="20"/>
              </w:rPr>
              <w:t>380325242092</w:t>
            </w:r>
          </w:p>
        </w:tc>
        <w:tc>
          <w:tcPr>
            <w:tcW w:w="994" w:type="dxa"/>
            <w:vAlign w:val="center"/>
          </w:tcPr>
          <w:p w14:paraId="73D8D9F0" w14:textId="3E19196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236/74</w:t>
            </w:r>
          </w:p>
        </w:tc>
        <w:tc>
          <w:tcPr>
            <w:tcW w:w="3112" w:type="dxa"/>
          </w:tcPr>
          <w:p w14:paraId="612DC2DF" w14:textId="37D23FA8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4FAAEFE" w14:textId="77777777" w:rsidTr="00235626">
        <w:trPr>
          <w:trHeight w:val="124"/>
        </w:trPr>
        <w:tc>
          <w:tcPr>
            <w:tcW w:w="562" w:type="dxa"/>
            <w:gridSpan w:val="3"/>
          </w:tcPr>
          <w:p w14:paraId="305D534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7508FCE" w14:textId="17E0D31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color w:val="000000"/>
                <w:sz w:val="20"/>
                <w:szCs w:val="20"/>
              </w:rPr>
              <w:t xml:space="preserve">КНП «Амбулаторія загальної практики сімейної медицини» </w:t>
            </w:r>
            <w:proofErr w:type="spellStart"/>
            <w:r w:rsidRPr="00986A90">
              <w:rPr>
                <w:color w:val="000000"/>
                <w:sz w:val="20"/>
                <w:szCs w:val="20"/>
              </w:rPr>
              <w:t>Сокільницької</w:t>
            </w:r>
            <w:proofErr w:type="spellEnd"/>
            <w:r w:rsidRPr="00986A90">
              <w:rPr>
                <w:color w:val="000000"/>
                <w:sz w:val="20"/>
                <w:szCs w:val="20"/>
              </w:rPr>
              <w:t xml:space="preserve"> сільської ради Львівського району Львівської області</w:t>
            </w:r>
          </w:p>
        </w:tc>
        <w:tc>
          <w:tcPr>
            <w:tcW w:w="3231" w:type="dxa"/>
          </w:tcPr>
          <w:p w14:paraId="38A9907A" w14:textId="270F0900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C186C77" w14:textId="06D9113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81130,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Сокільники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r w:rsidRPr="00C22906">
              <w:rPr>
                <w:sz w:val="20"/>
                <w:szCs w:val="20"/>
              </w:rPr>
              <w:t>Галицького</w:t>
            </w:r>
            <w:r w:rsidRPr="00C22906">
              <w:rPr>
                <w:sz w:val="20"/>
                <w:szCs w:val="20"/>
                <w:lang w:val="ru-RU"/>
              </w:rPr>
              <w:t xml:space="preserve">, 2г, </w:t>
            </w:r>
            <w:r w:rsidRPr="00C22906">
              <w:rPr>
                <w:color w:val="000000"/>
                <w:sz w:val="20"/>
                <w:szCs w:val="20"/>
              </w:rPr>
              <w:t>380322270345</w:t>
            </w:r>
          </w:p>
        </w:tc>
        <w:tc>
          <w:tcPr>
            <w:tcW w:w="994" w:type="dxa"/>
          </w:tcPr>
          <w:p w14:paraId="3005EA65" w14:textId="1FFF5833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35/35</w:t>
            </w:r>
          </w:p>
        </w:tc>
        <w:tc>
          <w:tcPr>
            <w:tcW w:w="3112" w:type="dxa"/>
          </w:tcPr>
          <w:p w14:paraId="6DFE045F" w14:textId="516C3695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B209C30" w14:textId="77777777" w:rsidTr="00235626">
        <w:trPr>
          <w:trHeight w:val="124"/>
        </w:trPr>
        <w:tc>
          <w:tcPr>
            <w:tcW w:w="562" w:type="dxa"/>
            <w:gridSpan w:val="3"/>
          </w:tcPr>
          <w:p w14:paraId="6018112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655E413" w14:textId="3F76C8E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«</w:t>
            </w:r>
            <w:r w:rsidRPr="00986A90">
              <w:rPr>
                <w:color w:val="000000"/>
                <w:sz w:val="20"/>
                <w:szCs w:val="20"/>
              </w:rPr>
              <w:t>Центр первинної медико-санітарної допомоги</w:t>
            </w:r>
            <w:r w:rsidRPr="00C22906">
              <w:rPr>
                <w:sz w:val="20"/>
                <w:szCs w:val="20"/>
              </w:rPr>
              <w:t>»</w:t>
            </w:r>
            <w:r w:rsidRPr="00986A90">
              <w:rPr>
                <w:sz w:val="20"/>
                <w:szCs w:val="20"/>
              </w:rPr>
              <w:t xml:space="preserve"> </w:t>
            </w:r>
            <w:proofErr w:type="spellStart"/>
            <w:r w:rsidRPr="00986A90">
              <w:rPr>
                <w:sz w:val="20"/>
                <w:szCs w:val="20"/>
              </w:rPr>
              <w:t>Солонківської</w:t>
            </w:r>
            <w:proofErr w:type="spellEnd"/>
            <w:r w:rsidRPr="00986A90">
              <w:rPr>
                <w:sz w:val="20"/>
                <w:szCs w:val="20"/>
              </w:rPr>
              <w:t xml:space="preserve"> </w:t>
            </w:r>
            <w:r w:rsidRPr="00986A90">
              <w:rPr>
                <w:color w:val="000000"/>
                <w:sz w:val="20"/>
                <w:szCs w:val="20"/>
              </w:rPr>
              <w:t>сільської ради</w:t>
            </w:r>
            <w:r w:rsidRPr="00986A90">
              <w:rPr>
                <w:sz w:val="20"/>
                <w:szCs w:val="20"/>
              </w:rPr>
              <w:t xml:space="preserve"> Львівського району Львівської області</w:t>
            </w:r>
          </w:p>
        </w:tc>
        <w:tc>
          <w:tcPr>
            <w:tcW w:w="3231" w:type="dxa"/>
          </w:tcPr>
          <w:p w14:paraId="781B7282" w14:textId="4B05E011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004DB9D" w14:textId="3B71D5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81131,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Солонка,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Центральна, 2, </w:t>
            </w:r>
            <w:r w:rsidRPr="00C22906">
              <w:rPr>
                <w:color w:val="000000"/>
                <w:sz w:val="20"/>
                <w:szCs w:val="20"/>
              </w:rPr>
              <w:t>380322271703</w:t>
            </w:r>
          </w:p>
        </w:tc>
        <w:tc>
          <w:tcPr>
            <w:tcW w:w="994" w:type="dxa"/>
          </w:tcPr>
          <w:p w14:paraId="6569EF93" w14:textId="44258ED1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37/37</w:t>
            </w:r>
          </w:p>
        </w:tc>
        <w:tc>
          <w:tcPr>
            <w:tcW w:w="3112" w:type="dxa"/>
          </w:tcPr>
          <w:p w14:paraId="2C18B691" w14:textId="679F1E09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0764327" w14:textId="77777777" w:rsidTr="00235626">
        <w:trPr>
          <w:trHeight w:val="124"/>
        </w:trPr>
        <w:tc>
          <w:tcPr>
            <w:tcW w:w="562" w:type="dxa"/>
            <w:gridSpan w:val="3"/>
          </w:tcPr>
          <w:p w14:paraId="3D14AA2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CD0E718" w14:textId="5E50326F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color w:val="000000"/>
                <w:sz w:val="20"/>
                <w:szCs w:val="20"/>
              </w:rPr>
              <w:t xml:space="preserve">КНП «Амбулаторія загальної практики сімейної медицини» </w:t>
            </w:r>
            <w:proofErr w:type="spellStart"/>
            <w:r w:rsidRPr="00986A90">
              <w:rPr>
                <w:color w:val="000000"/>
                <w:sz w:val="20"/>
                <w:szCs w:val="20"/>
              </w:rPr>
              <w:t>Щирецької</w:t>
            </w:r>
            <w:proofErr w:type="spellEnd"/>
            <w:r w:rsidRPr="00986A90">
              <w:rPr>
                <w:color w:val="000000"/>
                <w:sz w:val="20"/>
                <w:szCs w:val="20"/>
              </w:rPr>
              <w:t xml:space="preserve"> селищної ради </w:t>
            </w:r>
            <w:r w:rsidRPr="00C22906">
              <w:rPr>
                <w:color w:val="000000"/>
                <w:sz w:val="20"/>
                <w:szCs w:val="20"/>
              </w:rPr>
              <w:t>Льв</w:t>
            </w:r>
            <w:r w:rsidRPr="00986A90">
              <w:rPr>
                <w:color w:val="000000"/>
                <w:sz w:val="20"/>
                <w:szCs w:val="20"/>
              </w:rPr>
              <w:t>івського району Львівської області</w:t>
            </w:r>
          </w:p>
        </w:tc>
        <w:tc>
          <w:tcPr>
            <w:tcW w:w="3231" w:type="dxa"/>
          </w:tcPr>
          <w:p w14:paraId="553E7BC1" w14:textId="45ABAD22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61DBEE6" w14:textId="77777777" w:rsidR="004F747D" w:rsidRDefault="004F747D" w:rsidP="004F747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81160,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Щирець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. Зелена, 1, </w:t>
            </w:r>
          </w:p>
          <w:p w14:paraId="591E7480" w14:textId="1E317DA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380989886607</w:t>
            </w:r>
          </w:p>
        </w:tc>
        <w:tc>
          <w:tcPr>
            <w:tcW w:w="994" w:type="dxa"/>
            <w:vAlign w:val="center"/>
          </w:tcPr>
          <w:p w14:paraId="00684718" w14:textId="3626AB2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35/30</w:t>
            </w:r>
          </w:p>
        </w:tc>
        <w:tc>
          <w:tcPr>
            <w:tcW w:w="3112" w:type="dxa"/>
          </w:tcPr>
          <w:p w14:paraId="3B7C091C" w14:textId="44001A4E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7AD36BD" w14:textId="77777777" w:rsidTr="00235626">
        <w:trPr>
          <w:trHeight w:val="124"/>
        </w:trPr>
        <w:tc>
          <w:tcPr>
            <w:tcW w:w="562" w:type="dxa"/>
            <w:gridSpan w:val="3"/>
          </w:tcPr>
          <w:p w14:paraId="73FAF81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E0BC09F" w14:textId="52FDF030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ЛОР </w:t>
            </w:r>
            <w:r w:rsidRPr="00C22906">
              <w:rPr>
                <w:sz w:val="20"/>
                <w:szCs w:val="20"/>
              </w:rPr>
              <w:t>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клінічна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23E99E28" w14:textId="72F430B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CFD96B4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Чернігівська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7, </w:t>
            </w:r>
          </w:p>
          <w:p w14:paraId="54652AE3" w14:textId="478B301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380322755020</w:t>
            </w:r>
          </w:p>
        </w:tc>
        <w:tc>
          <w:tcPr>
            <w:tcW w:w="994" w:type="dxa"/>
            <w:vAlign w:val="center"/>
          </w:tcPr>
          <w:p w14:paraId="482B35CF" w14:textId="66D7988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2317/1050</w:t>
            </w:r>
          </w:p>
        </w:tc>
        <w:tc>
          <w:tcPr>
            <w:tcW w:w="3112" w:type="dxa"/>
          </w:tcPr>
          <w:p w14:paraId="3CBC1CE4" w14:textId="39A20F8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2E155F1" w14:textId="77777777" w:rsidTr="00235626">
        <w:trPr>
          <w:trHeight w:val="124"/>
        </w:trPr>
        <w:tc>
          <w:tcPr>
            <w:tcW w:w="562" w:type="dxa"/>
            <w:gridSpan w:val="3"/>
          </w:tcPr>
          <w:p w14:paraId="6B19B75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49A8347" w14:textId="193A7022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r w:rsidRPr="00C22906">
              <w:rPr>
                <w:sz w:val="20"/>
                <w:szCs w:val="20"/>
              </w:rPr>
              <w:t>К</w:t>
            </w:r>
            <w:r w:rsidRPr="00C22906">
              <w:rPr>
                <w:sz w:val="20"/>
                <w:szCs w:val="20"/>
                <w:lang w:val="ru-RU"/>
              </w:rPr>
              <w:t>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н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дитячої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медицини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46AB2784" w14:textId="71EC83C4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987F7FB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79008,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Лисенка, 31, </w:t>
            </w:r>
          </w:p>
          <w:p w14:paraId="2F17BBEF" w14:textId="104122B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380322368081</w:t>
            </w:r>
          </w:p>
        </w:tc>
        <w:tc>
          <w:tcPr>
            <w:tcW w:w="994" w:type="dxa"/>
            <w:vAlign w:val="center"/>
          </w:tcPr>
          <w:p w14:paraId="3C919684" w14:textId="5D5714B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1059/580</w:t>
            </w:r>
          </w:p>
        </w:tc>
        <w:tc>
          <w:tcPr>
            <w:tcW w:w="3112" w:type="dxa"/>
          </w:tcPr>
          <w:p w14:paraId="384825DD" w14:textId="4B50DFE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6378089" w14:textId="77777777" w:rsidTr="00235626">
        <w:trPr>
          <w:trHeight w:val="124"/>
        </w:trPr>
        <w:tc>
          <w:tcPr>
            <w:tcW w:w="562" w:type="dxa"/>
            <w:gridSpan w:val="3"/>
          </w:tcPr>
          <w:p w14:paraId="59AAE36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BE2D2FE" w14:textId="78A9FC5A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госпіталь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ветеранів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війн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репресованих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ім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Ю.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Липи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17C51552" w14:textId="2C42F053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F0A5BB9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79495,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м. Винники,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Івасюка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В., 31, </w:t>
            </w:r>
          </w:p>
          <w:p w14:paraId="7ECFA35B" w14:textId="6B6D8B3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380322961145</w:t>
            </w:r>
          </w:p>
        </w:tc>
        <w:tc>
          <w:tcPr>
            <w:tcW w:w="994" w:type="dxa"/>
            <w:vAlign w:val="center"/>
          </w:tcPr>
          <w:p w14:paraId="7EBADF94" w14:textId="562F00C6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957/560</w:t>
            </w:r>
          </w:p>
        </w:tc>
        <w:tc>
          <w:tcPr>
            <w:tcW w:w="3112" w:type="dxa"/>
          </w:tcPr>
          <w:p w14:paraId="622024FA" w14:textId="609B7BB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CD2DDA9" w14:textId="77777777" w:rsidTr="00235626">
        <w:trPr>
          <w:trHeight w:val="124"/>
        </w:trPr>
        <w:tc>
          <w:tcPr>
            <w:tcW w:w="562" w:type="dxa"/>
            <w:gridSpan w:val="3"/>
          </w:tcPr>
          <w:p w14:paraId="1A4AC8F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20C39E4" w14:textId="47E617DC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клінічна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псих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атрична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6A15C654" w14:textId="612E40D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67A63DA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79021,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Кульпарківська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95, </w:t>
            </w:r>
          </w:p>
          <w:p w14:paraId="606670EF" w14:textId="605583A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380322954930</w:t>
            </w:r>
          </w:p>
        </w:tc>
        <w:tc>
          <w:tcPr>
            <w:tcW w:w="994" w:type="dxa"/>
          </w:tcPr>
          <w:p w14:paraId="55077AA8" w14:textId="2A66840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866/460</w:t>
            </w:r>
          </w:p>
        </w:tc>
        <w:tc>
          <w:tcPr>
            <w:tcW w:w="3112" w:type="dxa"/>
          </w:tcPr>
          <w:p w14:paraId="1AF96636" w14:textId="3D4AC5C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DFDB2F5" w14:textId="77777777" w:rsidTr="00235626">
        <w:trPr>
          <w:trHeight w:val="124"/>
        </w:trPr>
        <w:tc>
          <w:tcPr>
            <w:tcW w:w="562" w:type="dxa"/>
            <w:gridSpan w:val="3"/>
          </w:tcPr>
          <w:p w14:paraId="708E978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956F420" w14:textId="7892A47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превенції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терапії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узалежнень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07E03563" w14:textId="2CBC00AF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3730DDE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79008,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Б.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Лепкого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8, </w:t>
            </w:r>
          </w:p>
          <w:p w14:paraId="3F6CCE90" w14:textId="2FE7E4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380322555521</w:t>
            </w:r>
          </w:p>
        </w:tc>
        <w:tc>
          <w:tcPr>
            <w:tcW w:w="994" w:type="dxa"/>
          </w:tcPr>
          <w:p w14:paraId="4C3D3B9C" w14:textId="74B97938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227/77</w:t>
            </w:r>
          </w:p>
        </w:tc>
        <w:tc>
          <w:tcPr>
            <w:tcW w:w="3112" w:type="dxa"/>
          </w:tcPr>
          <w:p w14:paraId="6424AC95" w14:textId="12E63DA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9A1852D" w14:textId="77777777" w:rsidTr="00235626">
        <w:trPr>
          <w:trHeight w:val="124"/>
        </w:trPr>
        <w:tc>
          <w:tcPr>
            <w:tcW w:w="562" w:type="dxa"/>
            <w:gridSpan w:val="3"/>
          </w:tcPr>
          <w:p w14:paraId="38C7513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184BB9F" w14:textId="25D88D1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клінічний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перинатальний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центр»</w:t>
            </w:r>
          </w:p>
        </w:tc>
        <w:tc>
          <w:tcPr>
            <w:tcW w:w="3231" w:type="dxa"/>
          </w:tcPr>
          <w:p w14:paraId="6C1EA584" w14:textId="7FA92ECC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87555F4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79032,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Дж. Вашингтона, 6, </w:t>
            </w:r>
          </w:p>
          <w:p w14:paraId="6EC0A23A" w14:textId="686F1F4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380322591960</w:t>
            </w:r>
          </w:p>
        </w:tc>
        <w:tc>
          <w:tcPr>
            <w:tcW w:w="994" w:type="dxa"/>
          </w:tcPr>
          <w:p w14:paraId="6F1C6CD9" w14:textId="794CA64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582/213</w:t>
            </w:r>
          </w:p>
        </w:tc>
        <w:tc>
          <w:tcPr>
            <w:tcW w:w="3112" w:type="dxa"/>
          </w:tcPr>
          <w:p w14:paraId="3088C2AF" w14:textId="116D93F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E7DAC86" w14:textId="77777777" w:rsidTr="00235626">
        <w:trPr>
          <w:trHeight w:val="124"/>
        </w:trPr>
        <w:tc>
          <w:tcPr>
            <w:tcW w:w="562" w:type="dxa"/>
            <w:gridSpan w:val="3"/>
          </w:tcPr>
          <w:p w14:paraId="45B99A6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C64B967" w14:textId="33D1F55F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клінічний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психоневролог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диспансер»</w:t>
            </w:r>
          </w:p>
        </w:tc>
        <w:tc>
          <w:tcPr>
            <w:tcW w:w="3231" w:type="dxa"/>
          </w:tcPr>
          <w:p w14:paraId="3F29A4C5" w14:textId="18BF0F6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4BEF713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79017,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Коциловського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30, </w:t>
            </w:r>
          </w:p>
          <w:p w14:paraId="3BA2F940" w14:textId="5D197C2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380322751824</w:t>
            </w:r>
          </w:p>
        </w:tc>
        <w:tc>
          <w:tcPr>
            <w:tcW w:w="994" w:type="dxa"/>
          </w:tcPr>
          <w:p w14:paraId="7640E45D" w14:textId="062F7E14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170/95</w:t>
            </w:r>
          </w:p>
        </w:tc>
        <w:tc>
          <w:tcPr>
            <w:tcW w:w="3112" w:type="dxa"/>
          </w:tcPr>
          <w:p w14:paraId="3285B501" w14:textId="006547F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BE3E740" w14:textId="77777777" w:rsidTr="00235626">
        <w:trPr>
          <w:trHeight w:val="124"/>
        </w:trPr>
        <w:tc>
          <w:tcPr>
            <w:tcW w:w="562" w:type="dxa"/>
            <w:gridSpan w:val="3"/>
          </w:tcPr>
          <w:p w14:paraId="22E529A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C7B0BE9" w14:textId="48856122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онкологічний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регіональний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лікувально-діагностичний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центр»</w:t>
            </w:r>
          </w:p>
        </w:tc>
        <w:tc>
          <w:tcPr>
            <w:tcW w:w="3231" w:type="dxa"/>
          </w:tcPr>
          <w:p w14:paraId="2784BE3E" w14:textId="3FEC2FDE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2F529B1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79031,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Гашека, 2а, </w:t>
            </w:r>
          </w:p>
          <w:p w14:paraId="2A8306C6" w14:textId="724D678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380322954085</w:t>
            </w:r>
          </w:p>
        </w:tc>
        <w:tc>
          <w:tcPr>
            <w:tcW w:w="994" w:type="dxa"/>
            <w:vAlign w:val="center"/>
          </w:tcPr>
          <w:p w14:paraId="7FA7A0E2" w14:textId="3361EE2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897/247</w:t>
            </w:r>
          </w:p>
        </w:tc>
        <w:tc>
          <w:tcPr>
            <w:tcW w:w="3112" w:type="dxa"/>
          </w:tcPr>
          <w:p w14:paraId="5CD3FED4" w14:textId="22A74608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3397FC1" w14:textId="77777777" w:rsidTr="00235626">
        <w:trPr>
          <w:trHeight w:val="124"/>
        </w:trPr>
        <w:tc>
          <w:tcPr>
            <w:tcW w:w="562" w:type="dxa"/>
            <w:gridSpan w:val="3"/>
          </w:tcPr>
          <w:p w14:paraId="5FAAF8B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D14431F" w14:textId="0636623F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клінічний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лікувально-діагностичний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кард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олог</w:t>
            </w:r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центр»</w:t>
            </w:r>
          </w:p>
        </w:tc>
        <w:tc>
          <w:tcPr>
            <w:tcW w:w="3231" w:type="dxa"/>
          </w:tcPr>
          <w:p w14:paraId="4D5FD068" w14:textId="6F63CD5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2C9AD97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79041,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Кульпарківська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35, </w:t>
            </w:r>
          </w:p>
          <w:p w14:paraId="6FCAFEF1" w14:textId="6E15672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380322383087</w:t>
            </w:r>
          </w:p>
        </w:tc>
        <w:tc>
          <w:tcPr>
            <w:tcW w:w="994" w:type="dxa"/>
          </w:tcPr>
          <w:p w14:paraId="59A36999" w14:textId="5097D78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383/227</w:t>
            </w:r>
          </w:p>
        </w:tc>
        <w:tc>
          <w:tcPr>
            <w:tcW w:w="3112" w:type="dxa"/>
          </w:tcPr>
          <w:p w14:paraId="6D16EAC5" w14:textId="6EAF395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DD60523" w14:textId="77777777" w:rsidTr="00235626">
        <w:trPr>
          <w:trHeight w:val="124"/>
        </w:trPr>
        <w:tc>
          <w:tcPr>
            <w:tcW w:w="562" w:type="dxa"/>
            <w:gridSpan w:val="3"/>
          </w:tcPr>
          <w:p w14:paraId="01CA420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7537CF4" w14:textId="5338228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ЛОР «Львівська обласна </w:t>
            </w:r>
            <w:proofErr w:type="spellStart"/>
            <w:r w:rsidRPr="00986A90">
              <w:rPr>
                <w:sz w:val="20"/>
                <w:szCs w:val="20"/>
              </w:rPr>
              <w:t>інфекц</w:t>
            </w:r>
            <w:r w:rsidRPr="00C22906">
              <w:rPr>
                <w:sz w:val="20"/>
                <w:szCs w:val="20"/>
                <w:lang w:val="en-US"/>
              </w:rPr>
              <w:t>i</w:t>
            </w:r>
            <w:r w:rsidRPr="00986A90">
              <w:rPr>
                <w:sz w:val="20"/>
                <w:szCs w:val="20"/>
              </w:rPr>
              <w:t>йна</w:t>
            </w:r>
            <w:proofErr w:type="spellEnd"/>
            <w:r w:rsidRPr="00986A90">
              <w:rPr>
                <w:sz w:val="20"/>
                <w:szCs w:val="20"/>
              </w:rPr>
              <w:t xml:space="preserve"> клінічна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986A90">
              <w:rPr>
                <w:sz w:val="20"/>
                <w:szCs w:val="20"/>
              </w:rPr>
              <w:t>карня</w:t>
            </w:r>
            <w:proofErr w:type="spellEnd"/>
            <w:r w:rsidRPr="00986A90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68ED6CE4" w14:textId="2B91D0E4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4077C9E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Пекарська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, 54,</w:t>
            </w:r>
          </w:p>
          <w:p w14:paraId="777745E9" w14:textId="7E447F4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</w:rPr>
              <w:t>380322755405</w:t>
            </w:r>
          </w:p>
        </w:tc>
        <w:tc>
          <w:tcPr>
            <w:tcW w:w="994" w:type="dxa"/>
          </w:tcPr>
          <w:p w14:paraId="35C1E8BE" w14:textId="4BD2D30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435/218</w:t>
            </w:r>
          </w:p>
        </w:tc>
        <w:tc>
          <w:tcPr>
            <w:tcW w:w="3112" w:type="dxa"/>
          </w:tcPr>
          <w:p w14:paraId="6B0A867B" w14:textId="10B929D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699B8B0" w14:textId="77777777" w:rsidTr="00235626">
        <w:trPr>
          <w:trHeight w:val="124"/>
        </w:trPr>
        <w:tc>
          <w:tcPr>
            <w:tcW w:w="562" w:type="dxa"/>
            <w:gridSpan w:val="3"/>
          </w:tcPr>
          <w:p w14:paraId="3BD215B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598FBCF" w14:textId="2A876DD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ЛОР</w:t>
            </w:r>
            <w:r w:rsidRPr="00986A90">
              <w:rPr>
                <w:sz w:val="20"/>
                <w:szCs w:val="20"/>
              </w:rPr>
              <w:t xml:space="preserve"> «Львівський регіональний </w:t>
            </w:r>
            <w:proofErr w:type="spellStart"/>
            <w:r w:rsidRPr="00986A90">
              <w:rPr>
                <w:sz w:val="20"/>
                <w:szCs w:val="20"/>
              </w:rPr>
              <w:t>фтизіопульмонологічний</w:t>
            </w:r>
            <w:proofErr w:type="spellEnd"/>
            <w:r w:rsidRPr="00986A90">
              <w:rPr>
                <w:sz w:val="20"/>
                <w:szCs w:val="20"/>
              </w:rPr>
              <w:t xml:space="preserve"> клінічний лікувально-діагностичний центр»</w:t>
            </w:r>
          </w:p>
        </w:tc>
        <w:tc>
          <w:tcPr>
            <w:tcW w:w="3231" w:type="dxa"/>
          </w:tcPr>
          <w:p w14:paraId="5900E93F" w14:textId="288E465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52D8B5C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81150,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район.,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Виннички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Медична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2, </w:t>
            </w:r>
          </w:p>
          <w:p w14:paraId="130106CF" w14:textId="6F48501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380322368900</w:t>
            </w:r>
          </w:p>
        </w:tc>
        <w:tc>
          <w:tcPr>
            <w:tcW w:w="994" w:type="dxa"/>
            <w:vAlign w:val="center"/>
          </w:tcPr>
          <w:p w14:paraId="296EDC69" w14:textId="1A4FFDA3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578/323</w:t>
            </w:r>
          </w:p>
        </w:tc>
        <w:tc>
          <w:tcPr>
            <w:tcW w:w="3112" w:type="dxa"/>
          </w:tcPr>
          <w:p w14:paraId="1D0A7E3D" w14:textId="7617EF82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9861999" w14:textId="77777777" w:rsidTr="00235626">
        <w:trPr>
          <w:trHeight w:val="124"/>
        </w:trPr>
        <w:tc>
          <w:tcPr>
            <w:tcW w:w="562" w:type="dxa"/>
            <w:gridSpan w:val="3"/>
          </w:tcPr>
          <w:p w14:paraId="1CEFC72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5B89962" w14:textId="0F4C44C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986A90">
              <w:rPr>
                <w:color w:val="000000"/>
                <w:sz w:val="20"/>
                <w:szCs w:val="20"/>
              </w:rPr>
              <w:t>КНП ЛОР «Центр здоров’я та реабілітації дітей»</w:t>
            </w:r>
          </w:p>
        </w:tc>
        <w:tc>
          <w:tcPr>
            <w:tcW w:w="3231" w:type="dxa"/>
          </w:tcPr>
          <w:p w14:paraId="05E11980" w14:textId="7BF6D476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741BB16" w14:textId="77777777" w:rsidR="004F747D" w:rsidRDefault="004F747D" w:rsidP="004F747D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79029,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. Антоновича В., 117, </w:t>
            </w:r>
          </w:p>
          <w:p w14:paraId="279BEF43" w14:textId="3FB31D8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380322370165</w:t>
            </w:r>
          </w:p>
        </w:tc>
        <w:tc>
          <w:tcPr>
            <w:tcW w:w="994" w:type="dxa"/>
            <w:vAlign w:val="center"/>
          </w:tcPr>
          <w:p w14:paraId="243693D1" w14:textId="7878693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234/78</w:t>
            </w:r>
          </w:p>
        </w:tc>
        <w:tc>
          <w:tcPr>
            <w:tcW w:w="3112" w:type="dxa"/>
          </w:tcPr>
          <w:p w14:paraId="5CD16E6C" w14:textId="3BA4246E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1434829" w14:textId="77777777" w:rsidTr="00235626">
        <w:trPr>
          <w:trHeight w:val="124"/>
        </w:trPr>
        <w:tc>
          <w:tcPr>
            <w:tcW w:w="562" w:type="dxa"/>
            <w:gridSpan w:val="3"/>
          </w:tcPr>
          <w:p w14:paraId="414690B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B2A4A0B" w14:textId="2316634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екстреної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медичної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допомоги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медицини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катастроф»</w:t>
            </w:r>
          </w:p>
        </w:tc>
        <w:tc>
          <w:tcPr>
            <w:tcW w:w="3231" w:type="dxa"/>
          </w:tcPr>
          <w:p w14:paraId="30675D1E" w14:textId="2CEB9A66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58EFB57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79059,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Миколайчука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9, </w:t>
            </w:r>
          </w:p>
          <w:p w14:paraId="086C0891" w14:textId="394D32F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380322930013</w:t>
            </w:r>
          </w:p>
        </w:tc>
        <w:tc>
          <w:tcPr>
            <w:tcW w:w="994" w:type="dxa"/>
            <w:vAlign w:val="center"/>
          </w:tcPr>
          <w:p w14:paraId="33914CC9" w14:textId="0EAA053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2200/350</w:t>
            </w:r>
          </w:p>
        </w:tc>
        <w:tc>
          <w:tcPr>
            <w:tcW w:w="3112" w:type="dxa"/>
          </w:tcPr>
          <w:p w14:paraId="683B9801" w14:textId="2A63B6EE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2859FD8" w14:textId="77777777" w:rsidTr="00235626">
        <w:trPr>
          <w:trHeight w:val="124"/>
        </w:trPr>
        <w:tc>
          <w:tcPr>
            <w:tcW w:w="562" w:type="dxa"/>
            <w:gridSpan w:val="3"/>
          </w:tcPr>
          <w:p w14:paraId="698B34C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C757C29" w14:textId="4E6D9FD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ЛОР «Центр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спортивної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медицини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і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реабілітації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6228E2A5" w14:textId="5E9959E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C1B2DF1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79044,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Коновальця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47, </w:t>
            </w:r>
          </w:p>
          <w:p w14:paraId="558BC528" w14:textId="79BE386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380679676578</w:t>
            </w:r>
          </w:p>
        </w:tc>
        <w:tc>
          <w:tcPr>
            <w:tcW w:w="994" w:type="dxa"/>
          </w:tcPr>
          <w:p w14:paraId="6E177AFA" w14:textId="7A79DE55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72/42</w:t>
            </w:r>
          </w:p>
        </w:tc>
        <w:tc>
          <w:tcPr>
            <w:tcW w:w="3112" w:type="dxa"/>
          </w:tcPr>
          <w:p w14:paraId="15D5B4CB" w14:textId="04332288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304A2AD" w14:textId="77777777" w:rsidTr="00235626">
        <w:trPr>
          <w:trHeight w:val="124"/>
        </w:trPr>
        <w:tc>
          <w:tcPr>
            <w:tcW w:w="562" w:type="dxa"/>
            <w:gridSpan w:val="3"/>
          </w:tcPr>
          <w:p w14:paraId="612873C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7EF2E60" w14:textId="38C06C6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r w:rsidRPr="00C22906">
              <w:rPr>
                <w:sz w:val="20"/>
                <w:szCs w:val="20"/>
              </w:rPr>
              <w:t>ЛОР</w:t>
            </w:r>
            <w:r w:rsidRPr="00C22906">
              <w:rPr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клінічний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діагностичний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центр»</w:t>
            </w:r>
          </w:p>
        </w:tc>
        <w:tc>
          <w:tcPr>
            <w:tcW w:w="3231" w:type="dxa"/>
          </w:tcPr>
          <w:p w14:paraId="5DD30DD6" w14:textId="490BCA0A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452CFED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Пекарська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69б, </w:t>
            </w:r>
          </w:p>
          <w:p w14:paraId="04C6B957" w14:textId="57FF9F5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380322538180</w:t>
            </w:r>
          </w:p>
        </w:tc>
        <w:tc>
          <w:tcPr>
            <w:tcW w:w="994" w:type="dxa"/>
          </w:tcPr>
          <w:p w14:paraId="56C0F5FA" w14:textId="0877A0B0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305/220</w:t>
            </w:r>
          </w:p>
        </w:tc>
        <w:tc>
          <w:tcPr>
            <w:tcW w:w="3112" w:type="dxa"/>
          </w:tcPr>
          <w:p w14:paraId="43A95A93" w14:textId="235DF452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8F60D3A" w14:textId="77777777" w:rsidTr="00235626">
        <w:trPr>
          <w:trHeight w:val="124"/>
        </w:trPr>
        <w:tc>
          <w:tcPr>
            <w:tcW w:w="562" w:type="dxa"/>
            <w:gridSpan w:val="3"/>
          </w:tcPr>
          <w:p w14:paraId="50D5A71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F778588" w14:textId="6672B73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proofErr w:type="spellStart"/>
            <w:r w:rsidRPr="00C22906">
              <w:rPr>
                <w:sz w:val="20"/>
                <w:szCs w:val="20"/>
                <w:lang w:val="en-US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обласна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госпрозрахункова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поліклініка</w:t>
            </w:r>
            <w:proofErr w:type="spellEnd"/>
          </w:p>
        </w:tc>
        <w:tc>
          <w:tcPr>
            <w:tcW w:w="3231" w:type="dxa"/>
          </w:tcPr>
          <w:p w14:paraId="174A6F07" w14:textId="59EBB97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337913B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79058,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проспект В.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Чорновола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43а, </w:t>
            </w:r>
          </w:p>
          <w:p w14:paraId="1D921100" w14:textId="45CB4D5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380322317263</w:t>
            </w:r>
          </w:p>
        </w:tc>
        <w:tc>
          <w:tcPr>
            <w:tcW w:w="994" w:type="dxa"/>
          </w:tcPr>
          <w:p w14:paraId="07A2DBFC" w14:textId="1F0A3A34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52/52</w:t>
            </w:r>
          </w:p>
        </w:tc>
        <w:tc>
          <w:tcPr>
            <w:tcW w:w="3112" w:type="dxa"/>
          </w:tcPr>
          <w:p w14:paraId="0DDE01C1" w14:textId="212BC48C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3273969" w14:textId="77777777" w:rsidTr="00235626">
        <w:trPr>
          <w:trHeight w:val="124"/>
        </w:trPr>
        <w:tc>
          <w:tcPr>
            <w:tcW w:w="562" w:type="dxa"/>
            <w:gridSpan w:val="3"/>
          </w:tcPr>
          <w:p w14:paraId="72996F4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34EDAD4" w14:textId="271FF52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інформаційно-аналітичний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медичної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статистики»</w:t>
            </w:r>
          </w:p>
        </w:tc>
        <w:tc>
          <w:tcPr>
            <w:tcW w:w="3231" w:type="dxa"/>
          </w:tcPr>
          <w:p w14:paraId="032D9704" w14:textId="100C4E7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7071713" w14:textId="432A92F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Лисенка, 4, </w:t>
            </w:r>
            <w:r w:rsidRPr="00C22906">
              <w:rPr>
                <w:color w:val="000000"/>
                <w:sz w:val="20"/>
                <w:szCs w:val="20"/>
              </w:rPr>
              <w:t>380322765961</w:t>
            </w:r>
          </w:p>
        </w:tc>
        <w:tc>
          <w:tcPr>
            <w:tcW w:w="994" w:type="dxa"/>
          </w:tcPr>
          <w:p w14:paraId="360CFB3B" w14:textId="3189D03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45/28</w:t>
            </w:r>
          </w:p>
        </w:tc>
        <w:tc>
          <w:tcPr>
            <w:tcW w:w="3112" w:type="dxa"/>
          </w:tcPr>
          <w:p w14:paraId="2B0ED5A7" w14:textId="6ADFDA8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B0A1D3A" w14:textId="77777777" w:rsidTr="00235626">
        <w:trPr>
          <w:trHeight w:val="124"/>
        </w:trPr>
        <w:tc>
          <w:tcPr>
            <w:tcW w:w="562" w:type="dxa"/>
            <w:gridSpan w:val="3"/>
          </w:tcPr>
          <w:p w14:paraId="284C6DC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71C255D" w14:textId="28CF402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служби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крові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2DD231DC" w14:textId="31DC697D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FC7B407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Пекарська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65, </w:t>
            </w:r>
          </w:p>
          <w:p w14:paraId="73CF8CED" w14:textId="5B5265A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380322756405</w:t>
            </w:r>
          </w:p>
        </w:tc>
        <w:tc>
          <w:tcPr>
            <w:tcW w:w="994" w:type="dxa"/>
            <w:vAlign w:val="center"/>
          </w:tcPr>
          <w:p w14:paraId="7C5E4F4A" w14:textId="15AE5B7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123/80</w:t>
            </w:r>
          </w:p>
        </w:tc>
        <w:tc>
          <w:tcPr>
            <w:tcW w:w="3112" w:type="dxa"/>
          </w:tcPr>
          <w:p w14:paraId="4914B900" w14:textId="7F9ABDE3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599636A" w14:textId="77777777" w:rsidTr="00235626">
        <w:trPr>
          <w:trHeight w:val="124"/>
        </w:trPr>
        <w:tc>
          <w:tcPr>
            <w:tcW w:w="562" w:type="dxa"/>
            <w:gridSpan w:val="3"/>
          </w:tcPr>
          <w:p w14:paraId="62ADD42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1B0CE82" w14:textId="6E73B336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ЛОР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база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спеціального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медичного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постачання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36EF321C" w14:textId="67AF183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3413B6B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79019,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проспект В.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Чорновола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45А/6, </w:t>
            </w:r>
          </w:p>
          <w:p w14:paraId="116230B2" w14:textId="3891434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380322526856</w:t>
            </w:r>
          </w:p>
        </w:tc>
        <w:tc>
          <w:tcPr>
            <w:tcW w:w="994" w:type="dxa"/>
            <w:vAlign w:val="center"/>
          </w:tcPr>
          <w:p w14:paraId="7EF2CBF1" w14:textId="41619D66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20/20</w:t>
            </w:r>
          </w:p>
        </w:tc>
        <w:tc>
          <w:tcPr>
            <w:tcW w:w="3112" w:type="dxa"/>
          </w:tcPr>
          <w:p w14:paraId="4386CDFE" w14:textId="6AF53DDF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00D13E1" w14:textId="77777777" w:rsidTr="00235626">
        <w:trPr>
          <w:trHeight w:val="124"/>
        </w:trPr>
        <w:tc>
          <w:tcPr>
            <w:tcW w:w="562" w:type="dxa"/>
            <w:gridSpan w:val="3"/>
          </w:tcPr>
          <w:p w14:paraId="4E9E465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8FDEC8C" w14:textId="5D538D0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Відділ медицини катастроф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955E024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МК «Львів»</w:t>
            </w:r>
          </w:p>
          <w:p w14:paraId="30688862" w14:textId="1E84B16D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3 бригади</w:t>
            </w:r>
          </w:p>
        </w:tc>
        <w:tc>
          <w:tcPr>
            <w:tcW w:w="3154" w:type="dxa"/>
            <w:gridSpan w:val="2"/>
          </w:tcPr>
          <w:p w14:paraId="63976F19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Львів,</w:t>
            </w:r>
          </w:p>
          <w:p w14:paraId="438DFD61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 Орлика,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6</w:t>
            </w:r>
          </w:p>
          <w:p w14:paraId="3544E30E" w14:textId="393E50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(032) 294-04-72</w:t>
            </w:r>
          </w:p>
        </w:tc>
        <w:tc>
          <w:tcPr>
            <w:tcW w:w="994" w:type="dxa"/>
          </w:tcPr>
          <w:p w14:paraId="2EC7668E" w14:textId="2BB8B99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45/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32B62097" w14:textId="0C3C3675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DC88B64" w14:textId="77777777" w:rsidTr="00235626">
        <w:trPr>
          <w:trHeight w:val="124"/>
        </w:trPr>
        <w:tc>
          <w:tcPr>
            <w:tcW w:w="562" w:type="dxa"/>
            <w:gridSpan w:val="3"/>
          </w:tcPr>
          <w:p w14:paraId="2C3EC0E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E7A995B" w14:textId="7D01E35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Відділ медицини катастроф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C7B93B0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МК «Жовква»</w:t>
            </w:r>
          </w:p>
          <w:p w14:paraId="405A308B" w14:textId="3BDDB65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5F052155" w14:textId="43A99EB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Жовква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Львівська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17</w:t>
            </w:r>
          </w:p>
        </w:tc>
        <w:tc>
          <w:tcPr>
            <w:tcW w:w="994" w:type="dxa"/>
          </w:tcPr>
          <w:p w14:paraId="62DC95BD" w14:textId="71AC0C0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30/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43696806" w14:textId="34FC11E2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F9AB1E3" w14:textId="77777777" w:rsidTr="00235626">
        <w:trPr>
          <w:trHeight w:val="124"/>
        </w:trPr>
        <w:tc>
          <w:tcPr>
            <w:tcW w:w="562" w:type="dxa"/>
            <w:gridSpan w:val="3"/>
          </w:tcPr>
          <w:p w14:paraId="4CB0AD8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546EC6F" w14:textId="77777777" w:rsidR="004F747D" w:rsidRPr="00C22906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</w:t>
            </w:r>
          </w:p>
          <w:p w14:paraId="30FD302A" w14:textId="4CE9364A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9D4982A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№1</w:t>
            </w:r>
          </w:p>
          <w:p w14:paraId="7C2D9039" w14:textId="5BDE509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7</w:t>
            </w:r>
            <w:r w:rsidRPr="00C22906">
              <w:rPr>
                <w:sz w:val="20"/>
                <w:szCs w:val="20"/>
              </w:rPr>
              <w:t xml:space="preserve"> бригад</w:t>
            </w:r>
          </w:p>
        </w:tc>
        <w:tc>
          <w:tcPr>
            <w:tcW w:w="3154" w:type="dxa"/>
            <w:gridSpan w:val="2"/>
          </w:tcPr>
          <w:p w14:paraId="7AC64F59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Львів</w:t>
            </w:r>
            <w:r>
              <w:rPr>
                <w:sz w:val="20"/>
                <w:szCs w:val="20"/>
              </w:rPr>
              <w:t>,</w:t>
            </w:r>
          </w:p>
          <w:p w14:paraId="7B02DA28" w14:textId="24DF06C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 Київська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31</w:t>
            </w:r>
          </w:p>
        </w:tc>
        <w:tc>
          <w:tcPr>
            <w:tcW w:w="994" w:type="dxa"/>
          </w:tcPr>
          <w:p w14:paraId="37782FAF" w14:textId="59577E18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147</w:t>
            </w:r>
            <w:r w:rsidRPr="006F3130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21</w:t>
            </w:r>
          </w:p>
        </w:tc>
        <w:tc>
          <w:tcPr>
            <w:tcW w:w="3112" w:type="dxa"/>
          </w:tcPr>
          <w:p w14:paraId="18CA2FDB" w14:textId="4D0CA03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71404BE" w14:textId="77777777" w:rsidTr="00235626">
        <w:trPr>
          <w:trHeight w:val="124"/>
        </w:trPr>
        <w:tc>
          <w:tcPr>
            <w:tcW w:w="562" w:type="dxa"/>
            <w:gridSpan w:val="3"/>
          </w:tcPr>
          <w:p w14:paraId="15F4D3B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C6BF211" w14:textId="786BAF8D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63AB64C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№2</w:t>
            </w:r>
          </w:p>
          <w:p w14:paraId="04327269" w14:textId="2570680A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11 бригад</w:t>
            </w:r>
          </w:p>
        </w:tc>
        <w:tc>
          <w:tcPr>
            <w:tcW w:w="3154" w:type="dxa"/>
            <w:gridSpan w:val="2"/>
          </w:tcPr>
          <w:p w14:paraId="645406B8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Львів</w:t>
            </w:r>
            <w:r>
              <w:rPr>
                <w:sz w:val="20"/>
                <w:szCs w:val="20"/>
              </w:rPr>
              <w:t>,</w:t>
            </w:r>
          </w:p>
          <w:p w14:paraId="0692BECD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 Пилипа Орлика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6</w:t>
            </w:r>
          </w:p>
          <w:p w14:paraId="1E5BDFE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45A9EF92" w14:textId="7E78C498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2</w:t>
            </w:r>
            <w:r w:rsidRPr="00C22906">
              <w:rPr>
                <w:sz w:val="20"/>
                <w:szCs w:val="20"/>
              </w:rPr>
              <w:t>10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33</w:t>
            </w:r>
          </w:p>
        </w:tc>
        <w:tc>
          <w:tcPr>
            <w:tcW w:w="3112" w:type="dxa"/>
          </w:tcPr>
          <w:p w14:paraId="23588C88" w14:textId="2F47929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FD715B9" w14:textId="77777777" w:rsidTr="00235626">
        <w:trPr>
          <w:trHeight w:val="124"/>
        </w:trPr>
        <w:tc>
          <w:tcPr>
            <w:tcW w:w="562" w:type="dxa"/>
            <w:gridSpan w:val="3"/>
          </w:tcPr>
          <w:p w14:paraId="5388256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90F7819" w14:textId="67CEFAC0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0A76806E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вул. Хімічна</w:t>
            </w:r>
          </w:p>
          <w:p w14:paraId="517F19D8" w14:textId="7F29A5E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(в складі ПС №2)</w:t>
            </w:r>
          </w:p>
        </w:tc>
        <w:tc>
          <w:tcPr>
            <w:tcW w:w="3154" w:type="dxa"/>
            <w:gridSpan w:val="2"/>
          </w:tcPr>
          <w:p w14:paraId="140F473E" w14:textId="7BCF1D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Львів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Хімічна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45А</w:t>
            </w:r>
          </w:p>
        </w:tc>
        <w:tc>
          <w:tcPr>
            <w:tcW w:w="994" w:type="dxa"/>
          </w:tcPr>
          <w:p w14:paraId="292CCBD9" w14:textId="7915056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2290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9843EFC" w14:textId="77777777" w:rsidR="004F747D" w:rsidRPr="00C22906" w:rsidRDefault="004F747D" w:rsidP="004F747D">
            <w:pPr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  <w:p w14:paraId="369511C2" w14:textId="77777777" w:rsidR="004F747D" w:rsidRPr="00C44CFB" w:rsidRDefault="004F747D" w:rsidP="004F747D">
            <w:pPr>
              <w:jc w:val="center"/>
            </w:pPr>
          </w:p>
        </w:tc>
      </w:tr>
      <w:tr w:rsidR="004F747D" w:rsidRPr="00C44CFB" w14:paraId="571798B4" w14:textId="77777777" w:rsidTr="00235626">
        <w:trPr>
          <w:trHeight w:val="124"/>
        </w:trPr>
        <w:tc>
          <w:tcPr>
            <w:tcW w:w="562" w:type="dxa"/>
            <w:gridSpan w:val="3"/>
          </w:tcPr>
          <w:p w14:paraId="6F1709B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1DC9D4D" w14:textId="01710B0A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78B7B7F" w14:textId="68C128AA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“Дубляни” 1 бригада</w:t>
            </w:r>
          </w:p>
        </w:tc>
        <w:tc>
          <w:tcPr>
            <w:tcW w:w="3154" w:type="dxa"/>
            <w:gridSpan w:val="2"/>
          </w:tcPr>
          <w:p w14:paraId="6D0D9FE2" w14:textId="5541FE2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Дубляни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Студентська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7</w:t>
            </w:r>
          </w:p>
        </w:tc>
        <w:tc>
          <w:tcPr>
            <w:tcW w:w="994" w:type="dxa"/>
          </w:tcPr>
          <w:p w14:paraId="3EBB9EC2" w14:textId="36255DD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10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3EC6437B" w14:textId="505568D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7CCED97" w14:textId="77777777" w:rsidTr="00235626">
        <w:trPr>
          <w:trHeight w:val="124"/>
        </w:trPr>
        <w:tc>
          <w:tcPr>
            <w:tcW w:w="562" w:type="dxa"/>
            <w:gridSpan w:val="3"/>
          </w:tcPr>
          <w:p w14:paraId="0ADDDF6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CD0BF45" w14:textId="77A2C45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A52E9BD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</w:t>
            </w:r>
            <w:proofErr w:type="spellStart"/>
            <w:r w:rsidRPr="00C22906">
              <w:rPr>
                <w:sz w:val="20"/>
                <w:szCs w:val="20"/>
              </w:rPr>
              <w:t>Борщовичі</w:t>
            </w:r>
            <w:proofErr w:type="spellEnd"/>
            <w:r w:rsidRPr="00C22906">
              <w:rPr>
                <w:sz w:val="20"/>
                <w:szCs w:val="20"/>
              </w:rPr>
              <w:t>”</w:t>
            </w:r>
          </w:p>
          <w:p w14:paraId="6F46AB21" w14:textId="19DDD10D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052014F1" w14:textId="6DA9ADF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Борщовичі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Івана Франка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45Б</w:t>
            </w:r>
          </w:p>
        </w:tc>
        <w:tc>
          <w:tcPr>
            <w:tcW w:w="994" w:type="dxa"/>
          </w:tcPr>
          <w:p w14:paraId="3AD01015" w14:textId="250FDED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6/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5B05C7C0" w14:textId="3BE471F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71BCA1B6" w14:textId="77777777" w:rsidTr="00235626">
        <w:trPr>
          <w:trHeight w:val="124"/>
        </w:trPr>
        <w:tc>
          <w:tcPr>
            <w:tcW w:w="562" w:type="dxa"/>
            <w:gridSpan w:val="3"/>
          </w:tcPr>
          <w:p w14:paraId="629E372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AB783C0" w14:textId="45F4ABD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671C0F5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№3</w:t>
            </w:r>
          </w:p>
          <w:p w14:paraId="65044D05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9</w:t>
            </w:r>
            <w:r w:rsidRPr="00C22906">
              <w:rPr>
                <w:sz w:val="20"/>
                <w:szCs w:val="20"/>
              </w:rPr>
              <w:t xml:space="preserve"> бригад</w:t>
            </w:r>
          </w:p>
          <w:p w14:paraId="1D4644C1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710BA6B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Львів</w:t>
            </w:r>
            <w:r>
              <w:rPr>
                <w:sz w:val="20"/>
                <w:szCs w:val="20"/>
              </w:rPr>
              <w:t>,</w:t>
            </w:r>
          </w:p>
          <w:p w14:paraId="6708660B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пр-т Червоної Калини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57</w:t>
            </w:r>
          </w:p>
          <w:p w14:paraId="2BC8581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3FE811C5" w14:textId="41CD2DD4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</w:t>
            </w:r>
            <w:r w:rsidRPr="00C22906">
              <w:rPr>
                <w:sz w:val="20"/>
                <w:szCs w:val="20"/>
              </w:rPr>
              <w:t>45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3112" w:type="dxa"/>
          </w:tcPr>
          <w:p w14:paraId="44FE7ADF" w14:textId="4A5C0EF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DCE7E08" w14:textId="77777777" w:rsidTr="00235626">
        <w:trPr>
          <w:trHeight w:val="124"/>
        </w:trPr>
        <w:tc>
          <w:tcPr>
            <w:tcW w:w="562" w:type="dxa"/>
            <w:gridSpan w:val="3"/>
          </w:tcPr>
          <w:p w14:paraId="7A2A7AE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ABAB8B4" w14:textId="48B6EC8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C9CC5DE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“Давидів”</w:t>
            </w:r>
          </w:p>
          <w:p w14:paraId="155FB2CA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(в складі ПС №3)</w:t>
            </w:r>
          </w:p>
          <w:p w14:paraId="784CACBA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135A9A65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 Давидів</w:t>
            </w:r>
            <w:r>
              <w:rPr>
                <w:sz w:val="20"/>
                <w:szCs w:val="20"/>
              </w:rPr>
              <w:t>,</w:t>
            </w:r>
          </w:p>
          <w:p w14:paraId="15E1D236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 Галицька 4А</w:t>
            </w:r>
          </w:p>
          <w:p w14:paraId="308B458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69F6D329" w14:textId="520E53E2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2290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3D0FAF8D" w14:textId="1CD2E2FD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A64BD4A" w14:textId="77777777" w:rsidTr="00235626">
        <w:trPr>
          <w:trHeight w:val="124"/>
        </w:trPr>
        <w:tc>
          <w:tcPr>
            <w:tcW w:w="562" w:type="dxa"/>
            <w:gridSpan w:val="3"/>
          </w:tcPr>
          <w:p w14:paraId="6FE9FE3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ECB8449" w14:textId="615AB79C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042C23F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“Нові Стрілища2</w:t>
            </w:r>
          </w:p>
          <w:p w14:paraId="609EEDB6" w14:textId="4C22DE4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C124F6F" w14:textId="70B6192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смт. Нові </w:t>
            </w:r>
            <w:proofErr w:type="spellStart"/>
            <w:r w:rsidRPr="00C22906">
              <w:rPr>
                <w:sz w:val="20"/>
                <w:szCs w:val="20"/>
              </w:rPr>
              <w:t>Стрілища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Шевченка</w:t>
            </w:r>
            <w:r>
              <w:rPr>
                <w:sz w:val="20"/>
                <w:szCs w:val="20"/>
              </w:rPr>
              <w:t xml:space="preserve">, </w:t>
            </w:r>
            <w:r w:rsidRPr="00C22906">
              <w:rPr>
                <w:sz w:val="20"/>
                <w:szCs w:val="20"/>
              </w:rPr>
              <w:t>14</w:t>
            </w:r>
          </w:p>
        </w:tc>
        <w:tc>
          <w:tcPr>
            <w:tcW w:w="994" w:type="dxa"/>
          </w:tcPr>
          <w:p w14:paraId="757E39E0" w14:textId="5A23FAD7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10/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67F3D71" w14:textId="3E81388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30F5CD4" w14:textId="77777777" w:rsidTr="00235626">
        <w:trPr>
          <w:trHeight w:val="124"/>
        </w:trPr>
        <w:tc>
          <w:tcPr>
            <w:tcW w:w="562" w:type="dxa"/>
            <w:gridSpan w:val="3"/>
          </w:tcPr>
          <w:p w14:paraId="2EC3DDF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B27193C" w14:textId="7E62611D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F34A014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“Бібрка”</w:t>
            </w:r>
          </w:p>
          <w:p w14:paraId="15FFD7BC" w14:textId="40EDF38F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303FEF9" w14:textId="03A59C0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Бібрка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Галицька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144</w:t>
            </w:r>
          </w:p>
        </w:tc>
        <w:tc>
          <w:tcPr>
            <w:tcW w:w="994" w:type="dxa"/>
          </w:tcPr>
          <w:p w14:paraId="1B59485D" w14:textId="0754C7A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9/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B39CA36" w14:textId="26A2022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FC24C3D" w14:textId="77777777" w:rsidTr="00235626">
        <w:trPr>
          <w:trHeight w:val="124"/>
        </w:trPr>
        <w:tc>
          <w:tcPr>
            <w:tcW w:w="562" w:type="dxa"/>
            <w:gridSpan w:val="3"/>
          </w:tcPr>
          <w:p w14:paraId="7D26375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E26AB26" w14:textId="30384970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A660FEC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№4</w:t>
            </w:r>
          </w:p>
          <w:p w14:paraId="6C80ABD7" w14:textId="387DC074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5 бригад</w:t>
            </w:r>
          </w:p>
        </w:tc>
        <w:tc>
          <w:tcPr>
            <w:tcW w:w="3154" w:type="dxa"/>
            <w:gridSpan w:val="2"/>
          </w:tcPr>
          <w:p w14:paraId="4B4CF563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Львів</w:t>
            </w:r>
            <w:r>
              <w:rPr>
                <w:sz w:val="20"/>
                <w:szCs w:val="20"/>
              </w:rPr>
              <w:t>,</w:t>
            </w:r>
          </w:p>
          <w:p w14:paraId="626EA93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 Медової Печери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</w:t>
            </w:r>
          </w:p>
          <w:p w14:paraId="1F4D4B8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7357F7D3" w14:textId="04D2A70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76</w:t>
            </w:r>
            <w:r w:rsidRPr="00C2290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10CB3BD0" w14:textId="452FADA9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6AB77EEC" w14:textId="77777777" w:rsidTr="00235626">
        <w:trPr>
          <w:trHeight w:val="124"/>
        </w:trPr>
        <w:tc>
          <w:tcPr>
            <w:tcW w:w="562" w:type="dxa"/>
            <w:gridSpan w:val="3"/>
          </w:tcPr>
          <w:p w14:paraId="4D96705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F60958B" w14:textId="5125FB2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920909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“Чижиків”</w:t>
            </w:r>
          </w:p>
          <w:p w14:paraId="5755CA77" w14:textId="3158862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1451053" w14:textId="2C1FDCC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 Чижиків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Медична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</w:t>
            </w:r>
          </w:p>
        </w:tc>
        <w:tc>
          <w:tcPr>
            <w:tcW w:w="994" w:type="dxa"/>
          </w:tcPr>
          <w:p w14:paraId="218FF282" w14:textId="6D90A27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8/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7CD1C67" w14:textId="77777777" w:rsidR="004F747D" w:rsidRPr="00C22906" w:rsidRDefault="004F747D" w:rsidP="004F747D">
            <w:pPr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  <w:p w14:paraId="2A571B1A" w14:textId="77777777" w:rsidR="004F747D" w:rsidRPr="00C44CFB" w:rsidRDefault="004F747D" w:rsidP="004F747D">
            <w:pPr>
              <w:jc w:val="center"/>
            </w:pPr>
          </w:p>
        </w:tc>
      </w:tr>
      <w:tr w:rsidR="004F747D" w:rsidRPr="00C44CFB" w14:paraId="31DE1CE2" w14:textId="77777777" w:rsidTr="00235626">
        <w:trPr>
          <w:trHeight w:val="124"/>
        </w:trPr>
        <w:tc>
          <w:tcPr>
            <w:tcW w:w="562" w:type="dxa"/>
            <w:gridSpan w:val="3"/>
          </w:tcPr>
          <w:p w14:paraId="732D2AE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6D2DFF1" w14:textId="62C74D3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2EB3BB6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“Глиняни”</w:t>
            </w:r>
          </w:p>
          <w:p w14:paraId="02E5F11A" w14:textId="655E7614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A5F3009" w14:textId="73E4C99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Глиняни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Шептицького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36</w:t>
            </w:r>
          </w:p>
        </w:tc>
        <w:tc>
          <w:tcPr>
            <w:tcW w:w="994" w:type="dxa"/>
          </w:tcPr>
          <w:p w14:paraId="40C2AEF3" w14:textId="5210396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9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7BE7D6B" w14:textId="39AC6B2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732E5A4" w14:textId="77777777" w:rsidTr="00235626">
        <w:trPr>
          <w:trHeight w:val="124"/>
        </w:trPr>
        <w:tc>
          <w:tcPr>
            <w:tcW w:w="562" w:type="dxa"/>
            <w:gridSpan w:val="3"/>
          </w:tcPr>
          <w:p w14:paraId="07A4DD3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AC77AF8" w14:textId="26972915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00FDEC7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“Перемишляни”</w:t>
            </w:r>
          </w:p>
          <w:p w14:paraId="31C55CD4" w14:textId="4BE22B1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7B86F798" w14:textId="3E9C176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Перемишляни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Галицька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994" w:type="dxa"/>
          </w:tcPr>
          <w:p w14:paraId="03D58679" w14:textId="22A415C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</w:t>
            </w:r>
            <w:r w:rsidRPr="00C22906">
              <w:rPr>
                <w:sz w:val="20"/>
                <w:szCs w:val="20"/>
              </w:rPr>
              <w:t>8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31947400" w14:textId="357A2CA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B771047" w14:textId="77777777" w:rsidTr="00235626">
        <w:trPr>
          <w:trHeight w:val="124"/>
        </w:trPr>
        <w:tc>
          <w:tcPr>
            <w:tcW w:w="562" w:type="dxa"/>
            <w:gridSpan w:val="3"/>
          </w:tcPr>
          <w:p w14:paraId="1D0E2B5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3A0E9D1" w14:textId="2B0EBB36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F30CC39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 ЕМД №5</w:t>
            </w:r>
          </w:p>
          <w:p w14:paraId="0F36C887" w14:textId="3E179D1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3</w:t>
            </w:r>
            <w:r w:rsidRPr="00C22906">
              <w:rPr>
                <w:sz w:val="20"/>
                <w:szCs w:val="20"/>
              </w:rPr>
              <w:t xml:space="preserve"> бригади</w:t>
            </w:r>
          </w:p>
        </w:tc>
        <w:tc>
          <w:tcPr>
            <w:tcW w:w="3154" w:type="dxa"/>
            <w:gridSpan w:val="2"/>
          </w:tcPr>
          <w:p w14:paraId="43B78F1A" w14:textId="2AF27B4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Львів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Біберовича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9</w:t>
            </w:r>
          </w:p>
        </w:tc>
        <w:tc>
          <w:tcPr>
            <w:tcW w:w="994" w:type="dxa"/>
          </w:tcPr>
          <w:p w14:paraId="73F9AACA" w14:textId="6C1204C0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  <w:lang w:val="en-US"/>
              </w:rPr>
              <w:t>4</w:t>
            </w:r>
            <w:r w:rsidRPr="006F3130">
              <w:rPr>
                <w:sz w:val="20"/>
                <w:szCs w:val="20"/>
              </w:rPr>
              <w:t>6/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4C19F920" w14:textId="55077B9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C2BB10D" w14:textId="77777777" w:rsidTr="00235626">
        <w:trPr>
          <w:trHeight w:val="124"/>
        </w:trPr>
        <w:tc>
          <w:tcPr>
            <w:tcW w:w="562" w:type="dxa"/>
            <w:gridSpan w:val="3"/>
          </w:tcPr>
          <w:p w14:paraId="272BF03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BAB30E4" w14:textId="1B1D1C96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6DE59F8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“Зимна Вода”</w:t>
            </w:r>
          </w:p>
          <w:p w14:paraId="517F7C89" w14:textId="5B2E50C4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22D96837" w14:textId="1ADD489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Зимна Вода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Івана Сірка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43</w:t>
            </w:r>
          </w:p>
        </w:tc>
        <w:tc>
          <w:tcPr>
            <w:tcW w:w="994" w:type="dxa"/>
          </w:tcPr>
          <w:p w14:paraId="097FD4A9" w14:textId="4D8A506C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  <w:lang w:val="en-US"/>
              </w:rPr>
              <w:t>1</w:t>
            </w:r>
            <w:r w:rsidRPr="006F3130">
              <w:rPr>
                <w:sz w:val="20"/>
                <w:szCs w:val="20"/>
              </w:rPr>
              <w:t>0</w:t>
            </w:r>
            <w:r w:rsidRPr="006F3130">
              <w:rPr>
                <w:sz w:val="20"/>
                <w:szCs w:val="20"/>
                <w:lang w:val="en-US"/>
              </w:rPr>
              <w:t>/</w:t>
            </w:r>
            <w:r w:rsidRPr="006F3130"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80E003C" w14:textId="6D0E8A2A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7E9A3DE6" w14:textId="77777777" w:rsidTr="00235626">
        <w:trPr>
          <w:trHeight w:val="124"/>
        </w:trPr>
        <w:tc>
          <w:tcPr>
            <w:tcW w:w="562" w:type="dxa"/>
            <w:gridSpan w:val="3"/>
          </w:tcPr>
          <w:p w14:paraId="2B4514F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4427DE2" w14:textId="61D75F9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5E41061" w14:textId="1E7B519E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“Городок”</w:t>
            </w:r>
          </w:p>
        </w:tc>
        <w:tc>
          <w:tcPr>
            <w:tcW w:w="3154" w:type="dxa"/>
            <w:gridSpan w:val="2"/>
          </w:tcPr>
          <w:p w14:paraId="29554BCE" w14:textId="7BF6D67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Городок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Коцюбьинського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994" w:type="dxa"/>
          </w:tcPr>
          <w:p w14:paraId="4849ED42" w14:textId="73165A03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24/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571FEB7F" w14:textId="645C234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606E288" w14:textId="77777777" w:rsidTr="00235626">
        <w:trPr>
          <w:trHeight w:val="124"/>
        </w:trPr>
        <w:tc>
          <w:tcPr>
            <w:tcW w:w="562" w:type="dxa"/>
            <w:gridSpan w:val="3"/>
          </w:tcPr>
          <w:p w14:paraId="2AB9801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97429B5" w14:textId="3DC1282A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62EABE6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Пункт ЕМД “Великий </w:t>
            </w:r>
            <w:proofErr w:type="spellStart"/>
            <w:r w:rsidRPr="00C22906">
              <w:rPr>
                <w:sz w:val="20"/>
                <w:szCs w:val="20"/>
              </w:rPr>
              <w:t>Любінь</w:t>
            </w:r>
            <w:proofErr w:type="spellEnd"/>
            <w:r w:rsidRPr="00C22906">
              <w:rPr>
                <w:sz w:val="20"/>
                <w:szCs w:val="20"/>
              </w:rPr>
              <w:t>”</w:t>
            </w:r>
          </w:p>
          <w:p w14:paraId="6870CA6F" w14:textId="37856BD3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A1301AE" w14:textId="14864C4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 xml:space="preserve">Великий </w:t>
            </w:r>
            <w:proofErr w:type="spellStart"/>
            <w:r w:rsidRPr="00C22906">
              <w:rPr>
                <w:sz w:val="20"/>
                <w:szCs w:val="20"/>
              </w:rPr>
              <w:t>Любінь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Львівська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62</w:t>
            </w:r>
          </w:p>
        </w:tc>
        <w:tc>
          <w:tcPr>
            <w:tcW w:w="994" w:type="dxa"/>
          </w:tcPr>
          <w:p w14:paraId="563445A1" w14:textId="6D6B09B0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8/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E600E07" w14:textId="41A7393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6CE0FB0B" w14:textId="77777777" w:rsidTr="00235626">
        <w:trPr>
          <w:trHeight w:val="124"/>
        </w:trPr>
        <w:tc>
          <w:tcPr>
            <w:tcW w:w="562" w:type="dxa"/>
            <w:gridSpan w:val="3"/>
          </w:tcPr>
          <w:p w14:paraId="516D239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2FAD24F" w14:textId="474A62B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0BBA1D17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“Комарно2</w:t>
            </w:r>
          </w:p>
          <w:p w14:paraId="4B630FF8" w14:textId="7DFAB293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32686CD2" w14:textId="15A1AC9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Комарно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Івана Франка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6</w:t>
            </w:r>
          </w:p>
        </w:tc>
        <w:tc>
          <w:tcPr>
            <w:tcW w:w="994" w:type="dxa"/>
          </w:tcPr>
          <w:p w14:paraId="6B2371F4" w14:textId="74805CB8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8/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9D78A49" w14:textId="5F1FB7E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734C5928" w14:textId="77777777" w:rsidTr="00235626">
        <w:trPr>
          <w:trHeight w:val="124"/>
        </w:trPr>
        <w:tc>
          <w:tcPr>
            <w:tcW w:w="562" w:type="dxa"/>
            <w:gridSpan w:val="3"/>
          </w:tcPr>
          <w:p w14:paraId="43CB072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EDDBA08" w14:textId="5EDECE31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4990D43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№ 6</w:t>
            </w:r>
          </w:p>
          <w:p w14:paraId="7B36A975" w14:textId="1E9E868E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7B0FE490" w14:textId="429CA67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Львів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</w:t>
            </w:r>
            <w:proofErr w:type="spellStart"/>
            <w:r w:rsidRPr="00C22906">
              <w:rPr>
                <w:sz w:val="20"/>
                <w:szCs w:val="20"/>
              </w:rPr>
              <w:t>Кульпарківська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95 </w:t>
            </w:r>
          </w:p>
        </w:tc>
        <w:tc>
          <w:tcPr>
            <w:tcW w:w="994" w:type="dxa"/>
          </w:tcPr>
          <w:p w14:paraId="2BC05A48" w14:textId="5D49F896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22/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0D543A46" w14:textId="2AF5A04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EE151C9" w14:textId="77777777" w:rsidTr="00235626">
        <w:trPr>
          <w:trHeight w:val="124"/>
        </w:trPr>
        <w:tc>
          <w:tcPr>
            <w:tcW w:w="562" w:type="dxa"/>
            <w:gridSpan w:val="3"/>
          </w:tcPr>
          <w:p w14:paraId="1669706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60957A2" w14:textId="2C1211D1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C4252D8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“Пустомити”</w:t>
            </w:r>
          </w:p>
          <w:p w14:paraId="0F73E19C" w14:textId="2771131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6BA2C588" w14:textId="37F6456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Пустомити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Грушевського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7</w:t>
            </w:r>
          </w:p>
        </w:tc>
        <w:tc>
          <w:tcPr>
            <w:tcW w:w="994" w:type="dxa"/>
          </w:tcPr>
          <w:p w14:paraId="5E80E485" w14:textId="1D2795CA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16/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11CBB4BC" w14:textId="63132C9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D8DFD18" w14:textId="77777777" w:rsidTr="00235626">
        <w:trPr>
          <w:trHeight w:val="124"/>
        </w:trPr>
        <w:tc>
          <w:tcPr>
            <w:tcW w:w="562" w:type="dxa"/>
            <w:gridSpan w:val="3"/>
          </w:tcPr>
          <w:p w14:paraId="29CBD52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BBDB41B" w14:textId="71A16CD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«Львів»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8D9A72F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“Щирець2</w:t>
            </w:r>
          </w:p>
          <w:p w14:paraId="07B32F5A" w14:textId="30EF94B6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002C4460" w14:textId="7228CD6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Щирець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Зелена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</w:t>
            </w:r>
          </w:p>
        </w:tc>
        <w:tc>
          <w:tcPr>
            <w:tcW w:w="994" w:type="dxa"/>
          </w:tcPr>
          <w:p w14:paraId="3D47BE96" w14:textId="23A053BB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8/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46764AD" w14:textId="5C3BE839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76DF0A1F" w14:textId="77777777" w:rsidTr="00235626">
        <w:trPr>
          <w:trHeight w:val="124"/>
        </w:trPr>
        <w:tc>
          <w:tcPr>
            <w:tcW w:w="562" w:type="dxa"/>
            <w:gridSpan w:val="3"/>
          </w:tcPr>
          <w:p w14:paraId="0C5B2CB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0CFE8BD" w14:textId="0148AA3A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BB72C8A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“Кам’янка-Бузька”</w:t>
            </w:r>
          </w:p>
          <w:p w14:paraId="6320563A" w14:textId="1D349030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6A98D86B" w14:textId="048C4F8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Кам'янка-Бузька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Перемоги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29а</w:t>
            </w:r>
          </w:p>
        </w:tc>
        <w:tc>
          <w:tcPr>
            <w:tcW w:w="994" w:type="dxa"/>
          </w:tcPr>
          <w:p w14:paraId="04B3698D" w14:textId="4D11EDEE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15/</w:t>
            </w: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2" w:type="dxa"/>
          </w:tcPr>
          <w:p w14:paraId="71E4F02E" w14:textId="6335B1C9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7DABD246" w14:textId="77777777" w:rsidTr="00235626">
        <w:trPr>
          <w:trHeight w:val="124"/>
        </w:trPr>
        <w:tc>
          <w:tcPr>
            <w:tcW w:w="562" w:type="dxa"/>
            <w:gridSpan w:val="3"/>
          </w:tcPr>
          <w:p w14:paraId="7F5D6E6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E60D8E8" w14:textId="1DF24C2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3604FBA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Пункт ЕМД “Новий </w:t>
            </w:r>
            <w:proofErr w:type="spellStart"/>
            <w:r w:rsidRPr="00C22906">
              <w:rPr>
                <w:sz w:val="20"/>
                <w:szCs w:val="20"/>
              </w:rPr>
              <w:t>Яричів</w:t>
            </w:r>
            <w:proofErr w:type="spellEnd"/>
            <w:r w:rsidRPr="00C22906">
              <w:rPr>
                <w:sz w:val="20"/>
                <w:szCs w:val="20"/>
              </w:rPr>
              <w:t>”</w:t>
            </w:r>
          </w:p>
          <w:p w14:paraId="246E0962" w14:textId="50DF916C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2C6ACAEC" w14:textId="2BDACA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 xml:space="preserve">Новий </w:t>
            </w:r>
            <w:proofErr w:type="spellStart"/>
            <w:r w:rsidRPr="00C22906">
              <w:rPr>
                <w:sz w:val="20"/>
                <w:szCs w:val="20"/>
              </w:rPr>
              <w:t>Яричів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Незалежності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color w:val="FF0000"/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44</w:t>
            </w:r>
          </w:p>
        </w:tc>
        <w:tc>
          <w:tcPr>
            <w:tcW w:w="994" w:type="dxa"/>
          </w:tcPr>
          <w:p w14:paraId="17F77CCE" w14:textId="40E969D1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7/</w:t>
            </w: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2" w:type="dxa"/>
          </w:tcPr>
          <w:p w14:paraId="0C7B9FBD" w14:textId="09508FB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806BA2E" w14:textId="77777777" w:rsidTr="00235626">
        <w:trPr>
          <w:trHeight w:val="124"/>
        </w:trPr>
        <w:tc>
          <w:tcPr>
            <w:tcW w:w="562" w:type="dxa"/>
            <w:gridSpan w:val="3"/>
          </w:tcPr>
          <w:p w14:paraId="182DD2A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0F65F3A" w14:textId="72A5F7E8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«Червоноград»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424615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“Рава Руська2</w:t>
            </w:r>
          </w:p>
          <w:p w14:paraId="76B00DC2" w14:textId="62B7FDC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5B0CB593" w14:textId="478FC90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Рава-Руська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Грушевського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120</w:t>
            </w:r>
          </w:p>
        </w:tc>
        <w:tc>
          <w:tcPr>
            <w:tcW w:w="994" w:type="dxa"/>
          </w:tcPr>
          <w:p w14:paraId="119EAA09" w14:textId="2B03EDFF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9/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EEDE8C0" w14:textId="79A564CC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B4A3248" w14:textId="77777777" w:rsidTr="00235626">
        <w:trPr>
          <w:trHeight w:val="124"/>
        </w:trPr>
        <w:tc>
          <w:tcPr>
            <w:tcW w:w="562" w:type="dxa"/>
            <w:gridSpan w:val="3"/>
          </w:tcPr>
          <w:p w14:paraId="3D7F194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FF94F1F" w14:textId="5918D1EE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A5D370C" w14:textId="283A7FFD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“Дубляни” 1 бригада</w:t>
            </w:r>
          </w:p>
        </w:tc>
        <w:tc>
          <w:tcPr>
            <w:tcW w:w="3154" w:type="dxa"/>
            <w:gridSpan w:val="2"/>
          </w:tcPr>
          <w:p w14:paraId="55159895" w14:textId="674CCF4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Дубляни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Січ. Стрільців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94" w:type="dxa"/>
          </w:tcPr>
          <w:p w14:paraId="388B6213" w14:textId="0C1AAD0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 w:rsidRPr="006F3130">
              <w:rPr>
                <w:sz w:val="20"/>
                <w:szCs w:val="20"/>
              </w:rPr>
              <w:t>9</w:t>
            </w:r>
            <w:r w:rsidRPr="006F3130">
              <w:rPr>
                <w:sz w:val="20"/>
                <w:szCs w:val="20"/>
                <w:lang w:val="en-US"/>
              </w:rPr>
              <w:t>/</w:t>
            </w:r>
            <w:r w:rsidRPr="006F3130"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563E337D" w14:textId="4CBA01D9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FFD2314" w14:textId="77777777" w:rsidTr="00C9536E">
        <w:trPr>
          <w:trHeight w:val="124"/>
        </w:trPr>
        <w:tc>
          <w:tcPr>
            <w:tcW w:w="5128" w:type="dxa"/>
            <w:gridSpan w:val="5"/>
          </w:tcPr>
          <w:p w14:paraId="2F5547B7" w14:textId="16E5ADE3" w:rsidR="004F747D" w:rsidRPr="00C44CFB" w:rsidRDefault="004F747D" w:rsidP="004F747D">
            <w:pPr>
              <w:ind w:right="7" w:firstLine="119"/>
              <w:jc w:val="center"/>
              <w:rPr>
                <w:sz w:val="20"/>
                <w:szCs w:val="20"/>
              </w:rPr>
            </w:pPr>
            <w:r w:rsidRPr="00B32D07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75AD05DA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09C67C4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7ED9C1C9" w14:textId="77777777" w:rsidR="004F747D" w:rsidRDefault="004F747D" w:rsidP="004F747D">
            <w:pPr>
              <w:ind w:left="-142" w:right="-6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22871/</w:t>
            </w:r>
          </w:p>
          <w:p w14:paraId="1E996710" w14:textId="2D2EFE2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12446</w:t>
            </w:r>
          </w:p>
        </w:tc>
        <w:tc>
          <w:tcPr>
            <w:tcW w:w="3112" w:type="dxa"/>
          </w:tcPr>
          <w:p w14:paraId="7E13930C" w14:textId="77777777" w:rsidR="004F747D" w:rsidRPr="00C44CFB" w:rsidRDefault="004F747D" w:rsidP="004F747D">
            <w:pPr>
              <w:jc w:val="center"/>
            </w:pPr>
          </w:p>
        </w:tc>
      </w:tr>
      <w:tr w:rsidR="004F747D" w:rsidRPr="00C44CFB" w14:paraId="3CDB222D" w14:textId="77777777" w:rsidTr="00990073">
        <w:trPr>
          <w:trHeight w:val="124"/>
        </w:trPr>
        <w:tc>
          <w:tcPr>
            <w:tcW w:w="15619" w:type="dxa"/>
            <w:gridSpan w:val="10"/>
          </w:tcPr>
          <w:p w14:paraId="66FAC16B" w14:textId="19865FE1" w:rsidR="004F747D" w:rsidRPr="00C44CFB" w:rsidRDefault="004F747D" w:rsidP="004F747D">
            <w:pPr>
              <w:jc w:val="center"/>
            </w:pPr>
            <w:r w:rsidRPr="00C22906">
              <w:rPr>
                <w:b/>
                <w:sz w:val="20"/>
                <w:szCs w:val="20"/>
              </w:rPr>
              <w:t>САМБІРСЬКИЙ РАЙОН</w:t>
            </w:r>
          </w:p>
        </w:tc>
      </w:tr>
      <w:tr w:rsidR="004F747D" w:rsidRPr="00C44CFB" w14:paraId="0D7E8848" w14:textId="77777777" w:rsidTr="00235626">
        <w:trPr>
          <w:trHeight w:val="124"/>
        </w:trPr>
        <w:tc>
          <w:tcPr>
            <w:tcW w:w="562" w:type="dxa"/>
            <w:gridSpan w:val="3"/>
          </w:tcPr>
          <w:p w14:paraId="0A5D05F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DBA5C00" w14:textId="7B915C9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«Центр </w:t>
            </w:r>
            <w:r w:rsidRPr="006E11F2">
              <w:rPr>
                <w:color w:val="000000"/>
                <w:sz w:val="20"/>
                <w:szCs w:val="20"/>
              </w:rPr>
              <w:t>первинної медико-санітарної допомоги</w:t>
            </w:r>
            <w:r w:rsidRPr="00C22906">
              <w:rPr>
                <w:sz w:val="20"/>
                <w:szCs w:val="20"/>
              </w:rPr>
              <w:t>»</w:t>
            </w:r>
            <w:r w:rsidRPr="006E11F2">
              <w:rPr>
                <w:sz w:val="20"/>
                <w:szCs w:val="20"/>
              </w:rPr>
              <w:t xml:space="preserve"> </w:t>
            </w:r>
            <w:proofErr w:type="spellStart"/>
            <w:r w:rsidRPr="006E11F2">
              <w:rPr>
                <w:sz w:val="20"/>
                <w:szCs w:val="20"/>
              </w:rPr>
              <w:t>Бісковицької</w:t>
            </w:r>
            <w:proofErr w:type="spellEnd"/>
            <w:r w:rsidRPr="006E11F2">
              <w:rPr>
                <w:sz w:val="20"/>
                <w:szCs w:val="20"/>
              </w:rPr>
              <w:t xml:space="preserve"> сіл</w:t>
            </w:r>
            <w:r w:rsidRPr="00C22906">
              <w:rPr>
                <w:sz w:val="20"/>
                <w:szCs w:val="20"/>
              </w:rPr>
              <w:t>ь</w:t>
            </w:r>
            <w:r w:rsidRPr="006E11F2">
              <w:rPr>
                <w:sz w:val="20"/>
                <w:szCs w:val="20"/>
              </w:rPr>
              <w:t>ської ради Самбірського району Львівської області</w:t>
            </w:r>
          </w:p>
        </w:tc>
        <w:tc>
          <w:tcPr>
            <w:tcW w:w="3231" w:type="dxa"/>
          </w:tcPr>
          <w:p w14:paraId="6168459A" w14:textId="1299F46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74214D2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81453,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Воютичі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Шкільна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19, </w:t>
            </w:r>
          </w:p>
          <w:p w14:paraId="78431F30" w14:textId="7D258A5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380976124284</w:t>
            </w:r>
          </w:p>
        </w:tc>
        <w:tc>
          <w:tcPr>
            <w:tcW w:w="994" w:type="dxa"/>
            <w:vAlign w:val="center"/>
          </w:tcPr>
          <w:p w14:paraId="42106EB8" w14:textId="17A18C7D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55/55</w:t>
            </w:r>
          </w:p>
        </w:tc>
        <w:tc>
          <w:tcPr>
            <w:tcW w:w="3112" w:type="dxa"/>
          </w:tcPr>
          <w:p w14:paraId="0B747378" w14:textId="5E9DD90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83650A5" w14:textId="77777777" w:rsidTr="00235626">
        <w:trPr>
          <w:trHeight w:val="124"/>
        </w:trPr>
        <w:tc>
          <w:tcPr>
            <w:tcW w:w="562" w:type="dxa"/>
            <w:gridSpan w:val="3"/>
          </w:tcPr>
          <w:p w14:paraId="5B125DA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A9FC54E" w14:textId="689BA247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Боринська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районна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Боринської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селищної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3231" w:type="dxa"/>
          </w:tcPr>
          <w:p w14:paraId="0E6121EC" w14:textId="35AD7B99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F5F1361" w14:textId="5B6B757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82547,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Бориня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Миколайчука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90, </w:t>
            </w:r>
            <w:r w:rsidRPr="00C22906">
              <w:rPr>
                <w:color w:val="000000"/>
                <w:sz w:val="20"/>
                <w:szCs w:val="20"/>
              </w:rPr>
              <w:t>380326934116</w:t>
            </w:r>
          </w:p>
        </w:tc>
        <w:tc>
          <w:tcPr>
            <w:tcW w:w="994" w:type="dxa"/>
            <w:vAlign w:val="center"/>
          </w:tcPr>
          <w:p w14:paraId="3D77565E" w14:textId="6A9BA489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71/58</w:t>
            </w:r>
          </w:p>
        </w:tc>
        <w:tc>
          <w:tcPr>
            <w:tcW w:w="3112" w:type="dxa"/>
          </w:tcPr>
          <w:p w14:paraId="26391DBB" w14:textId="50A2E31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F94F3A2" w14:textId="77777777" w:rsidTr="00235626">
        <w:trPr>
          <w:trHeight w:val="124"/>
        </w:trPr>
        <w:tc>
          <w:tcPr>
            <w:tcW w:w="562" w:type="dxa"/>
            <w:gridSpan w:val="3"/>
          </w:tcPr>
          <w:p w14:paraId="26A08F3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8A2569D" w14:textId="13EED91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Добромильської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Добромильська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районна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06E1C2FE" w14:textId="4D0A8113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E024ACA" w14:textId="2706813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82042,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Добромиль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Міцкевича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17, </w:t>
            </w:r>
            <w:r w:rsidRPr="00C22906">
              <w:rPr>
                <w:color w:val="000000"/>
                <w:sz w:val="20"/>
                <w:szCs w:val="20"/>
              </w:rPr>
              <w:t>380323833507</w:t>
            </w:r>
          </w:p>
        </w:tc>
        <w:tc>
          <w:tcPr>
            <w:tcW w:w="994" w:type="dxa"/>
            <w:vAlign w:val="center"/>
          </w:tcPr>
          <w:p w14:paraId="58FBE9EB" w14:textId="63AD0AF0" w:rsidR="004F747D" w:rsidRPr="00C44CFB" w:rsidRDefault="004F747D" w:rsidP="004F747D">
            <w:pPr>
              <w:ind w:left="-142"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323/188</w:t>
            </w:r>
          </w:p>
        </w:tc>
        <w:tc>
          <w:tcPr>
            <w:tcW w:w="3112" w:type="dxa"/>
          </w:tcPr>
          <w:p w14:paraId="5349C199" w14:textId="35807044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0EB006B" w14:textId="77777777" w:rsidTr="00235626">
        <w:trPr>
          <w:trHeight w:val="124"/>
        </w:trPr>
        <w:tc>
          <w:tcPr>
            <w:tcW w:w="562" w:type="dxa"/>
            <w:gridSpan w:val="3"/>
          </w:tcPr>
          <w:p w14:paraId="7E9E0AB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00DA33D" w14:textId="1B5FB2FA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</w:t>
            </w:r>
            <w:proofErr w:type="spellStart"/>
            <w:r w:rsidRPr="006E11F2">
              <w:rPr>
                <w:sz w:val="20"/>
                <w:szCs w:val="20"/>
              </w:rPr>
              <w:t>Добромильської</w:t>
            </w:r>
            <w:proofErr w:type="spellEnd"/>
            <w:r w:rsidRPr="006E11F2">
              <w:rPr>
                <w:sz w:val="20"/>
                <w:szCs w:val="20"/>
              </w:rPr>
              <w:t xml:space="preserve"> міської ради «Амбулаторія загальної практики сімейної медицини с. Нове Місто Самбірського району Львівської області</w:t>
            </w:r>
            <w:r w:rsidRPr="00C22906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763C1AC5" w14:textId="4161E53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ADBFFEF" w14:textId="63A3DC0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82022,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Нове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Місто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Центральна, 47, </w:t>
            </w:r>
            <w:r w:rsidRPr="00C22906">
              <w:rPr>
                <w:color w:val="000000"/>
                <w:sz w:val="20"/>
                <w:szCs w:val="20"/>
              </w:rPr>
              <w:t>380683273183</w:t>
            </w:r>
          </w:p>
        </w:tc>
        <w:tc>
          <w:tcPr>
            <w:tcW w:w="994" w:type="dxa"/>
          </w:tcPr>
          <w:p w14:paraId="64F66424" w14:textId="341A24B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20/20</w:t>
            </w:r>
          </w:p>
        </w:tc>
        <w:tc>
          <w:tcPr>
            <w:tcW w:w="3112" w:type="dxa"/>
          </w:tcPr>
          <w:p w14:paraId="5B6C9DB5" w14:textId="7EF48EE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0ADE6C7" w14:textId="77777777" w:rsidTr="00235626">
        <w:trPr>
          <w:trHeight w:val="124"/>
        </w:trPr>
        <w:tc>
          <w:tcPr>
            <w:tcW w:w="562" w:type="dxa"/>
            <w:gridSpan w:val="3"/>
          </w:tcPr>
          <w:p w14:paraId="4DAAA5E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6AC9359" w14:textId="071B5624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</w:t>
            </w:r>
            <w:proofErr w:type="spellStart"/>
            <w:r w:rsidRPr="006E11F2">
              <w:rPr>
                <w:sz w:val="20"/>
                <w:szCs w:val="20"/>
              </w:rPr>
              <w:t>Добромильської</w:t>
            </w:r>
            <w:proofErr w:type="spellEnd"/>
            <w:r w:rsidRPr="006E11F2">
              <w:rPr>
                <w:sz w:val="20"/>
                <w:szCs w:val="20"/>
              </w:rPr>
              <w:t xml:space="preserve"> міської ради «Амбулаторія загальної практики сімейної медицини с.</w:t>
            </w:r>
            <w:r w:rsidRPr="00C22906">
              <w:rPr>
                <w:sz w:val="20"/>
                <w:szCs w:val="20"/>
              </w:rPr>
              <w:t xml:space="preserve"> </w:t>
            </w:r>
            <w:proofErr w:type="spellStart"/>
            <w:r w:rsidRPr="006E11F2">
              <w:rPr>
                <w:sz w:val="20"/>
                <w:szCs w:val="20"/>
              </w:rPr>
              <w:t>Міженець</w:t>
            </w:r>
            <w:proofErr w:type="spellEnd"/>
            <w:r w:rsidRPr="006E11F2">
              <w:rPr>
                <w:sz w:val="20"/>
                <w:szCs w:val="20"/>
              </w:rPr>
              <w:t xml:space="preserve"> Самбірського району Львівської області</w:t>
            </w:r>
            <w:r w:rsidRPr="00C22906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459D88C9" w14:textId="3EC4604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EAF0673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82013,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Міженець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Газовиків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14, </w:t>
            </w:r>
          </w:p>
          <w:p w14:paraId="47955D7D" w14:textId="6B971E2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380685293230</w:t>
            </w:r>
          </w:p>
        </w:tc>
        <w:tc>
          <w:tcPr>
            <w:tcW w:w="994" w:type="dxa"/>
          </w:tcPr>
          <w:p w14:paraId="48304F6A" w14:textId="6AB03F0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8/8</w:t>
            </w:r>
          </w:p>
        </w:tc>
        <w:tc>
          <w:tcPr>
            <w:tcW w:w="3112" w:type="dxa"/>
          </w:tcPr>
          <w:p w14:paraId="00636888" w14:textId="23DF78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CA37F4B" w14:textId="77777777" w:rsidTr="00235626">
        <w:trPr>
          <w:trHeight w:val="124"/>
        </w:trPr>
        <w:tc>
          <w:tcPr>
            <w:tcW w:w="562" w:type="dxa"/>
            <w:gridSpan w:val="3"/>
          </w:tcPr>
          <w:p w14:paraId="643ABF2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4D26B4B" w14:textId="4F28180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</w:t>
            </w:r>
            <w:proofErr w:type="spellStart"/>
            <w:r w:rsidRPr="006E11F2">
              <w:rPr>
                <w:sz w:val="20"/>
                <w:szCs w:val="20"/>
              </w:rPr>
              <w:t>Добромильської</w:t>
            </w:r>
            <w:proofErr w:type="spellEnd"/>
            <w:r w:rsidRPr="006E11F2">
              <w:rPr>
                <w:sz w:val="20"/>
                <w:szCs w:val="20"/>
              </w:rPr>
              <w:t xml:space="preserve"> міської ради «Амбулаторія загальної практики сімейної медицини смт.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Нижанковичі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району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області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70D0B4BC" w14:textId="502F43F9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8618737" w14:textId="404F89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82011,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Нижанковичі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Шевченка, 4, </w:t>
            </w:r>
            <w:r w:rsidRPr="00C22906">
              <w:rPr>
                <w:color w:val="000000"/>
                <w:sz w:val="20"/>
                <w:szCs w:val="20"/>
              </w:rPr>
              <w:t>380687589358</w:t>
            </w:r>
          </w:p>
        </w:tc>
        <w:tc>
          <w:tcPr>
            <w:tcW w:w="994" w:type="dxa"/>
          </w:tcPr>
          <w:p w14:paraId="208D0A78" w14:textId="03A6B06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8/8</w:t>
            </w:r>
          </w:p>
        </w:tc>
        <w:tc>
          <w:tcPr>
            <w:tcW w:w="3112" w:type="dxa"/>
          </w:tcPr>
          <w:p w14:paraId="5DD76DFE" w14:textId="6E6543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625DD6B" w14:textId="77777777" w:rsidTr="00235626">
        <w:trPr>
          <w:trHeight w:val="124"/>
        </w:trPr>
        <w:tc>
          <w:tcPr>
            <w:tcW w:w="562" w:type="dxa"/>
            <w:gridSpan w:val="3"/>
          </w:tcPr>
          <w:p w14:paraId="175727C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59ECF39" w14:textId="3DE04830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Новокалинівський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первинної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медико-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санітарної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допомоги</w:t>
            </w:r>
            <w:proofErr w:type="spellEnd"/>
          </w:p>
        </w:tc>
        <w:tc>
          <w:tcPr>
            <w:tcW w:w="3231" w:type="dxa"/>
          </w:tcPr>
          <w:p w14:paraId="33A81C8E" w14:textId="603E250A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B1FD509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81464,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Новий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Калинів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пл.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Авіації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1, </w:t>
            </w:r>
          </w:p>
          <w:p w14:paraId="38306EB5" w14:textId="1F3CA36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380679288730</w:t>
            </w:r>
          </w:p>
        </w:tc>
        <w:tc>
          <w:tcPr>
            <w:tcW w:w="994" w:type="dxa"/>
            <w:vAlign w:val="center"/>
          </w:tcPr>
          <w:p w14:paraId="3513E9F9" w14:textId="563F74B6" w:rsidR="004F747D" w:rsidRPr="00C44CFB" w:rsidRDefault="004F747D" w:rsidP="004F747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56/32</w:t>
            </w:r>
          </w:p>
        </w:tc>
        <w:tc>
          <w:tcPr>
            <w:tcW w:w="3112" w:type="dxa"/>
          </w:tcPr>
          <w:p w14:paraId="5803D597" w14:textId="02BDE48F" w:rsidR="004F747D" w:rsidRPr="00C44CFB" w:rsidRDefault="004F747D" w:rsidP="004F747D">
            <w:pPr>
              <w:jc w:val="center"/>
              <w:rPr>
                <w:sz w:val="22"/>
                <w:szCs w:val="22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D6421D2" w14:textId="77777777" w:rsidTr="00235626">
        <w:trPr>
          <w:trHeight w:val="124"/>
        </w:trPr>
        <w:tc>
          <w:tcPr>
            <w:tcW w:w="562" w:type="dxa"/>
            <w:gridSpan w:val="3"/>
          </w:tcPr>
          <w:p w14:paraId="15AC2A5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8E1F91F" w14:textId="49F5E99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«Центр </w:t>
            </w:r>
            <w:r w:rsidRPr="006E11F2">
              <w:rPr>
                <w:color w:val="000000"/>
                <w:sz w:val="20"/>
                <w:szCs w:val="20"/>
              </w:rPr>
              <w:t>первинної медико-санітарної допомоги</w:t>
            </w:r>
            <w:r w:rsidRPr="006E11F2">
              <w:rPr>
                <w:sz w:val="20"/>
                <w:szCs w:val="20"/>
              </w:rPr>
              <w:t xml:space="preserve">» </w:t>
            </w:r>
            <w:proofErr w:type="spellStart"/>
            <w:r w:rsidRPr="006E11F2">
              <w:rPr>
                <w:sz w:val="20"/>
                <w:szCs w:val="20"/>
              </w:rPr>
              <w:t>Ралівської</w:t>
            </w:r>
            <w:proofErr w:type="spellEnd"/>
            <w:r w:rsidRPr="006E11F2">
              <w:rPr>
                <w:sz w:val="20"/>
                <w:szCs w:val="20"/>
              </w:rPr>
              <w:t xml:space="preserve"> сільської ради Самбірського району Львівської області</w:t>
            </w:r>
          </w:p>
        </w:tc>
        <w:tc>
          <w:tcPr>
            <w:tcW w:w="3231" w:type="dxa"/>
          </w:tcPr>
          <w:p w14:paraId="1854A282" w14:textId="7A0EFCB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C0174BC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81473,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Ралівка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І.Франка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25, </w:t>
            </w:r>
          </w:p>
          <w:p w14:paraId="01EB13A5" w14:textId="4EE8272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380677381910</w:t>
            </w:r>
          </w:p>
        </w:tc>
        <w:tc>
          <w:tcPr>
            <w:tcW w:w="994" w:type="dxa"/>
            <w:vAlign w:val="center"/>
          </w:tcPr>
          <w:p w14:paraId="325D602F" w14:textId="0B41EF4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33/33</w:t>
            </w:r>
          </w:p>
        </w:tc>
        <w:tc>
          <w:tcPr>
            <w:tcW w:w="3112" w:type="dxa"/>
          </w:tcPr>
          <w:p w14:paraId="7C72DBB8" w14:textId="1555EDB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C0F3F95" w14:textId="77777777" w:rsidTr="00235626">
        <w:trPr>
          <w:trHeight w:val="124"/>
        </w:trPr>
        <w:tc>
          <w:tcPr>
            <w:tcW w:w="562" w:type="dxa"/>
            <w:gridSpan w:val="3"/>
          </w:tcPr>
          <w:p w14:paraId="6572586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EB6E69F" w14:textId="1C8DDE2D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КНП «Лікарня </w:t>
            </w:r>
            <w:proofErr w:type="spellStart"/>
            <w:r w:rsidRPr="00C22906">
              <w:rPr>
                <w:sz w:val="20"/>
                <w:szCs w:val="20"/>
              </w:rPr>
              <w:t>Хоспіс</w:t>
            </w:r>
            <w:proofErr w:type="spellEnd"/>
            <w:r w:rsidRPr="00C22906">
              <w:rPr>
                <w:sz w:val="20"/>
                <w:szCs w:val="20"/>
              </w:rPr>
              <w:t xml:space="preserve">» с. </w:t>
            </w:r>
            <w:proofErr w:type="spellStart"/>
            <w:r w:rsidRPr="00C22906">
              <w:rPr>
                <w:sz w:val="20"/>
                <w:szCs w:val="20"/>
              </w:rPr>
              <w:t>Сіде</w:t>
            </w:r>
            <w:proofErr w:type="spellEnd"/>
            <w:r w:rsidRPr="00C22906"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Ралівської</w:t>
            </w:r>
            <w:proofErr w:type="spellEnd"/>
            <w:r w:rsidRPr="00C22906">
              <w:rPr>
                <w:sz w:val="20"/>
                <w:szCs w:val="20"/>
              </w:rPr>
              <w:t xml:space="preserve"> сільської ради Самбірського району Львівської області</w:t>
            </w:r>
          </w:p>
        </w:tc>
        <w:tc>
          <w:tcPr>
            <w:tcW w:w="3231" w:type="dxa"/>
          </w:tcPr>
          <w:p w14:paraId="79BA5539" w14:textId="0991238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00C3727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81477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Сіде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140а, </w:t>
            </w:r>
          </w:p>
          <w:p w14:paraId="7C646876" w14:textId="0FAC8F7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380989898202</w:t>
            </w:r>
          </w:p>
        </w:tc>
        <w:tc>
          <w:tcPr>
            <w:tcW w:w="994" w:type="dxa"/>
            <w:vAlign w:val="center"/>
          </w:tcPr>
          <w:p w14:paraId="33086157" w14:textId="1E31C12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70/25</w:t>
            </w:r>
          </w:p>
        </w:tc>
        <w:tc>
          <w:tcPr>
            <w:tcW w:w="3112" w:type="dxa"/>
          </w:tcPr>
          <w:p w14:paraId="638B24CA" w14:textId="0641E48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B97F038" w14:textId="77777777" w:rsidTr="00235626">
        <w:trPr>
          <w:trHeight w:val="124"/>
        </w:trPr>
        <w:tc>
          <w:tcPr>
            <w:tcW w:w="562" w:type="dxa"/>
            <w:gridSpan w:val="3"/>
          </w:tcPr>
          <w:p w14:paraId="20072E0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E7E19A9" w14:textId="28E8BCC0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«Рудківська лікарня» Рудківської </w:t>
            </w:r>
            <w:r w:rsidRPr="00C22906">
              <w:rPr>
                <w:sz w:val="20"/>
                <w:szCs w:val="20"/>
              </w:rPr>
              <w:t xml:space="preserve">міської ради </w:t>
            </w:r>
            <w:r w:rsidRPr="006E11F2">
              <w:rPr>
                <w:sz w:val="20"/>
                <w:szCs w:val="20"/>
              </w:rPr>
              <w:t>Самбірського району Львівської області</w:t>
            </w:r>
          </w:p>
        </w:tc>
        <w:tc>
          <w:tcPr>
            <w:tcW w:w="3231" w:type="dxa"/>
          </w:tcPr>
          <w:p w14:paraId="05EA4903" w14:textId="039DE3F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B3E9EB8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81440,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Рудки,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Шевченка, 15а, </w:t>
            </w:r>
          </w:p>
          <w:p w14:paraId="07FFAC8B" w14:textId="0C5BD09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380323645236</w:t>
            </w:r>
          </w:p>
        </w:tc>
        <w:tc>
          <w:tcPr>
            <w:tcW w:w="994" w:type="dxa"/>
            <w:vAlign w:val="center"/>
          </w:tcPr>
          <w:p w14:paraId="768B09AA" w14:textId="0FAFDBD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130/30</w:t>
            </w:r>
          </w:p>
        </w:tc>
        <w:tc>
          <w:tcPr>
            <w:tcW w:w="3112" w:type="dxa"/>
          </w:tcPr>
          <w:p w14:paraId="4EFEAF4D" w14:textId="60559656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96E188D" w14:textId="77777777" w:rsidTr="00235626">
        <w:trPr>
          <w:trHeight w:val="124"/>
        </w:trPr>
        <w:tc>
          <w:tcPr>
            <w:tcW w:w="562" w:type="dxa"/>
            <w:gridSpan w:val="3"/>
          </w:tcPr>
          <w:p w14:paraId="2EE7669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E587FCE" w14:textId="4E754B5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«</w:t>
            </w:r>
            <w:proofErr w:type="spellStart"/>
            <w:r w:rsidRPr="006E11F2">
              <w:rPr>
                <w:sz w:val="20"/>
                <w:szCs w:val="20"/>
              </w:rPr>
              <w:t>Луківська</w:t>
            </w:r>
            <w:proofErr w:type="spellEnd"/>
            <w:r w:rsidRPr="006E11F2">
              <w:rPr>
                <w:sz w:val="20"/>
                <w:szCs w:val="20"/>
              </w:rPr>
              <w:t xml:space="preserve"> амбулаторія загальної практики сімейної медицини</w:t>
            </w:r>
            <w:r w:rsidRPr="00C22906">
              <w:rPr>
                <w:sz w:val="20"/>
                <w:szCs w:val="20"/>
              </w:rPr>
              <w:t>»</w:t>
            </w:r>
            <w:r w:rsidRPr="006E11F2">
              <w:rPr>
                <w:sz w:val="20"/>
                <w:szCs w:val="20"/>
              </w:rPr>
              <w:t xml:space="preserve"> Рудківської міської ради Самбірського району </w:t>
            </w:r>
            <w:r w:rsidRPr="00C22906">
              <w:rPr>
                <w:sz w:val="20"/>
                <w:szCs w:val="20"/>
              </w:rPr>
              <w:t>Л</w:t>
            </w:r>
            <w:r w:rsidRPr="006E11F2">
              <w:rPr>
                <w:sz w:val="20"/>
                <w:szCs w:val="20"/>
              </w:rPr>
              <w:t>ьвівської області</w:t>
            </w:r>
          </w:p>
        </w:tc>
        <w:tc>
          <w:tcPr>
            <w:tcW w:w="3231" w:type="dxa"/>
          </w:tcPr>
          <w:p w14:paraId="308533CD" w14:textId="04D82A3E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3D933A2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81435,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Луки,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 Шевченка, 20,</w:t>
            </w:r>
          </w:p>
          <w:p w14:paraId="1F3D7F08" w14:textId="6E9EC7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</w:rPr>
              <w:t>380976126868</w:t>
            </w:r>
          </w:p>
        </w:tc>
        <w:tc>
          <w:tcPr>
            <w:tcW w:w="994" w:type="dxa"/>
            <w:vAlign w:val="center"/>
          </w:tcPr>
          <w:p w14:paraId="153F1A05" w14:textId="097834A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11/11</w:t>
            </w:r>
          </w:p>
        </w:tc>
        <w:tc>
          <w:tcPr>
            <w:tcW w:w="3112" w:type="dxa"/>
          </w:tcPr>
          <w:p w14:paraId="30D5E990" w14:textId="733EAA1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00BEBD4" w14:textId="77777777" w:rsidTr="00235626">
        <w:trPr>
          <w:trHeight w:val="124"/>
        </w:trPr>
        <w:tc>
          <w:tcPr>
            <w:tcW w:w="562" w:type="dxa"/>
            <w:gridSpan w:val="3"/>
          </w:tcPr>
          <w:p w14:paraId="2FB0878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24C29A0" w14:textId="4610089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«Центр </w:t>
            </w:r>
            <w:r w:rsidRPr="006E11F2">
              <w:rPr>
                <w:color w:val="000000"/>
                <w:sz w:val="20"/>
                <w:szCs w:val="20"/>
              </w:rPr>
              <w:t>первинної медико-санітарної допомоги</w:t>
            </w:r>
            <w:r w:rsidRPr="00C22906">
              <w:rPr>
                <w:sz w:val="20"/>
                <w:szCs w:val="20"/>
              </w:rPr>
              <w:t xml:space="preserve">» </w:t>
            </w:r>
            <w:r w:rsidRPr="006E11F2">
              <w:rPr>
                <w:sz w:val="20"/>
                <w:szCs w:val="20"/>
              </w:rPr>
              <w:t>Рудківської міської ради Самбірського району Львівської області</w:t>
            </w:r>
          </w:p>
        </w:tc>
        <w:tc>
          <w:tcPr>
            <w:tcW w:w="3231" w:type="dxa"/>
          </w:tcPr>
          <w:p w14:paraId="06992561" w14:textId="7025CF88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5979654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81440,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sz w:val="20"/>
                <w:szCs w:val="20"/>
                <w:lang w:val="ru-RU"/>
              </w:rPr>
              <w:t xml:space="preserve">м. Рудки, пл.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Відродження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2, </w:t>
            </w:r>
          </w:p>
          <w:p w14:paraId="081D5966" w14:textId="536F138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380988373341</w:t>
            </w:r>
          </w:p>
        </w:tc>
        <w:tc>
          <w:tcPr>
            <w:tcW w:w="994" w:type="dxa"/>
            <w:vAlign w:val="center"/>
          </w:tcPr>
          <w:p w14:paraId="68FB58F2" w14:textId="3C224EF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45/45</w:t>
            </w:r>
          </w:p>
        </w:tc>
        <w:tc>
          <w:tcPr>
            <w:tcW w:w="3112" w:type="dxa"/>
          </w:tcPr>
          <w:p w14:paraId="0D903347" w14:textId="033BEAF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ECBFF61" w14:textId="77777777" w:rsidTr="00235626">
        <w:trPr>
          <w:trHeight w:val="124"/>
        </w:trPr>
        <w:tc>
          <w:tcPr>
            <w:tcW w:w="562" w:type="dxa"/>
            <w:gridSpan w:val="3"/>
          </w:tcPr>
          <w:p w14:paraId="1463175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882E056" w14:textId="2CB1C9D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sz w:val="20"/>
                <w:szCs w:val="20"/>
              </w:rPr>
              <w:t>центральна лікарня</w:t>
            </w:r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619137B5" w14:textId="3B991B3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BB60337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Шпитальна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14, </w:t>
            </w:r>
          </w:p>
          <w:p w14:paraId="1B130528" w14:textId="10A646F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380673376394</w:t>
            </w:r>
          </w:p>
        </w:tc>
        <w:tc>
          <w:tcPr>
            <w:tcW w:w="994" w:type="dxa"/>
          </w:tcPr>
          <w:p w14:paraId="43B9804F" w14:textId="4A32CEC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664/156</w:t>
            </w:r>
          </w:p>
        </w:tc>
        <w:tc>
          <w:tcPr>
            <w:tcW w:w="3112" w:type="dxa"/>
          </w:tcPr>
          <w:p w14:paraId="3E7C3A0E" w14:textId="56226A6B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F0F484E" w14:textId="77777777" w:rsidTr="00235626">
        <w:trPr>
          <w:trHeight w:val="124"/>
        </w:trPr>
        <w:tc>
          <w:tcPr>
            <w:tcW w:w="562" w:type="dxa"/>
            <w:gridSpan w:val="3"/>
          </w:tcPr>
          <w:p w14:paraId="3311135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11FC80C" w14:textId="015980E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>КНП «Центр первинної медико-санітарної допомоги Самбірської міської ради»</w:t>
            </w:r>
          </w:p>
        </w:tc>
        <w:tc>
          <w:tcPr>
            <w:tcW w:w="3231" w:type="dxa"/>
          </w:tcPr>
          <w:p w14:paraId="5C816DE1" w14:textId="61B23B2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C613956" w14:textId="0D9484A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81400,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Чайковського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12, </w:t>
            </w:r>
            <w:r w:rsidRPr="00C22906">
              <w:rPr>
                <w:color w:val="000000"/>
                <w:sz w:val="20"/>
                <w:szCs w:val="20"/>
              </w:rPr>
              <w:t>380678077648</w:t>
            </w:r>
          </w:p>
        </w:tc>
        <w:tc>
          <w:tcPr>
            <w:tcW w:w="994" w:type="dxa"/>
          </w:tcPr>
          <w:p w14:paraId="68E187F5" w14:textId="578F8F2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100/60</w:t>
            </w:r>
          </w:p>
        </w:tc>
        <w:tc>
          <w:tcPr>
            <w:tcW w:w="3112" w:type="dxa"/>
          </w:tcPr>
          <w:p w14:paraId="2F29BB9D" w14:textId="7188E03D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978FCBD" w14:textId="77777777" w:rsidTr="00235626">
        <w:trPr>
          <w:trHeight w:val="124"/>
        </w:trPr>
        <w:tc>
          <w:tcPr>
            <w:tcW w:w="562" w:type="dxa"/>
            <w:gridSpan w:val="3"/>
          </w:tcPr>
          <w:p w14:paraId="3855C31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D2ADCDE" w14:textId="2B0F679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Старосамбірської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Старосамбірська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районна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31C91632" w14:textId="0905E732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D36CBA0" w14:textId="42832C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82000,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Старий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Лева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Галицького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86, </w:t>
            </w:r>
            <w:r w:rsidRPr="00C22906">
              <w:rPr>
                <w:color w:val="000000"/>
                <w:sz w:val="20"/>
                <w:szCs w:val="20"/>
              </w:rPr>
              <w:t>380323821586</w:t>
            </w:r>
          </w:p>
        </w:tc>
        <w:tc>
          <w:tcPr>
            <w:tcW w:w="994" w:type="dxa"/>
          </w:tcPr>
          <w:p w14:paraId="2A2E81E2" w14:textId="258B040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333/214</w:t>
            </w:r>
          </w:p>
        </w:tc>
        <w:tc>
          <w:tcPr>
            <w:tcW w:w="3112" w:type="dxa"/>
          </w:tcPr>
          <w:p w14:paraId="55397CE3" w14:textId="0A6A0C2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85789B7" w14:textId="77777777" w:rsidTr="00235626">
        <w:trPr>
          <w:trHeight w:val="124"/>
        </w:trPr>
        <w:tc>
          <w:tcPr>
            <w:tcW w:w="562" w:type="dxa"/>
            <w:gridSpan w:val="3"/>
          </w:tcPr>
          <w:p w14:paraId="5184A43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89BDB38" w14:textId="2160466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Старосамбірської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Старосамбірський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sz w:val="20"/>
                <w:szCs w:val="20"/>
              </w:rPr>
              <w:t>ц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ентр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первинної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медичної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допомоги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319FEF27" w14:textId="05798CE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FA67233" w14:textId="232019B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82000,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Старий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Л. Галицького,86, </w:t>
            </w:r>
            <w:r w:rsidRPr="00C22906">
              <w:rPr>
                <w:color w:val="000000"/>
                <w:sz w:val="20"/>
                <w:szCs w:val="20"/>
              </w:rPr>
              <w:t>380971190370</w:t>
            </w:r>
          </w:p>
        </w:tc>
        <w:tc>
          <w:tcPr>
            <w:tcW w:w="994" w:type="dxa"/>
          </w:tcPr>
          <w:p w14:paraId="0F77EFDD" w14:textId="093A967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86/86</w:t>
            </w:r>
          </w:p>
        </w:tc>
        <w:tc>
          <w:tcPr>
            <w:tcW w:w="3112" w:type="dxa"/>
          </w:tcPr>
          <w:p w14:paraId="492AC1BF" w14:textId="64B25D5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F7146A9" w14:textId="77777777" w:rsidTr="00235626">
        <w:trPr>
          <w:trHeight w:val="124"/>
        </w:trPr>
        <w:tc>
          <w:tcPr>
            <w:tcW w:w="562" w:type="dxa"/>
            <w:gridSpan w:val="3"/>
          </w:tcPr>
          <w:p w14:paraId="214AF65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3D93EAC" w14:textId="29B3261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>КНП «Турківська центральна міська лікарня» Турківської міської ради Самбірського району Львівської області</w:t>
            </w:r>
          </w:p>
        </w:tc>
        <w:tc>
          <w:tcPr>
            <w:tcW w:w="3231" w:type="dxa"/>
          </w:tcPr>
          <w:p w14:paraId="2E9ACB6E" w14:textId="58C96AF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37AFB54" w14:textId="4219766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82500,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район, с.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Завадівка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,</w:t>
            </w:r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Військове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містечко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, 8а, </w:t>
            </w:r>
            <w:r w:rsidRPr="00C22906">
              <w:rPr>
                <w:color w:val="000000"/>
                <w:sz w:val="20"/>
                <w:szCs w:val="20"/>
              </w:rPr>
              <w:t>380956655956</w:t>
            </w:r>
          </w:p>
        </w:tc>
        <w:tc>
          <w:tcPr>
            <w:tcW w:w="994" w:type="dxa"/>
          </w:tcPr>
          <w:p w14:paraId="20087A1E" w14:textId="071C2F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306/114</w:t>
            </w:r>
          </w:p>
        </w:tc>
        <w:tc>
          <w:tcPr>
            <w:tcW w:w="3112" w:type="dxa"/>
          </w:tcPr>
          <w:p w14:paraId="00419802" w14:textId="0121892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EF1483D" w14:textId="77777777" w:rsidTr="00235626">
        <w:trPr>
          <w:trHeight w:val="124"/>
        </w:trPr>
        <w:tc>
          <w:tcPr>
            <w:tcW w:w="562" w:type="dxa"/>
            <w:gridSpan w:val="3"/>
          </w:tcPr>
          <w:p w14:paraId="67B0BB9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219F511" w14:textId="7E97B74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6E11F2">
              <w:rPr>
                <w:sz w:val="20"/>
                <w:szCs w:val="20"/>
              </w:rPr>
              <w:t xml:space="preserve">КНП «Турківський </w:t>
            </w:r>
            <w:r w:rsidRPr="00C22906">
              <w:rPr>
                <w:sz w:val="20"/>
                <w:szCs w:val="20"/>
              </w:rPr>
              <w:t>ц</w:t>
            </w:r>
            <w:r w:rsidRPr="006E11F2">
              <w:rPr>
                <w:sz w:val="20"/>
                <w:szCs w:val="20"/>
              </w:rPr>
              <w:t>ентр первинної медико-санітарної допомоги» Турківської міської ради Самбірського району Львівської області</w:t>
            </w:r>
          </w:p>
        </w:tc>
        <w:tc>
          <w:tcPr>
            <w:tcW w:w="3231" w:type="dxa"/>
          </w:tcPr>
          <w:p w14:paraId="4C385044" w14:textId="1D5FAA7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76C2C3A" w14:textId="7A1A692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82500,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Самбірський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Турка,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Січових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Стрільців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108, </w:t>
            </w:r>
            <w:r w:rsidRPr="00C22906">
              <w:rPr>
                <w:color w:val="000000"/>
                <w:sz w:val="20"/>
                <w:szCs w:val="20"/>
              </w:rPr>
              <w:t>380669060041</w:t>
            </w:r>
          </w:p>
        </w:tc>
        <w:tc>
          <w:tcPr>
            <w:tcW w:w="994" w:type="dxa"/>
          </w:tcPr>
          <w:p w14:paraId="7BE979A5" w14:textId="60BBC5C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130/130</w:t>
            </w:r>
          </w:p>
        </w:tc>
        <w:tc>
          <w:tcPr>
            <w:tcW w:w="3112" w:type="dxa"/>
          </w:tcPr>
          <w:p w14:paraId="46ECA135" w14:textId="098BCB1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1AF271E" w14:textId="77777777" w:rsidTr="00235626">
        <w:trPr>
          <w:trHeight w:val="124"/>
        </w:trPr>
        <w:tc>
          <w:tcPr>
            <w:tcW w:w="562" w:type="dxa"/>
            <w:gridSpan w:val="3"/>
          </w:tcPr>
          <w:p w14:paraId="096D522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1F4B380" w14:textId="52FB16C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КНП «Центр первинної медико-санітарної допомоги» </w:t>
            </w:r>
            <w:proofErr w:type="spellStart"/>
            <w:r w:rsidRPr="00C22906">
              <w:rPr>
                <w:sz w:val="20"/>
                <w:szCs w:val="20"/>
              </w:rPr>
              <w:t>Стрілківської</w:t>
            </w:r>
            <w:proofErr w:type="spellEnd"/>
            <w:r w:rsidRPr="00C22906">
              <w:rPr>
                <w:sz w:val="20"/>
                <w:szCs w:val="20"/>
              </w:rPr>
              <w:t xml:space="preserve"> сільської ради Самбірського району Львівської області</w:t>
            </w:r>
          </w:p>
        </w:tc>
        <w:tc>
          <w:tcPr>
            <w:tcW w:w="3231" w:type="dxa"/>
          </w:tcPr>
          <w:p w14:paraId="33938108" w14:textId="05A6DACB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D245E2F" w14:textId="77777777" w:rsidR="004F747D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82092, Львівська область, Самбірський район, с. Стрілки, вул. Шевченка, 8а, </w:t>
            </w:r>
          </w:p>
          <w:p w14:paraId="3CC9D909" w14:textId="273E13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380974107074</w:t>
            </w:r>
          </w:p>
        </w:tc>
        <w:tc>
          <w:tcPr>
            <w:tcW w:w="994" w:type="dxa"/>
            <w:vAlign w:val="center"/>
          </w:tcPr>
          <w:p w14:paraId="269812E6" w14:textId="03B3607E" w:rsidR="004F747D" w:rsidRPr="00C44CFB" w:rsidRDefault="004F747D" w:rsidP="004F747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30/30</w:t>
            </w:r>
          </w:p>
        </w:tc>
        <w:tc>
          <w:tcPr>
            <w:tcW w:w="3112" w:type="dxa"/>
          </w:tcPr>
          <w:p w14:paraId="3319D939" w14:textId="2FE76CA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4DB3F3A" w14:textId="77777777" w:rsidTr="00235626">
        <w:trPr>
          <w:trHeight w:val="124"/>
        </w:trPr>
        <w:tc>
          <w:tcPr>
            <w:tcW w:w="562" w:type="dxa"/>
            <w:gridSpan w:val="3"/>
          </w:tcPr>
          <w:p w14:paraId="377C615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9AF56B2" w14:textId="5C4081F5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1C689CB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«Самбір»</w:t>
            </w:r>
          </w:p>
          <w:p w14:paraId="3CED2185" w14:textId="28A0F8E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5 бригад</w:t>
            </w:r>
          </w:p>
        </w:tc>
        <w:tc>
          <w:tcPr>
            <w:tcW w:w="3154" w:type="dxa"/>
            <w:gridSpan w:val="2"/>
          </w:tcPr>
          <w:p w14:paraId="702BBD10" w14:textId="42798CA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Самбір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Кобільника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6</w:t>
            </w:r>
          </w:p>
        </w:tc>
        <w:tc>
          <w:tcPr>
            <w:tcW w:w="994" w:type="dxa"/>
          </w:tcPr>
          <w:p w14:paraId="5900EF2B" w14:textId="1BAEA69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71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13E4353E" w14:textId="28DFB0A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CDE6F32" w14:textId="77777777" w:rsidTr="00235626">
        <w:trPr>
          <w:trHeight w:val="124"/>
        </w:trPr>
        <w:tc>
          <w:tcPr>
            <w:tcW w:w="562" w:type="dxa"/>
            <w:gridSpan w:val="3"/>
          </w:tcPr>
          <w:p w14:paraId="5A15544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F4F418B" w14:textId="2889C21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7E73BF4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</w:t>
            </w:r>
            <w:proofErr w:type="spellStart"/>
            <w:r w:rsidRPr="00C22906">
              <w:rPr>
                <w:sz w:val="20"/>
                <w:szCs w:val="20"/>
              </w:rPr>
              <w:t>Воютичі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1E926736" w14:textId="0CF3CC7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(в складі ПС «Самбір»)</w:t>
            </w:r>
          </w:p>
        </w:tc>
        <w:tc>
          <w:tcPr>
            <w:tcW w:w="3154" w:type="dxa"/>
            <w:gridSpan w:val="2"/>
          </w:tcPr>
          <w:p w14:paraId="718E43E1" w14:textId="7FF6EBD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с. </w:t>
            </w:r>
            <w:proofErr w:type="spellStart"/>
            <w:r w:rsidRPr="00C22906">
              <w:rPr>
                <w:sz w:val="20"/>
                <w:szCs w:val="20"/>
              </w:rPr>
              <w:t>Воютичі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Шкільна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19</w:t>
            </w:r>
          </w:p>
        </w:tc>
        <w:tc>
          <w:tcPr>
            <w:tcW w:w="994" w:type="dxa"/>
          </w:tcPr>
          <w:p w14:paraId="79CEF097" w14:textId="14F6AB2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2290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2F0D9C1" w14:textId="5F5B0FC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C3CB1BA" w14:textId="77777777" w:rsidTr="00235626">
        <w:trPr>
          <w:trHeight w:val="124"/>
        </w:trPr>
        <w:tc>
          <w:tcPr>
            <w:tcW w:w="562" w:type="dxa"/>
            <w:gridSpan w:val="3"/>
          </w:tcPr>
          <w:p w14:paraId="3C5C9FD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86CCA4E" w14:textId="4379D6C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431900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«Рудки»</w:t>
            </w:r>
          </w:p>
          <w:p w14:paraId="7BFDAC67" w14:textId="6C6FEA9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DCBF789" w14:textId="1C87483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Рудки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Шевченка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21</w:t>
            </w:r>
          </w:p>
        </w:tc>
        <w:tc>
          <w:tcPr>
            <w:tcW w:w="994" w:type="dxa"/>
          </w:tcPr>
          <w:p w14:paraId="24E41006" w14:textId="319B4CD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13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5C477412" w14:textId="3D8C330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4AEF4C6" w14:textId="77777777" w:rsidTr="00235626">
        <w:trPr>
          <w:trHeight w:val="124"/>
        </w:trPr>
        <w:tc>
          <w:tcPr>
            <w:tcW w:w="562" w:type="dxa"/>
            <w:gridSpan w:val="3"/>
          </w:tcPr>
          <w:p w14:paraId="7F7B089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E051811" w14:textId="468ED70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0DC23E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«Турка»</w:t>
            </w:r>
          </w:p>
          <w:p w14:paraId="04C95968" w14:textId="485B02A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3B779903" w14:textId="6681AC7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Завадівка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Військове містечко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8А</w:t>
            </w:r>
          </w:p>
        </w:tc>
        <w:tc>
          <w:tcPr>
            <w:tcW w:w="994" w:type="dxa"/>
          </w:tcPr>
          <w:p w14:paraId="7635E4B3" w14:textId="5EFD1BA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2</w:t>
            </w:r>
            <w:r w:rsidRPr="00C22906">
              <w:rPr>
                <w:sz w:val="20"/>
                <w:szCs w:val="20"/>
              </w:rPr>
              <w:t>6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0C93945A" w14:textId="33AA1CB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84AA27C" w14:textId="77777777" w:rsidTr="00235626">
        <w:trPr>
          <w:trHeight w:val="124"/>
        </w:trPr>
        <w:tc>
          <w:tcPr>
            <w:tcW w:w="562" w:type="dxa"/>
            <w:gridSpan w:val="3"/>
          </w:tcPr>
          <w:p w14:paraId="16F10CA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87E0E8C" w14:textId="201C00CE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D57A963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</w:t>
            </w:r>
            <w:proofErr w:type="spellStart"/>
            <w:r w:rsidRPr="00C22906">
              <w:rPr>
                <w:sz w:val="20"/>
                <w:szCs w:val="20"/>
              </w:rPr>
              <w:t>Бориня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57EE1592" w14:textId="570A30E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63BE68FD" w14:textId="3D02E42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смт. </w:t>
            </w:r>
            <w:proofErr w:type="spellStart"/>
            <w:r w:rsidRPr="00C22906">
              <w:rPr>
                <w:sz w:val="20"/>
                <w:szCs w:val="20"/>
              </w:rPr>
              <w:t>Бориня</w:t>
            </w:r>
            <w:proofErr w:type="spellEnd"/>
            <w:r w:rsidRPr="00C22906">
              <w:rPr>
                <w:sz w:val="20"/>
                <w:szCs w:val="20"/>
              </w:rPr>
              <w:t>,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Миколайчука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90</w:t>
            </w:r>
          </w:p>
        </w:tc>
        <w:tc>
          <w:tcPr>
            <w:tcW w:w="994" w:type="dxa"/>
          </w:tcPr>
          <w:p w14:paraId="1ACEA1C8" w14:textId="33ED594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</w:t>
            </w:r>
            <w:r w:rsidRPr="00C22906">
              <w:rPr>
                <w:sz w:val="20"/>
                <w:szCs w:val="20"/>
              </w:rPr>
              <w:t>4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4213067" w14:textId="68C0E37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CED2961" w14:textId="77777777" w:rsidTr="00235626">
        <w:trPr>
          <w:trHeight w:val="124"/>
        </w:trPr>
        <w:tc>
          <w:tcPr>
            <w:tcW w:w="562" w:type="dxa"/>
            <w:gridSpan w:val="3"/>
          </w:tcPr>
          <w:p w14:paraId="324811F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1E5FCF0" w14:textId="4AE248A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60A305E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«Верхнє Висоцьке»</w:t>
            </w:r>
          </w:p>
          <w:p w14:paraId="101F5B69" w14:textId="2FEE701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E027B8D" w14:textId="694F42C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 Верхнє Висоцьке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Історична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17</w:t>
            </w:r>
          </w:p>
        </w:tc>
        <w:tc>
          <w:tcPr>
            <w:tcW w:w="994" w:type="dxa"/>
          </w:tcPr>
          <w:p w14:paraId="604A90BC" w14:textId="63B947D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15/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8FA1465" w14:textId="3F711F2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CD9BA6D" w14:textId="77777777" w:rsidTr="00235626">
        <w:trPr>
          <w:trHeight w:val="124"/>
        </w:trPr>
        <w:tc>
          <w:tcPr>
            <w:tcW w:w="562" w:type="dxa"/>
            <w:gridSpan w:val="3"/>
          </w:tcPr>
          <w:p w14:paraId="51593B0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73ACF70" w14:textId="71C4579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460CF1D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«Старий Самбір»</w:t>
            </w:r>
          </w:p>
          <w:p w14:paraId="47D8C0B6" w14:textId="60F6593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6165D0D2" w14:textId="65CA3A7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Старий Самбір, Площа Ринок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</w:t>
            </w:r>
          </w:p>
        </w:tc>
        <w:tc>
          <w:tcPr>
            <w:tcW w:w="994" w:type="dxa"/>
          </w:tcPr>
          <w:p w14:paraId="1A08E5CD" w14:textId="486A9B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26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6264B752" w14:textId="320575A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AF7C6D1" w14:textId="77777777" w:rsidTr="00235626">
        <w:trPr>
          <w:trHeight w:val="124"/>
        </w:trPr>
        <w:tc>
          <w:tcPr>
            <w:tcW w:w="562" w:type="dxa"/>
            <w:gridSpan w:val="3"/>
          </w:tcPr>
          <w:p w14:paraId="57D1C82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5F96BB9" w14:textId="167E684C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0A73F80A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</w:t>
            </w:r>
            <w:proofErr w:type="spellStart"/>
            <w:r w:rsidRPr="00C22906">
              <w:rPr>
                <w:sz w:val="20"/>
                <w:szCs w:val="20"/>
              </w:rPr>
              <w:t>Добромиль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4489B509" w14:textId="1DFF559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71F3027E" w14:textId="6783B0B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Добромиль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Міцкевича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37</w:t>
            </w:r>
          </w:p>
        </w:tc>
        <w:tc>
          <w:tcPr>
            <w:tcW w:w="994" w:type="dxa"/>
          </w:tcPr>
          <w:p w14:paraId="12B38F04" w14:textId="1DB88116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18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0D824E05" w14:textId="64A76F8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1D10544" w14:textId="77777777" w:rsidTr="00235626">
        <w:trPr>
          <w:trHeight w:val="124"/>
        </w:trPr>
        <w:tc>
          <w:tcPr>
            <w:tcW w:w="562" w:type="dxa"/>
            <w:gridSpan w:val="3"/>
          </w:tcPr>
          <w:p w14:paraId="6E93382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0DF515F" w14:textId="066EAC38" w:rsidR="004F747D" w:rsidRPr="00C44CFB" w:rsidRDefault="004F747D" w:rsidP="004F747D">
            <w:pPr>
              <w:ind w:firstLine="119"/>
              <w:jc w:val="both"/>
              <w:rPr>
                <w:color w:val="FF0000"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ED1A4D4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«Стрілки»</w:t>
            </w:r>
          </w:p>
          <w:p w14:paraId="12C10EC1" w14:textId="2BAD339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35FC387" w14:textId="2EA18BF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Стрілки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Шевченка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8</w:t>
            </w:r>
          </w:p>
        </w:tc>
        <w:tc>
          <w:tcPr>
            <w:tcW w:w="994" w:type="dxa"/>
          </w:tcPr>
          <w:p w14:paraId="5BDCDB79" w14:textId="1F3B52BB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11/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2DC8B19" w14:textId="4FC673E8" w:rsidR="004F747D" w:rsidRPr="00C44CFB" w:rsidRDefault="004F747D" w:rsidP="004F747D">
            <w:pPr>
              <w:jc w:val="center"/>
              <w:rPr>
                <w:color w:val="FF0000"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9A0DD85" w14:textId="77777777" w:rsidTr="00235626">
        <w:trPr>
          <w:trHeight w:val="124"/>
        </w:trPr>
        <w:tc>
          <w:tcPr>
            <w:tcW w:w="562" w:type="dxa"/>
            <w:gridSpan w:val="3"/>
          </w:tcPr>
          <w:p w14:paraId="6AC3CA9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4409265" w14:textId="0B595A2F" w:rsidR="004F747D" w:rsidRPr="00C44CFB" w:rsidRDefault="004F747D" w:rsidP="004F747D">
            <w:pPr>
              <w:ind w:firstLine="119"/>
              <w:jc w:val="both"/>
              <w:rPr>
                <w:color w:val="FF0000"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«Самбір»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DE57AD0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«Хирів»</w:t>
            </w:r>
          </w:p>
          <w:p w14:paraId="7DB74F90" w14:textId="67A5712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7C7436BA" w14:textId="50F3AFAD" w:rsidR="004F747D" w:rsidRPr="00C44CFB" w:rsidRDefault="004F747D" w:rsidP="004F747D">
            <w:pPr>
              <w:jc w:val="center"/>
              <w:rPr>
                <w:color w:val="FF0000"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Хирів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Хмельницького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12</w:t>
            </w:r>
          </w:p>
        </w:tc>
        <w:tc>
          <w:tcPr>
            <w:tcW w:w="994" w:type="dxa"/>
          </w:tcPr>
          <w:p w14:paraId="116481AC" w14:textId="0358A65F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9/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57CF5FF3" w14:textId="43679841" w:rsidR="004F747D" w:rsidRPr="00C44CFB" w:rsidRDefault="004F747D" w:rsidP="004F747D">
            <w:pPr>
              <w:jc w:val="center"/>
              <w:rPr>
                <w:color w:val="FF0000"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EE5693" w14:paraId="225E1DBC" w14:textId="77777777" w:rsidTr="00FF7607">
        <w:trPr>
          <w:trHeight w:val="124"/>
        </w:trPr>
        <w:tc>
          <w:tcPr>
            <w:tcW w:w="5128" w:type="dxa"/>
            <w:gridSpan w:val="5"/>
          </w:tcPr>
          <w:p w14:paraId="49B1B6BD" w14:textId="7848D1EC" w:rsidR="004F747D" w:rsidRPr="00EE5693" w:rsidRDefault="004F747D" w:rsidP="004F747D">
            <w:pPr>
              <w:ind w:firstLine="119"/>
              <w:jc w:val="center"/>
              <w:rPr>
                <w:sz w:val="20"/>
                <w:szCs w:val="20"/>
              </w:rPr>
            </w:pPr>
            <w:r w:rsidRPr="00EE5693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6D4F7B84" w14:textId="3382AF68" w:rsidR="004F747D" w:rsidRPr="00EE5693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1D4278CE" w14:textId="53CB2621" w:rsidR="004F747D" w:rsidRPr="00EE5693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59C140F1" w14:textId="77777777" w:rsidR="004F747D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EE5693">
              <w:rPr>
                <w:b/>
                <w:sz w:val="20"/>
                <w:szCs w:val="20"/>
              </w:rPr>
              <w:t>2682/</w:t>
            </w:r>
          </w:p>
          <w:p w14:paraId="1A21486F" w14:textId="02322BA6" w:rsidR="004F747D" w:rsidRPr="00EE5693" w:rsidRDefault="004F747D" w:rsidP="004F747D">
            <w:pPr>
              <w:jc w:val="center"/>
              <w:rPr>
                <w:sz w:val="20"/>
                <w:szCs w:val="20"/>
              </w:rPr>
            </w:pPr>
            <w:r w:rsidRPr="00EE5693">
              <w:rPr>
                <w:b/>
                <w:sz w:val="20"/>
                <w:szCs w:val="20"/>
              </w:rPr>
              <w:t>1354</w:t>
            </w:r>
          </w:p>
        </w:tc>
        <w:tc>
          <w:tcPr>
            <w:tcW w:w="3112" w:type="dxa"/>
          </w:tcPr>
          <w:p w14:paraId="09E49CC0" w14:textId="2AB62754" w:rsidR="004F747D" w:rsidRPr="00EE5693" w:rsidRDefault="004F747D" w:rsidP="004F747D">
            <w:pPr>
              <w:jc w:val="center"/>
            </w:pPr>
          </w:p>
        </w:tc>
      </w:tr>
      <w:tr w:rsidR="004F747D" w:rsidRPr="00C44CFB" w14:paraId="4E0694DA" w14:textId="77777777" w:rsidTr="00D65C6C">
        <w:trPr>
          <w:trHeight w:val="124"/>
        </w:trPr>
        <w:tc>
          <w:tcPr>
            <w:tcW w:w="15619" w:type="dxa"/>
            <w:gridSpan w:val="10"/>
          </w:tcPr>
          <w:p w14:paraId="004ABB78" w14:textId="67F9105B" w:rsidR="004F747D" w:rsidRPr="00C44CFB" w:rsidRDefault="004F747D" w:rsidP="004F747D">
            <w:pPr>
              <w:jc w:val="center"/>
              <w:rPr>
                <w:color w:val="FF0000"/>
                <w:sz w:val="20"/>
                <w:szCs w:val="20"/>
              </w:rPr>
            </w:pPr>
            <w:r w:rsidRPr="00C22906">
              <w:rPr>
                <w:b/>
                <w:sz w:val="20"/>
                <w:szCs w:val="20"/>
              </w:rPr>
              <w:t>СТРИЙСЬКИЙ РАЙОН</w:t>
            </w:r>
          </w:p>
        </w:tc>
      </w:tr>
      <w:tr w:rsidR="004F747D" w:rsidRPr="00C44CFB" w14:paraId="48B4D6CC" w14:textId="77777777" w:rsidTr="00235626">
        <w:trPr>
          <w:trHeight w:val="124"/>
        </w:trPr>
        <w:tc>
          <w:tcPr>
            <w:tcW w:w="562" w:type="dxa"/>
            <w:gridSpan w:val="3"/>
          </w:tcPr>
          <w:p w14:paraId="1A1676D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AD8DCBB" w14:textId="40370086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</w:t>
            </w:r>
            <w:proofErr w:type="spellStart"/>
            <w:r w:rsidRPr="00C22906">
              <w:rPr>
                <w:sz w:val="20"/>
                <w:szCs w:val="20"/>
              </w:rPr>
              <w:t>Гніздичівська</w:t>
            </w:r>
            <w:proofErr w:type="spellEnd"/>
            <w:r w:rsidRPr="00C22906">
              <w:rPr>
                <w:sz w:val="20"/>
                <w:szCs w:val="20"/>
              </w:rPr>
              <w:t xml:space="preserve"> амбулаторія загальної практики-сімейної медицини» </w:t>
            </w:r>
            <w:proofErr w:type="spellStart"/>
            <w:r w:rsidRPr="00C22906">
              <w:rPr>
                <w:sz w:val="20"/>
                <w:szCs w:val="20"/>
              </w:rPr>
              <w:t>Гніздичівської</w:t>
            </w:r>
            <w:proofErr w:type="spellEnd"/>
            <w:r w:rsidRPr="00C22906">
              <w:rPr>
                <w:sz w:val="20"/>
                <w:szCs w:val="20"/>
              </w:rPr>
              <w:t xml:space="preserve"> селищної ради</w:t>
            </w:r>
          </w:p>
        </w:tc>
        <w:tc>
          <w:tcPr>
            <w:tcW w:w="3231" w:type="dxa"/>
          </w:tcPr>
          <w:p w14:paraId="3060538D" w14:textId="191BFA4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A72226F" w14:textId="615D81AF" w:rsidR="004F747D" w:rsidRPr="00EE5693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81740, Л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Гніздичів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Грушевського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69, </w:t>
            </w:r>
            <w:r w:rsidRPr="00C22906">
              <w:rPr>
                <w:color w:val="000000"/>
                <w:sz w:val="20"/>
                <w:szCs w:val="20"/>
              </w:rPr>
              <w:t>380686251317</w:t>
            </w:r>
          </w:p>
        </w:tc>
        <w:tc>
          <w:tcPr>
            <w:tcW w:w="994" w:type="dxa"/>
            <w:vAlign w:val="center"/>
          </w:tcPr>
          <w:p w14:paraId="079FF0D7" w14:textId="572820D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25/25</w:t>
            </w:r>
          </w:p>
        </w:tc>
        <w:tc>
          <w:tcPr>
            <w:tcW w:w="3112" w:type="dxa"/>
          </w:tcPr>
          <w:p w14:paraId="1DE72CF8" w14:textId="7F7CFC07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1A8F62C" w14:textId="77777777" w:rsidTr="00235626">
        <w:trPr>
          <w:trHeight w:val="124"/>
        </w:trPr>
        <w:tc>
          <w:tcPr>
            <w:tcW w:w="562" w:type="dxa"/>
            <w:gridSpan w:val="3"/>
          </w:tcPr>
          <w:p w14:paraId="5CA12C7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E34DC8E" w14:textId="78DDA13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 xml:space="preserve">КНП «Амбулаторія </w:t>
            </w:r>
            <w:r w:rsidRPr="00C22906">
              <w:rPr>
                <w:sz w:val="20"/>
                <w:szCs w:val="20"/>
              </w:rPr>
              <w:t>загальної практики сімейної медицини - 1»</w:t>
            </w:r>
            <w:r w:rsidRPr="005F5EE3">
              <w:rPr>
                <w:sz w:val="20"/>
                <w:szCs w:val="20"/>
              </w:rPr>
              <w:t xml:space="preserve"> </w:t>
            </w:r>
            <w:proofErr w:type="spellStart"/>
            <w:r w:rsidRPr="005F5EE3">
              <w:rPr>
                <w:sz w:val="20"/>
                <w:szCs w:val="20"/>
              </w:rPr>
              <w:t>Грабовецько-Дулібівської</w:t>
            </w:r>
            <w:proofErr w:type="spellEnd"/>
            <w:r w:rsidRPr="005F5EE3">
              <w:rPr>
                <w:sz w:val="20"/>
                <w:szCs w:val="20"/>
              </w:rPr>
              <w:t xml:space="preserve"> сільської ради </w:t>
            </w:r>
            <w:r w:rsidRPr="00C22906">
              <w:rPr>
                <w:sz w:val="20"/>
                <w:szCs w:val="20"/>
              </w:rPr>
              <w:t>Стрийського району Львівської області</w:t>
            </w:r>
          </w:p>
        </w:tc>
        <w:tc>
          <w:tcPr>
            <w:tcW w:w="3231" w:type="dxa"/>
          </w:tcPr>
          <w:p w14:paraId="3CFDF3F3" w14:textId="697E7A7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5848C3D" w14:textId="342C3B8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84436,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Конюхів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Гасина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О., 108 б, </w:t>
            </w:r>
            <w:r w:rsidRPr="00C22906">
              <w:rPr>
                <w:color w:val="000000"/>
                <w:sz w:val="20"/>
                <w:szCs w:val="20"/>
              </w:rPr>
              <w:t>380509452047</w:t>
            </w:r>
          </w:p>
        </w:tc>
        <w:tc>
          <w:tcPr>
            <w:tcW w:w="994" w:type="dxa"/>
            <w:vAlign w:val="center"/>
          </w:tcPr>
          <w:p w14:paraId="7904EDA1" w14:textId="0E982865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17/17</w:t>
            </w:r>
          </w:p>
        </w:tc>
        <w:tc>
          <w:tcPr>
            <w:tcW w:w="3112" w:type="dxa"/>
          </w:tcPr>
          <w:p w14:paraId="4D1D21DD" w14:textId="3058563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C012B85" w14:textId="77777777" w:rsidTr="00235626">
        <w:trPr>
          <w:trHeight w:val="124"/>
        </w:trPr>
        <w:tc>
          <w:tcPr>
            <w:tcW w:w="562" w:type="dxa"/>
            <w:gridSpan w:val="3"/>
          </w:tcPr>
          <w:p w14:paraId="79F8DC7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B2F6D77" w14:textId="47F07A7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«Жидачівська міська лікарня» Жидачівської міської ради Львівської області</w:t>
            </w:r>
          </w:p>
        </w:tc>
        <w:tc>
          <w:tcPr>
            <w:tcW w:w="3231" w:type="dxa"/>
          </w:tcPr>
          <w:p w14:paraId="76B2F4DB" w14:textId="6F96CBB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A687636" w14:textId="07123D4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81700,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Жидачів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Я. Мудрого, 29, </w:t>
            </w:r>
            <w:r w:rsidRPr="00C22906">
              <w:rPr>
                <w:color w:val="000000"/>
                <w:sz w:val="20"/>
                <w:szCs w:val="20"/>
              </w:rPr>
              <w:t>380677826004</w:t>
            </w:r>
          </w:p>
        </w:tc>
        <w:tc>
          <w:tcPr>
            <w:tcW w:w="994" w:type="dxa"/>
          </w:tcPr>
          <w:p w14:paraId="248BCAD0" w14:textId="3B40AEC8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287/96</w:t>
            </w:r>
          </w:p>
        </w:tc>
        <w:tc>
          <w:tcPr>
            <w:tcW w:w="3112" w:type="dxa"/>
          </w:tcPr>
          <w:p w14:paraId="21F05532" w14:textId="0A93005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5E3BCBF" w14:textId="77777777" w:rsidTr="00235626">
        <w:trPr>
          <w:trHeight w:val="124"/>
        </w:trPr>
        <w:tc>
          <w:tcPr>
            <w:tcW w:w="562" w:type="dxa"/>
            <w:gridSpan w:val="3"/>
          </w:tcPr>
          <w:p w14:paraId="73EF445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CE6BC33" w14:textId="44804173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«Жидачівський центр первинної медико-санітарної допомоги» Жидачівської міської ради Львівської області</w:t>
            </w:r>
          </w:p>
        </w:tc>
        <w:tc>
          <w:tcPr>
            <w:tcW w:w="3231" w:type="dxa"/>
          </w:tcPr>
          <w:p w14:paraId="3667D5AA" w14:textId="075BB5B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87C9DBE" w14:textId="645603C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81700,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Жидачів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Я. Мудрого, 29, </w:t>
            </w:r>
            <w:r w:rsidRPr="00C22906">
              <w:rPr>
                <w:color w:val="000000"/>
                <w:sz w:val="20"/>
                <w:szCs w:val="20"/>
              </w:rPr>
              <w:t>380982605671</w:t>
            </w:r>
          </w:p>
        </w:tc>
        <w:tc>
          <w:tcPr>
            <w:tcW w:w="994" w:type="dxa"/>
          </w:tcPr>
          <w:p w14:paraId="6FBC6AB2" w14:textId="6CEAC3E0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</w:rPr>
              <w:t>54/54</w:t>
            </w:r>
          </w:p>
        </w:tc>
        <w:tc>
          <w:tcPr>
            <w:tcW w:w="3112" w:type="dxa"/>
          </w:tcPr>
          <w:p w14:paraId="2A56255A" w14:textId="45F6010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40696B2" w14:textId="77777777" w:rsidTr="00235626">
        <w:trPr>
          <w:trHeight w:val="124"/>
        </w:trPr>
        <w:tc>
          <w:tcPr>
            <w:tcW w:w="562" w:type="dxa"/>
            <w:gridSpan w:val="3"/>
          </w:tcPr>
          <w:p w14:paraId="4CCCB71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497CC2F" w14:textId="099131D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«</w:t>
            </w:r>
            <w:proofErr w:type="spellStart"/>
            <w:r w:rsidRPr="005F5EE3">
              <w:rPr>
                <w:sz w:val="20"/>
                <w:szCs w:val="20"/>
              </w:rPr>
              <w:t>Журавнівська</w:t>
            </w:r>
            <w:proofErr w:type="spellEnd"/>
            <w:r w:rsidRPr="005F5EE3">
              <w:rPr>
                <w:sz w:val="20"/>
                <w:szCs w:val="20"/>
              </w:rPr>
              <w:t xml:space="preserve"> міська лікарня» </w:t>
            </w:r>
            <w:proofErr w:type="spellStart"/>
            <w:r w:rsidRPr="005F5EE3">
              <w:rPr>
                <w:sz w:val="20"/>
                <w:szCs w:val="20"/>
              </w:rPr>
              <w:t>Журавненської</w:t>
            </w:r>
            <w:proofErr w:type="spellEnd"/>
            <w:r w:rsidRPr="005F5EE3">
              <w:rPr>
                <w:sz w:val="20"/>
                <w:szCs w:val="20"/>
              </w:rPr>
              <w:t xml:space="preserve"> селищної ради Львівської області</w:t>
            </w:r>
          </w:p>
        </w:tc>
        <w:tc>
          <w:tcPr>
            <w:tcW w:w="3231" w:type="dxa"/>
          </w:tcPr>
          <w:p w14:paraId="27B92F69" w14:textId="2231107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65CA850" w14:textId="4F50A0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81780,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Журавно,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Чубинського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2, </w:t>
            </w:r>
            <w:r w:rsidRPr="00C22906">
              <w:rPr>
                <w:color w:val="000000"/>
                <w:sz w:val="20"/>
                <w:szCs w:val="20"/>
              </w:rPr>
              <w:t>380973057306</w:t>
            </w:r>
          </w:p>
        </w:tc>
        <w:tc>
          <w:tcPr>
            <w:tcW w:w="994" w:type="dxa"/>
            <w:vAlign w:val="center"/>
          </w:tcPr>
          <w:p w14:paraId="2BB1BE62" w14:textId="362E9AEA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62/22</w:t>
            </w:r>
          </w:p>
        </w:tc>
        <w:tc>
          <w:tcPr>
            <w:tcW w:w="3112" w:type="dxa"/>
          </w:tcPr>
          <w:p w14:paraId="5CE18DB7" w14:textId="0F3A378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44817EB" w14:textId="77777777" w:rsidTr="00235626">
        <w:trPr>
          <w:trHeight w:val="124"/>
        </w:trPr>
        <w:tc>
          <w:tcPr>
            <w:tcW w:w="562" w:type="dxa"/>
            <w:gridSpan w:val="3"/>
          </w:tcPr>
          <w:p w14:paraId="1BD0161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8ED1C25" w14:textId="47701B51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«Миколаївська міська лікарня</w:t>
            </w:r>
            <w:r w:rsidRPr="00C22906">
              <w:rPr>
                <w:sz w:val="20"/>
                <w:szCs w:val="20"/>
              </w:rPr>
              <w:t>»</w:t>
            </w:r>
            <w:r w:rsidRPr="005F5EE3">
              <w:rPr>
                <w:sz w:val="20"/>
                <w:szCs w:val="20"/>
              </w:rPr>
              <w:t xml:space="preserve"> Миколаївської міської ради Стрийського району Львівської області</w:t>
            </w:r>
          </w:p>
        </w:tc>
        <w:tc>
          <w:tcPr>
            <w:tcW w:w="3231" w:type="dxa"/>
          </w:tcPr>
          <w:p w14:paraId="2E22B9C5" w14:textId="32D4C8E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53D96BB" w14:textId="282BC43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81600,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Миколаїв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Возз'єднання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9, </w:t>
            </w:r>
            <w:r w:rsidRPr="00C22906">
              <w:rPr>
                <w:color w:val="000000"/>
                <w:sz w:val="20"/>
                <w:szCs w:val="20"/>
              </w:rPr>
              <w:t>380324151460</w:t>
            </w:r>
          </w:p>
        </w:tc>
        <w:tc>
          <w:tcPr>
            <w:tcW w:w="994" w:type="dxa"/>
          </w:tcPr>
          <w:p w14:paraId="26CC4772" w14:textId="6C7B51F7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349/194</w:t>
            </w:r>
          </w:p>
        </w:tc>
        <w:tc>
          <w:tcPr>
            <w:tcW w:w="3112" w:type="dxa"/>
          </w:tcPr>
          <w:p w14:paraId="05DDAD25" w14:textId="0B8C3F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5A8D042" w14:textId="77777777" w:rsidTr="00235626">
        <w:trPr>
          <w:trHeight w:val="124"/>
        </w:trPr>
        <w:tc>
          <w:tcPr>
            <w:tcW w:w="562" w:type="dxa"/>
            <w:gridSpan w:val="3"/>
          </w:tcPr>
          <w:p w14:paraId="7CCA640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B6CD362" w14:textId="1E78929C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«Миколаївський міський центр первинної медико-санітарної допомоги» Миколаївської міської ради Стрийського району Львівської області</w:t>
            </w:r>
          </w:p>
        </w:tc>
        <w:tc>
          <w:tcPr>
            <w:tcW w:w="3231" w:type="dxa"/>
          </w:tcPr>
          <w:p w14:paraId="18F64B45" w14:textId="129D3D2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BB24280" w14:textId="354073F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81600,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Миколаїв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Листопадового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Чину, 9, </w:t>
            </w:r>
            <w:r w:rsidRPr="00C22906">
              <w:rPr>
                <w:color w:val="000000"/>
                <w:sz w:val="20"/>
                <w:szCs w:val="20"/>
              </w:rPr>
              <w:t>380973274294</w:t>
            </w:r>
          </w:p>
        </w:tc>
        <w:tc>
          <w:tcPr>
            <w:tcW w:w="994" w:type="dxa"/>
          </w:tcPr>
          <w:p w14:paraId="40ADF753" w14:textId="0C0C1994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</w:rPr>
              <w:t>102/102</w:t>
            </w:r>
          </w:p>
        </w:tc>
        <w:tc>
          <w:tcPr>
            <w:tcW w:w="3112" w:type="dxa"/>
          </w:tcPr>
          <w:p w14:paraId="6CF60849" w14:textId="6988364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D557E78" w14:textId="77777777" w:rsidTr="00235626">
        <w:trPr>
          <w:trHeight w:val="124"/>
        </w:trPr>
        <w:tc>
          <w:tcPr>
            <w:tcW w:w="562" w:type="dxa"/>
            <w:gridSpan w:val="3"/>
          </w:tcPr>
          <w:p w14:paraId="284A31A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15F4D39" w14:textId="2997807D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«Моршинська міська лікарня» Моршинської міської ради</w:t>
            </w:r>
          </w:p>
        </w:tc>
        <w:tc>
          <w:tcPr>
            <w:tcW w:w="3231" w:type="dxa"/>
          </w:tcPr>
          <w:p w14:paraId="43993C71" w14:textId="3428F97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8B09A95" w14:textId="22F699E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82482,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Моршин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50-річчя УПА, 20, </w:t>
            </w:r>
            <w:r w:rsidRPr="00C22906">
              <w:rPr>
                <w:color w:val="000000"/>
                <w:sz w:val="20"/>
                <w:szCs w:val="20"/>
              </w:rPr>
              <w:t>380326060208</w:t>
            </w:r>
          </w:p>
        </w:tc>
        <w:tc>
          <w:tcPr>
            <w:tcW w:w="994" w:type="dxa"/>
            <w:vAlign w:val="center"/>
          </w:tcPr>
          <w:p w14:paraId="5A27450E" w14:textId="2D4DAF05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130/39</w:t>
            </w:r>
          </w:p>
        </w:tc>
        <w:tc>
          <w:tcPr>
            <w:tcW w:w="3112" w:type="dxa"/>
          </w:tcPr>
          <w:p w14:paraId="2F911EC0" w14:textId="2FBC6A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9711CD9" w14:textId="77777777" w:rsidTr="00235626">
        <w:trPr>
          <w:trHeight w:val="124"/>
        </w:trPr>
        <w:tc>
          <w:tcPr>
            <w:tcW w:w="562" w:type="dxa"/>
            <w:gridSpan w:val="3"/>
          </w:tcPr>
          <w:p w14:paraId="6273C2E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E091CC5" w14:textId="6A534A0C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«</w:t>
            </w:r>
            <w:proofErr w:type="spellStart"/>
            <w:r w:rsidRPr="005F5EE3">
              <w:rPr>
                <w:sz w:val="20"/>
                <w:szCs w:val="20"/>
              </w:rPr>
              <w:t>Новороздільська</w:t>
            </w:r>
            <w:proofErr w:type="spellEnd"/>
            <w:r w:rsidRPr="005F5EE3">
              <w:rPr>
                <w:sz w:val="20"/>
                <w:szCs w:val="20"/>
              </w:rPr>
              <w:t xml:space="preserve"> міська лікарня» </w:t>
            </w:r>
            <w:proofErr w:type="spellStart"/>
            <w:r w:rsidRPr="005F5EE3">
              <w:rPr>
                <w:sz w:val="20"/>
                <w:szCs w:val="20"/>
              </w:rPr>
              <w:t>Новороздільської</w:t>
            </w:r>
            <w:proofErr w:type="spellEnd"/>
            <w:r w:rsidRPr="005F5EE3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3231" w:type="dxa"/>
          </w:tcPr>
          <w:p w14:paraId="60F6056F" w14:textId="184CAAF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93B58C7" w14:textId="5047A23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81652,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Новий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Розділ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Винниченка, 37, </w:t>
            </w:r>
            <w:r w:rsidRPr="00C22906">
              <w:rPr>
                <w:color w:val="000000"/>
                <w:sz w:val="20"/>
                <w:szCs w:val="20"/>
              </w:rPr>
              <w:t>380326130008</w:t>
            </w:r>
          </w:p>
        </w:tc>
        <w:tc>
          <w:tcPr>
            <w:tcW w:w="994" w:type="dxa"/>
            <w:vAlign w:val="center"/>
          </w:tcPr>
          <w:p w14:paraId="54C9A1E2" w14:textId="6CDF0A2A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390/180</w:t>
            </w:r>
          </w:p>
        </w:tc>
        <w:tc>
          <w:tcPr>
            <w:tcW w:w="3112" w:type="dxa"/>
          </w:tcPr>
          <w:p w14:paraId="565441E7" w14:textId="3A6E1AA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E24CA69" w14:textId="77777777" w:rsidTr="00235626">
        <w:trPr>
          <w:trHeight w:val="124"/>
        </w:trPr>
        <w:tc>
          <w:tcPr>
            <w:tcW w:w="562" w:type="dxa"/>
            <w:gridSpan w:val="3"/>
          </w:tcPr>
          <w:p w14:paraId="036C9A2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5B7C908" w14:textId="2D02608D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 xml:space="preserve">КНП «Центр первинної медико-санітарної допомоги </w:t>
            </w:r>
            <w:proofErr w:type="spellStart"/>
            <w:r w:rsidRPr="005F5EE3">
              <w:rPr>
                <w:sz w:val="20"/>
                <w:szCs w:val="20"/>
              </w:rPr>
              <w:t>Розвадівської</w:t>
            </w:r>
            <w:proofErr w:type="spellEnd"/>
            <w:r w:rsidRPr="005F5EE3">
              <w:rPr>
                <w:sz w:val="20"/>
                <w:szCs w:val="20"/>
              </w:rPr>
              <w:t xml:space="preserve"> сільської ради Стрийського району Львівської області»</w:t>
            </w:r>
          </w:p>
        </w:tc>
        <w:tc>
          <w:tcPr>
            <w:tcW w:w="3231" w:type="dxa"/>
          </w:tcPr>
          <w:p w14:paraId="45E93EA6" w14:textId="4F3EC4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0154265" w14:textId="36110CE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81640,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Черниця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Майдан УСС, 1, </w:t>
            </w:r>
            <w:r w:rsidRPr="00C22906">
              <w:rPr>
                <w:color w:val="000000"/>
                <w:sz w:val="20"/>
                <w:szCs w:val="20"/>
              </w:rPr>
              <w:t>380966160435</w:t>
            </w:r>
          </w:p>
        </w:tc>
        <w:tc>
          <w:tcPr>
            <w:tcW w:w="994" w:type="dxa"/>
            <w:vAlign w:val="center"/>
          </w:tcPr>
          <w:p w14:paraId="6AA0D93B" w14:textId="6662609D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27/27</w:t>
            </w:r>
          </w:p>
        </w:tc>
        <w:tc>
          <w:tcPr>
            <w:tcW w:w="3112" w:type="dxa"/>
          </w:tcPr>
          <w:p w14:paraId="37BAA3A5" w14:textId="7832F6B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BFE8F38" w14:textId="77777777" w:rsidTr="00235626">
        <w:trPr>
          <w:trHeight w:val="124"/>
        </w:trPr>
        <w:tc>
          <w:tcPr>
            <w:tcW w:w="562" w:type="dxa"/>
            <w:gridSpan w:val="3"/>
          </w:tcPr>
          <w:p w14:paraId="3475CCF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6455A74" w14:textId="562EBA2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Сколівська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sz w:val="20"/>
                <w:szCs w:val="20"/>
              </w:rPr>
              <w:t>центральна лікарня</w:t>
            </w:r>
            <w:r w:rsidRPr="00C22906">
              <w:rPr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Сколівської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3231" w:type="dxa"/>
          </w:tcPr>
          <w:p w14:paraId="55D01F22" w14:textId="59A8E3C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C4741A1" w14:textId="3F363EA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82600,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Сколе,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О.Ушневича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29, </w:t>
            </w:r>
            <w:r w:rsidRPr="00C22906">
              <w:rPr>
                <w:color w:val="000000"/>
                <w:sz w:val="20"/>
                <w:szCs w:val="20"/>
              </w:rPr>
              <w:t>380325121187</w:t>
            </w:r>
          </w:p>
        </w:tc>
        <w:tc>
          <w:tcPr>
            <w:tcW w:w="994" w:type="dxa"/>
          </w:tcPr>
          <w:p w14:paraId="44AD9501" w14:textId="05B395A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298/175</w:t>
            </w:r>
          </w:p>
        </w:tc>
        <w:tc>
          <w:tcPr>
            <w:tcW w:w="3112" w:type="dxa"/>
          </w:tcPr>
          <w:p w14:paraId="523A2732" w14:textId="28CA0FF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523512C" w14:textId="77777777" w:rsidTr="00235626">
        <w:trPr>
          <w:trHeight w:val="124"/>
        </w:trPr>
        <w:tc>
          <w:tcPr>
            <w:tcW w:w="562" w:type="dxa"/>
            <w:gridSpan w:val="3"/>
          </w:tcPr>
          <w:p w14:paraId="0FC919F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0F591D7" w14:textId="6AD2410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«Сколівський центр первинної медичної допомоги»</w:t>
            </w:r>
            <w:r w:rsidRPr="00C22906">
              <w:rPr>
                <w:sz w:val="20"/>
                <w:szCs w:val="20"/>
              </w:rPr>
              <w:t xml:space="preserve"> </w:t>
            </w:r>
            <w:r w:rsidRPr="005F5EE3">
              <w:rPr>
                <w:sz w:val="20"/>
                <w:szCs w:val="20"/>
              </w:rPr>
              <w:t>Сколівської міської ради</w:t>
            </w:r>
          </w:p>
        </w:tc>
        <w:tc>
          <w:tcPr>
            <w:tcW w:w="3231" w:type="dxa"/>
          </w:tcPr>
          <w:p w14:paraId="12DBCAAA" w14:textId="1F15976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4FA92AF" w14:textId="1A5D95E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82600,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Сколе,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Героя Олега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Ушневича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29, </w:t>
            </w:r>
            <w:r w:rsidRPr="00C22906">
              <w:rPr>
                <w:color w:val="000000"/>
                <w:sz w:val="20"/>
                <w:szCs w:val="20"/>
              </w:rPr>
              <w:t>380325121151</w:t>
            </w:r>
          </w:p>
        </w:tc>
        <w:tc>
          <w:tcPr>
            <w:tcW w:w="994" w:type="dxa"/>
          </w:tcPr>
          <w:p w14:paraId="6BD9FC84" w14:textId="52C4772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88/88</w:t>
            </w:r>
          </w:p>
        </w:tc>
        <w:tc>
          <w:tcPr>
            <w:tcW w:w="3112" w:type="dxa"/>
          </w:tcPr>
          <w:p w14:paraId="24B955F5" w14:textId="6F27D66E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56DBDBA" w14:textId="77777777" w:rsidTr="00235626">
        <w:trPr>
          <w:trHeight w:val="124"/>
        </w:trPr>
        <w:tc>
          <w:tcPr>
            <w:tcW w:w="562" w:type="dxa"/>
            <w:gridSpan w:val="3"/>
          </w:tcPr>
          <w:p w14:paraId="66EDF58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1F10F4A" w14:textId="665A3FA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«Сколівська стоматологічна поліклініка» Сколівської міської ради</w:t>
            </w:r>
          </w:p>
        </w:tc>
        <w:tc>
          <w:tcPr>
            <w:tcW w:w="3231" w:type="dxa"/>
          </w:tcPr>
          <w:p w14:paraId="7EB02EF0" w14:textId="2F48057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805A72C" w14:textId="79076BD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82600,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Сколе, Майдан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Незалежності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10, </w:t>
            </w:r>
            <w:r w:rsidRPr="00C22906">
              <w:rPr>
                <w:color w:val="000000"/>
                <w:sz w:val="20"/>
                <w:szCs w:val="20"/>
              </w:rPr>
              <w:t>380674766928</w:t>
            </w:r>
          </w:p>
        </w:tc>
        <w:tc>
          <w:tcPr>
            <w:tcW w:w="994" w:type="dxa"/>
          </w:tcPr>
          <w:p w14:paraId="1BEB11BD" w14:textId="7F3F408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18/14</w:t>
            </w:r>
          </w:p>
        </w:tc>
        <w:tc>
          <w:tcPr>
            <w:tcW w:w="3112" w:type="dxa"/>
          </w:tcPr>
          <w:p w14:paraId="24142F77" w14:textId="2B821B00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248ABAC" w14:textId="77777777" w:rsidTr="00235626">
        <w:trPr>
          <w:trHeight w:val="124"/>
        </w:trPr>
        <w:tc>
          <w:tcPr>
            <w:tcW w:w="562" w:type="dxa"/>
            <w:gridSpan w:val="3"/>
          </w:tcPr>
          <w:p w14:paraId="4E1445B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AC33958" w14:textId="395299EE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Славської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селищної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Славська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C22906">
              <w:rPr>
                <w:sz w:val="20"/>
                <w:szCs w:val="20"/>
                <w:lang w:val="ru-RU"/>
              </w:rPr>
              <w:t>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62D43224" w14:textId="30E80B8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1946ED7" w14:textId="510E887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82660,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Славське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Архангельського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5, </w:t>
            </w:r>
            <w:r w:rsidRPr="00C22906">
              <w:rPr>
                <w:color w:val="000000"/>
                <w:sz w:val="20"/>
                <w:szCs w:val="20"/>
              </w:rPr>
              <w:t>380684143361</w:t>
            </w:r>
          </w:p>
        </w:tc>
        <w:tc>
          <w:tcPr>
            <w:tcW w:w="994" w:type="dxa"/>
            <w:vAlign w:val="center"/>
          </w:tcPr>
          <w:p w14:paraId="366CE6D4" w14:textId="4D2DB7C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98/25</w:t>
            </w:r>
          </w:p>
        </w:tc>
        <w:tc>
          <w:tcPr>
            <w:tcW w:w="3112" w:type="dxa"/>
          </w:tcPr>
          <w:p w14:paraId="0AE019C1" w14:textId="36173CCC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2BA5757" w14:textId="77777777" w:rsidTr="00235626">
        <w:trPr>
          <w:trHeight w:val="124"/>
        </w:trPr>
        <w:tc>
          <w:tcPr>
            <w:tcW w:w="562" w:type="dxa"/>
            <w:gridSpan w:val="3"/>
          </w:tcPr>
          <w:p w14:paraId="48EEC5E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B2B9972" w14:textId="348425A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Стрийської міської ради «Територіальне медичне об</w:t>
            </w:r>
            <w:r w:rsidRPr="00C22906">
              <w:rPr>
                <w:sz w:val="20"/>
                <w:szCs w:val="20"/>
              </w:rPr>
              <w:t>’</w:t>
            </w:r>
            <w:r w:rsidRPr="005F5EE3">
              <w:rPr>
                <w:sz w:val="20"/>
                <w:szCs w:val="20"/>
              </w:rPr>
              <w:t xml:space="preserve">єднання </w:t>
            </w:r>
            <w:r w:rsidRPr="00C22906">
              <w:rPr>
                <w:sz w:val="20"/>
                <w:szCs w:val="20"/>
              </w:rPr>
              <w:t xml:space="preserve">«Стрийська міська об’єднана </w:t>
            </w:r>
            <w:r w:rsidRPr="005F5EE3">
              <w:rPr>
                <w:sz w:val="20"/>
                <w:szCs w:val="20"/>
              </w:rPr>
              <w:t>лікарня»</w:t>
            </w:r>
          </w:p>
        </w:tc>
        <w:tc>
          <w:tcPr>
            <w:tcW w:w="3231" w:type="dxa"/>
          </w:tcPr>
          <w:p w14:paraId="7FF46210" w14:textId="4CA5D68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122F459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82400,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Стрий,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Дрогобицька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50, </w:t>
            </w:r>
          </w:p>
          <w:p w14:paraId="5D62EEEE" w14:textId="0504B9E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380676743512</w:t>
            </w:r>
          </w:p>
        </w:tc>
        <w:tc>
          <w:tcPr>
            <w:tcW w:w="994" w:type="dxa"/>
          </w:tcPr>
          <w:p w14:paraId="377508B0" w14:textId="43DD5CE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1269/749</w:t>
            </w:r>
          </w:p>
        </w:tc>
        <w:tc>
          <w:tcPr>
            <w:tcW w:w="3112" w:type="dxa"/>
          </w:tcPr>
          <w:p w14:paraId="1FDB14D1" w14:textId="4D8C6FCC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46FCC99" w14:textId="77777777" w:rsidTr="00235626">
        <w:trPr>
          <w:trHeight w:val="124"/>
        </w:trPr>
        <w:tc>
          <w:tcPr>
            <w:tcW w:w="562" w:type="dxa"/>
            <w:gridSpan w:val="3"/>
          </w:tcPr>
          <w:p w14:paraId="31B56E0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84B2969" w14:textId="1FA9C94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первинної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медико-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санітарної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допомоги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м. Стрия»</w:t>
            </w:r>
          </w:p>
        </w:tc>
        <w:tc>
          <w:tcPr>
            <w:tcW w:w="3231" w:type="dxa"/>
          </w:tcPr>
          <w:p w14:paraId="572F276B" w14:textId="4F9BF01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70829F5" w14:textId="2C56F59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82400,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Стрий,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Охримовича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6, </w:t>
            </w:r>
            <w:r w:rsidRPr="00C22906">
              <w:rPr>
                <w:color w:val="000000"/>
                <w:sz w:val="20"/>
                <w:szCs w:val="20"/>
              </w:rPr>
              <w:t>380504891139</w:t>
            </w:r>
          </w:p>
        </w:tc>
        <w:tc>
          <w:tcPr>
            <w:tcW w:w="994" w:type="dxa"/>
          </w:tcPr>
          <w:p w14:paraId="1F3E8009" w14:textId="7A98F1F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109/109</w:t>
            </w:r>
          </w:p>
        </w:tc>
        <w:tc>
          <w:tcPr>
            <w:tcW w:w="3112" w:type="dxa"/>
          </w:tcPr>
          <w:p w14:paraId="3BC29F8E" w14:textId="78511101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13DC164" w14:textId="77777777" w:rsidTr="00235626">
        <w:trPr>
          <w:trHeight w:val="124"/>
        </w:trPr>
        <w:tc>
          <w:tcPr>
            <w:tcW w:w="562" w:type="dxa"/>
            <w:gridSpan w:val="3"/>
          </w:tcPr>
          <w:p w14:paraId="14C896B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E4AE297" w14:textId="5906410F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sz w:val="20"/>
                <w:szCs w:val="20"/>
              </w:rPr>
              <w:t>ц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ентр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первинної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медико-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санітарної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допомоги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»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</w:t>
            </w:r>
          </w:p>
        </w:tc>
        <w:tc>
          <w:tcPr>
            <w:tcW w:w="3231" w:type="dxa"/>
          </w:tcPr>
          <w:p w14:paraId="3BC6573C" w14:textId="5FFAB34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30D72DC" w14:textId="2FBD0BB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82400,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Стрий,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Ольги Басараб, 15, </w:t>
            </w:r>
            <w:r w:rsidRPr="00C22906">
              <w:rPr>
                <w:color w:val="000000"/>
                <w:sz w:val="20"/>
                <w:szCs w:val="20"/>
              </w:rPr>
              <w:t>380952030120</w:t>
            </w:r>
          </w:p>
        </w:tc>
        <w:tc>
          <w:tcPr>
            <w:tcW w:w="994" w:type="dxa"/>
          </w:tcPr>
          <w:p w14:paraId="75FC487F" w14:textId="5354306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126/126</w:t>
            </w:r>
          </w:p>
        </w:tc>
        <w:tc>
          <w:tcPr>
            <w:tcW w:w="3112" w:type="dxa"/>
          </w:tcPr>
          <w:p w14:paraId="6A762386" w14:textId="478E12EF" w:rsidR="004F747D" w:rsidRPr="00C44CFB" w:rsidRDefault="004F747D" w:rsidP="004F747D">
            <w:pPr>
              <w:jc w:val="center"/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C5B3F78" w14:textId="77777777" w:rsidTr="00235626">
        <w:trPr>
          <w:trHeight w:val="124"/>
        </w:trPr>
        <w:tc>
          <w:tcPr>
            <w:tcW w:w="562" w:type="dxa"/>
            <w:gridSpan w:val="3"/>
          </w:tcPr>
          <w:p w14:paraId="493100E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0934EAA1" w14:textId="3079405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«Центр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первинної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медико-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санітарної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допомоги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Тростянецької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сільської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ради»</w:t>
            </w:r>
          </w:p>
        </w:tc>
        <w:tc>
          <w:tcPr>
            <w:tcW w:w="3231" w:type="dxa"/>
          </w:tcPr>
          <w:p w14:paraId="52FB1654" w14:textId="36A6B24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4116798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81605,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Липівка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Сихівська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14, </w:t>
            </w:r>
          </w:p>
          <w:p w14:paraId="05947BB2" w14:textId="1ABFEEF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380324166124</w:t>
            </w:r>
          </w:p>
        </w:tc>
        <w:tc>
          <w:tcPr>
            <w:tcW w:w="994" w:type="dxa"/>
            <w:vAlign w:val="center"/>
          </w:tcPr>
          <w:p w14:paraId="2C5A13B6" w14:textId="27B5488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28/28</w:t>
            </w:r>
          </w:p>
        </w:tc>
        <w:tc>
          <w:tcPr>
            <w:tcW w:w="3112" w:type="dxa"/>
          </w:tcPr>
          <w:p w14:paraId="16B301DD" w14:textId="46FD9A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23075E9" w14:textId="77777777" w:rsidTr="00235626">
        <w:trPr>
          <w:trHeight w:val="124"/>
        </w:trPr>
        <w:tc>
          <w:tcPr>
            <w:tcW w:w="562" w:type="dxa"/>
            <w:gridSpan w:val="3"/>
          </w:tcPr>
          <w:p w14:paraId="039EC3A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CC578AB" w14:textId="0A0CA139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«</w:t>
            </w:r>
            <w:proofErr w:type="spellStart"/>
            <w:r w:rsidRPr="005F5EE3">
              <w:rPr>
                <w:sz w:val="20"/>
                <w:szCs w:val="20"/>
              </w:rPr>
              <w:t>Ходорівська</w:t>
            </w:r>
            <w:proofErr w:type="spellEnd"/>
            <w:r w:rsidRPr="005F5EE3">
              <w:rPr>
                <w:sz w:val="20"/>
                <w:szCs w:val="20"/>
              </w:rPr>
              <w:t xml:space="preserve"> міська лікарня» </w:t>
            </w:r>
            <w:proofErr w:type="spellStart"/>
            <w:r w:rsidRPr="005F5EE3">
              <w:rPr>
                <w:sz w:val="20"/>
                <w:szCs w:val="20"/>
              </w:rPr>
              <w:t>Ходорівської</w:t>
            </w:r>
            <w:proofErr w:type="spellEnd"/>
            <w:r w:rsidRPr="005F5EE3">
              <w:rPr>
                <w:sz w:val="20"/>
                <w:szCs w:val="20"/>
              </w:rPr>
              <w:t xml:space="preserve"> міської ради Львівської області</w:t>
            </w:r>
          </w:p>
        </w:tc>
        <w:tc>
          <w:tcPr>
            <w:tcW w:w="3231" w:type="dxa"/>
          </w:tcPr>
          <w:p w14:paraId="7CD7F612" w14:textId="2191C4C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4080BE0" w14:textId="7036BB3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81750,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Стрийський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Ходорів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sz w:val="20"/>
                <w:szCs w:val="20"/>
                <w:lang w:val="ru-RU"/>
              </w:rPr>
              <w:t>Б.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Хмельницького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63, </w:t>
            </w:r>
            <w:r w:rsidRPr="00C22906">
              <w:rPr>
                <w:color w:val="000000"/>
                <w:sz w:val="20"/>
                <w:szCs w:val="20"/>
              </w:rPr>
              <w:t>380323953931</w:t>
            </w:r>
          </w:p>
        </w:tc>
        <w:tc>
          <w:tcPr>
            <w:tcW w:w="994" w:type="dxa"/>
            <w:vAlign w:val="center"/>
          </w:tcPr>
          <w:p w14:paraId="43BC4340" w14:textId="6EF7D2F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263/110</w:t>
            </w:r>
          </w:p>
        </w:tc>
        <w:tc>
          <w:tcPr>
            <w:tcW w:w="3112" w:type="dxa"/>
          </w:tcPr>
          <w:p w14:paraId="286CD4E7" w14:textId="7A27B58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F1B2513" w14:textId="77777777" w:rsidTr="00235626">
        <w:trPr>
          <w:trHeight w:val="124"/>
        </w:trPr>
        <w:tc>
          <w:tcPr>
            <w:tcW w:w="562" w:type="dxa"/>
            <w:gridSpan w:val="3"/>
          </w:tcPr>
          <w:p w14:paraId="48285D3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F8DAEB9" w14:textId="606C983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5F5EE3">
              <w:rPr>
                <w:sz w:val="20"/>
                <w:szCs w:val="20"/>
              </w:rPr>
              <w:t>КНП ЛОР «Лікарня відновного лікування №</w:t>
            </w:r>
            <w:r w:rsidRPr="00C22906">
              <w:rPr>
                <w:sz w:val="20"/>
                <w:szCs w:val="20"/>
              </w:rPr>
              <w:t xml:space="preserve"> </w:t>
            </w:r>
            <w:r w:rsidRPr="005F5EE3">
              <w:rPr>
                <w:sz w:val="20"/>
                <w:szCs w:val="20"/>
              </w:rPr>
              <w:t xml:space="preserve">2 </w:t>
            </w:r>
            <w:r w:rsidRPr="00C22906">
              <w:rPr>
                <w:sz w:val="20"/>
                <w:szCs w:val="20"/>
              </w:rPr>
              <w:t>«Ц</w:t>
            </w:r>
            <w:r w:rsidRPr="005F5EE3">
              <w:rPr>
                <w:sz w:val="20"/>
                <w:szCs w:val="20"/>
              </w:rPr>
              <w:t>ентр реабілітації ветеранів ОУН-УПА</w:t>
            </w:r>
            <w:r w:rsidRPr="00C22906">
              <w:rPr>
                <w:sz w:val="20"/>
                <w:szCs w:val="20"/>
              </w:rPr>
              <w:t xml:space="preserve"> «</w:t>
            </w:r>
            <w:r w:rsidRPr="005F5EE3">
              <w:rPr>
                <w:sz w:val="20"/>
                <w:szCs w:val="20"/>
              </w:rPr>
              <w:t>Говерла</w:t>
            </w:r>
            <w:r w:rsidRPr="00C22906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5FF2C74C" w14:textId="4119816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A852D93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82482,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Моршин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І. Франка, 76, </w:t>
            </w:r>
          </w:p>
          <w:p w14:paraId="7FD49CE6" w14:textId="323210E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380326060712</w:t>
            </w:r>
          </w:p>
        </w:tc>
        <w:tc>
          <w:tcPr>
            <w:tcW w:w="994" w:type="dxa"/>
            <w:vAlign w:val="center"/>
          </w:tcPr>
          <w:p w14:paraId="1A943225" w14:textId="3E7CD6F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63/31</w:t>
            </w:r>
          </w:p>
        </w:tc>
        <w:tc>
          <w:tcPr>
            <w:tcW w:w="3112" w:type="dxa"/>
          </w:tcPr>
          <w:p w14:paraId="42548265" w14:textId="36B1B9E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B89604D" w14:textId="77777777" w:rsidTr="00235626">
        <w:trPr>
          <w:trHeight w:val="124"/>
        </w:trPr>
        <w:tc>
          <w:tcPr>
            <w:tcW w:w="562" w:type="dxa"/>
            <w:gridSpan w:val="3"/>
          </w:tcPr>
          <w:p w14:paraId="0F6A0F37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2D66521" w14:textId="5B35DEE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CB469A1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"Стрий"</w:t>
            </w:r>
          </w:p>
          <w:p w14:paraId="651886D3" w14:textId="7045240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5 бригад</w:t>
            </w:r>
          </w:p>
        </w:tc>
        <w:tc>
          <w:tcPr>
            <w:tcW w:w="3154" w:type="dxa"/>
            <w:gridSpan w:val="2"/>
          </w:tcPr>
          <w:p w14:paraId="78F94B94" w14:textId="2784C30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Стрий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Басараб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15</w:t>
            </w:r>
          </w:p>
        </w:tc>
        <w:tc>
          <w:tcPr>
            <w:tcW w:w="994" w:type="dxa"/>
          </w:tcPr>
          <w:p w14:paraId="0ED5616F" w14:textId="746A175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85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15</w:t>
            </w:r>
          </w:p>
        </w:tc>
        <w:tc>
          <w:tcPr>
            <w:tcW w:w="3112" w:type="dxa"/>
          </w:tcPr>
          <w:p w14:paraId="2B078BC2" w14:textId="1A0714E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CE7F5C1" w14:textId="77777777" w:rsidTr="00235626">
        <w:trPr>
          <w:trHeight w:val="124"/>
        </w:trPr>
        <w:tc>
          <w:tcPr>
            <w:tcW w:w="562" w:type="dxa"/>
            <w:gridSpan w:val="3"/>
          </w:tcPr>
          <w:p w14:paraId="4040471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CF4CE8A" w14:textId="1CB9186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Відділ медицини катастроф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03EA6D15" w14:textId="77777777" w:rsidR="004F747D" w:rsidRPr="00C22906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МК «Миколаїв»</w:t>
            </w:r>
          </w:p>
          <w:p w14:paraId="01F6D7AA" w14:textId="5367788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75BC3F9D" w14:textId="43887C5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Миколаїв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Мазепи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94" w:type="dxa"/>
          </w:tcPr>
          <w:p w14:paraId="51E16658" w14:textId="51A0B86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16/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F20158F" w14:textId="343B7F9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E967939" w14:textId="77777777" w:rsidTr="00235626">
        <w:trPr>
          <w:trHeight w:val="124"/>
        </w:trPr>
        <w:tc>
          <w:tcPr>
            <w:tcW w:w="562" w:type="dxa"/>
            <w:gridSpan w:val="3"/>
          </w:tcPr>
          <w:p w14:paraId="09CBA8A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5A2CAA0" w14:textId="6999AD79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7A0E5F4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м. Стрий</w:t>
            </w:r>
          </w:p>
          <w:p w14:paraId="5F6A06D3" w14:textId="02A2AA2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 Дрогобицька</w:t>
            </w:r>
          </w:p>
        </w:tc>
        <w:tc>
          <w:tcPr>
            <w:tcW w:w="3154" w:type="dxa"/>
            <w:gridSpan w:val="2"/>
          </w:tcPr>
          <w:p w14:paraId="0194BEC6" w14:textId="3566F6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Стрий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Дрогобицька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80</w:t>
            </w:r>
          </w:p>
        </w:tc>
        <w:tc>
          <w:tcPr>
            <w:tcW w:w="994" w:type="dxa"/>
          </w:tcPr>
          <w:p w14:paraId="4267578B" w14:textId="4FF3CE4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C22906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1965062" w14:textId="5DA0DBB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FDDE255" w14:textId="77777777" w:rsidTr="00235626">
        <w:trPr>
          <w:trHeight w:val="124"/>
        </w:trPr>
        <w:tc>
          <w:tcPr>
            <w:tcW w:w="562" w:type="dxa"/>
            <w:gridSpan w:val="3"/>
          </w:tcPr>
          <w:p w14:paraId="7DB54D5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F64969D" w14:textId="7F1B17B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D7D2A28" w14:textId="4D6A6FF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«Моршин» 1 бригада</w:t>
            </w:r>
          </w:p>
        </w:tc>
        <w:tc>
          <w:tcPr>
            <w:tcW w:w="3154" w:type="dxa"/>
            <w:gridSpan w:val="2"/>
          </w:tcPr>
          <w:p w14:paraId="05C706BE" w14:textId="075673D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Моршин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50-річчя УПА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20</w:t>
            </w:r>
          </w:p>
        </w:tc>
        <w:tc>
          <w:tcPr>
            <w:tcW w:w="994" w:type="dxa"/>
          </w:tcPr>
          <w:p w14:paraId="3F5A6211" w14:textId="6ECB42C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16/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971051D" w14:textId="2449EB5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8BD04FA" w14:textId="77777777" w:rsidTr="00235626">
        <w:trPr>
          <w:trHeight w:val="124"/>
        </w:trPr>
        <w:tc>
          <w:tcPr>
            <w:tcW w:w="562" w:type="dxa"/>
            <w:gridSpan w:val="3"/>
          </w:tcPr>
          <w:p w14:paraId="0E40A49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0F6A977" w14:textId="42D59489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6B02D41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"Сколе"</w:t>
            </w:r>
          </w:p>
          <w:p w14:paraId="71D0230D" w14:textId="7FC4D62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</w:t>
            </w:r>
          </w:p>
        </w:tc>
        <w:tc>
          <w:tcPr>
            <w:tcW w:w="3154" w:type="dxa"/>
            <w:gridSpan w:val="2"/>
          </w:tcPr>
          <w:p w14:paraId="58DDAE58" w14:textId="3D58713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Сколе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Стрийська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29</w:t>
            </w:r>
          </w:p>
        </w:tc>
        <w:tc>
          <w:tcPr>
            <w:tcW w:w="994" w:type="dxa"/>
          </w:tcPr>
          <w:p w14:paraId="4B76534A" w14:textId="36F90F4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27/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15661840" w14:textId="4ADD769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659766B" w14:textId="77777777" w:rsidTr="00235626">
        <w:trPr>
          <w:trHeight w:val="124"/>
        </w:trPr>
        <w:tc>
          <w:tcPr>
            <w:tcW w:w="562" w:type="dxa"/>
            <w:gridSpan w:val="3"/>
          </w:tcPr>
          <w:p w14:paraId="73470FC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8346550" w14:textId="2D1A68C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932546F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Пункт ЕМД «Верхнє </w:t>
            </w:r>
            <w:proofErr w:type="spellStart"/>
            <w:r w:rsidRPr="00C22906">
              <w:rPr>
                <w:sz w:val="20"/>
                <w:szCs w:val="20"/>
              </w:rPr>
              <w:t>Синьовидне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19C52799" w14:textId="4ADE24B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3B8CDA4B" w14:textId="4733DDD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 xml:space="preserve">Верхнє </w:t>
            </w:r>
            <w:proofErr w:type="spellStart"/>
            <w:r w:rsidRPr="00C22906">
              <w:rPr>
                <w:sz w:val="20"/>
                <w:szCs w:val="20"/>
              </w:rPr>
              <w:t>Синьовидне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Січових Стрільців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67</w:t>
            </w:r>
          </w:p>
        </w:tc>
        <w:tc>
          <w:tcPr>
            <w:tcW w:w="994" w:type="dxa"/>
          </w:tcPr>
          <w:p w14:paraId="259F548D" w14:textId="479F91A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</w:t>
            </w:r>
            <w:r w:rsidRPr="00C22906">
              <w:rPr>
                <w:sz w:val="20"/>
                <w:szCs w:val="20"/>
              </w:rPr>
              <w:t>7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C7B6EE0" w14:textId="20BAEF5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037B2A6" w14:textId="77777777" w:rsidTr="00235626">
        <w:trPr>
          <w:trHeight w:val="124"/>
        </w:trPr>
        <w:tc>
          <w:tcPr>
            <w:tcW w:w="562" w:type="dxa"/>
            <w:gridSpan w:val="3"/>
          </w:tcPr>
          <w:p w14:paraId="4120C83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1AD4ADC" w14:textId="3E7DE30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E7C7E3A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</w:t>
            </w:r>
            <w:proofErr w:type="spellStart"/>
            <w:r w:rsidRPr="00C22906">
              <w:rPr>
                <w:sz w:val="20"/>
                <w:szCs w:val="20"/>
              </w:rPr>
              <w:t>Славськ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5A30836E" w14:textId="090377B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22EFE30" w14:textId="6514C96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Славськ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Архангельського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7</w:t>
            </w:r>
          </w:p>
        </w:tc>
        <w:tc>
          <w:tcPr>
            <w:tcW w:w="994" w:type="dxa"/>
          </w:tcPr>
          <w:p w14:paraId="2FDA2824" w14:textId="79F0084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15/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5F42C977" w14:textId="512F8B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39DAE17" w14:textId="77777777" w:rsidTr="00235626">
        <w:trPr>
          <w:trHeight w:val="124"/>
        </w:trPr>
        <w:tc>
          <w:tcPr>
            <w:tcW w:w="562" w:type="dxa"/>
            <w:gridSpan w:val="3"/>
          </w:tcPr>
          <w:p w14:paraId="13CD4AA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5B65D16" w14:textId="27F7354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1C3319E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</w:t>
            </w:r>
            <w:proofErr w:type="spellStart"/>
            <w:r w:rsidRPr="00C22906">
              <w:rPr>
                <w:sz w:val="20"/>
                <w:szCs w:val="20"/>
              </w:rPr>
              <w:t>Орява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14919363" w14:textId="485351E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2FCFEA73" w14:textId="3F7A5DD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Орява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Довженка</w:t>
            </w:r>
          </w:p>
        </w:tc>
        <w:tc>
          <w:tcPr>
            <w:tcW w:w="994" w:type="dxa"/>
          </w:tcPr>
          <w:p w14:paraId="5662096F" w14:textId="78F38C1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13/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A10DA91" w14:textId="3DA6D28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D5B5B5A" w14:textId="77777777" w:rsidTr="00235626">
        <w:trPr>
          <w:trHeight w:val="124"/>
        </w:trPr>
        <w:tc>
          <w:tcPr>
            <w:tcW w:w="562" w:type="dxa"/>
            <w:gridSpan w:val="3"/>
          </w:tcPr>
          <w:p w14:paraId="132C71C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3E68B0F" w14:textId="77777777" w:rsidR="004F747D" w:rsidRPr="00C22906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</w:t>
            </w:r>
          </w:p>
          <w:p w14:paraId="2B160629" w14:textId="7E71A360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 xml:space="preserve">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8958D6A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«Завадка»</w:t>
            </w:r>
          </w:p>
          <w:p w14:paraId="50B03A2C" w14:textId="4C5EF8F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3B479B6" w14:textId="728122C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Завадка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Шевченка</w:t>
            </w:r>
          </w:p>
        </w:tc>
        <w:tc>
          <w:tcPr>
            <w:tcW w:w="994" w:type="dxa"/>
          </w:tcPr>
          <w:p w14:paraId="0DADF8C9" w14:textId="2BCD6FC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9/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62DFD4D" w14:textId="065F982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57021D6" w14:textId="77777777" w:rsidTr="00235626">
        <w:trPr>
          <w:trHeight w:val="124"/>
        </w:trPr>
        <w:tc>
          <w:tcPr>
            <w:tcW w:w="562" w:type="dxa"/>
            <w:gridSpan w:val="3"/>
          </w:tcPr>
          <w:p w14:paraId="04CC402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AC5AAFA" w14:textId="1C5CACF1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A6369CD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«Миколаїв»</w:t>
            </w:r>
          </w:p>
          <w:p w14:paraId="4BA8EA18" w14:textId="42DEA58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2A29857E" w14:textId="7282086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Миколаїв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Мазепи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94" w:type="dxa"/>
          </w:tcPr>
          <w:p w14:paraId="15F30665" w14:textId="28F5F69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13/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3B480838" w14:textId="6D07101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C155FB6" w14:textId="77777777" w:rsidTr="00235626">
        <w:trPr>
          <w:trHeight w:val="124"/>
        </w:trPr>
        <w:tc>
          <w:tcPr>
            <w:tcW w:w="562" w:type="dxa"/>
            <w:gridSpan w:val="3"/>
          </w:tcPr>
          <w:p w14:paraId="49CEF23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3303D1F" w14:textId="4301C48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35DE84C8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«Новий Розділ»</w:t>
            </w:r>
          </w:p>
          <w:p w14:paraId="452F98AB" w14:textId="3498B68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E00A9F1" w14:textId="619F835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Новий Розділ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Винниченка</w:t>
            </w:r>
            <w:r>
              <w:rPr>
                <w:sz w:val="20"/>
                <w:szCs w:val="20"/>
              </w:rPr>
              <w:t xml:space="preserve">, </w:t>
            </w:r>
            <w:r w:rsidRPr="00C22906">
              <w:rPr>
                <w:sz w:val="20"/>
                <w:szCs w:val="20"/>
              </w:rPr>
              <w:t>37</w:t>
            </w:r>
          </w:p>
        </w:tc>
        <w:tc>
          <w:tcPr>
            <w:tcW w:w="994" w:type="dxa"/>
          </w:tcPr>
          <w:p w14:paraId="0A8469E1" w14:textId="22459AE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16/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4DEA2B9" w14:textId="086A98E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81AB0F5" w14:textId="77777777" w:rsidTr="00235626">
        <w:trPr>
          <w:trHeight w:val="124"/>
        </w:trPr>
        <w:tc>
          <w:tcPr>
            <w:tcW w:w="562" w:type="dxa"/>
            <w:gridSpan w:val="3"/>
          </w:tcPr>
          <w:p w14:paraId="1B058E0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F2766C2" w14:textId="7C7843C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CCD5182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«Жидачів»</w:t>
            </w:r>
          </w:p>
          <w:p w14:paraId="785C69CF" w14:textId="5BBCB9D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0C5433C5" w14:textId="7231A61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Жидачів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Я.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Мудрого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29</w:t>
            </w:r>
          </w:p>
        </w:tc>
        <w:tc>
          <w:tcPr>
            <w:tcW w:w="994" w:type="dxa"/>
          </w:tcPr>
          <w:p w14:paraId="1552D2ED" w14:textId="2ACE25E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8/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5729714" w14:textId="6DB2D7B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70F10135" w14:textId="77777777" w:rsidTr="00235626">
        <w:trPr>
          <w:trHeight w:val="160"/>
        </w:trPr>
        <w:tc>
          <w:tcPr>
            <w:tcW w:w="562" w:type="dxa"/>
            <w:gridSpan w:val="3"/>
          </w:tcPr>
          <w:p w14:paraId="730386E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95B85AA" w14:textId="0109EAF0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486A4DE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«Ходорів»</w:t>
            </w:r>
          </w:p>
          <w:p w14:paraId="2F17C01D" w14:textId="6C6FD4E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946A743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 Ходорів</w:t>
            </w:r>
            <w:r>
              <w:rPr>
                <w:sz w:val="20"/>
                <w:szCs w:val="20"/>
              </w:rPr>
              <w:t>,</w:t>
            </w:r>
          </w:p>
          <w:p w14:paraId="3D31F5F9" w14:textId="468B81F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Хмельницького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14</w:t>
            </w:r>
          </w:p>
        </w:tc>
        <w:tc>
          <w:tcPr>
            <w:tcW w:w="994" w:type="dxa"/>
          </w:tcPr>
          <w:p w14:paraId="40B61857" w14:textId="5F0D26A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10/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4D09501" w14:textId="2B06213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8E9FA9D" w14:textId="77777777" w:rsidTr="00235626">
        <w:trPr>
          <w:trHeight w:val="124"/>
        </w:trPr>
        <w:tc>
          <w:tcPr>
            <w:tcW w:w="562" w:type="dxa"/>
            <w:gridSpan w:val="3"/>
          </w:tcPr>
          <w:p w14:paraId="68C830C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3046376" w14:textId="2535D3E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«Стрий»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D0E842F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«Журавно»</w:t>
            </w:r>
          </w:p>
          <w:p w14:paraId="5A0B857B" w14:textId="50F1B4F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070C994D" w14:textId="63B798C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Журавно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Чубинського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</w:t>
            </w:r>
          </w:p>
        </w:tc>
        <w:tc>
          <w:tcPr>
            <w:tcW w:w="994" w:type="dxa"/>
          </w:tcPr>
          <w:p w14:paraId="0961DBBE" w14:textId="2FE3930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14/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A37C76B" w14:textId="6E24E6D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36ACE1C4" w14:textId="77777777" w:rsidTr="00235626">
        <w:trPr>
          <w:trHeight w:val="124"/>
        </w:trPr>
        <w:tc>
          <w:tcPr>
            <w:tcW w:w="562" w:type="dxa"/>
            <w:gridSpan w:val="3"/>
          </w:tcPr>
          <w:p w14:paraId="634008F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AA5B557" w14:textId="18B8BA9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КНП Стрийської міської ради Стрийська  центральна районна 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лiкарня</w:t>
            </w:r>
            <w:proofErr w:type="spellEnd"/>
          </w:p>
        </w:tc>
        <w:tc>
          <w:tcPr>
            <w:tcW w:w="3231" w:type="dxa"/>
          </w:tcPr>
          <w:p w14:paraId="292A18A1" w14:textId="01DC2A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765BECD3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>м. Стрий, вул.</w:t>
            </w:r>
            <w:r>
              <w:rPr>
                <w:sz w:val="20"/>
                <w:szCs w:val="20"/>
                <w:lang w:eastAsia="uk-UA"/>
              </w:rPr>
              <w:t xml:space="preserve"> </w:t>
            </w:r>
            <w:r w:rsidRPr="00C22906">
              <w:rPr>
                <w:sz w:val="20"/>
                <w:szCs w:val="20"/>
                <w:lang w:eastAsia="uk-UA"/>
              </w:rPr>
              <w:t>Ольги Басараб, буд. 15</w:t>
            </w:r>
          </w:p>
          <w:p w14:paraId="3F995D68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>032 45 5-22-79;</w:t>
            </w:r>
          </w:p>
          <w:p w14:paraId="4EFFB04E" w14:textId="79A127D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5-34-01</w:t>
            </w:r>
          </w:p>
        </w:tc>
        <w:tc>
          <w:tcPr>
            <w:tcW w:w="994" w:type="dxa"/>
          </w:tcPr>
          <w:p w14:paraId="421B75AE" w14:textId="2149098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/4</w:t>
            </w:r>
          </w:p>
        </w:tc>
        <w:tc>
          <w:tcPr>
            <w:tcW w:w="3112" w:type="dxa"/>
          </w:tcPr>
          <w:p w14:paraId="383BBD5B" w14:textId="77777777" w:rsidR="004F747D" w:rsidRPr="00C22906" w:rsidRDefault="004F747D" w:rsidP="004F747D">
            <w:pPr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  <w:p w14:paraId="327E69C8" w14:textId="2318BC8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78191447" w14:textId="77777777" w:rsidTr="00235626">
        <w:trPr>
          <w:trHeight w:val="124"/>
        </w:trPr>
        <w:tc>
          <w:tcPr>
            <w:tcW w:w="562" w:type="dxa"/>
            <w:gridSpan w:val="3"/>
          </w:tcPr>
          <w:p w14:paraId="6B845DB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00BD759" w14:textId="66DC210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 "Стрийська міська лікарня"</w:t>
            </w:r>
          </w:p>
        </w:tc>
        <w:tc>
          <w:tcPr>
            <w:tcW w:w="3231" w:type="dxa"/>
          </w:tcPr>
          <w:p w14:paraId="575321EE" w14:textId="25EBE2A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65623991" w14:textId="77777777" w:rsidR="004F747D" w:rsidRPr="00C22906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м. Стрий, вул. Дрогобицька, </w:t>
            </w:r>
          </w:p>
          <w:p w14:paraId="2B4990E3" w14:textId="04474BE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буд. 50</w:t>
            </w:r>
          </w:p>
        </w:tc>
        <w:tc>
          <w:tcPr>
            <w:tcW w:w="994" w:type="dxa"/>
          </w:tcPr>
          <w:p w14:paraId="40481DBF" w14:textId="175B183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12/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112" w:type="dxa"/>
          </w:tcPr>
          <w:p w14:paraId="29A9F497" w14:textId="095CF60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58EFE96C" w14:textId="77777777" w:rsidTr="00235626">
        <w:trPr>
          <w:trHeight w:val="124"/>
        </w:trPr>
        <w:tc>
          <w:tcPr>
            <w:tcW w:w="562" w:type="dxa"/>
            <w:gridSpan w:val="3"/>
          </w:tcPr>
          <w:p w14:paraId="752BD64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DC991E8" w14:textId="4E56D1AB" w:rsidR="004F747D" w:rsidRPr="00C44CFB" w:rsidRDefault="004F747D" w:rsidP="004F747D">
            <w:pPr>
              <w:ind w:right="7"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Стрийська міська дитяча лікарня</w:t>
            </w:r>
          </w:p>
        </w:tc>
        <w:tc>
          <w:tcPr>
            <w:tcW w:w="3231" w:type="dxa"/>
          </w:tcPr>
          <w:p w14:paraId="7C64557C" w14:textId="73B65B45" w:rsidR="004F747D" w:rsidRPr="00C44CFB" w:rsidRDefault="004F747D" w:rsidP="004F747D">
            <w:pPr>
              <w:ind w:right="7"/>
              <w:jc w:val="center"/>
            </w:pPr>
            <w:r w:rsidRPr="00C22906">
              <w:rPr>
                <w:sz w:val="20"/>
                <w:szCs w:val="20"/>
              </w:rPr>
              <w:t>медична бригада в</w:t>
            </w:r>
          </w:p>
        </w:tc>
        <w:tc>
          <w:tcPr>
            <w:tcW w:w="3154" w:type="dxa"/>
            <w:gridSpan w:val="2"/>
          </w:tcPr>
          <w:p w14:paraId="35D85137" w14:textId="77777777" w:rsidR="004F747D" w:rsidRPr="00C22906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м. Стрий, вул. Івана Франка, </w:t>
            </w:r>
          </w:p>
          <w:p w14:paraId="30307DE5" w14:textId="46B07B3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буд. 8</w:t>
            </w:r>
          </w:p>
        </w:tc>
        <w:tc>
          <w:tcPr>
            <w:tcW w:w="994" w:type="dxa"/>
          </w:tcPr>
          <w:p w14:paraId="4F5A79CE" w14:textId="03D365DD" w:rsidR="004F747D" w:rsidRPr="00C44CFB" w:rsidRDefault="004F747D" w:rsidP="004F747D">
            <w:pPr>
              <w:ind w:right="7"/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10/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</w:tcPr>
          <w:p w14:paraId="5CFFB5D7" w14:textId="37F4EDC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1886C4F5" w14:textId="77777777" w:rsidTr="00235626">
        <w:trPr>
          <w:trHeight w:val="124"/>
        </w:trPr>
        <w:tc>
          <w:tcPr>
            <w:tcW w:w="562" w:type="dxa"/>
            <w:gridSpan w:val="3"/>
          </w:tcPr>
          <w:p w14:paraId="06DAB8C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FEFEE15" w14:textId="4A51C9D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Стрийський пологовий будинок</w:t>
            </w:r>
          </w:p>
        </w:tc>
        <w:tc>
          <w:tcPr>
            <w:tcW w:w="3231" w:type="dxa"/>
          </w:tcPr>
          <w:p w14:paraId="05BB46F9" w14:textId="3EB86C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44321949" w14:textId="77777777" w:rsidR="004F747D" w:rsidRPr="00C22906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м. Стрий, вул. Шашкевича, </w:t>
            </w:r>
          </w:p>
          <w:p w14:paraId="5100DD2F" w14:textId="77777777" w:rsidR="004F747D" w:rsidRPr="00C22906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>буд. 17</w:t>
            </w:r>
          </w:p>
          <w:p w14:paraId="7C9E5EFA" w14:textId="293241D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03245-52434, 03245-71271</w:t>
            </w:r>
          </w:p>
        </w:tc>
        <w:tc>
          <w:tcPr>
            <w:tcW w:w="994" w:type="dxa"/>
          </w:tcPr>
          <w:p w14:paraId="62AE8735" w14:textId="36FE31E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6/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112" w:type="dxa"/>
          </w:tcPr>
          <w:p w14:paraId="5C85EA9F" w14:textId="22E0628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74A09E1F" w14:textId="77777777" w:rsidTr="00235626">
        <w:trPr>
          <w:trHeight w:val="124"/>
        </w:trPr>
        <w:tc>
          <w:tcPr>
            <w:tcW w:w="562" w:type="dxa"/>
            <w:gridSpan w:val="3"/>
          </w:tcPr>
          <w:p w14:paraId="053EB3C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18301A0" w14:textId="1530471C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Центр первинної медико-санітарної допом</w:t>
            </w:r>
            <w:r>
              <w:rPr>
                <w:sz w:val="20"/>
                <w:szCs w:val="20"/>
                <w:lang w:eastAsia="uk-UA"/>
              </w:rPr>
              <w:t>о</w:t>
            </w:r>
            <w:r w:rsidRPr="00C22906">
              <w:rPr>
                <w:sz w:val="20"/>
                <w:szCs w:val="20"/>
                <w:lang w:eastAsia="uk-UA"/>
              </w:rPr>
              <w:t>ги м. Стрия</w:t>
            </w:r>
          </w:p>
        </w:tc>
        <w:tc>
          <w:tcPr>
            <w:tcW w:w="3231" w:type="dxa"/>
          </w:tcPr>
          <w:p w14:paraId="29E24366" w14:textId="7824B8E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33D5D3C0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м. Стрий, вул. Охрімовича, 6 </w:t>
            </w:r>
          </w:p>
          <w:p w14:paraId="68406596" w14:textId="2D294D2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 03245-52434, 03245-71271</w:t>
            </w:r>
          </w:p>
        </w:tc>
        <w:tc>
          <w:tcPr>
            <w:tcW w:w="994" w:type="dxa"/>
          </w:tcPr>
          <w:p w14:paraId="09861AEA" w14:textId="59D13E9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12/</w:t>
            </w: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3112" w:type="dxa"/>
          </w:tcPr>
          <w:p w14:paraId="78C33A4D" w14:textId="4A37DAC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490BB88C" w14:textId="77777777" w:rsidTr="00235626">
        <w:trPr>
          <w:trHeight w:val="124"/>
        </w:trPr>
        <w:tc>
          <w:tcPr>
            <w:tcW w:w="562" w:type="dxa"/>
            <w:gridSpan w:val="3"/>
          </w:tcPr>
          <w:p w14:paraId="50DEF8B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4F90650" w14:textId="5BD2266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"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Ходорівська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 xml:space="preserve"> міська лікарня"  </w:t>
            </w:r>
          </w:p>
        </w:tc>
        <w:tc>
          <w:tcPr>
            <w:tcW w:w="3231" w:type="dxa"/>
          </w:tcPr>
          <w:p w14:paraId="6852841F" w14:textId="2817B97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31323291" w14:textId="77777777" w:rsidR="004F747D" w:rsidRPr="00C22906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>м.</w:t>
            </w:r>
            <w:r>
              <w:rPr>
                <w:sz w:val="20"/>
                <w:szCs w:val="20"/>
                <w:lang w:eastAsia="uk-UA"/>
              </w:rPr>
              <w:t xml:space="preserve"> </w:t>
            </w:r>
            <w:r w:rsidRPr="00C22906">
              <w:rPr>
                <w:sz w:val="20"/>
                <w:szCs w:val="20"/>
                <w:lang w:eastAsia="uk-UA"/>
              </w:rPr>
              <w:t>Ходорів, вул.</w:t>
            </w:r>
          </w:p>
          <w:p w14:paraId="6DCAAA95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>Б.</w:t>
            </w:r>
            <w:r>
              <w:rPr>
                <w:sz w:val="20"/>
                <w:szCs w:val="20"/>
                <w:lang w:eastAsia="uk-UA"/>
              </w:rPr>
              <w:t xml:space="preserve"> </w:t>
            </w:r>
            <w:r w:rsidRPr="00C22906">
              <w:rPr>
                <w:sz w:val="20"/>
                <w:szCs w:val="20"/>
                <w:lang w:eastAsia="uk-UA"/>
              </w:rPr>
              <w:t>Хмельницького, 63</w:t>
            </w:r>
            <w:r>
              <w:rPr>
                <w:sz w:val="20"/>
                <w:szCs w:val="20"/>
                <w:lang w:eastAsia="uk-UA"/>
              </w:rPr>
              <w:t>,</w:t>
            </w:r>
            <w:r w:rsidRPr="00C22906">
              <w:rPr>
                <w:sz w:val="20"/>
                <w:szCs w:val="20"/>
                <w:lang w:eastAsia="uk-UA"/>
              </w:rPr>
              <w:t xml:space="preserve"> </w:t>
            </w:r>
          </w:p>
          <w:p w14:paraId="40A389CE" w14:textId="12FF020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03 239 53373</w:t>
            </w:r>
          </w:p>
        </w:tc>
        <w:tc>
          <w:tcPr>
            <w:tcW w:w="994" w:type="dxa"/>
          </w:tcPr>
          <w:p w14:paraId="5CEA76EE" w14:textId="1696DA1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7/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</w:tcPr>
          <w:p w14:paraId="29E17329" w14:textId="297ABE3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1318D330" w14:textId="77777777" w:rsidTr="00235626">
        <w:trPr>
          <w:trHeight w:val="124"/>
        </w:trPr>
        <w:tc>
          <w:tcPr>
            <w:tcW w:w="562" w:type="dxa"/>
            <w:gridSpan w:val="3"/>
          </w:tcPr>
          <w:p w14:paraId="61B3A5B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3E9CCBA" w14:textId="64E12C4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  <w:lang w:eastAsia="uk-UA"/>
              </w:rPr>
              <w:t xml:space="preserve">КНП «Жидачівська міська лікарня»  </w:t>
            </w:r>
          </w:p>
        </w:tc>
        <w:tc>
          <w:tcPr>
            <w:tcW w:w="3231" w:type="dxa"/>
          </w:tcPr>
          <w:p w14:paraId="266B503E" w14:textId="2D6DC01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666F3A0C" w14:textId="77777777" w:rsidR="004F747D" w:rsidRDefault="004F747D" w:rsidP="004F747D">
            <w:pPr>
              <w:jc w:val="center"/>
              <w:rPr>
                <w:color w:val="000000"/>
                <w:sz w:val="20"/>
                <w:szCs w:val="20"/>
                <w:lang w:eastAsia="uk-UA"/>
              </w:rPr>
            </w:pPr>
            <w:r w:rsidRPr="00C22906">
              <w:rPr>
                <w:color w:val="000000"/>
                <w:sz w:val="20"/>
                <w:szCs w:val="20"/>
                <w:lang w:eastAsia="uk-UA"/>
              </w:rPr>
              <w:t>м.</w:t>
            </w:r>
            <w:r>
              <w:rPr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  <w:lang w:eastAsia="uk-UA"/>
              </w:rPr>
              <w:t xml:space="preserve">Жидачів, вул.. Я.Мудрого,29 </w:t>
            </w:r>
          </w:p>
          <w:p w14:paraId="7DF21497" w14:textId="5412DCB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  <w:lang w:eastAsia="uk-UA"/>
              </w:rPr>
              <w:t>0323931481</w:t>
            </w:r>
          </w:p>
        </w:tc>
        <w:tc>
          <w:tcPr>
            <w:tcW w:w="994" w:type="dxa"/>
          </w:tcPr>
          <w:p w14:paraId="4B0CDC4A" w14:textId="6FE9595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8/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112" w:type="dxa"/>
          </w:tcPr>
          <w:p w14:paraId="476BF167" w14:textId="5F8544A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79826638" w14:textId="77777777" w:rsidTr="00235626">
        <w:trPr>
          <w:trHeight w:val="124"/>
        </w:trPr>
        <w:tc>
          <w:tcPr>
            <w:tcW w:w="562" w:type="dxa"/>
            <w:gridSpan w:val="3"/>
          </w:tcPr>
          <w:p w14:paraId="3A6A98F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67A8B2E" w14:textId="16A83F59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"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Журавнівська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 xml:space="preserve"> міська лікарня" </w:t>
            </w:r>
          </w:p>
        </w:tc>
        <w:tc>
          <w:tcPr>
            <w:tcW w:w="3231" w:type="dxa"/>
          </w:tcPr>
          <w:p w14:paraId="3F4D4A74" w14:textId="4F92EA0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522937A8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смт. Журавно, вул. Чубинського, 2 </w:t>
            </w:r>
          </w:p>
          <w:p w14:paraId="132E10F2" w14:textId="1249007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03 239 72466</w:t>
            </w:r>
          </w:p>
        </w:tc>
        <w:tc>
          <w:tcPr>
            <w:tcW w:w="994" w:type="dxa"/>
          </w:tcPr>
          <w:p w14:paraId="694CCE5B" w14:textId="46E0FA6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8/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42956CF9" w14:textId="28AFCC0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09CD64C9" w14:textId="77777777" w:rsidTr="00235626">
        <w:trPr>
          <w:trHeight w:val="124"/>
        </w:trPr>
        <w:tc>
          <w:tcPr>
            <w:tcW w:w="562" w:type="dxa"/>
            <w:gridSpan w:val="3"/>
          </w:tcPr>
          <w:p w14:paraId="1A98636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32A90BA" w14:textId="7B33891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"Миколаївська міська лікарня "</w:t>
            </w:r>
          </w:p>
        </w:tc>
        <w:tc>
          <w:tcPr>
            <w:tcW w:w="3231" w:type="dxa"/>
          </w:tcPr>
          <w:p w14:paraId="4217F944" w14:textId="031F92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6D4D7D3B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м. Миколаїв, вул. Возз'єднання, 9 </w:t>
            </w:r>
          </w:p>
          <w:p w14:paraId="2CC286BD" w14:textId="50CA241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03 241 51-460</w:t>
            </w:r>
          </w:p>
        </w:tc>
        <w:tc>
          <w:tcPr>
            <w:tcW w:w="994" w:type="dxa"/>
          </w:tcPr>
          <w:p w14:paraId="3DB7BCC1" w14:textId="0D472A1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6/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4CD10584" w14:textId="63A063A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588F60AD" w14:textId="77777777" w:rsidTr="00235626">
        <w:trPr>
          <w:trHeight w:val="124"/>
        </w:trPr>
        <w:tc>
          <w:tcPr>
            <w:tcW w:w="562" w:type="dxa"/>
            <w:gridSpan w:val="3"/>
          </w:tcPr>
          <w:p w14:paraId="27A01F9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1717BA6" w14:textId="1B1CDFD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"Сколівська ЦЛ"</w:t>
            </w:r>
          </w:p>
        </w:tc>
        <w:tc>
          <w:tcPr>
            <w:tcW w:w="3231" w:type="dxa"/>
          </w:tcPr>
          <w:p w14:paraId="7F236F6E" w14:textId="3DC49FA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3B2D0A34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>м. Сколе, вул. О.</w:t>
            </w:r>
            <w:r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Ушневича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 xml:space="preserve">, буд. 29 </w:t>
            </w:r>
          </w:p>
          <w:p w14:paraId="0D76D131" w14:textId="49ED4C8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032 51 2-11-51</w:t>
            </w:r>
          </w:p>
        </w:tc>
        <w:tc>
          <w:tcPr>
            <w:tcW w:w="994" w:type="dxa"/>
          </w:tcPr>
          <w:p w14:paraId="2243EC97" w14:textId="4827556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8/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</w:tcPr>
          <w:p w14:paraId="22D821A4" w14:textId="260BFE4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370D4800" w14:textId="77777777" w:rsidTr="00235626">
        <w:trPr>
          <w:trHeight w:val="124"/>
        </w:trPr>
        <w:tc>
          <w:tcPr>
            <w:tcW w:w="562" w:type="dxa"/>
            <w:gridSpan w:val="3"/>
          </w:tcPr>
          <w:p w14:paraId="0F7CAD5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D13541A" w14:textId="3526D4DE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КНП  "Славська 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мiська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лiкарня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>"</w:t>
            </w:r>
          </w:p>
        </w:tc>
        <w:tc>
          <w:tcPr>
            <w:tcW w:w="3231" w:type="dxa"/>
          </w:tcPr>
          <w:p w14:paraId="4E6DDF15" w14:textId="2DC111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68141439" w14:textId="62D3E3E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смт. Славське, вул. Архангельського,5</w:t>
            </w:r>
          </w:p>
        </w:tc>
        <w:tc>
          <w:tcPr>
            <w:tcW w:w="994" w:type="dxa"/>
          </w:tcPr>
          <w:p w14:paraId="6558C89D" w14:textId="2B86842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6/</w:t>
            </w: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112" w:type="dxa"/>
          </w:tcPr>
          <w:p w14:paraId="1A151D2F" w14:textId="0771B2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4DB4E763" w14:textId="77777777" w:rsidTr="00235626">
        <w:trPr>
          <w:trHeight w:val="124"/>
        </w:trPr>
        <w:tc>
          <w:tcPr>
            <w:tcW w:w="562" w:type="dxa"/>
            <w:gridSpan w:val="3"/>
          </w:tcPr>
          <w:p w14:paraId="138FFD1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5EE4EED" w14:textId="2FE6268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КНП  "Моршинська 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мiська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лiкарня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>"</w:t>
            </w:r>
          </w:p>
        </w:tc>
        <w:tc>
          <w:tcPr>
            <w:tcW w:w="3231" w:type="dxa"/>
          </w:tcPr>
          <w:p w14:paraId="01DA8007" w14:textId="2B6146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4DD8FDE6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>м.</w:t>
            </w:r>
            <w:r>
              <w:rPr>
                <w:sz w:val="20"/>
                <w:szCs w:val="20"/>
                <w:lang w:eastAsia="uk-UA"/>
              </w:rPr>
              <w:t xml:space="preserve"> </w:t>
            </w:r>
            <w:r w:rsidRPr="00C22906">
              <w:rPr>
                <w:sz w:val="20"/>
                <w:szCs w:val="20"/>
                <w:lang w:eastAsia="uk-UA"/>
              </w:rPr>
              <w:t xml:space="preserve">Моршин вул. 50- річчя УПА, 18 </w:t>
            </w:r>
          </w:p>
          <w:p w14:paraId="366E500E" w14:textId="1891430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4D5156"/>
                <w:sz w:val="20"/>
                <w:szCs w:val="20"/>
                <w:shd w:val="clear" w:color="auto" w:fill="FFFFFF"/>
              </w:rPr>
              <w:t>(03260) 6-00-07</w:t>
            </w:r>
          </w:p>
        </w:tc>
        <w:tc>
          <w:tcPr>
            <w:tcW w:w="994" w:type="dxa"/>
          </w:tcPr>
          <w:p w14:paraId="4101F5D1" w14:textId="0CD139F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10/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3112" w:type="dxa"/>
          </w:tcPr>
          <w:p w14:paraId="03401D69" w14:textId="6BF4889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6BF7F9A6" w14:textId="77777777" w:rsidTr="00235626">
        <w:trPr>
          <w:trHeight w:val="124"/>
        </w:trPr>
        <w:tc>
          <w:tcPr>
            <w:tcW w:w="562" w:type="dxa"/>
            <w:gridSpan w:val="3"/>
          </w:tcPr>
          <w:p w14:paraId="301D9B2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AD718DC" w14:textId="1F294EE5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КНП  "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Новороздічльська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мiська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eastAsia="uk-UA"/>
              </w:rPr>
              <w:t>лiкарня</w:t>
            </w:r>
            <w:proofErr w:type="spellEnd"/>
            <w:r w:rsidRPr="00C22906">
              <w:rPr>
                <w:sz w:val="20"/>
                <w:szCs w:val="20"/>
                <w:lang w:eastAsia="uk-UA"/>
              </w:rPr>
              <w:t>"</w:t>
            </w:r>
          </w:p>
        </w:tc>
        <w:tc>
          <w:tcPr>
            <w:tcW w:w="3231" w:type="dxa"/>
          </w:tcPr>
          <w:p w14:paraId="766ABF25" w14:textId="0EC45DA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медична бригада</w:t>
            </w:r>
          </w:p>
        </w:tc>
        <w:tc>
          <w:tcPr>
            <w:tcW w:w="3154" w:type="dxa"/>
            <w:gridSpan w:val="2"/>
          </w:tcPr>
          <w:p w14:paraId="1E4A1E9F" w14:textId="77777777" w:rsidR="004F747D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eastAsia="uk-UA"/>
              </w:rPr>
              <w:t xml:space="preserve">м. Новий Розділ вул. Винниченка, 37 </w:t>
            </w:r>
          </w:p>
          <w:p w14:paraId="7833D5D7" w14:textId="1C8587C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50505"/>
                <w:sz w:val="20"/>
                <w:szCs w:val="20"/>
                <w:shd w:val="clear" w:color="auto" w:fill="FFFFFF"/>
              </w:rPr>
              <w:t>03261 24438</w:t>
            </w:r>
          </w:p>
        </w:tc>
        <w:tc>
          <w:tcPr>
            <w:tcW w:w="994" w:type="dxa"/>
          </w:tcPr>
          <w:p w14:paraId="779F8C6B" w14:textId="55D4FA5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>8/</w:t>
            </w: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</w:tcPr>
          <w:p w14:paraId="3EDAD3B1" w14:textId="6B1EC81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</w:t>
            </w:r>
          </w:p>
        </w:tc>
      </w:tr>
      <w:tr w:rsidR="004F747D" w:rsidRPr="00C44CFB" w14:paraId="3E379CE5" w14:textId="77777777" w:rsidTr="001C5D11">
        <w:trPr>
          <w:trHeight w:val="124"/>
        </w:trPr>
        <w:tc>
          <w:tcPr>
            <w:tcW w:w="5128" w:type="dxa"/>
            <w:gridSpan w:val="5"/>
          </w:tcPr>
          <w:p w14:paraId="373147F9" w14:textId="16EDED93" w:rsidR="004F747D" w:rsidRPr="00C44CFB" w:rsidRDefault="004F747D" w:rsidP="004F747D">
            <w:pPr>
              <w:ind w:firstLine="119"/>
              <w:jc w:val="center"/>
              <w:rPr>
                <w:sz w:val="20"/>
                <w:szCs w:val="20"/>
              </w:rPr>
            </w:pPr>
            <w:r w:rsidRPr="00C22906">
              <w:rPr>
                <w:b/>
                <w:sz w:val="20"/>
                <w:szCs w:val="20"/>
                <w:lang w:eastAsia="uk-UA"/>
              </w:rPr>
              <w:t>Всього:</w:t>
            </w:r>
          </w:p>
        </w:tc>
        <w:tc>
          <w:tcPr>
            <w:tcW w:w="3231" w:type="dxa"/>
          </w:tcPr>
          <w:p w14:paraId="1AA70474" w14:textId="3B55CD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253A6D92" w14:textId="0BF118E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7DCE69DC" w14:textId="46C91E4B" w:rsidR="004F747D" w:rsidRDefault="004F747D" w:rsidP="004F747D">
            <w:pPr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4185/</w:t>
            </w:r>
          </w:p>
          <w:p w14:paraId="4D8A38E7" w14:textId="2C9BEFD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2319</w:t>
            </w:r>
          </w:p>
        </w:tc>
        <w:tc>
          <w:tcPr>
            <w:tcW w:w="3112" w:type="dxa"/>
          </w:tcPr>
          <w:p w14:paraId="4AB5DEF8" w14:textId="3EB5B0F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330DC7B5" w14:textId="77777777" w:rsidTr="00443D1C">
        <w:trPr>
          <w:trHeight w:val="124"/>
        </w:trPr>
        <w:tc>
          <w:tcPr>
            <w:tcW w:w="15619" w:type="dxa"/>
            <w:gridSpan w:val="10"/>
          </w:tcPr>
          <w:p w14:paraId="626E0DA1" w14:textId="5E2DA0D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b/>
                <w:sz w:val="20"/>
                <w:szCs w:val="20"/>
              </w:rPr>
              <w:t>ШЕПТИЦЬКИЙ РАЙОН</w:t>
            </w:r>
          </w:p>
        </w:tc>
      </w:tr>
      <w:tr w:rsidR="004F747D" w:rsidRPr="00C44CFB" w14:paraId="7FDF9542" w14:textId="77777777" w:rsidTr="00235626">
        <w:trPr>
          <w:trHeight w:val="124"/>
        </w:trPr>
        <w:tc>
          <w:tcPr>
            <w:tcW w:w="562" w:type="dxa"/>
            <w:gridSpan w:val="3"/>
          </w:tcPr>
          <w:p w14:paraId="32B34C0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377E017" w14:textId="528B1A38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83037C">
              <w:rPr>
                <w:sz w:val="20"/>
                <w:szCs w:val="20"/>
              </w:rPr>
              <w:t>КНП «Центр первинної медичної допом</w:t>
            </w:r>
            <w:r w:rsidRPr="00C22906">
              <w:rPr>
                <w:sz w:val="20"/>
                <w:szCs w:val="20"/>
              </w:rPr>
              <w:t>о</w:t>
            </w:r>
            <w:r w:rsidRPr="0083037C">
              <w:rPr>
                <w:sz w:val="20"/>
                <w:szCs w:val="20"/>
              </w:rPr>
              <w:t>ги»</w:t>
            </w:r>
            <w:r w:rsidRPr="00C22906">
              <w:rPr>
                <w:sz w:val="20"/>
                <w:szCs w:val="20"/>
              </w:rPr>
              <w:t xml:space="preserve"> </w:t>
            </w:r>
            <w:proofErr w:type="spellStart"/>
            <w:r w:rsidRPr="0083037C">
              <w:rPr>
                <w:sz w:val="20"/>
                <w:szCs w:val="20"/>
              </w:rPr>
              <w:t>Великомостівської</w:t>
            </w:r>
            <w:proofErr w:type="spellEnd"/>
            <w:r w:rsidRPr="0083037C">
              <w:rPr>
                <w:sz w:val="20"/>
                <w:szCs w:val="20"/>
              </w:rPr>
              <w:t xml:space="preserve"> міської ради Львівської області</w:t>
            </w:r>
          </w:p>
        </w:tc>
        <w:tc>
          <w:tcPr>
            <w:tcW w:w="3231" w:type="dxa"/>
          </w:tcPr>
          <w:p w14:paraId="48DC9365" w14:textId="3D79C89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10F56A4" w14:textId="0411E29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80074,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Червоноградський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proofErr w:type="gramStart"/>
            <w:r w:rsidRPr="00C22906">
              <w:rPr>
                <w:sz w:val="20"/>
                <w:szCs w:val="20"/>
                <w:lang w:val="ru-RU"/>
              </w:rPr>
              <w:t>Великі</w:t>
            </w:r>
            <w:proofErr w:type="spellEnd"/>
            <w:proofErr w:type="gramEnd"/>
            <w:r w:rsidRPr="00C22906">
              <w:rPr>
                <w:sz w:val="20"/>
                <w:szCs w:val="20"/>
                <w:lang w:val="ru-RU"/>
              </w:rPr>
              <w:t xml:space="preserve"> Мости,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25, </w:t>
            </w:r>
            <w:r w:rsidRPr="00C22906">
              <w:rPr>
                <w:color w:val="000000"/>
                <w:sz w:val="20"/>
                <w:szCs w:val="20"/>
              </w:rPr>
              <w:t>380676596092</w:t>
            </w:r>
          </w:p>
        </w:tc>
        <w:tc>
          <w:tcPr>
            <w:tcW w:w="994" w:type="dxa"/>
            <w:vAlign w:val="center"/>
          </w:tcPr>
          <w:p w14:paraId="547BC052" w14:textId="35D6CDF5" w:rsidR="004F747D" w:rsidRPr="00C44CFB" w:rsidRDefault="004F747D" w:rsidP="004F747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40/20</w:t>
            </w:r>
          </w:p>
        </w:tc>
        <w:tc>
          <w:tcPr>
            <w:tcW w:w="3112" w:type="dxa"/>
          </w:tcPr>
          <w:p w14:paraId="230E8A62" w14:textId="391D869F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0343D2A" w14:textId="77777777" w:rsidTr="00235626">
        <w:trPr>
          <w:trHeight w:val="124"/>
        </w:trPr>
        <w:tc>
          <w:tcPr>
            <w:tcW w:w="562" w:type="dxa"/>
            <w:gridSpan w:val="3"/>
          </w:tcPr>
          <w:p w14:paraId="3F6E060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7AE9261B" w14:textId="3CC2505D" w:rsidR="004F747D" w:rsidRPr="00C44CFB" w:rsidRDefault="004F747D" w:rsidP="004F747D">
            <w:pPr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</w:t>
            </w:r>
            <w:proofErr w:type="spellStart"/>
            <w:r w:rsidRPr="00C22906">
              <w:rPr>
                <w:sz w:val="20"/>
                <w:szCs w:val="20"/>
              </w:rPr>
              <w:t>Великомостівська</w:t>
            </w:r>
            <w:proofErr w:type="spellEnd"/>
            <w:r w:rsidRPr="00C22906">
              <w:rPr>
                <w:sz w:val="20"/>
                <w:szCs w:val="20"/>
              </w:rPr>
              <w:t xml:space="preserve"> міська лікарня» </w:t>
            </w:r>
            <w:proofErr w:type="spellStart"/>
            <w:r w:rsidRPr="00C22906">
              <w:rPr>
                <w:sz w:val="20"/>
                <w:szCs w:val="20"/>
              </w:rPr>
              <w:t>Великомостівської</w:t>
            </w:r>
            <w:proofErr w:type="spellEnd"/>
            <w:r w:rsidRPr="00C22906">
              <w:rPr>
                <w:sz w:val="20"/>
                <w:szCs w:val="20"/>
              </w:rPr>
              <w:t xml:space="preserve"> міської ради Львівської області</w:t>
            </w:r>
          </w:p>
        </w:tc>
        <w:tc>
          <w:tcPr>
            <w:tcW w:w="3231" w:type="dxa"/>
          </w:tcPr>
          <w:p w14:paraId="5D67E087" w14:textId="0591C80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983AC76" w14:textId="44B31F3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80074,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Червоноградський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proofErr w:type="gramStart"/>
            <w:r w:rsidRPr="00C22906">
              <w:rPr>
                <w:sz w:val="20"/>
                <w:szCs w:val="20"/>
                <w:lang w:val="ru-RU"/>
              </w:rPr>
              <w:t>Великі</w:t>
            </w:r>
            <w:proofErr w:type="spellEnd"/>
            <w:proofErr w:type="gramEnd"/>
            <w:r w:rsidRPr="00C22906">
              <w:rPr>
                <w:sz w:val="20"/>
                <w:szCs w:val="20"/>
                <w:lang w:val="ru-RU"/>
              </w:rPr>
              <w:t xml:space="preserve"> Мости,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Сагайдачного, 39, </w:t>
            </w:r>
            <w:r w:rsidRPr="00C22906">
              <w:rPr>
                <w:color w:val="000000"/>
                <w:sz w:val="20"/>
                <w:szCs w:val="20"/>
              </w:rPr>
              <w:t>380976003347</w:t>
            </w:r>
          </w:p>
        </w:tc>
        <w:tc>
          <w:tcPr>
            <w:tcW w:w="994" w:type="dxa"/>
            <w:vAlign w:val="center"/>
          </w:tcPr>
          <w:p w14:paraId="1B7BEB3C" w14:textId="223B9B6C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45/45</w:t>
            </w:r>
          </w:p>
        </w:tc>
        <w:tc>
          <w:tcPr>
            <w:tcW w:w="3112" w:type="dxa"/>
          </w:tcPr>
          <w:p w14:paraId="7BFC1165" w14:textId="3BDDDC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44E7EE9" w14:textId="77777777" w:rsidTr="00235626">
        <w:trPr>
          <w:trHeight w:val="124"/>
        </w:trPr>
        <w:tc>
          <w:tcPr>
            <w:tcW w:w="562" w:type="dxa"/>
            <w:gridSpan w:val="3"/>
          </w:tcPr>
          <w:p w14:paraId="3F1B364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1FDCFE2" w14:textId="4950A69C" w:rsidR="004F747D" w:rsidRPr="00C44CFB" w:rsidRDefault="004F747D" w:rsidP="004F747D">
            <w:pPr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КНП «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Добротвірська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en-US"/>
              </w:rPr>
              <w:t>»</w:t>
            </w:r>
          </w:p>
        </w:tc>
        <w:tc>
          <w:tcPr>
            <w:tcW w:w="3231" w:type="dxa"/>
          </w:tcPr>
          <w:p w14:paraId="511CCA45" w14:textId="3614831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DDF98C5" w14:textId="4BF6E49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80411,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Червоноградський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Добротвір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Шевченка, 10, </w:t>
            </w:r>
            <w:r w:rsidRPr="00C22906">
              <w:rPr>
                <w:color w:val="000000"/>
                <w:sz w:val="20"/>
                <w:szCs w:val="20"/>
              </w:rPr>
              <w:t>380325431258</w:t>
            </w:r>
          </w:p>
        </w:tc>
        <w:tc>
          <w:tcPr>
            <w:tcW w:w="994" w:type="dxa"/>
            <w:vAlign w:val="center"/>
          </w:tcPr>
          <w:p w14:paraId="55F481E6" w14:textId="42282B8D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86/72</w:t>
            </w:r>
          </w:p>
        </w:tc>
        <w:tc>
          <w:tcPr>
            <w:tcW w:w="3112" w:type="dxa"/>
          </w:tcPr>
          <w:p w14:paraId="20284792" w14:textId="29BCAF9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3850353" w14:textId="77777777" w:rsidTr="00235626">
        <w:trPr>
          <w:trHeight w:val="124"/>
        </w:trPr>
        <w:tc>
          <w:tcPr>
            <w:tcW w:w="562" w:type="dxa"/>
            <w:gridSpan w:val="3"/>
          </w:tcPr>
          <w:p w14:paraId="1267867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289D4FB4" w14:textId="46A7E414" w:rsidR="004F747D" w:rsidRPr="00C44CFB" w:rsidRDefault="004F747D" w:rsidP="004F747D">
            <w:pPr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</w:t>
            </w:r>
            <w:proofErr w:type="spellStart"/>
            <w:r w:rsidRPr="00C22906">
              <w:rPr>
                <w:sz w:val="20"/>
                <w:szCs w:val="20"/>
              </w:rPr>
              <w:t>Лопатинська</w:t>
            </w:r>
            <w:proofErr w:type="spellEnd"/>
            <w:r w:rsidRPr="00C22906">
              <w:rPr>
                <w:sz w:val="20"/>
                <w:szCs w:val="20"/>
              </w:rPr>
              <w:t xml:space="preserve"> районна лікарня» </w:t>
            </w:r>
            <w:proofErr w:type="spellStart"/>
            <w:r w:rsidRPr="00C22906">
              <w:rPr>
                <w:sz w:val="20"/>
                <w:szCs w:val="20"/>
              </w:rPr>
              <w:t>Лопатинської</w:t>
            </w:r>
            <w:proofErr w:type="spellEnd"/>
            <w:r w:rsidRPr="00C22906">
              <w:rPr>
                <w:sz w:val="20"/>
                <w:szCs w:val="20"/>
              </w:rPr>
              <w:t xml:space="preserve"> селищної ради Львівської області</w:t>
            </w:r>
          </w:p>
        </w:tc>
        <w:tc>
          <w:tcPr>
            <w:tcW w:w="3231" w:type="dxa"/>
          </w:tcPr>
          <w:p w14:paraId="36077E23" w14:textId="31E5B90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7A01CDB" w14:textId="54F7C1E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80261,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Червоноградський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Лопатин,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Січових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Стрільців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27, </w:t>
            </w:r>
            <w:r w:rsidRPr="00C22906">
              <w:rPr>
                <w:color w:val="000000"/>
                <w:sz w:val="20"/>
                <w:szCs w:val="20"/>
              </w:rPr>
              <w:t>380325536379</w:t>
            </w:r>
          </w:p>
        </w:tc>
        <w:tc>
          <w:tcPr>
            <w:tcW w:w="994" w:type="dxa"/>
            <w:vAlign w:val="center"/>
          </w:tcPr>
          <w:p w14:paraId="647FC603" w14:textId="2CD30D70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80/38</w:t>
            </w:r>
          </w:p>
        </w:tc>
        <w:tc>
          <w:tcPr>
            <w:tcW w:w="3112" w:type="dxa"/>
          </w:tcPr>
          <w:p w14:paraId="14DC53BC" w14:textId="3C8D855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248917F" w14:textId="77777777" w:rsidTr="00235626">
        <w:trPr>
          <w:trHeight w:val="124"/>
        </w:trPr>
        <w:tc>
          <w:tcPr>
            <w:tcW w:w="562" w:type="dxa"/>
            <w:gridSpan w:val="3"/>
          </w:tcPr>
          <w:p w14:paraId="00DD718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A5A055D" w14:textId="1C42426A" w:rsidR="004F747D" w:rsidRPr="00C44CFB" w:rsidRDefault="004F747D" w:rsidP="004F747D">
            <w:pPr>
              <w:rPr>
                <w:b/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«Радехівська центральна районна лікарня» Радехівської міської ради Львівської області</w:t>
            </w:r>
          </w:p>
        </w:tc>
        <w:tc>
          <w:tcPr>
            <w:tcW w:w="3231" w:type="dxa"/>
          </w:tcPr>
          <w:p w14:paraId="7A8CA423" w14:textId="34FA992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081D8D7" w14:textId="0CD1387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80200,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Червоноградський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Радехів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8, </w:t>
            </w:r>
            <w:r w:rsidRPr="00C22906">
              <w:rPr>
                <w:color w:val="000000"/>
                <w:sz w:val="20"/>
                <w:szCs w:val="20"/>
              </w:rPr>
              <w:t>380325522974</w:t>
            </w:r>
          </w:p>
        </w:tc>
        <w:tc>
          <w:tcPr>
            <w:tcW w:w="994" w:type="dxa"/>
            <w:vAlign w:val="center"/>
          </w:tcPr>
          <w:p w14:paraId="106868FB" w14:textId="0F64A58C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399/264</w:t>
            </w:r>
          </w:p>
        </w:tc>
        <w:tc>
          <w:tcPr>
            <w:tcW w:w="3112" w:type="dxa"/>
          </w:tcPr>
          <w:p w14:paraId="1090137E" w14:textId="2EA1244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98A0C52" w14:textId="77777777" w:rsidTr="00235626">
        <w:trPr>
          <w:trHeight w:val="124"/>
        </w:trPr>
        <w:tc>
          <w:tcPr>
            <w:tcW w:w="562" w:type="dxa"/>
            <w:gridSpan w:val="3"/>
          </w:tcPr>
          <w:p w14:paraId="3502604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37339F21" w14:textId="76F8E272" w:rsidR="004F747D" w:rsidRPr="00C44CFB" w:rsidRDefault="004F747D" w:rsidP="004F747D">
            <w:pPr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«Сокальська районна лікарня» Сокальської міської ради Львівської області</w:t>
            </w:r>
          </w:p>
        </w:tc>
        <w:tc>
          <w:tcPr>
            <w:tcW w:w="3231" w:type="dxa"/>
          </w:tcPr>
          <w:p w14:paraId="526C9156" w14:textId="451433E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4E78099" w14:textId="33176AB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80001,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Червоноградський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Сокаль,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Ярослава Мудрого,26, </w:t>
            </w:r>
            <w:r w:rsidRPr="00C22906">
              <w:rPr>
                <w:color w:val="000000"/>
                <w:sz w:val="20"/>
                <w:szCs w:val="20"/>
              </w:rPr>
              <w:t>380322881325</w:t>
            </w:r>
          </w:p>
        </w:tc>
        <w:tc>
          <w:tcPr>
            <w:tcW w:w="994" w:type="dxa"/>
            <w:vAlign w:val="center"/>
          </w:tcPr>
          <w:p w14:paraId="503D597A" w14:textId="75E0ADD3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807/511</w:t>
            </w:r>
          </w:p>
        </w:tc>
        <w:tc>
          <w:tcPr>
            <w:tcW w:w="3112" w:type="dxa"/>
          </w:tcPr>
          <w:p w14:paraId="5C9E8CBD" w14:textId="57FD753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F01D2FC" w14:textId="77777777" w:rsidTr="00235626">
        <w:trPr>
          <w:trHeight w:val="124"/>
        </w:trPr>
        <w:tc>
          <w:tcPr>
            <w:tcW w:w="562" w:type="dxa"/>
            <w:gridSpan w:val="3"/>
          </w:tcPr>
          <w:p w14:paraId="5007819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4B02D1CC" w14:textId="3187B4B9" w:rsidR="004F747D" w:rsidRPr="00C44CFB" w:rsidRDefault="004F747D" w:rsidP="004F747D">
            <w:pPr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КНП «Центральна міська лікарня Шептицької міської ради»</w:t>
            </w:r>
          </w:p>
        </w:tc>
        <w:tc>
          <w:tcPr>
            <w:tcW w:w="3231" w:type="dxa"/>
          </w:tcPr>
          <w:p w14:paraId="46376071" w14:textId="3E2CF7F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E30D77A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80100,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Шептицький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Шептицький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Івасюка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2, </w:t>
            </w:r>
          </w:p>
          <w:p w14:paraId="557BA704" w14:textId="12C757FD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color w:val="000000"/>
                <w:sz w:val="20"/>
                <w:szCs w:val="20"/>
              </w:rPr>
              <w:t>380324938229</w:t>
            </w:r>
          </w:p>
        </w:tc>
        <w:tc>
          <w:tcPr>
            <w:tcW w:w="994" w:type="dxa"/>
            <w:vAlign w:val="center"/>
          </w:tcPr>
          <w:p w14:paraId="03C327BD" w14:textId="17B8F82C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886/400</w:t>
            </w:r>
          </w:p>
        </w:tc>
        <w:tc>
          <w:tcPr>
            <w:tcW w:w="3112" w:type="dxa"/>
          </w:tcPr>
          <w:p w14:paraId="70D8249F" w14:textId="5179EBE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8AB0A4B" w14:textId="77777777" w:rsidTr="00235626">
        <w:trPr>
          <w:trHeight w:val="124"/>
        </w:trPr>
        <w:tc>
          <w:tcPr>
            <w:tcW w:w="562" w:type="dxa"/>
            <w:gridSpan w:val="3"/>
          </w:tcPr>
          <w:p w14:paraId="7407E4B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6DDD174A" w14:textId="4D5C9DFE" w:rsidR="004F747D" w:rsidRPr="00C44CFB" w:rsidRDefault="004F747D" w:rsidP="004F747D">
            <w:pPr>
              <w:rPr>
                <w:bCs w:val="0"/>
                <w:color w:val="000000"/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val="ru-RU"/>
              </w:rPr>
              <w:t>КП «</w:t>
            </w:r>
            <w:proofErr w:type="spellStart"/>
            <w:r>
              <w:rPr>
                <w:sz w:val="20"/>
                <w:szCs w:val="20"/>
                <w:lang w:val="ru-RU"/>
              </w:rPr>
              <w:t>Шептиц</w:t>
            </w:r>
            <w:r w:rsidRPr="00C22906">
              <w:rPr>
                <w:sz w:val="20"/>
                <w:szCs w:val="20"/>
                <w:lang w:val="ru-RU"/>
              </w:rPr>
              <w:t>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міська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стоматологічна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поліклініка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55D36CB0" w14:textId="7525EA4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2AFD910D" w14:textId="4A994078" w:rsidR="004F747D" w:rsidRPr="00C44CFB" w:rsidRDefault="004F747D" w:rsidP="004F747D">
            <w:pPr>
              <w:jc w:val="center"/>
              <w:rPr>
                <w:bCs w:val="0"/>
                <w:color w:val="000000"/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80100,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Червоноградський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Червоноград,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Миру, 37, </w:t>
            </w:r>
            <w:r w:rsidRPr="00C22906">
              <w:rPr>
                <w:color w:val="000000"/>
                <w:sz w:val="20"/>
                <w:szCs w:val="20"/>
              </w:rPr>
              <w:t>380324932841</w:t>
            </w:r>
          </w:p>
        </w:tc>
        <w:tc>
          <w:tcPr>
            <w:tcW w:w="994" w:type="dxa"/>
          </w:tcPr>
          <w:p w14:paraId="5CB275E4" w14:textId="09586C3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30/30</w:t>
            </w:r>
          </w:p>
        </w:tc>
        <w:tc>
          <w:tcPr>
            <w:tcW w:w="3112" w:type="dxa"/>
          </w:tcPr>
          <w:p w14:paraId="45618152" w14:textId="7D93AB3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18F0CB3" w14:textId="77777777" w:rsidTr="00235626">
        <w:trPr>
          <w:trHeight w:val="124"/>
        </w:trPr>
        <w:tc>
          <w:tcPr>
            <w:tcW w:w="562" w:type="dxa"/>
            <w:gridSpan w:val="3"/>
          </w:tcPr>
          <w:p w14:paraId="64B6C17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5229442E" w14:textId="251D2EFC" w:rsidR="004F747D" w:rsidRPr="00C44CFB" w:rsidRDefault="004F747D" w:rsidP="004F747D">
            <w:pPr>
              <w:rPr>
                <w:bCs w:val="0"/>
                <w:color w:val="000000"/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КНП «Центр первинної медико-санітарної допомоги Шептицької міської ради»</w:t>
            </w:r>
          </w:p>
        </w:tc>
        <w:tc>
          <w:tcPr>
            <w:tcW w:w="3231" w:type="dxa"/>
          </w:tcPr>
          <w:p w14:paraId="142970E8" w14:textId="6BA03BB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D1F7780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80100,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Шептицький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Шептицький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Івасюка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8, </w:t>
            </w:r>
          </w:p>
          <w:p w14:paraId="14DD1FBE" w14:textId="3B38674E" w:rsidR="004F747D" w:rsidRPr="00C44CFB" w:rsidRDefault="004F747D" w:rsidP="004F747D">
            <w:pPr>
              <w:jc w:val="center"/>
              <w:rPr>
                <w:bCs w:val="0"/>
                <w:color w:val="000000"/>
                <w:sz w:val="20"/>
                <w:szCs w:val="20"/>
                <w:lang w:eastAsia="uk-UA"/>
              </w:rPr>
            </w:pPr>
            <w:r w:rsidRPr="00C22906">
              <w:rPr>
                <w:color w:val="000000"/>
                <w:sz w:val="20"/>
                <w:szCs w:val="20"/>
              </w:rPr>
              <w:t>380324931181</w:t>
            </w:r>
          </w:p>
        </w:tc>
        <w:tc>
          <w:tcPr>
            <w:tcW w:w="994" w:type="dxa"/>
          </w:tcPr>
          <w:p w14:paraId="02177CFE" w14:textId="456B50D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230/100</w:t>
            </w:r>
          </w:p>
        </w:tc>
        <w:tc>
          <w:tcPr>
            <w:tcW w:w="3112" w:type="dxa"/>
          </w:tcPr>
          <w:p w14:paraId="5A22BBE4" w14:textId="13AB129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D191C84" w14:textId="77777777" w:rsidTr="00235626">
        <w:trPr>
          <w:trHeight w:val="124"/>
        </w:trPr>
        <w:tc>
          <w:tcPr>
            <w:tcW w:w="562" w:type="dxa"/>
            <w:gridSpan w:val="3"/>
          </w:tcPr>
          <w:p w14:paraId="67E6E49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  <w:vAlign w:val="center"/>
          </w:tcPr>
          <w:p w14:paraId="1FDCBCEB" w14:textId="24F44FAB" w:rsidR="004F747D" w:rsidRPr="00C44CFB" w:rsidRDefault="004F747D" w:rsidP="004F747D">
            <w:pPr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КНП «</w:t>
            </w:r>
            <w:proofErr w:type="spellStart"/>
            <w:r w:rsidRPr="00C22906">
              <w:rPr>
                <w:sz w:val="20"/>
                <w:szCs w:val="20"/>
              </w:rPr>
              <w:t>Соснівська</w:t>
            </w:r>
            <w:proofErr w:type="spellEnd"/>
            <w:r w:rsidRPr="00C22906">
              <w:rPr>
                <w:sz w:val="20"/>
                <w:szCs w:val="20"/>
              </w:rPr>
              <w:t xml:space="preserve"> міська лікарня </w:t>
            </w:r>
            <w:r>
              <w:rPr>
                <w:sz w:val="20"/>
                <w:szCs w:val="20"/>
              </w:rPr>
              <w:t>Шептиц</w:t>
            </w:r>
            <w:r w:rsidRPr="00C22906">
              <w:rPr>
                <w:sz w:val="20"/>
                <w:szCs w:val="20"/>
              </w:rPr>
              <w:t>ької міської ради»</w:t>
            </w:r>
          </w:p>
        </w:tc>
        <w:tc>
          <w:tcPr>
            <w:tcW w:w="3231" w:type="dxa"/>
          </w:tcPr>
          <w:p w14:paraId="7248418F" w14:textId="4BA12AC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59080202" w14:textId="00F34ECB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80193,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Червоноградський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Соснівка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Грушевського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36, </w:t>
            </w:r>
            <w:r w:rsidRPr="00C22906">
              <w:rPr>
                <w:color w:val="000000"/>
                <w:sz w:val="20"/>
                <w:szCs w:val="20"/>
              </w:rPr>
              <w:t>380935206014</w:t>
            </w:r>
          </w:p>
        </w:tc>
        <w:tc>
          <w:tcPr>
            <w:tcW w:w="994" w:type="dxa"/>
            <w:vAlign w:val="center"/>
          </w:tcPr>
          <w:p w14:paraId="2341F8B2" w14:textId="0A393EE8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102/102</w:t>
            </w:r>
          </w:p>
        </w:tc>
        <w:tc>
          <w:tcPr>
            <w:tcW w:w="3112" w:type="dxa"/>
          </w:tcPr>
          <w:p w14:paraId="34EE82B5" w14:textId="7290368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91144A1" w14:textId="77777777" w:rsidTr="00235626">
        <w:trPr>
          <w:trHeight w:val="124"/>
        </w:trPr>
        <w:tc>
          <w:tcPr>
            <w:tcW w:w="562" w:type="dxa"/>
            <w:gridSpan w:val="3"/>
          </w:tcPr>
          <w:p w14:paraId="0767C7B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365E0E5" w14:textId="2188A356" w:rsidR="004F747D" w:rsidRPr="00C44CFB" w:rsidRDefault="004F747D" w:rsidP="004F747D">
            <w:pPr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1EEE4A6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«Лопатин»</w:t>
            </w:r>
          </w:p>
          <w:p w14:paraId="66717F1D" w14:textId="14C675F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2B267824" w14:textId="1CA77CE3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Лопатин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Січ. Стрільців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21</w:t>
            </w:r>
          </w:p>
        </w:tc>
        <w:tc>
          <w:tcPr>
            <w:tcW w:w="994" w:type="dxa"/>
          </w:tcPr>
          <w:p w14:paraId="7DDBD989" w14:textId="15E60954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eastAsia="uk-UA"/>
              </w:rPr>
              <w:t>11/</w:t>
            </w: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2" w:type="dxa"/>
          </w:tcPr>
          <w:p w14:paraId="76356283" w14:textId="1850B8D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F02720B" w14:textId="77777777" w:rsidTr="00235626">
        <w:trPr>
          <w:trHeight w:val="124"/>
        </w:trPr>
        <w:tc>
          <w:tcPr>
            <w:tcW w:w="562" w:type="dxa"/>
            <w:gridSpan w:val="3"/>
          </w:tcPr>
          <w:p w14:paraId="2682DD3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BCF81B8" w14:textId="77777777" w:rsidR="004F747D" w:rsidRPr="00C22906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«Буськ»</w:t>
            </w:r>
          </w:p>
          <w:p w14:paraId="056E0D4F" w14:textId="12B04E7B" w:rsidR="004F747D" w:rsidRPr="00C44CFB" w:rsidRDefault="004F747D" w:rsidP="004F747D">
            <w:pPr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 xml:space="preserve">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0BF880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«Добротвір»</w:t>
            </w:r>
          </w:p>
          <w:p w14:paraId="6A014040" w14:textId="1ED2F32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D0ACC10" w14:textId="1DC6DAE3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смт.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Добротвір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Шевченка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10</w:t>
            </w:r>
          </w:p>
        </w:tc>
        <w:tc>
          <w:tcPr>
            <w:tcW w:w="994" w:type="dxa"/>
          </w:tcPr>
          <w:p w14:paraId="32436279" w14:textId="72D0888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eastAsia="uk-UA"/>
              </w:rPr>
              <w:t>15/</w:t>
            </w:r>
            <w:r>
              <w:rPr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112" w:type="dxa"/>
          </w:tcPr>
          <w:p w14:paraId="5E257B92" w14:textId="44D0416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603D9B38" w14:textId="77777777" w:rsidTr="00235626">
        <w:trPr>
          <w:trHeight w:val="124"/>
        </w:trPr>
        <w:tc>
          <w:tcPr>
            <w:tcW w:w="562" w:type="dxa"/>
            <w:gridSpan w:val="3"/>
          </w:tcPr>
          <w:p w14:paraId="7BDE004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EBEE19F" w14:textId="0469B735" w:rsidR="004F747D" w:rsidRPr="00C44CFB" w:rsidRDefault="004F747D" w:rsidP="004F747D">
            <w:pPr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r>
              <w:rPr>
                <w:sz w:val="20"/>
                <w:szCs w:val="20"/>
              </w:rPr>
              <w:t>Шептицький</w:t>
            </w:r>
            <w:r w:rsidRPr="00C22906">
              <w:rPr>
                <w:sz w:val="20"/>
                <w:szCs w:val="20"/>
              </w:rPr>
              <w:t>» 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6A614DD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</w:t>
            </w:r>
            <w:r>
              <w:rPr>
                <w:sz w:val="20"/>
                <w:szCs w:val="20"/>
              </w:rPr>
              <w:t>Шептицький</w:t>
            </w:r>
            <w:r w:rsidRPr="00C22906">
              <w:rPr>
                <w:sz w:val="20"/>
                <w:szCs w:val="20"/>
              </w:rPr>
              <w:t>»</w:t>
            </w:r>
          </w:p>
          <w:p w14:paraId="4BE23B3F" w14:textId="0C7B4D5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3 бригади</w:t>
            </w:r>
          </w:p>
        </w:tc>
        <w:tc>
          <w:tcPr>
            <w:tcW w:w="3154" w:type="dxa"/>
            <w:gridSpan w:val="2"/>
          </w:tcPr>
          <w:p w14:paraId="4107B95A" w14:textId="71538B8D" w:rsidR="004F747D" w:rsidRPr="00C44CFB" w:rsidRDefault="004F747D" w:rsidP="004F747D">
            <w:pPr>
              <w:jc w:val="center"/>
              <w:rPr>
                <w:sz w:val="20"/>
                <w:szCs w:val="20"/>
                <w:lang w:eastAsia="uk-UA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Шептицький,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Івасюка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2А</w:t>
            </w:r>
          </w:p>
        </w:tc>
        <w:tc>
          <w:tcPr>
            <w:tcW w:w="994" w:type="dxa"/>
          </w:tcPr>
          <w:p w14:paraId="605E86E3" w14:textId="1AB9BEB1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</w:rPr>
              <w:t>64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3112" w:type="dxa"/>
          </w:tcPr>
          <w:p w14:paraId="2569A076" w14:textId="607E76E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1F2E70C9" w14:textId="77777777" w:rsidTr="00453902">
        <w:trPr>
          <w:trHeight w:val="124"/>
        </w:trPr>
        <w:tc>
          <w:tcPr>
            <w:tcW w:w="598" w:type="dxa"/>
            <w:gridSpan w:val="4"/>
          </w:tcPr>
          <w:p w14:paraId="14A6E86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622D7F9E" w14:textId="6EA5A38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r>
              <w:rPr>
                <w:sz w:val="20"/>
                <w:szCs w:val="20"/>
              </w:rPr>
              <w:t>Шептицький</w:t>
            </w:r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380A500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«Соснівка»</w:t>
            </w:r>
          </w:p>
          <w:p w14:paraId="0685BAF3" w14:textId="5946DB2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5361BAFE" w14:textId="0E530F9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Соснівка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Грушевського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36</w:t>
            </w:r>
          </w:p>
        </w:tc>
        <w:tc>
          <w:tcPr>
            <w:tcW w:w="994" w:type="dxa"/>
          </w:tcPr>
          <w:p w14:paraId="674F7D62" w14:textId="2E0FF80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</w:t>
            </w:r>
            <w:r w:rsidRPr="00C22906">
              <w:rPr>
                <w:sz w:val="20"/>
                <w:szCs w:val="20"/>
              </w:rPr>
              <w:t>5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F8A1402" w14:textId="7538760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BCCFCAE" w14:textId="77777777" w:rsidTr="00453902">
        <w:trPr>
          <w:trHeight w:val="124"/>
        </w:trPr>
        <w:tc>
          <w:tcPr>
            <w:tcW w:w="598" w:type="dxa"/>
            <w:gridSpan w:val="4"/>
          </w:tcPr>
          <w:p w14:paraId="53A9A3C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DFC5A64" w14:textId="1213CFA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r>
              <w:rPr>
                <w:sz w:val="20"/>
                <w:szCs w:val="20"/>
              </w:rPr>
              <w:t>Шептицький</w:t>
            </w:r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1D129BBB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</w:t>
            </w:r>
            <w:proofErr w:type="spellStart"/>
            <w:r w:rsidRPr="00C22906">
              <w:rPr>
                <w:sz w:val="20"/>
                <w:szCs w:val="20"/>
              </w:rPr>
              <w:t>Белз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45246D0B" w14:textId="6DED08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78E7938" w14:textId="3976D52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Белз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8 Березня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9</w:t>
            </w:r>
          </w:p>
        </w:tc>
        <w:tc>
          <w:tcPr>
            <w:tcW w:w="994" w:type="dxa"/>
          </w:tcPr>
          <w:p w14:paraId="4FCD130A" w14:textId="7065AC1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14/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09603B3B" w14:textId="156BDE8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71A6728B" w14:textId="77777777" w:rsidTr="00453902">
        <w:trPr>
          <w:trHeight w:val="124"/>
        </w:trPr>
        <w:tc>
          <w:tcPr>
            <w:tcW w:w="598" w:type="dxa"/>
            <w:gridSpan w:val="4"/>
          </w:tcPr>
          <w:p w14:paraId="12068C8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04A17C6" w14:textId="66450A2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r>
              <w:rPr>
                <w:sz w:val="20"/>
                <w:szCs w:val="20"/>
              </w:rPr>
              <w:t>Шептицький</w:t>
            </w:r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01A378F3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«Великі Мости»</w:t>
            </w:r>
          </w:p>
          <w:p w14:paraId="557EBCA7" w14:textId="7763C2A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7A183592" w14:textId="492EE88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Великі Мости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ул</w:t>
            </w:r>
            <w:r w:rsidRPr="00C229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Сагайдачного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39</w:t>
            </w:r>
          </w:p>
        </w:tc>
        <w:tc>
          <w:tcPr>
            <w:tcW w:w="994" w:type="dxa"/>
          </w:tcPr>
          <w:p w14:paraId="0DCC1941" w14:textId="00E1036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</w:t>
            </w:r>
            <w:r w:rsidRPr="00C22906">
              <w:rPr>
                <w:sz w:val="20"/>
                <w:szCs w:val="20"/>
              </w:rPr>
              <w:t>5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9F185C9" w14:textId="24321F5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F8D0429" w14:textId="77777777" w:rsidTr="00453902">
        <w:trPr>
          <w:trHeight w:val="124"/>
        </w:trPr>
        <w:tc>
          <w:tcPr>
            <w:tcW w:w="598" w:type="dxa"/>
            <w:gridSpan w:val="4"/>
          </w:tcPr>
          <w:p w14:paraId="1985285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46A9151" w14:textId="31E8BEE5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r>
              <w:rPr>
                <w:sz w:val="20"/>
                <w:szCs w:val="20"/>
              </w:rPr>
              <w:t>Шептицький</w:t>
            </w:r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8F027D0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«Сокаль»</w:t>
            </w:r>
          </w:p>
          <w:p w14:paraId="27558ADF" w14:textId="4034417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56482013" w14:textId="2FC1139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Сокаль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Шашкевича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75</w:t>
            </w:r>
          </w:p>
        </w:tc>
        <w:tc>
          <w:tcPr>
            <w:tcW w:w="994" w:type="dxa"/>
          </w:tcPr>
          <w:p w14:paraId="280369F9" w14:textId="5263D89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28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26052C9B" w14:textId="05DF13D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9DA0E00" w14:textId="77777777" w:rsidTr="00453902">
        <w:trPr>
          <w:trHeight w:val="124"/>
        </w:trPr>
        <w:tc>
          <w:tcPr>
            <w:tcW w:w="598" w:type="dxa"/>
            <w:gridSpan w:val="4"/>
          </w:tcPr>
          <w:p w14:paraId="4FE5682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EDA1A34" w14:textId="5A0913E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r>
              <w:rPr>
                <w:sz w:val="20"/>
                <w:szCs w:val="20"/>
              </w:rPr>
              <w:t>Шептицький</w:t>
            </w:r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294DFF08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«Радехів»</w:t>
            </w:r>
          </w:p>
          <w:p w14:paraId="002C1BE7" w14:textId="303D958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37372CAF" w14:textId="459DF15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Радехів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Львівська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8</w:t>
            </w:r>
          </w:p>
        </w:tc>
        <w:tc>
          <w:tcPr>
            <w:tcW w:w="994" w:type="dxa"/>
          </w:tcPr>
          <w:p w14:paraId="5AB9FF27" w14:textId="578E0C5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10/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2C7E71A2" w14:textId="44C63B5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0C54BD5" w14:textId="77777777" w:rsidTr="007C2393">
        <w:trPr>
          <w:trHeight w:val="124"/>
        </w:trPr>
        <w:tc>
          <w:tcPr>
            <w:tcW w:w="5128" w:type="dxa"/>
            <w:gridSpan w:val="5"/>
          </w:tcPr>
          <w:p w14:paraId="7B942218" w14:textId="03E02F7D" w:rsidR="004F747D" w:rsidRPr="00C44CFB" w:rsidRDefault="004F747D" w:rsidP="004F747D">
            <w:pPr>
              <w:ind w:firstLine="119"/>
              <w:jc w:val="center"/>
              <w:rPr>
                <w:sz w:val="20"/>
                <w:szCs w:val="20"/>
              </w:rPr>
            </w:pPr>
            <w:r w:rsidRPr="00C22906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26B1F632" w14:textId="0402B61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143E9064" w14:textId="2938D2F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7E9B69AE" w14:textId="77777777" w:rsidR="004F747D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2877/</w:t>
            </w:r>
          </w:p>
          <w:p w14:paraId="3F3616F5" w14:textId="17504CB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1615</w:t>
            </w:r>
          </w:p>
        </w:tc>
        <w:tc>
          <w:tcPr>
            <w:tcW w:w="3112" w:type="dxa"/>
          </w:tcPr>
          <w:p w14:paraId="191B8B8C" w14:textId="5243FFE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4CF49D29" w14:textId="77777777" w:rsidTr="006D4485">
        <w:trPr>
          <w:trHeight w:val="124"/>
        </w:trPr>
        <w:tc>
          <w:tcPr>
            <w:tcW w:w="15619" w:type="dxa"/>
            <w:gridSpan w:val="10"/>
          </w:tcPr>
          <w:p w14:paraId="00E42F3B" w14:textId="588D36C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b/>
                <w:sz w:val="20"/>
                <w:szCs w:val="20"/>
              </w:rPr>
              <w:t>ЯВОРІВСЬКИЙ РАЙОН</w:t>
            </w:r>
          </w:p>
        </w:tc>
      </w:tr>
      <w:tr w:rsidR="004F747D" w:rsidRPr="00C44CFB" w14:paraId="42BD43F9" w14:textId="77777777" w:rsidTr="00106949">
        <w:trPr>
          <w:trHeight w:val="124"/>
        </w:trPr>
        <w:tc>
          <w:tcPr>
            <w:tcW w:w="598" w:type="dxa"/>
            <w:gridSpan w:val="4"/>
          </w:tcPr>
          <w:p w14:paraId="5F3E069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6990765F" w14:textId="5A8AAD9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КНП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Івано-Франківської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селищної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ради «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Івано-Франківська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районна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лікарня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231" w:type="dxa"/>
          </w:tcPr>
          <w:p w14:paraId="661A0356" w14:textId="1531D95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0EFED881" w14:textId="346B988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81070,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Івано-Франкове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50, </w:t>
            </w:r>
            <w:r w:rsidRPr="00C22906">
              <w:rPr>
                <w:color w:val="000000"/>
                <w:sz w:val="20"/>
                <w:szCs w:val="20"/>
              </w:rPr>
              <w:t>380325933172</w:t>
            </w:r>
          </w:p>
        </w:tc>
        <w:tc>
          <w:tcPr>
            <w:tcW w:w="994" w:type="dxa"/>
            <w:vAlign w:val="center"/>
          </w:tcPr>
          <w:p w14:paraId="61C493AB" w14:textId="3829309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141/40</w:t>
            </w:r>
          </w:p>
        </w:tc>
        <w:tc>
          <w:tcPr>
            <w:tcW w:w="3112" w:type="dxa"/>
          </w:tcPr>
          <w:p w14:paraId="4D61F9E9" w14:textId="5B7652F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25723858" w14:textId="77777777" w:rsidTr="00106949">
        <w:trPr>
          <w:trHeight w:val="124"/>
        </w:trPr>
        <w:tc>
          <w:tcPr>
            <w:tcW w:w="598" w:type="dxa"/>
            <w:gridSpan w:val="4"/>
          </w:tcPr>
          <w:p w14:paraId="5FACDBC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577C653" w14:textId="65596F7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8A063D">
              <w:rPr>
                <w:sz w:val="20"/>
                <w:szCs w:val="20"/>
              </w:rPr>
              <w:t>КНП «Мостиська міська л</w:t>
            </w:r>
            <w:proofErr w:type="spellStart"/>
            <w:r w:rsidRPr="00C22906">
              <w:rPr>
                <w:sz w:val="20"/>
                <w:szCs w:val="20"/>
                <w:lang w:val="en-US"/>
              </w:rPr>
              <w:t>i</w:t>
            </w:r>
            <w:r w:rsidRPr="008A063D">
              <w:rPr>
                <w:sz w:val="20"/>
                <w:szCs w:val="20"/>
              </w:rPr>
              <w:t>карня</w:t>
            </w:r>
            <w:proofErr w:type="spellEnd"/>
            <w:r w:rsidRPr="008A063D">
              <w:rPr>
                <w:sz w:val="20"/>
                <w:szCs w:val="20"/>
              </w:rPr>
              <w:t xml:space="preserve">» Мостиської </w:t>
            </w:r>
            <w:r w:rsidRPr="00C22906">
              <w:rPr>
                <w:sz w:val="20"/>
                <w:szCs w:val="20"/>
              </w:rPr>
              <w:t>міської ради</w:t>
            </w:r>
            <w:r w:rsidRPr="008A063D">
              <w:rPr>
                <w:sz w:val="20"/>
                <w:szCs w:val="20"/>
              </w:rPr>
              <w:t xml:space="preserve"> Львівської області</w:t>
            </w:r>
          </w:p>
        </w:tc>
        <w:tc>
          <w:tcPr>
            <w:tcW w:w="3231" w:type="dxa"/>
          </w:tcPr>
          <w:p w14:paraId="5F0002A4" w14:textId="33155E9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1E723907" w14:textId="55DA186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81300,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Мостиська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color w:val="000000"/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color w:val="000000"/>
                <w:sz w:val="20"/>
                <w:szCs w:val="20"/>
                <w:lang w:val="ru-RU"/>
              </w:rPr>
              <w:t>.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  <w:lang w:val="ru-RU"/>
              </w:rPr>
              <w:t>Я.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C22906">
              <w:rPr>
                <w:color w:val="000000"/>
                <w:sz w:val="20"/>
                <w:szCs w:val="20"/>
                <w:lang w:val="ru-RU"/>
              </w:rPr>
              <w:t xml:space="preserve">Мудрого, 111, </w:t>
            </w:r>
            <w:r w:rsidRPr="00C22906">
              <w:rPr>
                <w:color w:val="000000"/>
                <w:sz w:val="20"/>
                <w:szCs w:val="20"/>
              </w:rPr>
              <w:t>380323441042</w:t>
            </w:r>
          </w:p>
        </w:tc>
        <w:tc>
          <w:tcPr>
            <w:tcW w:w="994" w:type="dxa"/>
          </w:tcPr>
          <w:p w14:paraId="1F028727" w14:textId="7F4BB1D3" w:rsidR="004F747D" w:rsidRPr="00C44CFB" w:rsidRDefault="004F747D" w:rsidP="004F747D">
            <w:pPr>
              <w:ind w:right="-69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296/110</w:t>
            </w:r>
          </w:p>
        </w:tc>
        <w:tc>
          <w:tcPr>
            <w:tcW w:w="3112" w:type="dxa"/>
          </w:tcPr>
          <w:p w14:paraId="3F07B331" w14:textId="779BBB8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4E0C35B4" w14:textId="77777777" w:rsidTr="00106949">
        <w:trPr>
          <w:trHeight w:val="124"/>
        </w:trPr>
        <w:tc>
          <w:tcPr>
            <w:tcW w:w="598" w:type="dxa"/>
            <w:gridSpan w:val="4"/>
          </w:tcPr>
          <w:p w14:paraId="4F5E6DC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4A55CB4" w14:textId="2C758E3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8A063D">
              <w:rPr>
                <w:sz w:val="20"/>
                <w:szCs w:val="20"/>
              </w:rPr>
              <w:t>КНП «Центр первинної медико-санітарної допомоги Мостиської міської ради Львівської області</w:t>
            </w:r>
            <w:r w:rsidRPr="00C22906">
              <w:rPr>
                <w:sz w:val="20"/>
                <w:szCs w:val="20"/>
              </w:rPr>
              <w:t>»</w:t>
            </w:r>
          </w:p>
        </w:tc>
        <w:tc>
          <w:tcPr>
            <w:tcW w:w="3231" w:type="dxa"/>
          </w:tcPr>
          <w:p w14:paraId="06E24C32" w14:textId="34DED1E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291D5BC" w14:textId="6326EAD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81300,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Мостиська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Ярослава Мудрого, 111, </w:t>
            </w:r>
            <w:r w:rsidRPr="00C22906">
              <w:rPr>
                <w:color w:val="000000"/>
                <w:sz w:val="20"/>
                <w:szCs w:val="20"/>
              </w:rPr>
              <w:t>380982403436</w:t>
            </w:r>
          </w:p>
        </w:tc>
        <w:tc>
          <w:tcPr>
            <w:tcW w:w="994" w:type="dxa"/>
          </w:tcPr>
          <w:p w14:paraId="1FC15049" w14:textId="7C036CF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68/68</w:t>
            </w:r>
          </w:p>
        </w:tc>
        <w:tc>
          <w:tcPr>
            <w:tcW w:w="3112" w:type="dxa"/>
          </w:tcPr>
          <w:p w14:paraId="5631C2D4" w14:textId="6260E71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7160FE1F" w14:textId="77777777" w:rsidTr="00106949">
        <w:trPr>
          <w:trHeight w:val="124"/>
        </w:trPr>
        <w:tc>
          <w:tcPr>
            <w:tcW w:w="598" w:type="dxa"/>
            <w:gridSpan w:val="4"/>
          </w:tcPr>
          <w:p w14:paraId="2853C85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3138C1F7" w14:textId="3A8E097D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8A063D">
              <w:rPr>
                <w:sz w:val="20"/>
                <w:szCs w:val="20"/>
              </w:rPr>
              <w:t>КНП «</w:t>
            </w:r>
            <w:proofErr w:type="spellStart"/>
            <w:r w:rsidRPr="008A063D">
              <w:rPr>
                <w:sz w:val="20"/>
                <w:szCs w:val="20"/>
              </w:rPr>
              <w:t>Новояворівська</w:t>
            </w:r>
            <w:proofErr w:type="spellEnd"/>
            <w:r w:rsidRPr="008A063D">
              <w:rPr>
                <w:sz w:val="20"/>
                <w:szCs w:val="20"/>
              </w:rPr>
              <w:t xml:space="preserve"> лікарня імені Юрія Липи» </w:t>
            </w:r>
            <w:proofErr w:type="spellStart"/>
            <w:r w:rsidRPr="008A063D">
              <w:rPr>
                <w:sz w:val="20"/>
                <w:szCs w:val="20"/>
              </w:rPr>
              <w:t>Новояворівської</w:t>
            </w:r>
            <w:proofErr w:type="spellEnd"/>
            <w:r w:rsidRPr="008A063D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3231" w:type="dxa"/>
          </w:tcPr>
          <w:p w14:paraId="6975E1D7" w14:textId="760ED9B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6A65EF63" w14:textId="32C37B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81053,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Шевченка, 18, </w:t>
            </w:r>
            <w:r w:rsidRPr="00C22906">
              <w:rPr>
                <w:color w:val="000000"/>
                <w:sz w:val="20"/>
                <w:szCs w:val="20"/>
              </w:rPr>
              <w:t>380325641747</w:t>
            </w:r>
          </w:p>
        </w:tc>
        <w:tc>
          <w:tcPr>
            <w:tcW w:w="994" w:type="dxa"/>
          </w:tcPr>
          <w:p w14:paraId="639D9396" w14:textId="5BECEE3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566/373</w:t>
            </w:r>
          </w:p>
        </w:tc>
        <w:tc>
          <w:tcPr>
            <w:tcW w:w="3112" w:type="dxa"/>
          </w:tcPr>
          <w:p w14:paraId="2F33CD8A" w14:textId="0AA62D4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3013C318" w14:textId="77777777" w:rsidTr="00106949">
        <w:trPr>
          <w:trHeight w:val="124"/>
        </w:trPr>
        <w:tc>
          <w:tcPr>
            <w:tcW w:w="598" w:type="dxa"/>
            <w:gridSpan w:val="4"/>
          </w:tcPr>
          <w:p w14:paraId="793A164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447655AC" w14:textId="2424C342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</w:t>
            </w:r>
            <w:proofErr w:type="spellStart"/>
            <w:r w:rsidRPr="00C22906">
              <w:rPr>
                <w:sz w:val="20"/>
                <w:szCs w:val="20"/>
              </w:rPr>
              <w:t>Новояворівський</w:t>
            </w:r>
            <w:proofErr w:type="spellEnd"/>
            <w:r w:rsidRPr="00C22906">
              <w:rPr>
                <w:sz w:val="20"/>
                <w:szCs w:val="20"/>
              </w:rPr>
              <w:t xml:space="preserve"> центр первинної медико-санітарної допомоги» </w:t>
            </w:r>
            <w:proofErr w:type="spellStart"/>
            <w:r w:rsidRPr="00C22906">
              <w:rPr>
                <w:sz w:val="20"/>
                <w:szCs w:val="20"/>
              </w:rPr>
              <w:t>Новояворівської</w:t>
            </w:r>
            <w:proofErr w:type="spellEnd"/>
            <w:r w:rsidRPr="00C22906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3231" w:type="dxa"/>
          </w:tcPr>
          <w:p w14:paraId="0AC18F43" w14:textId="31637E1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EA1C6C5" w14:textId="50E9EEC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81053,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Шевченка Т., 18, </w:t>
            </w:r>
            <w:r w:rsidRPr="00C22906">
              <w:rPr>
                <w:color w:val="000000"/>
                <w:sz w:val="20"/>
                <w:szCs w:val="20"/>
              </w:rPr>
              <w:t>380978864423</w:t>
            </w:r>
          </w:p>
        </w:tc>
        <w:tc>
          <w:tcPr>
            <w:tcW w:w="994" w:type="dxa"/>
          </w:tcPr>
          <w:p w14:paraId="5F534DB4" w14:textId="24C7454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133/92</w:t>
            </w:r>
          </w:p>
        </w:tc>
        <w:tc>
          <w:tcPr>
            <w:tcW w:w="3112" w:type="dxa"/>
          </w:tcPr>
          <w:p w14:paraId="19D8DFF0" w14:textId="26527E3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0F61CBC" w14:textId="77777777" w:rsidTr="00106949">
        <w:trPr>
          <w:trHeight w:val="124"/>
        </w:trPr>
        <w:tc>
          <w:tcPr>
            <w:tcW w:w="598" w:type="dxa"/>
            <w:gridSpan w:val="4"/>
          </w:tcPr>
          <w:p w14:paraId="3806C8D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7754A0CC" w14:textId="45C1FB85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8A063D">
              <w:rPr>
                <w:sz w:val="20"/>
                <w:szCs w:val="20"/>
              </w:rPr>
              <w:t>КНП «</w:t>
            </w:r>
            <w:proofErr w:type="spellStart"/>
            <w:r w:rsidRPr="008A063D">
              <w:rPr>
                <w:sz w:val="20"/>
                <w:szCs w:val="20"/>
              </w:rPr>
              <w:t>Судововишнянська</w:t>
            </w:r>
            <w:proofErr w:type="spellEnd"/>
            <w:r w:rsidRPr="008A063D">
              <w:rPr>
                <w:sz w:val="20"/>
                <w:szCs w:val="20"/>
              </w:rPr>
              <w:t xml:space="preserve"> міська лікарня» </w:t>
            </w:r>
            <w:proofErr w:type="spellStart"/>
            <w:r w:rsidRPr="008A063D">
              <w:rPr>
                <w:sz w:val="20"/>
                <w:szCs w:val="20"/>
              </w:rPr>
              <w:t>Судововишнянської</w:t>
            </w:r>
            <w:proofErr w:type="spellEnd"/>
            <w:r w:rsidRPr="008A063D">
              <w:rPr>
                <w:sz w:val="20"/>
                <w:szCs w:val="20"/>
              </w:rPr>
              <w:t xml:space="preserve"> міської ради Львівської області</w:t>
            </w:r>
          </w:p>
        </w:tc>
        <w:tc>
          <w:tcPr>
            <w:tcW w:w="3231" w:type="dxa"/>
          </w:tcPr>
          <w:p w14:paraId="04A99C23" w14:textId="3DDB05D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79D79F16" w14:textId="167BF1D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81340,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Судова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Вишня,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Сагайдачного,5, </w:t>
            </w:r>
            <w:r w:rsidRPr="00C22906">
              <w:rPr>
                <w:color w:val="000000"/>
                <w:sz w:val="20"/>
                <w:szCs w:val="20"/>
              </w:rPr>
              <w:t>380323437469</w:t>
            </w:r>
          </w:p>
        </w:tc>
        <w:tc>
          <w:tcPr>
            <w:tcW w:w="994" w:type="dxa"/>
          </w:tcPr>
          <w:p w14:paraId="5FFF0DEB" w14:textId="063DB97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93/50</w:t>
            </w:r>
          </w:p>
        </w:tc>
        <w:tc>
          <w:tcPr>
            <w:tcW w:w="3112" w:type="dxa"/>
          </w:tcPr>
          <w:p w14:paraId="56C5E52F" w14:textId="38F0B72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5C2572E6" w14:textId="77777777" w:rsidTr="00106949">
        <w:trPr>
          <w:trHeight w:val="124"/>
        </w:trPr>
        <w:tc>
          <w:tcPr>
            <w:tcW w:w="598" w:type="dxa"/>
            <w:gridSpan w:val="4"/>
          </w:tcPr>
          <w:p w14:paraId="1C98968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24D3CF20" w14:textId="05AE12AE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КНП «</w:t>
            </w:r>
            <w:proofErr w:type="spellStart"/>
            <w:r w:rsidRPr="00C22906">
              <w:rPr>
                <w:sz w:val="20"/>
                <w:szCs w:val="20"/>
              </w:rPr>
              <w:t>Судововишнянський</w:t>
            </w:r>
            <w:proofErr w:type="spellEnd"/>
            <w:r w:rsidRPr="00C22906">
              <w:rPr>
                <w:sz w:val="20"/>
                <w:szCs w:val="20"/>
              </w:rPr>
              <w:t xml:space="preserve"> центр первинної медико-санітарної допомоги» </w:t>
            </w:r>
            <w:proofErr w:type="spellStart"/>
            <w:r w:rsidRPr="00C22906">
              <w:rPr>
                <w:sz w:val="20"/>
                <w:szCs w:val="20"/>
              </w:rPr>
              <w:t>Судововишнянської</w:t>
            </w:r>
            <w:proofErr w:type="spellEnd"/>
            <w:r w:rsidRPr="00C22906">
              <w:rPr>
                <w:sz w:val="20"/>
                <w:szCs w:val="20"/>
              </w:rPr>
              <w:t xml:space="preserve"> міської ради Львівської області</w:t>
            </w:r>
          </w:p>
        </w:tc>
        <w:tc>
          <w:tcPr>
            <w:tcW w:w="3231" w:type="dxa"/>
          </w:tcPr>
          <w:p w14:paraId="6CBDD1CB" w14:textId="020F5EB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9264A69" w14:textId="22B0C96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81340,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Судова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Вишня,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Сагайдачного, 5, </w:t>
            </w:r>
            <w:r w:rsidRPr="00C22906">
              <w:rPr>
                <w:color w:val="000000"/>
                <w:sz w:val="20"/>
                <w:szCs w:val="20"/>
              </w:rPr>
              <w:t>380979276552</w:t>
            </w:r>
          </w:p>
        </w:tc>
        <w:tc>
          <w:tcPr>
            <w:tcW w:w="994" w:type="dxa"/>
          </w:tcPr>
          <w:p w14:paraId="5D018D1D" w14:textId="28D7BB7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49/49</w:t>
            </w:r>
          </w:p>
        </w:tc>
        <w:tc>
          <w:tcPr>
            <w:tcW w:w="3112" w:type="dxa"/>
          </w:tcPr>
          <w:p w14:paraId="1F8F6BC0" w14:textId="0151FBF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7514539" w14:textId="77777777" w:rsidTr="00106949">
        <w:trPr>
          <w:trHeight w:val="124"/>
        </w:trPr>
        <w:tc>
          <w:tcPr>
            <w:tcW w:w="598" w:type="dxa"/>
            <w:gridSpan w:val="4"/>
          </w:tcPr>
          <w:p w14:paraId="444AB6E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158B0FD" w14:textId="413BC8D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8A063D">
              <w:rPr>
                <w:sz w:val="20"/>
                <w:szCs w:val="20"/>
              </w:rPr>
              <w:t xml:space="preserve">КНП </w:t>
            </w:r>
            <w:r w:rsidRPr="00C22906">
              <w:rPr>
                <w:sz w:val="20"/>
                <w:szCs w:val="20"/>
              </w:rPr>
              <w:t>«</w:t>
            </w:r>
            <w:proofErr w:type="spellStart"/>
            <w:r w:rsidRPr="008A063D">
              <w:rPr>
                <w:sz w:val="20"/>
                <w:szCs w:val="20"/>
              </w:rPr>
              <w:t>Шегинівський</w:t>
            </w:r>
            <w:proofErr w:type="spellEnd"/>
            <w:r w:rsidRPr="008A063D">
              <w:rPr>
                <w:sz w:val="20"/>
                <w:szCs w:val="20"/>
              </w:rPr>
              <w:t xml:space="preserve"> центр первинної медико-санітарної допомоги</w:t>
            </w:r>
            <w:r w:rsidRPr="00C22906">
              <w:rPr>
                <w:sz w:val="20"/>
                <w:szCs w:val="20"/>
              </w:rPr>
              <w:t>»</w:t>
            </w:r>
            <w:r w:rsidRPr="008A063D">
              <w:rPr>
                <w:sz w:val="20"/>
                <w:szCs w:val="20"/>
              </w:rPr>
              <w:t xml:space="preserve"> </w:t>
            </w:r>
            <w:proofErr w:type="spellStart"/>
            <w:r w:rsidRPr="008A063D">
              <w:rPr>
                <w:sz w:val="20"/>
                <w:szCs w:val="20"/>
              </w:rPr>
              <w:t>Шегинівської</w:t>
            </w:r>
            <w:proofErr w:type="spellEnd"/>
            <w:r w:rsidRPr="008A063D"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сіл</w:t>
            </w:r>
            <w:r w:rsidRPr="008A063D">
              <w:rPr>
                <w:sz w:val="20"/>
                <w:szCs w:val="20"/>
              </w:rPr>
              <w:t>ьської ради</w:t>
            </w:r>
          </w:p>
        </w:tc>
        <w:tc>
          <w:tcPr>
            <w:tcW w:w="3231" w:type="dxa"/>
          </w:tcPr>
          <w:p w14:paraId="428A9C4C" w14:textId="2D9483A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58A53D0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81321,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с.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Шегині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Дружби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186, </w:t>
            </w:r>
          </w:p>
          <w:p w14:paraId="5A9AE6E7" w14:textId="16BE1F5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380979515958</w:t>
            </w:r>
          </w:p>
        </w:tc>
        <w:tc>
          <w:tcPr>
            <w:tcW w:w="994" w:type="dxa"/>
            <w:vAlign w:val="center"/>
          </w:tcPr>
          <w:p w14:paraId="03990250" w14:textId="565F294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48/48</w:t>
            </w:r>
          </w:p>
        </w:tc>
        <w:tc>
          <w:tcPr>
            <w:tcW w:w="3112" w:type="dxa"/>
          </w:tcPr>
          <w:p w14:paraId="1FFA7B1A" w14:textId="47EA7BC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6569710D" w14:textId="77777777" w:rsidTr="00106949">
        <w:trPr>
          <w:trHeight w:val="124"/>
        </w:trPr>
        <w:tc>
          <w:tcPr>
            <w:tcW w:w="598" w:type="dxa"/>
            <w:gridSpan w:val="4"/>
          </w:tcPr>
          <w:p w14:paraId="71E5899C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0DDD23EE" w14:textId="099B0E56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8A063D">
              <w:rPr>
                <w:sz w:val="20"/>
                <w:szCs w:val="20"/>
              </w:rPr>
              <w:t>КНП Яворівської міської ради Львівської області «Яворівська центральна районна лікарня»</w:t>
            </w:r>
          </w:p>
        </w:tc>
        <w:tc>
          <w:tcPr>
            <w:tcW w:w="3231" w:type="dxa"/>
          </w:tcPr>
          <w:p w14:paraId="77B8177B" w14:textId="1C819D9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33873AA4" w14:textId="77777777" w:rsidR="004F747D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81000,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м.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Лозинського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4, </w:t>
            </w:r>
          </w:p>
          <w:p w14:paraId="6C69C876" w14:textId="65E1736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000000"/>
                <w:sz w:val="20"/>
                <w:szCs w:val="20"/>
              </w:rPr>
              <w:t>380687030677</w:t>
            </w:r>
          </w:p>
        </w:tc>
        <w:tc>
          <w:tcPr>
            <w:tcW w:w="994" w:type="dxa"/>
            <w:vAlign w:val="center"/>
          </w:tcPr>
          <w:p w14:paraId="313C3D98" w14:textId="06A7FCC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439/198</w:t>
            </w:r>
          </w:p>
        </w:tc>
        <w:tc>
          <w:tcPr>
            <w:tcW w:w="3112" w:type="dxa"/>
          </w:tcPr>
          <w:p w14:paraId="6F13CB41" w14:textId="0AC6686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1EA56CD4" w14:textId="77777777" w:rsidTr="00106949">
        <w:trPr>
          <w:trHeight w:val="124"/>
        </w:trPr>
        <w:tc>
          <w:tcPr>
            <w:tcW w:w="598" w:type="dxa"/>
            <w:gridSpan w:val="4"/>
          </w:tcPr>
          <w:p w14:paraId="010AD902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  <w:vAlign w:val="center"/>
          </w:tcPr>
          <w:p w14:paraId="1833DFEB" w14:textId="789F303F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8A063D">
              <w:rPr>
                <w:sz w:val="20"/>
                <w:szCs w:val="20"/>
              </w:rPr>
              <w:t>КНП Яворівської міської ради Львівської області «Немирівська міська лікарня»</w:t>
            </w:r>
          </w:p>
        </w:tc>
        <w:tc>
          <w:tcPr>
            <w:tcW w:w="3231" w:type="dxa"/>
          </w:tcPr>
          <w:p w14:paraId="19220B13" w14:textId="0E0AC70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color w:val="212529"/>
                <w:sz w:val="20"/>
                <w:szCs w:val="20"/>
                <w:lang w:eastAsia="uk-UA"/>
              </w:rPr>
              <w:t>Медичне формування</w:t>
            </w:r>
          </w:p>
        </w:tc>
        <w:tc>
          <w:tcPr>
            <w:tcW w:w="3154" w:type="dxa"/>
            <w:gridSpan w:val="2"/>
            <w:vAlign w:val="center"/>
          </w:tcPr>
          <w:p w14:paraId="4A0F8891" w14:textId="4E81AE1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ru-RU"/>
              </w:rPr>
              <w:t xml:space="preserve">81013,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Львівська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область,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Яворівський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 район,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смт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Немирів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22906">
              <w:rPr>
                <w:sz w:val="20"/>
                <w:szCs w:val="20"/>
                <w:lang w:val="ru-RU"/>
              </w:rPr>
              <w:t>Ів</w:t>
            </w:r>
            <w:proofErr w:type="spellEnd"/>
            <w:r w:rsidRPr="00C22906">
              <w:rPr>
                <w:sz w:val="20"/>
                <w:szCs w:val="20"/>
                <w:lang w:val="ru-RU"/>
              </w:rPr>
              <w:t xml:space="preserve">. Франка, 86, </w:t>
            </w:r>
            <w:r w:rsidRPr="00C22906">
              <w:rPr>
                <w:color w:val="000000"/>
                <w:sz w:val="20"/>
                <w:szCs w:val="20"/>
              </w:rPr>
              <w:t>380982520813</w:t>
            </w:r>
          </w:p>
        </w:tc>
        <w:tc>
          <w:tcPr>
            <w:tcW w:w="994" w:type="dxa"/>
            <w:vAlign w:val="center"/>
          </w:tcPr>
          <w:p w14:paraId="50F70EC2" w14:textId="2344BBA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uk-UA"/>
              </w:rPr>
              <w:t>88/40</w:t>
            </w:r>
          </w:p>
        </w:tc>
        <w:tc>
          <w:tcPr>
            <w:tcW w:w="3112" w:type="dxa"/>
          </w:tcPr>
          <w:p w14:paraId="30FE162C" w14:textId="28BBFC6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медичної допомоги</w:t>
            </w:r>
          </w:p>
        </w:tc>
      </w:tr>
      <w:tr w:rsidR="004F747D" w:rsidRPr="00C44CFB" w14:paraId="052B6C7D" w14:textId="77777777" w:rsidTr="00453902">
        <w:trPr>
          <w:trHeight w:val="124"/>
        </w:trPr>
        <w:tc>
          <w:tcPr>
            <w:tcW w:w="598" w:type="dxa"/>
            <w:gridSpan w:val="4"/>
          </w:tcPr>
          <w:p w14:paraId="53D33E7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6A0FC6B3" w14:textId="4ECDDF4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Відділ медицини катастроф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AFB1F3A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МК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7A46A3B4" w14:textId="1EE9C0A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03033910" w14:textId="08906C3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 Шевченка, 18</w:t>
            </w:r>
          </w:p>
        </w:tc>
        <w:tc>
          <w:tcPr>
            <w:tcW w:w="994" w:type="dxa"/>
          </w:tcPr>
          <w:p w14:paraId="2DB0DA47" w14:textId="75547B4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28/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74B2A9DD" w14:textId="74E3D54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E5AFEA8" w14:textId="77777777" w:rsidTr="00453902">
        <w:trPr>
          <w:trHeight w:val="124"/>
        </w:trPr>
        <w:tc>
          <w:tcPr>
            <w:tcW w:w="598" w:type="dxa"/>
            <w:gridSpan w:val="4"/>
          </w:tcPr>
          <w:p w14:paraId="3B05FAE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6379409B" w14:textId="77777777" w:rsidR="004F747D" w:rsidRPr="00C22906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  <w:p w14:paraId="6F76E700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3DB06F6C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</w:t>
            </w:r>
          </w:p>
          <w:p w14:paraId="3F88D39A" w14:textId="34AF586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7F2A844C" w14:textId="45DF3CE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вул.Шевченка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18</w:t>
            </w:r>
          </w:p>
        </w:tc>
        <w:tc>
          <w:tcPr>
            <w:tcW w:w="994" w:type="dxa"/>
          </w:tcPr>
          <w:p w14:paraId="1D225125" w14:textId="5F4ECF0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11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88FC3E5" w14:textId="0396860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B1743A2" w14:textId="77777777" w:rsidTr="00453902">
        <w:trPr>
          <w:trHeight w:val="124"/>
        </w:trPr>
        <w:tc>
          <w:tcPr>
            <w:tcW w:w="598" w:type="dxa"/>
            <w:gridSpan w:val="4"/>
          </w:tcPr>
          <w:p w14:paraId="64B1D01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1489E0CC" w14:textId="40A0E621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7A9582D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«Івано-Франкове»</w:t>
            </w:r>
          </w:p>
          <w:p w14:paraId="0881BA0B" w14:textId="36A8AE8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73CAF9DB" w14:textId="003C7EB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Івано-Франкове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Львівська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52</w:t>
            </w:r>
          </w:p>
        </w:tc>
        <w:tc>
          <w:tcPr>
            <w:tcW w:w="994" w:type="dxa"/>
          </w:tcPr>
          <w:p w14:paraId="4CE039CC" w14:textId="0108E02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9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51162F09" w14:textId="67686EA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6E4B1431" w14:textId="77777777" w:rsidTr="00453902">
        <w:trPr>
          <w:trHeight w:val="124"/>
        </w:trPr>
        <w:tc>
          <w:tcPr>
            <w:tcW w:w="598" w:type="dxa"/>
            <w:gridSpan w:val="4"/>
          </w:tcPr>
          <w:p w14:paraId="6C230AA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175B810E" w14:textId="2C6A1CB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7DDC71B7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«Яворів»</w:t>
            </w:r>
          </w:p>
          <w:p w14:paraId="2C72C357" w14:textId="0D03868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49BC9E7F" w14:textId="5B4B8A4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Яворів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Мазепи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94" w:type="dxa"/>
          </w:tcPr>
          <w:p w14:paraId="64194953" w14:textId="0DEFE5C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</w:t>
            </w:r>
            <w:r w:rsidRPr="00C22906">
              <w:rPr>
                <w:sz w:val="20"/>
                <w:szCs w:val="20"/>
              </w:rPr>
              <w:t>5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391ED12A" w14:textId="5E12BA7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5AF46559" w14:textId="77777777" w:rsidTr="00453902">
        <w:trPr>
          <w:trHeight w:val="124"/>
        </w:trPr>
        <w:tc>
          <w:tcPr>
            <w:tcW w:w="598" w:type="dxa"/>
            <w:gridSpan w:val="4"/>
          </w:tcPr>
          <w:p w14:paraId="741B015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4B0FDD92" w14:textId="0F888C2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04755FA1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«Немирів»</w:t>
            </w:r>
          </w:p>
          <w:p w14:paraId="3AB3F7E4" w14:textId="25E2647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2539B51B" w14:textId="79347C1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Немирів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Івана Франка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86</w:t>
            </w:r>
          </w:p>
        </w:tc>
        <w:tc>
          <w:tcPr>
            <w:tcW w:w="994" w:type="dxa"/>
          </w:tcPr>
          <w:p w14:paraId="31E58707" w14:textId="55B1F78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11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D79F68D" w14:textId="7AC74AF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CE6BDD8" w14:textId="77777777" w:rsidTr="00453902">
        <w:trPr>
          <w:trHeight w:val="124"/>
        </w:trPr>
        <w:tc>
          <w:tcPr>
            <w:tcW w:w="598" w:type="dxa"/>
            <w:gridSpan w:val="4"/>
          </w:tcPr>
          <w:p w14:paraId="4AA3806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7D814887" w14:textId="4A94FDB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50D630AB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«Краковець»</w:t>
            </w:r>
          </w:p>
          <w:p w14:paraId="63C858D4" w14:textId="4415EC2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1804AB8A" w14:textId="1810B04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Передвір’я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</w:t>
            </w:r>
            <w:proofErr w:type="spellStart"/>
            <w:r w:rsidRPr="00C22906">
              <w:rPr>
                <w:sz w:val="20"/>
                <w:szCs w:val="20"/>
              </w:rPr>
              <w:t>Пл</w:t>
            </w:r>
            <w:proofErr w:type="spellEnd"/>
            <w:r w:rsidRPr="00C2290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Ринок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11</w:t>
            </w:r>
          </w:p>
        </w:tc>
        <w:tc>
          <w:tcPr>
            <w:tcW w:w="994" w:type="dxa"/>
          </w:tcPr>
          <w:p w14:paraId="06357D8A" w14:textId="507DEE1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10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4D1DD7A5" w14:textId="06CA134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80B4685" w14:textId="77777777" w:rsidTr="00453902">
        <w:trPr>
          <w:trHeight w:val="124"/>
        </w:trPr>
        <w:tc>
          <w:tcPr>
            <w:tcW w:w="598" w:type="dxa"/>
            <w:gridSpan w:val="4"/>
          </w:tcPr>
          <w:p w14:paraId="5F359D2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1152B03D" w14:textId="77777777" w:rsidR="004F747D" w:rsidRPr="00C22906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  <w:p w14:paraId="26DB3837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2C3FCA09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Підстанція ЕМД «Мостиська»</w:t>
            </w:r>
          </w:p>
          <w:p w14:paraId="4308554C" w14:textId="263685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2 бригади</w:t>
            </w:r>
          </w:p>
        </w:tc>
        <w:tc>
          <w:tcPr>
            <w:tcW w:w="3154" w:type="dxa"/>
            <w:gridSpan w:val="2"/>
          </w:tcPr>
          <w:p w14:paraId="31BD0ABE" w14:textId="14B5DF5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Мостиська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Б.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Хмельницького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>7</w:t>
            </w:r>
          </w:p>
        </w:tc>
        <w:tc>
          <w:tcPr>
            <w:tcW w:w="994" w:type="dxa"/>
          </w:tcPr>
          <w:p w14:paraId="3C51F576" w14:textId="2437E71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18/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3112" w:type="dxa"/>
          </w:tcPr>
          <w:p w14:paraId="2F4292EC" w14:textId="4BB3CB9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279E030D" w14:textId="77777777" w:rsidTr="00453902">
        <w:trPr>
          <w:trHeight w:val="124"/>
        </w:trPr>
        <w:tc>
          <w:tcPr>
            <w:tcW w:w="598" w:type="dxa"/>
            <w:gridSpan w:val="4"/>
          </w:tcPr>
          <w:p w14:paraId="5384505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160C1C2A" w14:textId="4B95D7EA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4E88FC1B" w14:textId="77777777" w:rsidR="004F747D" w:rsidRPr="00C22906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«Судова Вишня»</w:t>
            </w:r>
          </w:p>
          <w:p w14:paraId="69A12DF4" w14:textId="783C785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1 бригада</w:t>
            </w:r>
          </w:p>
        </w:tc>
        <w:tc>
          <w:tcPr>
            <w:tcW w:w="3154" w:type="dxa"/>
            <w:gridSpan w:val="2"/>
          </w:tcPr>
          <w:p w14:paraId="676CDA68" w14:textId="42E093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Судова Вишня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Сагайдачного</w:t>
            </w:r>
            <w:r>
              <w:rPr>
                <w:sz w:val="20"/>
                <w:szCs w:val="20"/>
              </w:rPr>
              <w:t xml:space="preserve">, </w:t>
            </w:r>
            <w:r w:rsidRPr="00C22906">
              <w:rPr>
                <w:sz w:val="20"/>
                <w:szCs w:val="20"/>
              </w:rPr>
              <w:t>5</w:t>
            </w:r>
          </w:p>
        </w:tc>
        <w:tc>
          <w:tcPr>
            <w:tcW w:w="994" w:type="dxa"/>
          </w:tcPr>
          <w:p w14:paraId="5603AFC8" w14:textId="662DD39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  <w:lang w:val="en-US"/>
              </w:rPr>
              <w:t>1</w:t>
            </w:r>
            <w:r w:rsidRPr="00C22906">
              <w:rPr>
                <w:sz w:val="20"/>
                <w:szCs w:val="20"/>
              </w:rPr>
              <w:t>1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667B69FD" w14:textId="0181E5C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0377E50A" w14:textId="77777777" w:rsidTr="00453902">
        <w:trPr>
          <w:trHeight w:val="124"/>
        </w:trPr>
        <w:tc>
          <w:tcPr>
            <w:tcW w:w="598" w:type="dxa"/>
            <w:gridSpan w:val="4"/>
          </w:tcPr>
          <w:p w14:paraId="0407695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2B620D0C" w14:textId="6F582AF3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Станція екстреної медичної допомоги «</w:t>
            </w:r>
            <w:proofErr w:type="spellStart"/>
            <w:r w:rsidRPr="00C22906">
              <w:rPr>
                <w:sz w:val="20"/>
                <w:szCs w:val="20"/>
              </w:rPr>
              <w:t>Новояворівськ</w:t>
            </w:r>
            <w:proofErr w:type="spellEnd"/>
            <w:r w:rsidRPr="00C22906">
              <w:rPr>
                <w:sz w:val="20"/>
                <w:szCs w:val="20"/>
              </w:rPr>
              <w:t>» КНП ЛОР «Львівський обласний центр екстреної медичної допомоги та медицини катастроф»</w:t>
            </w:r>
          </w:p>
        </w:tc>
        <w:tc>
          <w:tcPr>
            <w:tcW w:w="3231" w:type="dxa"/>
          </w:tcPr>
          <w:p w14:paraId="6B9B4D4A" w14:textId="2474A69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Пункт ЕМД «Поповичі» 1 бригада</w:t>
            </w:r>
          </w:p>
        </w:tc>
        <w:tc>
          <w:tcPr>
            <w:tcW w:w="3154" w:type="dxa"/>
            <w:gridSpan w:val="2"/>
          </w:tcPr>
          <w:p w14:paraId="3FF0F81C" w14:textId="2A26B21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Поповичі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вул.</w:t>
            </w:r>
            <w:r>
              <w:rPr>
                <w:sz w:val="20"/>
                <w:szCs w:val="20"/>
              </w:rPr>
              <w:t xml:space="preserve"> </w:t>
            </w:r>
            <w:r w:rsidRPr="00C22906">
              <w:rPr>
                <w:sz w:val="20"/>
                <w:szCs w:val="20"/>
              </w:rPr>
              <w:t>Шевченка</w:t>
            </w:r>
            <w:r>
              <w:rPr>
                <w:sz w:val="20"/>
                <w:szCs w:val="20"/>
              </w:rPr>
              <w:t>,</w:t>
            </w:r>
            <w:r w:rsidRPr="00C22906">
              <w:rPr>
                <w:sz w:val="20"/>
                <w:szCs w:val="20"/>
              </w:rPr>
              <w:t xml:space="preserve"> 84</w:t>
            </w:r>
          </w:p>
        </w:tc>
        <w:tc>
          <w:tcPr>
            <w:tcW w:w="994" w:type="dxa"/>
          </w:tcPr>
          <w:p w14:paraId="1A6B1720" w14:textId="1EE9AFB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7</w:t>
            </w:r>
            <w:r w:rsidRPr="00C22906">
              <w:rPr>
                <w:sz w:val="20"/>
                <w:szCs w:val="20"/>
                <w:lang w:val="en-US"/>
              </w:rPr>
              <w:t>/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3112" w:type="dxa"/>
          </w:tcPr>
          <w:p w14:paraId="1962EF02" w14:textId="7264A52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22906">
              <w:rPr>
                <w:sz w:val="20"/>
                <w:szCs w:val="20"/>
              </w:rPr>
              <w:t>Надання першої  медичної допомоги, транспортування потерпілих (хворих) до медичних закладів</w:t>
            </w:r>
          </w:p>
        </w:tc>
      </w:tr>
      <w:tr w:rsidR="004F747D" w:rsidRPr="00C44CFB" w14:paraId="4231B64B" w14:textId="77777777" w:rsidTr="00A803F2">
        <w:trPr>
          <w:trHeight w:val="124"/>
        </w:trPr>
        <w:tc>
          <w:tcPr>
            <w:tcW w:w="5128" w:type="dxa"/>
            <w:gridSpan w:val="5"/>
          </w:tcPr>
          <w:p w14:paraId="1922E40E" w14:textId="77777777" w:rsidR="004F747D" w:rsidRPr="00C44CFB" w:rsidRDefault="004F747D" w:rsidP="004F747D">
            <w:pPr>
              <w:ind w:left="589" w:firstLine="119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6A93A8E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3DC297A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521BE88E" w14:textId="77777777" w:rsidR="004F747D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D338E">
              <w:rPr>
                <w:b/>
                <w:sz w:val="20"/>
                <w:szCs w:val="20"/>
              </w:rPr>
              <w:t>2041/</w:t>
            </w:r>
          </w:p>
          <w:p w14:paraId="6D3FD7CC" w14:textId="19905BBC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1101</w:t>
            </w:r>
          </w:p>
        </w:tc>
        <w:tc>
          <w:tcPr>
            <w:tcW w:w="3112" w:type="dxa"/>
          </w:tcPr>
          <w:p w14:paraId="4546A4EB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C44CFB" w14:paraId="74712DBB" w14:textId="77777777" w:rsidTr="00A803F2">
        <w:trPr>
          <w:trHeight w:val="124"/>
        </w:trPr>
        <w:tc>
          <w:tcPr>
            <w:tcW w:w="5128" w:type="dxa"/>
            <w:gridSpan w:val="5"/>
          </w:tcPr>
          <w:p w14:paraId="082B3CCE" w14:textId="77777777" w:rsidR="004F747D" w:rsidRPr="00C44CFB" w:rsidRDefault="004F747D" w:rsidP="004F747D">
            <w:pPr>
              <w:ind w:left="589" w:firstLine="119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231" w:type="dxa"/>
            <w:vAlign w:val="center"/>
          </w:tcPr>
          <w:p w14:paraId="7DC8715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0DB113E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FB1ECC3" w14:textId="77777777" w:rsidR="004F747D" w:rsidRDefault="004F747D" w:rsidP="004F747D">
            <w:pPr>
              <w:widowControl w:val="0"/>
              <w:ind w:left="-142" w:right="-69"/>
              <w:jc w:val="center"/>
              <w:rPr>
                <w:b/>
                <w:sz w:val="20"/>
                <w:szCs w:val="20"/>
              </w:rPr>
            </w:pPr>
            <w:r w:rsidRPr="001E60F5">
              <w:rPr>
                <w:b/>
                <w:sz w:val="20"/>
                <w:szCs w:val="20"/>
              </w:rPr>
              <w:t>39</w:t>
            </w:r>
            <w:r>
              <w:rPr>
                <w:b/>
                <w:sz w:val="20"/>
                <w:szCs w:val="20"/>
              </w:rPr>
              <w:t>8</w:t>
            </w:r>
            <w:r w:rsidRPr="001E60F5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9</w:t>
            </w:r>
            <w:r w:rsidRPr="001E60F5">
              <w:rPr>
                <w:b/>
                <w:sz w:val="20"/>
                <w:szCs w:val="20"/>
              </w:rPr>
              <w:t>/</w:t>
            </w:r>
          </w:p>
          <w:p w14:paraId="5D54B9EA" w14:textId="7BFDB912" w:rsidR="004F747D" w:rsidRPr="00C44CFB" w:rsidRDefault="004F747D" w:rsidP="004F747D">
            <w:pPr>
              <w:widowControl w:val="0"/>
              <w:ind w:left="-142" w:right="-69"/>
              <w:jc w:val="center"/>
              <w:rPr>
                <w:b/>
                <w:sz w:val="20"/>
                <w:szCs w:val="20"/>
              </w:rPr>
            </w:pPr>
            <w:r w:rsidRPr="001E60F5">
              <w:rPr>
                <w:b/>
                <w:sz w:val="20"/>
                <w:szCs w:val="20"/>
              </w:rPr>
              <w:t>21124</w:t>
            </w:r>
          </w:p>
        </w:tc>
        <w:tc>
          <w:tcPr>
            <w:tcW w:w="3112" w:type="dxa"/>
            <w:vAlign w:val="center"/>
          </w:tcPr>
          <w:p w14:paraId="166D26AB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C44CFB" w14:paraId="72082C6F" w14:textId="77777777" w:rsidTr="009E77A1">
        <w:trPr>
          <w:trHeight w:val="129"/>
        </w:trPr>
        <w:tc>
          <w:tcPr>
            <w:tcW w:w="15619" w:type="dxa"/>
            <w:gridSpan w:val="10"/>
          </w:tcPr>
          <w:p w14:paraId="1F2BE54B" w14:textId="2C788579" w:rsidR="004F747D" w:rsidRPr="00C44CFB" w:rsidRDefault="004F747D" w:rsidP="004F747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624593">
              <w:rPr>
                <w:b/>
                <w:sz w:val="20"/>
                <w:szCs w:val="20"/>
              </w:rPr>
              <w:t>ІХ.</w:t>
            </w:r>
            <w:r w:rsidRPr="00C44CFB">
              <w:rPr>
                <w:b/>
                <w:sz w:val="20"/>
                <w:szCs w:val="20"/>
              </w:rPr>
              <w:t xml:space="preserve"> СИЛИ СПЕЦІАЛІЗОВАНОЇ СЛУЖБИ ОХОРОНИ ПІБЛІЧНОГО (ГРОМАДСЬКОГО) ПОРЯДКУ</w:t>
            </w:r>
          </w:p>
        </w:tc>
      </w:tr>
      <w:tr w:rsidR="004F747D" w:rsidRPr="00C44CFB" w14:paraId="3E78C291" w14:textId="77777777" w:rsidTr="009E77A1">
        <w:trPr>
          <w:trHeight w:val="79"/>
        </w:trPr>
        <w:tc>
          <w:tcPr>
            <w:tcW w:w="15619" w:type="dxa"/>
            <w:gridSpan w:val="10"/>
          </w:tcPr>
          <w:p w14:paraId="3E9D9563" w14:textId="77777777" w:rsidR="004F747D" w:rsidRPr="00C44CFB" w:rsidRDefault="004F747D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ГОЛОВНЕ УПРАВЛІННЯ НАЦІОНАЛЬНОЇ ПОЛІЦІЇ У ЛЬВІВСЬКІЙ ОБЛАСТІ</w:t>
            </w:r>
          </w:p>
        </w:tc>
      </w:tr>
      <w:tr w:rsidR="004F747D" w:rsidRPr="00C44CFB" w14:paraId="4E9B4A08" w14:textId="77777777" w:rsidTr="00235626">
        <w:trPr>
          <w:trHeight w:val="124"/>
        </w:trPr>
        <w:tc>
          <w:tcPr>
            <w:tcW w:w="562" w:type="dxa"/>
            <w:gridSpan w:val="3"/>
          </w:tcPr>
          <w:p w14:paraId="39CD1915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C47FD65" w14:textId="77777777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Головне управління НП  у Львівській області</w:t>
            </w:r>
          </w:p>
        </w:tc>
        <w:tc>
          <w:tcPr>
            <w:tcW w:w="3231" w:type="dxa"/>
          </w:tcPr>
          <w:p w14:paraId="40D0B91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2259D0C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  <w:vAlign w:val="center"/>
          </w:tcPr>
          <w:p w14:paraId="6AAAE37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</w:t>
            </w:r>
          </w:p>
          <w:p w14:paraId="38E62F0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пл</w:t>
            </w:r>
            <w:proofErr w:type="spellEnd"/>
            <w:r w:rsidRPr="00C44CFB">
              <w:rPr>
                <w:sz w:val="20"/>
                <w:szCs w:val="20"/>
              </w:rPr>
              <w:t>. Ген. Григоренка, 3</w:t>
            </w:r>
          </w:p>
          <w:p w14:paraId="71A688E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(032) 275-23-80, (032) 258-60-01</w:t>
            </w:r>
          </w:p>
        </w:tc>
        <w:tc>
          <w:tcPr>
            <w:tcW w:w="994" w:type="dxa"/>
          </w:tcPr>
          <w:p w14:paraId="1CDF5865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264/6</w:t>
            </w:r>
          </w:p>
        </w:tc>
        <w:tc>
          <w:tcPr>
            <w:tcW w:w="3112" w:type="dxa"/>
          </w:tcPr>
          <w:p w14:paraId="3F4ED70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Підтримка громадського порядку та законності на території області</w:t>
            </w:r>
          </w:p>
        </w:tc>
      </w:tr>
      <w:tr w:rsidR="004F747D" w:rsidRPr="00C44CFB" w14:paraId="1A66D25E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3673FAB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УПРАВЛІННЯ ПАТРУЛЬНОЇ ПОЛІЦІЇ У ЛЬВІВСЬКІЙ ОБЛАСТІ ДЕПАРТАМЕНТУ ПАТРУЛЬНОЇ ПОЛІЦІЇ</w:t>
            </w:r>
          </w:p>
        </w:tc>
      </w:tr>
      <w:tr w:rsidR="004F747D" w:rsidRPr="00C44CFB" w14:paraId="534B95AE" w14:textId="77777777" w:rsidTr="00235626">
        <w:trPr>
          <w:trHeight w:val="124"/>
        </w:trPr>
        <w:tc>
          <w:tcPr>
            <w:tcW w:w="562" w:type="dxa"/>
            <w:gridSpan w:val="3"/>
          </w:tcPr>
          <w:p w14:paraId="75A1325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4153DC6" w14:textId="77777777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Управління патрульної поліції у Львівській області</w:t>
            </w:r>
          </w:p>
        </w:tc>
        <w:tc>
          <w:tcPr>
            <w:tcW w:w="3231" w:type="dxa"/>
          </w:tcPr>
          <w:p w14:paraId="7DEFACA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6EC010D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5953A1C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</w:t>
            </w:r>
          </w:p>
          <w:p w14:paraId="7871879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вул</w:t>
            </w:r>
            <w:proofErr w:type="spellEnd"/>
            <w:r w:rsidRPr="00C44CFB">
              <w:rPr>
                <w:sz w:val="20"/>
                <w:szCs w:val="20"/>
              </w:rPr>
              <w:t>, Перфецького 19</w:t>
            </w:r>
          </w:p>
          <w:p w14:paraId="366B65D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(032) 234-09-44</w:t>
            </w:r>
          </w:p>
        </w:tc>
        <w:tc>
          <w:tcPr>
            <w:tcW w:w="994" w:type="dxa"/>
          </w:tcPr>
          <w:p w14:paraId="512F2673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300/150</w:t>
            </w:r>
          </w:p>
        </w:tc>
        <w:tc>
          <w:tcPr>
            <w:tcW w:w="3112" w:type="dxa"/>
          </w:tcPr>
          <w:p w14:paraId="18E2E3D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 на території області</w:t>
            </w:r>
          </w:p>
        </w:tc>
      </w:tr>
      <w:tr w:rsidR="004F747D" w:rsidRPr="00C44CFB" w14:paraId="218E0E4C" w14:textId="77777777" w:rsidTr="009E77A1">
        <w:trPr>
          <w:trHeight w:val="166"/>
        </w:trPr>
        <w:tc>
          <w:tcPr>
            <w:tcW w:w="15619" w:type="dxa"/>
            <w:gridSpan w:val="10"/>
            <w:shd w:val="clear" w:color="auto" w:fill="FFFFFF"/>
          </w:tcPr>
          <w:p w14:paraId="15BA279A" w14:textId="77777777" w:rsidR="004F747D" w:rsidRPr="00C44CFB" w:rsidRDefault="004F747D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ПІДПОРЯДКОВАНІ  ПІДРОЗДІЛИ ГОЛОВНОГО УПРАВЛІННЯ НАЦІОНАЛЬНОЇ ПОЛІЦІЇ У ЛЬВІВСЬКІЙ ОБЛАСТІ</w:t>
            </w:r>
          </w:p>
        </w:tc>
      </w:tr>
      <w:tr w:rsidR="004F747D" w:rsidRPr="00C44CFB" w14:paraId="33277F00" w14:textId="77777777" w:rsidTr="009E77A1">
        <w:trPr>
          <w:trHeight w:val="166"/>
        </w:trPr>
        <w:tc>
          <w:tcPr>
            <w:tcW w:w="15619" w:type="dxa"/>
            <w:gridSpan w:val="10"/>
          </w:tcPr>
          <w:p w14:paraId="61C73ACC" w14:textId="3FE30AF7" w:rsidR="004F747D" w:rsidRPr="00C44CFB" w:rsidRDefault="004F747D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ДРОГОБИЦЬКИЙ РАЙОН</w:t>
            </w:r>
          </w:p>
        </w:tc>
      </w:tr>
      <w:tr w:rsidR="004F747D" w:rsidRPr="00C44CFB" w14:paraId="3B66F457" w14:textId="77777777" w:rsidTr="00235626">
        <w:trPr>
          <w:trHeight w:val="471"/>
        </w:trPr>
        <w:tc>
          <w:tcPr>
            <w:tcW w:w="562" w:type="dxa"/>
            <w:gridSpan w:val="3"/>
          </w:tcPr>
          <w:p w14:paraId="0D3FE324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6F9A222" w14:textId="7F099B37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Дрогобицьке районне управління ГУ НП у Львівській області</w:t>
            </w:r>
          </w:p>
        </w:tc>
        <w:tc>
          <w:tcPr>
            <w:tcW w:w="3231" w:type="dxa"/>
          </w:tcPr>
          <w:p w14:paraId="11CDEC30" w14:textId="2E9490E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Районне управління</w:t>
            </w:r>
          </w:p>
        </w:tc>
        <w:tc>
          <w:tcPr>
            <w:tcW w:w="3154" w:type="dxa"/>
            <w:gridSpan w:val="2"/>
          </w:tcPr>
          <w:p w14:paraId="23EAAE41" w14:textId="1488CF5C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Дрогобич, вул. Стрийська, 22, тел.,102 (03244) 3 80 29</w:t>
            </w:r>
          </w:p>
        </w:tc>
        <w:tc>
          <w:tcPr>
            <w:tcW w:w="994" w:type="dxa"/>
          </w:tcPr>
          <w:p w14:paraId="7D2BABA8" w14:textId="5F87A82E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86/10</w:t>
            </w:r>
          </w:p>
        </w:tc>
        <w:tc>
          <w:tcPr>
            <w:tcW w:w="3112" w:type="dxa"/>
          </w:tcPr>
          <w:p w14:paraId="0F654724" w14:textId="724BC98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54DD1780" w14:textId="77777777" w:rsidTr="00235626">
        <w:trPr>
          <w:trHeight w:val="471"/>
        </w:trPr>
        <w:tc>
          <w:tcPr>
            <w:tcW w:w="562" w:type="dxa"/>
            <w:gridSpan w:val="3"/>
          </w:tcPr>
          <w:p w14:paraId="7A66361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E363E6A" w14:textId="607FDBB8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  <w:lang w:eastAsia="en-US"/>
              </w:rPr>
              <w:t>Відділення поліції №1 Дрогобицького районного управління ГУ НП у Львівській області</w:t>
            </w:r>
          </w:p>
        </w:tc>
        <w:tc>
          <w:tcPr>
            <w:tcW w:w="3231" w:type="dxa"/>
          </w:tcPr>
          <w:p w14:paraId="4205408C" w14:textId="241D165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5E8A251B" w14:textId="0AEF8C36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Борислав, вул. В. Великого, 30, </w:t>
            </w: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(03248) 5 27 56</w:t>
            </w:r>
          </w:p>
        </w:tc>
        <w:tc>
          <w:tcPr>
            <w:tcW w:w="994" w:type="dxa"/>
          </w:tcPr>
          <w:p w14:paraId="74BE6C60" w14:textId="22E29D5B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17/6</w:t>
            </w:r>
          </w:p>
        </w:tc>
        <w:tc>
          <w:tcPr>
            <w:tcW w:w="3112" w:type="dxa"/>
          </w:tcPr>
          <w:p w14:paraId="48508A79" w14:textId="6ABB663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3ED559DF" w14:textId="77777777" w:rsidTr="00235626">
        <w:trPr>
          <w:trHeight w:val="471"/>
        </w:trPr>
        <w:tc>
          <w:tcPr>
            <w:tcW w:w="562" w:type="dxa"/>
            <w:gridSpan w:val="3"/>
          </w:tcPr>
          <w:p w14:paraId="7C6DEF8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08B769F" w14:textId="324CB0EF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  <w:lang w:eastAsia="en-US"/>
              </w:rPr>
              <w:t>Відділення поліції №2 Дрогобицького районного управління ГУ НП у Львівській області</w:t>
            </w:r>
          </w:p>
        </w:tc>
        <w:tc>
          <w:tcPr>
            <w:tcW w:w="3231" w:type="dxa"/>
          </w:tcPr>
          <w:p w14:paraId="21528469" w14:textId="432C84B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75AE7108" w14:textId="1DEC0353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Трускавець, вул. Мазепи, 19а,  (03247) 5 15 02, (03247) 5 93 61</w:t>
            </w:r>
          </w:p>
        </w:tc>
        <w:tc>
          <w:tcPr>
            <w:tcW w:w="994" w:type="dxa"/>
          </w:tcPr>
          <w:p w14:paraId="40332549" w14:textId="02484C64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18/8</w:t>
            </w:r>
          </w:p>
        </w:tc>
        <w:tc>
          <w:tcPr>
            <w:tcW w:w="3112" w:type="dxa"/>
          </w:tcPr>
          <w:p w14:paraId="052A3239" w14:textId="2AA7458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285A0C31" w14:textId="77777777" w:rsidTr="00045344">
        <w:trPr>
          <w:trHeight w:val="372"/>
        </w:trPr>
        <w:tc>
          <w:tcPr>
            <w:tcW w:w="15619" w:type="dxa"/>
            <w:gridSpan w:val="10"/>
            <w:vAlign w:val="center"/>
          </w:tcPr>
          <w:p w14:paraId="7BA5F2A1" w14:textId="71B4E84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ЗОЛОЧІВСЬКИЙ РАЙОН</w:t>
            </w:r>
          </w:p>
        </w:tc>
      </w:tr>
      <w:tr w:rsidR="004F747D" w:rsidRPr="00C44CFB" w14:paraId="3A28B898" w14:textId="77777777" w:rsidTr="00235626">
        <w:trPr>
          <w:trHeight w:val="471"/>
        </w:trPr>
        <w:tc>
          <w:tcPr>
            <w:tcW w:w="562" w:type="dxa"/>
            <w:gridSpan w:val="3"/>
          </w:tcPr>
          <w:p w14:paraId="5268067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BCD27C5" w14:textId="3D6A8430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Золочівський районний відділ ГУ НП у Львівській області</w:t>
            </w:r>
          </w:p>
        </w:tc>
        <w:tc>
          <w:tcPr>
            <w:tcW w:w="3231" w:type="dxa"/>
          </w:tcPr>
          <w:p w14:paraId="087BAC47" w14:textId="3A5DEB0C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Районний відділ</w:t>
            </w:r>
          </w:p>
        </w:tc>
        <w:tc>
          <w:tcPr>
            <w:tcW w:w="3154" w:type="dxa"/>
            <w:gridSpan w:val="2"/>
          </w:tcPr>
          <w:p w14:paraId="400EFB62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Золочів, вул. Шашкевича, 43,</w:t>
            </w:r>
          </w:p>
          <w:p w14:paraId="0B8CCF14" w14:textId="19CEB825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102, (03265)  4 22 73</w:t>
            </w:r>
          </w:p>
        </w:tc>
        <w:tc>
          <w:tcPr>
            <w:tcW w:w="994" w:type="dxa"/>
          </w:tcPr>
          <w:p w14:paraId="33F0D6FB" w14:textId="2A7B193E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30/8</w:t>
            </w:r>
          </w:p>
        </w:tc>
        <w:tc>
          <w:tcPr>
            <w:tcW w:w="3112" w:type="dxa"/>
          </w:tcPr>
          <w:p w14:paraId="3974352C" w14:textId="4F84230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7E2ED456" w14:textId="77777777" w:rsidTr="00235626">
        <w:trPr>
          <w:trHeight w:val="471"/>
        </w:trPr>
        <w:tc>
          <w:tcPr>
            <w:tcW w:w="562" w:type="dxa"/>
            <w:gridSpan w:val="3"/>
          </w:tcPr>
          <w:p w14:paraId="43B6EF8B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C108288" w14:textId="1B40DD00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Відділення поліції №1 Золочівського районного відділу ГУ НП у Львівській області</w:t>
            </w:r>
          </w:p>
        </w:tc>
        <w:tc>
          <w:tcPr>
            <w:tcW w:w="3231" w:type="dxa"/>
          </w:tcPr>
          <w:p w14:paraId="006C8FD9" w14:textId="226AFC7A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7D64A5FD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Броди, майдан Свободи, 16,</w:t>
            </w:r>
          </w:p>
          <w:p w14:paraId="5FD735A5" w14:textId="1940DAAA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102, (03266) 4 21 08</w:t>
            </w:r>
          </w:p>
        </w:tc>
        <w:tc>
          <w:tcPr>
            <w:tcW w:w="994" w:type="dxa"/>
          </w:tcPr>
          <w:p w14:paraId="5E31F586" w14:textId="68117A0E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21/6</w:t>
            </w:r>
          </w:p>
        </w:tc>
        <w:tc>
          <w:tcPr>
            <w:tcW w:w="3112" w:type="dxa"/>
          </w:tcPr>
          <w:p w14:paraId="3DA50147" w14:textId="0184642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683A357F" w14:textId="77777777" w:rsidTr="00235626">
        <w:trPr>
          <w:trHeight w:val="471"/>
        </w:trPr>
        <w:tc>
          <w:tcPr>
            <w:tcW w:w="562" w:type="dxa"/>
            <w:gridSpan w:val="3"/>
          </w:tcPr>
          <w:p w14:paraId="76ACF8F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4D7215F" w14:textId="4F03B3D7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Відділення поліції №2 Золочівського районного відділу ГУ НП у Львівській області</w:t>
            </w:r>
          </w:p>
        </w:tc>
        <w:tc>
          <w:tcPr>
            <w:tcW w:w="3231" w:type="dxa"/>
          </w:tcPr>
          <w:p w14:paraId="2C28220A" w14:textId="5C17205D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7E416C3E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Буськ, вул. Київська, 3,</w:t>
            </w:r>
          </w:p>
          <w:p w14:paraId="1AAE9C06" w14:textId="2EE28C46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102,  (03264) 2 16 38</w:t>
            </w:r>
          </w:p>
        </w:tc>
        <w:tc>
          <w:tcPr>
            <w:tcW w:w="994" w:type="dxa"/>
          </w:tcPr>
          <w:p w14:paraId="37A4431C" w14:textId="442C15BF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18/6</w:t>
            </w:r>
          </w:p>
        </w:tc>
        <w:tc>
          <w:tcPr>
            <w:tcW w:w="3112" w:type="dxa"/>
          </w:tcPr>
          <w:p w14:paraId="33AF541A" w14:textId="6A4B22B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452F35AA" w14:textId="77777777" w:rsidTr="00045344">
        <w:trPr>
          <w:trHeight w:val="385"/>
        </w:trPr>
        <w:tc>
          <w:tcPr>
            <w:tcW w:w="15619" w:type="dxa"/>
            <w:gridSpan w:val="10"/>
            <w:vAlign w:val="center"/>
          </w:tcPr>
          <w:p w14:paraId="27CB8161" w14:textId="12ECA88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ЛЬВІВСЬКИЙ РАЙОН</w:t>
            </w:r>
          </w:p>
        </w:tc>
      </w:tr>
      <w:tr w:rsidR="004F747D" w:rsidRPr="00C44CFB" w14:paraId="11110B2A" w14:textId="77777777" w:rsidTr="00235626">
        <w:trPr>
          <w:trHeight w:val="471"/>
        </w:trPr>
        <w:tc>
          <w:tcPr>
            <w:tcW w:w="562" w:type="dxa"/>
            <w:gridSpan w:val="3"/>
          </w:tcPr>
          <w:p w14:paraId="3E27325A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0C36FAE" w14:textId="573F71E1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  <w:lang w:eastAsia="en-US"/>
              </w:rPr>
              <w:t xml:space="preserve">Львівське районне управління №1  </w:t>
            </w:r>
            <w:r w:rsidRPr="00C44CFB">
              <w:rPr>
                <w:sz w:val="20"/>
                <w:szCs w:val="20"/>
              </w:rPr>
              <w:t>ГУ НП у Львівській області</w:t>
            </w:r>
          </w:p>
        </w:tc>
        <w:tc>
          <w:tcPr>
            <w:tcW w:w="3231" w:type="dxa"/>
          </w:tcPr>
          <w:p w14:paraId="64A0168A" w14:textId="38009A7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Районе управління</w:t>
            </w:r>
          </w:p>
        </w:tc>
        <w:tc>
          <w:tcPr>
            <w:tcW w:w="3154" w:type="dxa"/>
            <w:gridSpan w:val="2"/>
          </w:tcPr>
          <w:p w14:paraId="6C8D8C0A" w14:textId="0A324C8E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Львів, вул. вул. Романчука, 18 Мартовича, 2, </w:t>
            </w:r>
            <w:r w:rsidRPr="00C44CFB">
              <w:rPr>
                <w:bCs/>
                <w:iCs/>
                <w:sz w:val="20"/>
                <w:szCs w:val="20"/>
              </w:rPr>
              <w:t>(032) 276-24-00</w:t>
            </w:r>
          </w:p>
        </w:tc>
        <w:tc>
          <w:tcPr>
            <w:tcW w:w="994" w:type="dxa"/>
          </w:tcPr>
          <w:p w14:paraId="0D42541F" w14:textId="46AF931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105/5</w:t>
            </w:r>
          </w:p>
        </w:tc>
        <w:tc>
          <w:tcPr>
            <w:tcW w:w="3112" w:type="dxa"/>
          </w:tcPr>
          <w:p w14:paraId="44A1DFBC" w14:textId="58AAB95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Підтримка громадського порядку та законності</w:t>
            </w:r>
          </w:p>
        </w:tc>
      </w:tr>
      <w:tr w:rsidR="004F747D" w:rsidRPr="00C44CFB" w14:paraId="0BBA2DED" w14:textId="77777777" w:rsidTr="00235626">
        <w:trPr>
          <w:trHeight w:val="471"/>
        </w:trPr>
        <w:tc>
          <w:tcPr>
            <w:tcW w:w="562" w:type="dxa"/>
            <w:gridSpan w:val="3"/>
          </w:tcPr>
          <w:p w14:paraId="77B8734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A2BB4DF" w14:textId="77777777" w:rsidR="004F747D" w:rsidRPr="00C44CFB" w:rsidRDefault="004F747D" w:rsidP="004F747D">
            <w:pPr>
              <w:ind w:left="-23" w:firstLine="142"/>
              <w:jc w:val="both"/>
            </w:pPr>
            <w:r w:rsidRPr="00C44CFB">
              <w:rPr>
                <w:sz w:val="20"/>
                <w:szCs w:val="20"/>
              </w:rPr>
              <w:t>Відділ поліції №1  Львівського районного управління №1ГУ НП у Львівській області</w:t>
            </w:r>
          </w:p>
        </w:tc>
        <w:tc>
          <w:tcPr>
            <w:tcW w:w="3231" w:type="dxa"/>
          </w:tcPr>
          <w:p w14:paraId="79C6CADD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 поліції</w:t>
            </w:r>
          </w:p>
        </w:tc>
        <w:tc>
          <w:tcPr>
            <w:tcW w:w="3154" w:type="dxa"/>
            <w:gridSpan w:val="2"/>
          </w:tcPr>
          <w:p w14:paraId="5A618A3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 вул. А. Кучера, 5</w:t>
            </w:r>
          </w:p>
          <w:p w14:paraId="6B00BC5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(032) 255-42-44</w:t>
            </w:r>
          </w:p>
        </w:tc>
        <w:tc>
          <w:tcPr>
            <w:tcW w:w="994" w:type="dxa"/>
          </w:tcPr>
          <w:p w14:paraId="16465DAE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48/5</w:t>
            </w:r>
          </w:p>
        </w:tc>
        <w:tc>
          <w:tcPr>
            <w:tcW w:w="3112" w:type="dxa"/>
          </w:tcPr>
          <w:p w14:paraId="24848A4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Охорона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публічного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громадського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порядку</w:t>
            </w:r>
          </w:p>
        </w:tc>
      </w:tr>
      <w:tr w:rsidR="004F747D" w:rsidRPr="00C44CFB" w14:paraId="3C7AAB23" w14:textId="77777777" w:rsidTr="00235626">
        <w:trPr>
          <w:trHeight w:val="471"/>
        </w:trPr>
        <w:tc>
          <w:tcPr>
            <w:tcW w:w="562" w:type="dxa"/>
            <w:gridSpan w:val="3"/>
          </w:tcPr>
          <w:p w14:paraId="008085F0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D9EFB70" w14:textId="77777777" w:rsidR="004F747D" w:rsidRPr="00C44CFB" w:rsidRDefault="004F747D" w:rsidP="004F747D">
            <w:pPr>
              <w:ind w:left="-23" w:firstLine="142"/>
              <w:jc w:val="both"/>
            </w:pPr>
            <w:r w:rsidRPr="00C44CFB">
              <w:rPr>
                <w:sz w:val="20"/>
                <w:szCs w:val="20"/>
              </w:rPr>
              <w:t>Відділ поліції №2  Львівського районного управління №1 ГУ НП у Львівській області</w:t>
            </w:r>
          </w:p>
        </w:tc>
        <w:tc>
          <w:tcPr>
            <w:tcW w:w="3231" w:type="dxa"/>
          </w:tcPr>
          <w:p w14:paraId="3720DAD2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 поліції</w:t>
            </w:r>
          </w:p>
        </w:tc>
        <w:tc>
          <w:tcPr>
            <w:tcW w:w="3154" w:type="dxa"/>
            <w:gridSpan w:val="2"/>
          </w:tcPr>
          <w:p w14:paraId="0277752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м.Жовква</w:t>
            </w:r>
            <w:proofErr w:type="spellEnd"/>
            <w:r w:rsidRPr="00C44CFB">
              <w:rPr>
                <w:sz w:val="20"/>
                <w:szCs w:val="20"/>
              </w:rPr>
              <w:t xml:space="preserve">, вул. </w:t>
            </w:r>
            <w:proofErr w:type="spellStart"/>
            <w:r w:rsidRPr="00C44CFB">
              <w:rPr>
                <w:sz w:val="20"/>
                <w:szCs w:val="20"/>
              </w:rPr>
              <w:t>Ст.Бандери</w:t>
            </w:r>
            <w:proofErr w:type="spellEnd"/>
            <w:r w:rsidRPr="00C44CFB">
              <w:rPr>
                <w:sz w:val="20"/>
                <w:szCs w:val="20"/>
              </w:rPr>
              <w:t>, 13</w:t>
            </w:r>
          </w:p>
          <w:p w14:paraId="3BD5D187" w14:textId="77777777" w:rsidR="004F747D" w:rsidRPr="00C44CFB" w:rsidRDefault="004F747D" w:rsidP="004F747D">
            <w:pPr>
              <w:pStyle w:val="af2"/>
              <w:jc w:val="center"/>
              <w:rPr>
                <w:bCs/>
                <w:sz w:val="20"/>
                <w:szCs w:val="20"/>
              </w:rPr>
            </w:pPr>
            <w:proofErr w:type="spellStart"/>
            <w:r w:rsidRPr="00C44CFB">
              <w:rPr>
                <w:bCs/>
                <w:sz w:val="20"/>
                <w:szCs w:val="20"/>
              </w:rPr>
              <w:t>тел</w:t>
            </w:r>
            <w:proofErr w:type="spellEnd"/>
            <w:r w:rsidRPr="00C44CFB">
              <w:rPr>
                <w:bCs/>
                <w:sz w:val="20"/>
                <w:szCs w:val="20"/>
              </w:rPr>
              <w:t>.: 102, (03252) 2-13-02</w:t>
            </w:r>
          </w:p>
        </w:tc>
        <w:tc>
          <w:tcPr>
            <w:tcW w:w="994" w:type="dxa"/>
          </w:tcPr>
          <w:p w14:paraId="14D3EDA8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33/8</w:t>
            </w:r>
          </w:p>
        </w:tc>
        <w:tc>
          <w:tcPr>
            <w:tcW w:w="3112" w:type="dxa"/>
          </w:tcPr>
          <w:p w14:paraId="215106B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Охорона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публічного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громадського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порядку</w:t>
            </w:r>
          </w:p>
        </w:tc>
      </w:tr>
      <w:tr w:rsidR="004F747D" w:rsidRPr="00C44CFB" w14:paraId="79FFECD2" w14:textId="77777777" w:rsidTr="00235626">
        <w:trPr>
          <w:trHeight w:val="471"/>
        </w:trPr>
        <w:tc>
          <w:tcPr>
            <w:tcW w:w="562" w:type="dxa"/>
            <w:gridSpan w:val="3"/>
          </w:tcPr>
          <w:p w14:paraId="49043AB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24CCED4" w14:textId="77777777" w:rsidR="004F747D" w:rsidRPr="00C44CFB" w:rsidRDefault="004F747D" w:rsidP="004F747D">
            <w:pPr>
              <w:ind w:left="-23" w:firstLine="142"/>
              <w:jc w:val="both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Відділення поліції №1 Львівського районного управління №1 ГУ НП у Львівській області</w:t>
            </w:r>
          </w:p>
        </w:tc>
        <w:tc>
          <w:tcPr>
            <w:tcW w:w="3231" w:type="dxa"/>
          </w:tcPr>
          <w:p w14:paraId="17A760C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0B3869E5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Кам’янка Бузька, вул.Незалежності,22</w:t>
            </w:r>
          </w:p>
          <w:p w14:paraId="0E432121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.: 102, (0254) 2-46-49</w:t>
            </w:r>
          </w:p>
        </w:tc>
        <w:tc>
          <w:tcPr>
            <w:tcW w:w="994" w:type="dxa"/>
          </w:tcPr>
          <w:p w14:paraId="405AA589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26/6</w:t>
            </w:r>
          </w:p>
        </w:tc>
        <w:tc>
          <w:tcPr>
            <w:tcW w:w="3112" w:type="dxa"/>
          </w:tcPr>
          <w:p w14:paraId="708D5B9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Охорона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публічного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громадського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порядку</w:t>
            </w:r>
          </w:p>
        </w:tc>
      </w:tr>
      <w:tr w:rsidR="004F747D" w:rsidRPr="00C44CFB" w14:paraId="2A1F1DC5" w14:textId="77777777" w:rsidTr="00235626">
        <w:trPr>
          <w:trHeight w:val="471"/>
        </w:trPr>
        <w:tc>
          <w:tcPr>
            <w:tcW w:w="562" w:type="dxa"/>
            <w:gridSpan w:val="3"/>
          </w:tcPr>
          <w:p w14:paraId="6A2D386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3D910CB" w14:textId="77777777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  <w:lang w:eastAsia="en-US"/>
              </w:rPr>
              <w:t xml:space="preserve">Львівське районне управління №2 </w:t>
            </w:r>
            <w:r w:rsidRPr="00C44CFB">
              <w:rPr>
                <w:sz w:val="20"/>
                <w:szCs w:val="20"/>
              </w:rPr>
              <w:t>ГУ НП у Львівській області</w:t>
            </w:r>
          </w:p>
        </w:tc>
        <w:tc>
          <w:tcPr>
            <w:tcW w:w="3231" w:type="dxa"/>
          </w:tcPr>
          <w:p w14:paraId="19662BF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Районе управління</w:t>
            </w:r>
          </w:p>
        </w:tc>
        <w:tc>
          <w:tcPr>
            <w:tcW w:w="3154" w:type="dxa"/>
            <w:gridSpan w:val="2"/>
          </w:tcPr>
          <w:p w14:paraId="7FB2667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 вул. Ген. Чупринки, 65</w:t>
            </w:r>
          </w:p>
          <w:p w14:paraId="7A12EAF4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тел.102,  (032) 228 95 51</w:t>
            </w:r>
          </w:p>
        </w:tc>
        <w:tc>
          <w:tcPr>
            <w:tcW w:w="994" w:type="dxa"/>
          </w:tcPr>
          <w:p w14:paraId="42CC8428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41/5</w:t>
            </w:r>
          </w:p>
        </w:tc>
        <w:tc>
          <w:tcPr>
            <w:tcW w:w="3112" w:type="dxa"/>
          </w:tcPr>
          <w:p w14:paraId="3AF6D390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Підтримка громадського порядку та законності</w:t>
            </w:r>
          </w:p>
        </w:tc>
      </w:tr>
      <w:tr w:rsidR="004F747D" w:rsidRPr="00C44CFB" w14:paraId="7B31582F" w14:textId="77777777" w:rsidTr="00235626">
        <w:trPr>
          <w:trHeight w:val="471"/>
        </w:trPr>
        <w:tc>
          <w:tcPr>
            <w:tcW w:w="562" w:type="dxa"/>
            <w:gridSpan w:val="3"/>
          </w:tcPr>
          <w:p w14:paraId="06C5DBF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F9484EB" w14:textId="77777777" w:rsidR="004F747D" w:rsidRPr="00C44CFB" w:rsidRDefault="004F747D" w:rsidP="004F747D">
            <w:pPr>
              <w:ind w:left="-23" w:firstLine="142"/>
              <w:jc w:val="both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 поліції №1 Львівського районного управління №2 ГУ НП у Львівській області</w:t>
            </w:r>
          </w:p>
        </w:tc>
        <w:tc>
          <w:tcPr>
            <w:tcW w:w="3231" w:type="dxa"/>
          </w:tcPr>
          <w:p w14:paraId="2FBC24A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 поліції</w:t>
            </w:r>
          </w:p>
        </w:tc>
        <w:tc>
          <w:tcPr>
            <w:tcW w:w="3154" w:type="dxa"/>
            <w:gridSpan w:val="2"/>
          </w:tcPr>
          <w:p w14:paraId="5FD8040C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 xml:space="preserve">м.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Львів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вул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Чернівецька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>, 2</w:t>
            </w:r>
          </w:p>
          <w:p w14:paraId="7D201C38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тел. 102, (032) 258 69 00</w:t>
            </w:r>
          </w:p>
          <w:p w14:paraId="53E784B5" w14:textId="77777777" w:rsidR="004F747D" w:rsidRPr="00C44CFB" w:rsidRDefault="004F747D" w:rsidP="004F747D">
            <w:pPr>
              <w:jc w:val="center"/>
              <w:rPr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(032) 238 43 95</w:t>
            </w:r>
          </w:p>
        </w:tc>
        <w:tc>
          <w:tcPr>
            <w:tcW w:w="994" w:type="dxa"/>
          </w:tcPr>
          <w:p w14:paraId="73DAF109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76/12</w:t>
            </w:r>
          </w:p>
        </w:tc>
        <w:tc>
          <w:tcPr>
            <w:tcW w:w="3112" w:type="dxa"/>
          </w:tcPr>
          <w:p w14:paraId="315DEBF1" w14:textId="77777777" w:rsidR="004F747D" w:rsidRPr="00C44CFB" w:rsidRDefault="004F747D" w:rsidP="004F747D">
            <w:pPr>
              <w:jc w:val="center"/>
              <w:rPr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Охорона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публічного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)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громадського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порядку</w:t>
            </w:r>
          </w:p>
        </w:tc>
      </w:tr>
      <w:tr w:rsidR="004F747D" w:rsidRPr="00C44CFB" w14:paraId="6FE5D50C" w14:textId="77777777" w:rsidTr="00235626">
        <w:trPr>
          <w:trHeight w:val="471"/>
        </w:trPr>
        <w:tc>
          <w:tcPr>
            <w:tcW w:w="562" w:type="dxa"/>
            <w:gridSpan w:val="3"/>
          </w:tcPr>
          <w:p w14:paraId="2F1108E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B8F22EA" w14:textId="77777777" w:rsidR="004F747D" w:rsidRPr="00C44CFB" w:rsidRDefault="004F747D" w:rsidP="004F747D">
            <w:pPr>
              <w:ind w:left="-23" w:firstLine="142"/>
              <w:jc w:val="both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 поліції №2 Львівського районного управління №2 ГУ НП у Львівській області</w:t>
            </w:r>
          </w:p>
        </w:tc>
        <w:tc>
          <w:tcPr>
            <w:tcW w:w="3231" w:type="dxa"/>
          </w:tcPr>
          <w:p w14:paraId="7D3B502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 поліції</w:t>
            </w:r>
          </w:p>
        </w:tc>
        <w:tc>
          <w:tcPr>
            <w:tcW w:w="3154" w:type="dxa"/>
            <w:gridSpan w:val="2"/>
          </w:tcPr>
          <w:p w14:paraId="677F16F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 пр. Червоної Калини, 66</w:t>
            </w:r>
          </w:p>
          <w:p w14:paraId="11A145D2" w14:textId="77777777" w:rsidR="004F747D" w:rsidRPr="00C44CFB" w:rsidRDefault="004F747D" w:rsidP="004F747D">
            <w:pPr>
              <w:jc w:val="center"/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102, (032) 221 56 40</w:t>
            </w:r>
          </w:p>
        </w:tc>
        <w:tc>
          <w:tcPr>
            <w:tcW w:w="994" w:type="dxa"/>
          </w:tcPr>
          <w:p w14:paraId="73004A53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40/5</w:t>
            </w:r>
          </w:p>
        </w:tc>
        <w:tc>
          <w:tcPr>
            <w:tcW w:w="3112" w:type="dxa"/>
          </w:tcPr>
          <w:p w14:paraId="6D304577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07998438" w14:textId="77777777" w:rsidTr="00235626">
        <w:trPr>
          <w:trHeight w:val="471"/>
        </w:trPr>
        <w:tc>
          <w:tcPr>
            <w:tcW w:w="562" w:type="dxa"/>
            <w:gridSpan w:val="3"/>
          </w:tcPr>
          <w:p w14:paraId="5F2B2013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47A5657" w14:textId="77777777" w:rsidR="004F747D" w:rsidRPr="00C44CFB" w:rsidRDefault="004F747D" w:rsidP="004F747D">
            <w:pPr>
              <w:ind w:left="-23" w:firstLine="142"/>
              <w:jc w:val="both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 поліції №3 Львівського районного управління №2 ГУ НП у Львівській області</w:t>
            </w:r>
          </w:p>
        </w:tc>
        <w:tc>
          <w:tcPr>
            <w:tcW w:w="3231" w:type="dxa"/>
          </w:tcPr>
          <w:p w14:paraId="344F0E7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 поліції</w:t>
            </w:r>
          </w:p>
        </w:tc>
        <w:tc>
          <w:tcPr>
            <w:tcW w:w="3154" w:type="dxa"/>
            <w:gridSpan w:val="2"/>
          </w:tcPr>
          <w:p w14:paraId="57EBA4CE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Пустомити, вул. Шевченка, 1, тел.102, (03230) 4 13 56</w:t>
            </w:r>
          </w:p>
          <w:p w14:paraId="061E530C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(03222) 7 89 50</w:t>
            </w:r>
          </w:p>
        </w:tc>
        <w:tc>
          <w:tcPr>
            <w:tcW w:w="994" w:type="dxa"/>
          </w:tcPr>
          <w:p w14:paraId="5464AF87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37/10</w:t>
            </w:r>
          </w:p>
        </w:tc>
        <w:tc>
          <w:tcPr>
            <w:tcW w:w="3112" w:type="dxa"/>
          </w:tcPr>
          <w:p w14:paraId="35AEA26A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45E3EC35" w14:textId="77777777" w:rsidTr="00235626">
        <w:trPr>
          <w:trHeight w:val="471"/>
        </w:trPr>
        <w:tc>
          <w:tcPr>
            <w:tcW w:w="562" w:type="dxa"/>
            <w:gridSpan w:val="3"/>
          </w:tcPr>
          <w:p w14:paraId="2772054D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C423436" w14:textId="77777777" w:rsidR="004F747D" w:rsidRPr="00C44CFB" w:rsidRDefault="004F747D" w:rsidP="004F747D">
            <w:pPr>
              <w:ind w:left="-23" w:firstLine="142"/>
              <w:jc w:val="both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Відділення поліції №1 Львівського районного управління №2 ГУ НП у Львівській області</w:t>
            </w:r>
          </w:p>
        </w:tc>
        <w:tc>
          <w:tcPr>
            <w:tcW w:w="3231" w:type="dxa"/>
          </w:tcPr>
          <w:p w14:paraId="72D9E244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2BCA4510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Городок, майдан Гайдамаків, 9, тел.102, (03231) 3 06 31</w:t>
            </w:r>
          </w:p>
        </w:tc>
        <w:tc>
          <w:tcPr>
            <w:tcW w:w="994" w:type="dxa"/>
          </w:tcPr>
          <w:p w14:paraId="09C8421E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24/8</w:t>
            </w:r>
          </w:p>
        </w:tc>
        <w:tc>
          <w:tcPr>
            <w:tcW w:w="3112" w:type="dxa"/>
          </w:tcPr>
          <w:p w14:paraId="629D416D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5BACE9FD" w14:textId="77777777" w:rsidTr="00235626">
        <w:trPr>
          <w:trHeight w:val="471"/>
        </w:trPr>
        <w:tc>
          <w:tcPr>
            <w:tcW w:w="562" w:type="dxa"/>
            <w:gridSpan w:val="3"/>
          </w:tcPr>
          <w:p w14:paraId="53E97F8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FCE2274" w14:textId="77777777" w:rsidR="004F747D" w:rsidRPr="00C44CFB" w:rsidRDefault="004F747D" w:rsidP="004F747D">
            <w:pPr>
              <w:ind w:left="-23" w:firstLine="142"/>
              <w:jc w:val="both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Відділення поліції №2 Львівського районного управління №2 ГУ НП у Львівській області</w:t>
            </w:r>
          </w:p>
        </w:tc>
        <w:tc>
          <w:tcPr>
            <w:tcW w:w="3231" w:type="dxa"/>
          </w:tcPr>
          <w:p w14:paraId="620C8FC2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16F3FA98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Перемишляни, вул. Галицька, 29, тел.102, (03263) 2 10 02</w:t>
            </w:r>
          </w:p>
        </w:tc>
        <w:tc>
          <w:tcPr>
            <w:tcW w:w="994" w:type="dxa"/>
          </w:tcPr>
          <w:p w14:paraId="28E14906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17/6</w:t>
            </w:r>
          </w:p>
        </w:tc>
        <w:tc>
          <w:tcPr>
            <w:tcW w:w="3112" w:type="dxa"/>
          </w:tcPr>
          <w:p w14:paraId="65BB40A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009650F1" w14:textId="77777777" w:rsidTr="009E77A1">
        <w:trPr>
          <w:trHeight w:val="261"/>
        </w:trPr>
        <w:tc>
          <w:tcPr>
            <w:tcW w:w="15619" w:type="dxa"/>
            <w:gridSpan w:val="10"/>
          </w:tcPr>
          <w:p w14:paraId="13997125" w14:textId="2BE1884E" w:rsidR="004F747D" w:rsidRPr="00C44CFB" w:rsidRDefault="004F747D" w:rsidP="004F747D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САМБІРСЬКИЙ РАЙОН</w:t>
            </w:r>
          </w:p>
        </w:tc>
      </w:tr>
      <w:tr w:rsidR="004F747D" w:rsidRPr="00C44CFB" w14:paraId="406379C6" w14:textId="77777777" w:rsidTr="00235626">
        <w:trPr>
          <w:trHeight w:val="471"/>
        </w:trPr>
        <w:tc>
          <w:tcPr>
            <w:tcW w:w="562" w:type="dxa"/>
            <w:gridSpan w:val="3"/>
          </w:tcPr>
          <w:p w14:paraId="21ABDF61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9A55E0F" w14:textId="021C2096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Самбірський районний відділ ГУ НП у Львівській області</w:t>
            </w:r>
          </w:p>
        </w:tc>
        <w:tc>
          <w:tcPr>
            <w:tcW w:w="3231" w:type="dxa"/>
          </w:tcPr>
          <w:p w14:paraId="38165847" w14:textId="0C1AD52A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Районний відділ</w:t>
            </w:r>
          </w:p>
        </w:tc>
        <w:tc>
          <w:tcPr>
            <w:tcW w:w="3154" w:type="dxa"/>
            <w:gridSpan w:val="2"/>
          </w:tcPr>
          <w:p w14:paraId="7C706859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Самбір, вул. С. Бандери, 4,</w:t>
            </w:r>
          </w:p>
          <w:p w14:paraId="4C457076" w14:textId="7F602916" w:rsidR="004F747D" w:rsidRPr="00C44CFB" w:rsidRDefault="004F747D" w:rsidP="004F747D">
            <w:pPr>
              <w:pStyle w:val="af2"/>
              <w:jc w:val="center"/>
              <w:rPr>
                <w:lang w:eastAsia="zh-CN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(03236) 6 03 02</w:t>
            </w:r>
          </w:p>
        </w:tc>
        <w:tc>
          <w:tcPr>
            <w:tcW w:w="994" w:type="dxa"/>
          </w:tcPr>
          <w:p w14:paraId="1EF84273" w14:textId="27153159" w:rsidR="004F747D" w:rsidRPr="00C44CFB" w:rsidRDefault="004F747D" w:rsidP="004F747D">
            <w:pPr>
              <w:pStyle w:val="af2"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64/8</w:t>
            </w:r>
          </w:p>
        </w:tc>
        <w:tc>
          <w:tcPr>
            <w:tcW w:w="3112" w:type="dxa"/>
          </w:tcPr>
          <w:p w14:paraId="3519F89D" w14:textId="7312DCA6" w:rsidR="004F747D" w:rsidRPr="00C44CFB" w:rsidRDefault="004F747D" w:rsidP="004F747D">
            <w:pPr>
              <w:suppressAutoHyphens/>
              <w:jc w:val="center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24D46EBF" w14:textId="77777777" w:rsidTr="00235626">
        <w:trPr>
          <w:trHeight w:val="471"/>
        </w:trPr>
        <w:tc>
          <w:tcPr>
            <w:tcW w:w="562" w:type="dxa"/>
            <w:gridSpan w:val="3"/>
          </w:tcPr>
          <w:p w14:paraId="4343797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E98CB71" w14:textId="35A7CAC9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  <w:lang w:eastAsia="en-US"/>
              </w:rPr>
            </w:pPr>
            <w:r w:rsidRPr="00C44CFB">
              <w:rPr>
                <w:sz w:val="20"/>
                <w:szCs w:val="20"/>
              </w:rPr>
              <w:t>Відділення поліції №1</w:t>
            </w:r>
            <w:r w:rsidRPr="00C44CFB">
              <w:t xml:space="preserve"> </w:t>
            </w:r>
            <w:r w:rsidRPr="00C44CFB">
              <w:rPr>
                <w:sz w:val="20"/>
                <w:szCs w:val="20"/>
              </w:rPr>
              <w:t>Самбірського районного відділу ГУ НП у Львівській області</w:t>
            </w:r>
          </w:p>
        </w:tc>
        <w:tc>
          <w:tcPr>
            <w:tcW w:w="3231" w:type="dxa"/>
          </w:tcPr>
          <w:p w14:paraId="16C15A69" w14:textId="011B4BE1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0F3A9576" w14:textId="77777777" w:rsidR="004F747D" w:rsidRPr="00C44CFB" w:rsidRDefault="004F747D" w:rsidP="004F747D">
            <w:pPr>
              <w:pStyle w:val="af2"/>
              <w:ind w:left="-76" w:right="-114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Старий Самбір,</w:t>
            </w:r>
          </w:p>
          <w:p w14:paraId="5584957A" w14:textId="77777777" w:rsidR="004F747D" w:rsidRPr="00C44CFB" w:rsidRDefault="004F747D" w:rsidP="004F747D">
            <w:pPr>
              <w:pStyle w:val="af2"/>
              <w:ind w:left="-76" w:right="-114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Л. Галицького, 41,</w:t>
            </w:r>
          </w:p>
          <w:p w14:paraId="73427F41" w14:textId="5A6744D8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(0238) 2-12-02</w:t>
            </w:r>
          </w:p>
        </w:tc>
        <w:tc>
          <w:tcPr>
            <w:tcW w:w="994" w:type="dxa"/>
          </w:tcPr>
          <w:p w14:paraId="5918D7F9" w14:textId="46C8FA9E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25/8</w:t>
            </w:r>
          </w:p>
        </w:tc>
        <w:tc>
          <w:tcPr>
            <w:tcW w:w="3112" w:type="dxa"/>
          </w:tcPr>
          <w:p w14:paraId="292252EF" w14:textId="27436BAC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012780AF" w14:textId="77777777" w:rsidTr="00235626">
        <w:trPr>
          <w:trHeight w:val="124"/>
        </w:trPr>
        <w:tc>
          <w:tcPr>
            <w:tcW w:w="562" w:type="dxa"/>
            <w:gridSpan w:val="3"/>
          </w:tcPr>
          <w:p w14:paraId="04A959A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FE0FAFC" w14:textId="60866B04" w:rsidR="004F747D" w:rsidRPr="00C44CFB" w:rsidRDefault="004F747D" w:rsidP="004F747D">
            <w:pPr>
              <w:pStyle w:val="af2"/>
              <w:ind w:left="-23" w:firstLine="142"/>
            </w:pPr>
            <w:r w:rsidRPr="00C44CFB">
              <w:rPr>
                <w:sz w:val="20"/>
                <w:szCs w:val="20"/>
              </w:rPr>
              <w:t>Відділення поліції №2 Самбірського районного відділу ГУ НП у Львівській області</w:t>
            </w:r>
          </w:p>
        </w:tc>
        <w:tc>
          <w:tcPr>
            <w:tcW w:w="3231" w:type="dxa"/>
          </w:tcPr>
          <w:p w14:paraId="1FC467E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  <w:p w14:paraId="250992E7" w14:textId="4CD1B3A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23E6A946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Турка, вул. Стуса, 14,</w:t>
            </w:r>
          </w:p>
          <w:p w14:paraId="19B908A7" w14:textId="62F8A976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105,(03269) 3 13 93</w:t>
            </w:r>
          </w:p>
        </w:tc>
        <w:tc>
          <w:tcPr>
            <w:tcW w:w="994" w:type="dxa"/>
          </w:tcPr>
          <w:p w14:paraId="6A8DAA89" w14:textId="7889F532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19/6</w:t>
            </w:r>
          </w:p>
        </w:tc>
        <w:tc>
          <w:tcPr>
            <w:tcW w:w="3112" w:type="dxa"/>
          </w:tcPr>
          <w:p w14:paraId="57D428A1" w14:textId="5F907D7E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1C0C2CCE" w14:textId="77777777" w:rsidTr="009E77A1">
        <w:trPr>
          <w:trHeight w:val="369"/>
        </w:trPr>
        <w:tc>
          <w:tcPr>
            <w:tcW w:w="15619" w:type="dxa"/>
            <w:gridSpan w:val="10"/>
            <w:vAlign w:val="center"/>
          </w:tcPr>
          <w:p w14:paraId="364BFBEB" w14:textId="246452AE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СТРИЙСЬКИЙ РАЙОН</w:t>
            </w:r>
          </w:p>
        </w:tc>
      </w:tr>
      <w:tr w:rsidR="004F747D" w:rsidRPr="00C44CFB" w14:paraId="0CFF8283" w14:textId="77777777" w:rsidTr="00235626">
        <w:trPr>
          <w:trHeight w:val="124"/>
        </w:trPr>
        <w:tc>
          <w:tcPr>
            <w:tcW w:w="562" w:type="dxa"/>
            <w:gridSpan w:val="3"/>
          </w:tcPr>
          <w:p w14:paraId="1A1FAAC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BE7B397" w14:textId="20C29E60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  <w:lang w:eastAsia="en-US"/>
              </w:rPr>
              <w:t xml:space="preserve">Стрийське районне управління </w:t>
            </w:r>
            <w:r w:rsidRPr="00C44CFB">
              <w:rPr>
                <w:sz w:val="20"/>
                <w:szCs w:val="20"/>
              </w:rPr>
              <w:t>ГУ НП у Львівській області</w:t>
            </w:r>
          </w:p>
        </w:tc>
        <w:tc>
          <w:tcPr>
            <w:tcW w:w="3231" w:type="dxa"/>
          </w:tcPr>
          <w:p w14:paraId="12E18824" w14:textId="65429FA4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Районе управління</w:t>
            </w:r>
          </w:p>
        </w:tc>
        <w:tc>
          <w:tcPr>
            <w:tcW w:w="3154" w:type="dxa"/>
            <w:gridSpan w:val="2"/>
          </w:tcPr>
          <w:p w14:paraId="6F195E3A" w14:textId="47F33D74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Стрий, вул. Драгоманова, 2, тел.102, (03245) 2 23 54</w:t>
            </w:r>
          </w:p>
        </w:tc>
        <w:tc>
          <w:tcPr>
            <w:tcW w:w="994" w:type="dxa"/>
          </w:tcPr>
          <w:p w14:paraId="3B40C597" w14:textId="5989740A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96/10</w:t>
            </w:r>
          </w:p>
        </w:tc>
        <w:tc>
          <w:tcPr>
            <w:tcW w:w="3112" w:type="dxa"/>
          </w:tcPr>
          <w:p w14:paraId="3EE908B3" w14:textId="093588DD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684688CA" w14:textId="77777777" w:rsidTr="00235626">
        <w:trPr>
          <w:trHeight w:val="124"/>
        </w:trPr>
        <w:tc>
          <w:tcPr>
            <w:tcW w:w="562" w:type="dxa"/>
            <w:gridSpan w:val="3"/>
          </w:tcPr>
          <w:p w14:paraId="268A644E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636C60D" w14:textId="65D048F8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  <w:lang w:eastAsia="en-US"/>
              </w:rPr>
              <w:t>Відділення поліції №1 Стрийського районного управління ГУ НП у Львівській області</w:t>
            </w:r>
          </w:p>
        </w:tc>
        <w:tc>
          <w:tcPr>
            <w:tcW w:w="3231" w:type="dxa"/>
          </w:tcPr>
          <w:p w14:paraId="1E589FAA" w14:textId="028C4543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5A49D5C8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Жидачів, вул. Садова, 4,</w:t>
            </w:r>
          </w:p>
          <w:p w14:paraId="48F20669" w14:textId="5D9B4D92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тел.102, (03239) 3 12 07</w:t>
            </w:r>
          </w:p>
        </w:tc>
        <w:tc>
          <w:tcPr>
            <w:tcW w:w="994" w:type="dxa"/>
          </w:tcPr>
          <w:p w14:paraId="07ECD931" w14:textId="29FBCACF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25/6</w:t>
            </w:r>
          </w:p>
        </w:tc>
        <w:tc>
          <w:tcPr>
            <w:tcW w:w="3112" w:type="dxa"/>
          </w:tcPr>
          <w:p w14:paraId="2454E79F" w14:textId="3BA028D6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56459323" w14:textId="77777777" w:rsidTr="00235626">
        <w:trPr>
          <w:trHeight w:val="124"/>
        </w:trPr>
        <w:tc>
          <w:tcPr>
            <w:tcW w:w="562" w:type="dxa"/>
            <w:gridSpan w:val="3"/>
          </w:tcPr>
          <w:p w14:paraId="382B496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FABF3DE" w14:textId="0A4B7815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  <w:lang w:eastAsia="en-US"/>
              </w:rPr>
              <w:t>Відділення поліції №2 Стрийського районного управління ГУ НП у Львівській області</w:t>
            </w:r>
          </w:p>
        </w:tc>
        <w:tc>
          <w:tcPr>
            <w:tcW w:w="3231" w:type="dxa"/>
          </w:tcPr>
          <w:p w14:paraId="32B78ABA" w14:textId="0C4A650B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1D131F4E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Миколаїв, </w:t>
            </w:r>
            <w:proofErr w:type="spellStart"/>
            <w:r w:rsidRPr="00C44CFB">
              <w:rPr>
                <w:sz w:val="20"/>
                <w:szCs w:val="20"/>
              </w:rPr>
              <w:t>пл</w:t>
            </w:r>
            <w:proofErr w:type="spellEnd"/>
            <w:r w:rsidRPr="00C44CFB">
              <w:rPr>
                <w:sz w:val="20"/>
                <w:szCs w:val="20"/>
              </w:rPr>
              <w:t>. Ринок, 9,</w:t>
            </w:r>
          </w:p>
          <w:p w14:paraId="4651DDCF" w14:textId="01A4B1AE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тел.102, (03241) 5 13 33, 102</w:t>
            </w:r>
          </w:p>
        </w:tc>
        <w:tc>
          <w:tcPr>
            <w:tcW w:w="994" w:type="dxa"/>
          </w:tcPr>
          <w:p w14:paraId="4DB718AD" w14:textId="2641187C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23/8</w:t>
            </w:r>
          </w:p>
        </w:tc>
        <w:tc>
          <w:tcPr>
            <w:tcW w:w="3112" w:type="dxa"/>
          </w:tcPr>
          <w:p w14:paraId="043A93D2" w14:textId="2A551056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12A8C794" w14:textId="77777777" w:rsidTr="00235626">
        <w:trPr>
          <w:trHeight w:val="124"/>
        </w:trPr>
        <w:tc>
          <w:tcPr>
            <w:tcW w:w="562" w:type="dxa"/>
            <w:gridSpan w:val="3"/>
          </w:tcPr>
          <w:p w14:paraId="413E9A01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9A6FDF8" w14:textId="1C607691" w:rsidR="004F747D" w:rsidRPr="00C44CFB" w:rsidRDefault="004F747D" w:rsidP="004F747D">
            <w:pPr>
              <w:pStyle w:val="af2"/>
              <w:ind w:left="-23" w:firstLine="142"/>
            </w:pPr>
            <w:r w:rsidRPr="00C44CFB">
              <w:rPr>
                <w:sz w:val="20"/>
                <w:szCs w:val="20"/>
                <w:lang w:eastAsia="en-US"/>
              </w:rPr>
              <w:t>Відділення поліції №3Стрийського районного управління ГУ НП у Львівській області</w:t>
            </w:r>
          </w:p>
        </w:tc>
        <w:tc>
          <w:tcPr>
            <w:tcW w:w="3231" w:type="dxa"/>
          </w:tcPr>
          <w:p w14:paraId="3669D242" w14:textId="3BB1672A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1FCF8738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Сколе, вул. Франка, 3,</w:t>
            </w:r>
          </w:p>
          <w:p w14:paraId="5A51C673" w14:textId="7783401D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102, (03251) 2 13 41</w:t>
            </w:r>
          </w:p>
        </w:tc>
        <w:tc>
          <w:tcPr>
            <w:tcW w:w="994" w:type="dxa"/>
          </w:tcPr>
          <w:p w14:paraId="0E370C16" w14:textId="013F9166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22/6</w:t>
            </w:r>
          </w:p>
        </w:tc>
        <w:tc>
          <w:tcPr>
            <w:tcW w:w="3112" w:type="dxa"/>
          </w:tcPr>
          <w:p w14:paraId="70D76774" w14:textId="7EB9A914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7608E9FE" w14:textId="77777777" w:rsidTr="00235626">
        <w:trPr>
          <w:trHeight w:val="124"/>
        </w:trPr>
        <w:tc>
          <w:tcPr>
            <w:tcW w:w="562" w:type="dxa"/>
            <w:gridSpan w:val="3"/>
          </w:tcPr>
          <w:p w14:paraId="6FFD24B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D77A520" w14:textId="339858DB" w:rsidR="004F747D" w:rsidRPr="00C44CFB" w:rsidRDefault="004F747D" w:rsidP="004F747D">
            <w:pPr>
              <w:pStyle w:val="af2"/>
              <w:ind w:left="-23" w:firstLine="142"/>
            </w:pPr>
            <w:r w:rsidRPr="00C44CFB">
              <w:rPr>
                <w:sz w:val="20"/>
                <w:szCs w:val="20"/>
                <w:lang w:eastAsia="en-US"/>
              </w:rPr>
              <w:t>Відділ поліцейської діяльності №1 Стрийського районного управління ГУ НП у Львівській області</w:t>
            </w:r>
          </w:p>
        </w:tc>
        <w:tc>
          <w:tcPr>
            <w:tcW w:w="3231" w:type="dxa"/>
          </w:tcPr>
          <w:p w14:paraId="5206B2A3" w14:textId="7695A0D9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 поліції</w:t>
            </w:r>
          </w:p>
        </w:tc>
        <w:tc>
          <w:tcPr>
            <w:tcW w:w="3154" w:type="dxa"/>
            <w:gridSpan w:val="2"/>
          </w:tcPr>
          <w:p w14:paraId="6548961F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2"/>
              </w:rPr>
            </w:pPr>
            <w:r w:rsidRPr="00C44CFB">
              <w:rPr>
                <w:sz w:val="20"/>
              </w:rPr>
              <w:t>м. Новий Розділ пр. Шевченка,21</w:t>
            </w:r>
          </w:p>
          <w:p w14:paraId="274B1233" w14:textId="2CB415AE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</w:rPr>
              <w:t>тел.102, (0261) 2-44-02, 2-63-24</w:t>
            </w:r>
          </w:p>
        </w:tc>
        <w:tc>
          <w:tcPr>
            <w:tcW w:w="994" w:type="dxa"/>
          </w:tcPr>
          <w:p w14:paraId="0605F02B" w14:textId="13B075B4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</w:rPr>
              <w:t>12/4</w:t>
            </w:r>
          </w:p>
        </w:tc>
        <w:tc>
          <w:tcPr>
            <w:tcW w:w="3112" w:type="dxa"/>
          </w:tcPr>
          <w:p w14:paraId="2CDB5998" w14:textId="73A0246C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3DD1B3E0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5FBBAC66" w14:textId="0BDBC811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ШЕПТИЦЬКИЙ</w:t>
            </w:r>
            <w:r w:rsidRPr="00C44CFB">
              <w:rPr>
                <w:b/>
                <w:sz w:val="20"/>
                <w:szCs w:val="20"/>
              </w:rPr>
              <w:t xml:space="preserve"> РАЙОН</w:t>
            </w:r>
          </w:p>
        </w:tc>
      </w:tr>
      <w:tr w:rsidR="004F747D" w:rsidRPr="00C44CFB" w14:paraId="6EB552F2" w14:textId="77777777" w:rsidTr="00235626">
        <w:trPr>
          <w:trHeight w:val="124"/>
        </w:trPr>
        <w:tc>
          <w:tcPr>
            <w:tcW w:w="562" w:type="dxa"/>
            <w:gridSpan w:val="3"/>
          </w:tcPr>
          <w:p w14:paraId="30EE7BA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80AA95B" w14:textId="0004E388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Шептицький</w:t>
            </w:r>
            <w:r w:rsidRPr="00C44CFB">
              <w:rPr>
                <w:sz w:val="20"/>
                <w:szCs w:val="20"/>
              </w:rPr>
              <w:t xml:space="preserve"> районний відділ ГУ НП у Львівській області</w:t>
            </w:r>
          </w:p>
        </w:tc>
        <w:tc>
          <w:tcPr>
            <w:tcW w:w="3231" w:type="dxa"/>
          </w:tcPr>
          <w:p w14:paraId="5C0FF348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Районний відділ</w:t>
            </w:r>
          </w:p>
        </w:tc>
        <w:tc>
          <w:tcPr>
            <w:tcW w:w="3154" w:type="dxa"/>
            <w:gridSpan w:val="2"/>
          </w:tcPr>
          <w:p w14:paraId="6AF4E838" w14:textId="47D4B2D2" w:rsidR="004F747D" w:rsidRPr="00C44CFB" w:rsidRDefault="004F747D" w:rsidP="004F747D">
            <w:pPr>
              <w:pStyle w:val="af2"/>
              <w:ind w:right="2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</w:t>
            </w:r>
            <w:r>
              <w:rPr>
                <w:sz w:val="20"/>
                <w:szCs w:val="20"/>
              </w:rPr>
              <w:t>Шептицький</w:t>
            </w:r>
            <w:r w:rsidRPr="00C44CFB">
              <w:rPr>
                <w:sz w:val="20"/>
                <w:szCs w:val="20"/>
              </w:rPr>
              <w:t xml:space="preserve">, вул. </w:t>
            </w:r>
            <w:proofErr w:type="spellStart"/>
            <w:r w:rsidRPr="00C44CFB">
              <w:rPr>
                <w:sz w:val="20"/>
                <w:szCs w:val="20"/>
              </w:rPr>
              <w:t>Св</w:t>
            </w:r>
            <w:proofErr w:type="spellEnd"/>
            <w:r w:rsidRPr="00C44CFB">
              <w:rPr>
                <w:sz w:val="20"/>
                <w:szCs w:val="20"/>
              </w:rPr>
              <w:t>. Володимира, 8а, (03249) 2 24 93</w:t>
            </w:r>
          </w:p>
        </w:tc>
        <w:tc>
          <w:tcPr>
            <w:tcW w:w="994" w:type="dxa"/>
          </w:tcPr>
          <w:p w14:paraId="507DAF18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78/8</w:t>
            </w:r>
          </w:p>
        </w:tc>
        <w:tc>
          <w:tcPr>
            <w:tcW w:w="3112" w:type="dxa"/>
          </w:tcPr>
          <w:p w14:paraId="00B30437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1055EAE3" w14:textId="77777777" w:rsidTr="00235626">
        <w:trPr>
          <w:trHeight w:val="124"/>
        </w:trPr>
        <w:tc>
          <w:tcPr>
            <w:tcW w:w="562" w:type="dxa"/>
            <w:gridSpan w:val="3"/>
          </w:tcPr>
          <w:p w14:paraId="3D3C0B1F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383775B" w14:textId="4BE37716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Відділення поліції №1 </w:t>
            </w:r>
            <w:proofErr w:type="spellStart"/>
            <w:r>
              <w:rPr>
                <w:sz w:val="20"/>
                <w:szCs w:val="20"/>
              </w:rPr>
              <w:t>Шептицький</w:t>
            </w:r>
            <w:r w:rsidRPr="00C44CFB">
              <w:rPr>
                <w:sz w:val="20"/>
                <w:szCs w:val="20"/>
              </w:rPr>
              <w:t>ського</w:t>
            </w:r>
            <w:proofErr w:type="spellEnd"/>
            <w:r w:rsidRPr="00C44CFB">
              <w:rPr>
                <w:sz w:val="20"/>
                <w:szCs w:val="20"/>
              </w:rPr>
              <w:t xml:space="preserve"> районного відділу ГУ НП у Львівській області</w:t>
            </w:r>
          </w:p>
        </w:tc>
        <w:tc>
          <w:tcPr>
            <w:tcW w:w="3231" w:type="dxa"/>
          </w:tcPr>
          <w:p w14:paraId="2586C8C2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3ED08721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Радехів, вул. Львівська, 9,</w:t>
            </w:r>
          </w:p>
          <w:p w14:paraId="60DCCFDB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102, (03255) 2 12 02</w:t>
            </w:r>
          </w:p>
        </w:tc>
        <w:tc>
          <w:tcPr>
            <w:tcW w:w="994" w:type="dxa"/>
          </w:tcPr>
          <w:p w14:paraId="121F00B8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20/6</w:t>
            </w:r>
          </w:p>
        </w:tc>
        <w:tc>
          <w:tcPr>
            <w:tcW w:w="3112" w:type="dxa"/>
          </w:tcPr>
          <w:p w14:paraId="4A6B457F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30D4917D" w14:textId="77777777" w:rsidTr="00235626">
        <w:trPr>
          <w:trHeight w:val="124"/>
        </w:trPr>
        <w:tc>
          <w:tcPr>
            <w:tcW w:w="562" w:type="dxa"/>
            <w:gridSpan w:val="3"/>
          </w:tcPr>
          <w:p w14:paraId="4B20C076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28438F9" w14:textId="264E76C6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Відділення поліції №2 </w:t>
            </w:r>
            <w:proofErr w:type="spellStart"/>
            <w:r>
              <w:rPr>
                <w:sz w:val="20"/>
                <w:szCs w:val="20"/>
              </w:rPr>
              <w:t>Шептицький</w:t>
            </w:r>
            <w:r w:rsidRPr="00C44CFB">
              <w:rPr>
                <w:sz w:val="20"/>
                <w:szCs w:val="20"/>
              </w:rPr>
              <w:t>ського</w:t>
            </w:r>
            <w:proofErr w:type="spellEnd"/>
            <w:r w:rsidRPr="00C44CFB">
              <w:rPr>
                <w:sz w:val="20"/>
                <w:szCs w:val="20"/>
              </w:rPr>
              <w:t xml:space="preserve"> районного відділу ГУ НП у Львівській області</w:t>
            </w:r>
          </w:p>
        </w:tc>
        <w:tc>
          <w:tcPr>
            <w:tcW w:w="3231" w:type="dxa"/>
          </w:tcPr>
          <w:p w14:paraId="658A7495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0BA766F4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Сокаль, вул. Міцкевича, 9,</w:t>
            </w:r>
          </w:p>
          <w:p w14:paraId="3025448E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тел.102, (03257) 2 22 54</w:t>
            </w:r>
          </w:p>
        </w:tc>
        <w:tc>
          <w:tcPr>
            <w:tcW w:w="994" w:type="dxa"/>
          </w:tcPr>
          <w:p w14:paraId="20C3D1FB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30/8</w:t>
            </w:r>
          </w:p>
        </w:tc>
        <w:tc>
          <w:tcPr>
            <w:tcW w:w="3112" w:type="dxa"/>
          </w:tcPr>
          <w:p w14:paraId="135B4E39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164DB4B7" w14:textId="77777777" w:rsidTr="009E77A1">
        <w:trPr>
          <w:trHeight w:val="124"/>
        </w:trPr>
        <w:tc>
          <w:tcPr>
            <w:tcW w:w="15619" w:type="dxa"/>
            <w:gridSpan w:val="10"/>
          </w:tcPr>
          <w:p w14:paraId="65DE256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ЯВОРІВСЬКИЙ РАЙОН</w:t>
            </w:r>
          </w:p>
        </w:tc>
      </w:tr>
      <w:tr w:rsidR="004F747D" w:rsidRPr="00C44CFB" w14:paraId="3E2C2AE5" w14:textId="77777777" w:rsidTr="00453902">
        <w:trPr>
          <w:trHeight w:val="124"/>
        </w:trPr>
        <w:tc>
          <w:tcPr>
            <w:tcW w:w="598" w:type="dxa"/>
            <w:gridSpan w:val="4"/>
          </w:tcPr>
          <w:p w14:paraId="3E1A9138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1C41E8CA" w14:textId="77777777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Яворівський районний відділ ГУ НП у Львівській області</w:t>
            </w:r>
          </w:p>
        </w:tc>
        <w:tc>
          <w:tcPr>
            <w:tcW w:w="3231" w:type="dxa"/>
          </w:tcPr>
          <w:p w14:paraId="278C3FE3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Районний відділ</w:t>
            </w:r>
          </w:p>
        </w:tc>
        <w:tc>
          <w:tcPr>
            <w:tcW w:w="3154" w:type="dxa"/>
            <w:gridSpan w:val="2"/>
          </w:tcPr>
          <w:p w14:paraId="4A7BAB46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Яворів, вул. І. Франка, 16,</w:t>
            </w:r>
          </w:p>
          <w:p w14:paraId="05668509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(03259) 2 10 30, (03259) 2 13 32</w:t>
            </w:r>
          </w:p>
        </w:tc>
        <w:tc>
          <w:tcPr>
            <w:tcW w:w="994" w:type="dxa"/>
          </w:tcPr>
          <w:p w14:paraId="490A4D43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52/8</w:t>
            </w:r>
          </w:p>
        </w:tc>
        <w:tc>
          <w:tcPr>
            <w:tcW w:w="3112" w:type="dxa"/>
          </w:tcPr>
          <w:p w14:paraId="2B42D683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15BF250D" w14:textId="77777777" w:rsidTr="00453902">
        <w:trPr>
          <w:trHeight w:val="124"/>
        </w:trPr>
        <w:tc>
          <w:tcPr>
            <w:tcW w:w="598" w:type="dxa"/>
            <w:gridSpan w:val="4"/>
          </w:tcPr>
          <w:p w14:paraId="3F765BB9" w14:textId="77777777" w:rsidR="004F747D" w:rsidRPr="00C44CFB" w:rsidRDefault="004F747D" w:rsidP="004F747D">
            <w:pPr>
              <w:widowControl w:val="0"/>
              <w:numPr>
                <w:ilvl w:val="0"/>
                <w:numId w:val="16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30" w:type="dxa"/>
          </w:tcPr>
          <w:p w14:paraId="3AA99B74" w14:textId="77777777" w:rsidR="004F747D" w:rsidRPr="00C44CFB" w:rsidRDefault="004F747D" w:rsidP="004F747D">
            <w:pPr>
              <w:pStyle w:val="af2"/>
              <w:ind w:left="-23" w:firstLine="142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Відділення поліції №1 Яворівського районного відділу ГУ НП у Львівській області</w:t>
            </w:r>
          </w:p>
        </w:tc>
        <w:tc>
          <w:tcPr>
            <w:tcW w:w="3231" w:type="dxa"/>
          </w:tcPr>
          <w:p w14:paraId="17BD836A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Відділення поліції</w:t>
            </w:r>
          </w:p>
        </w:tc>
        <w:tc>
          <w:tcPr>
            <w:tcW w:w="3154" w:type="dxa"/>
            <w:gridSpan w:val="2"/>
          </w:tcPr>
          <w:p w14:paraId="5C673DEA" w14:textId="77777777" w:rsidR="004F747D" w:rsidRPr="00C44CFB" w:rsidRDefault="004F747D" w:rsidP="004F747D">
            <w:pPr>
              <w:pStyle w:val="af2"/>
              <w:jc w:val="center"/>
            </w:pPr>
            <w:r w:rsidRPr="00C44CFB">
              <w:rPr>
                <w:sz w:val="20"/>
                <w:szCs w:val="20"/>
              </w:rPr>
              <w:t>м. Мостиська,</w:t>
            </w:r>
          </w:p>
          <w:p w14:paraId="7FBF33FD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вул. </w:t>
            </w:r>
            <w:proofErr w:type="spellStart"/>
            <w:r w:rsidRPr="00C44CFB">
              <w:rPr>
                <w:sz w:val="20"/>
                <w:szCs w:val="20"/>
              </w:rPr>
              <w:t>Будзиновського</w:t>
            </w:r>
            <w:proofErr w:type="spellEnd"/>
            <w:r w:rsidRPr="00C44CFB">
              <w:rPr>
                <w:sz w:val="20"/>
                <w:szCs w:val="20"/>
              </w:rPr>
              <w:t>, 6,</w:t>
            </w:r>
          </w:p>
          <w:p w14:paraId="653A6605" w14:textId="77777777" w:rsidR="004F747D" w:rsidRPr="00C44CFB" w:rsidRDefault="004F747D" w:rsidP="004F747D">
            <w:pPr>
              <w:pStyle w:val="af2"/>
              <w:jc w:val="center"/>
            </w:pPr>
            <w:r w:rsidRPr="00C44CFB">
              <w:rPr>
                <w:sz w:val="20"/>
                <w:szCs w:val="20"/>
              </w:rPr>
              <w:t>(03234) 4 16 02,</w:t>
            </w:r>
            <w:r w:rsidRPr="00C44CFB">
              <w:t xml:space="preserve"> </w:t>
            </w:r>
            <w:r w:rsidRPr="00C44CFB">
              <w:rPr>
                <w:sz w:val="20"/>
                <w:szCs w:val="20"/>
              </w:rPr>
              <w:t>(03234) 4 15 80</w:t>
            </w:r>
          </w:p>
        </w:tc>
        <w:tc>
          <w:tcPr>
            <w:tcW w:w="994" w:type="dxa"/>
          </w:tcPr>
          <w:p w14:paraId="0C68CA6D" w14:textId="77777777" w:rsidR="004F747D" w:rsidRPr="00C44CFB" w:rsidRDefault="004F747D" w:rsidP="004F747D">
            <w:pPr>
              <w:pStyle w:val="af2"/>
              <w:jc w:val="center"/>
            </w:pPr>
            <w:r w:rsidRPr="00C44CFB">
              <w:rPr>
                <w:sz w:val="20"/>
                <w:szCs w:val="20"/>
              </w:rPr>
              <w:t>22/6</w:t>
            </w:r>
          </w:p>
        </w:tc>
        <w:tc>
          <w:tcPr>
            <w:tcW w:w="3112" w:type="dxa"/>
          </w:tcPr>
          <w:p w14:paraId="2B2A6DB3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Охорона (публічного) громадського порядку</w:t>
            </w:r>
          </w:p>
        </w:tc>
      </w:tr>
      <w:tr w:rsidR="004F747D" w:rsidRPr="00C44CFB" w14:paraId="531A7746" w14:textId="77777777" w:rsidTr="00453902">
        <w:trPr>
          <w:trHeight w:val="359"/>
        </w:trPr>
        <w:tc>
          <w:tcPr>
            <w:tcW w:w="5128" w:type="dxa"/>
            <w:gridSpan w:val="5"/>
            <w:vAlign w:val="center"/>
          </w:tcPr>
          <w:p w14:paraId="60FD1FF7" w14:textId="77777777" w:rsidR="004F747D" w:rsidRPr="00C44CFB" w:rsidRDefault="004F747D" w:rsidP="004F747D">
            <w:pPr>
              <w:pStyle w:val="af2"/>
              <w:ind w:left="589"/>
              <w:jc w:val="left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69C0221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0AE7D021" w14:textId="77777777" w:rsidR="004F747D" w:rsidRPr="00C44CFB" w:rsidRDefault="004F747D" w:rsidP="004F747D">
            <w:pPr>
              <w:pStyle w:val="af2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A282F51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1125/206</w:t>
            </w:r>
          </w:p>
        </w:tc>
        <w:tc>
          <w:tcPr>
            <w:tcW w:w="3112" w:type="dxa"/>
            <w:vAlign w:val="center"/>
          </w:tcPr>
          <w:p w14:paraId="72AC328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7B88B976" w14:textId="77777777" w:rsidTr="009E77A1">
        <w:trPr>
          <w:trHeight w:val="421"/>
        </w:trPr>
        <w:tc>
          <w:tcPr>
            <w:tcW w:w="15619" w:type="dxa"/>
            <w:gridSpan w:val="10"/>
            <w:shd w:val="clear" w:color="auto" w:fill="FFFFFF"/>
            <w:vAlign w:val="center"/>
          </w:tcPr>
          <w:p w14:paraId="395E8E60" w14:textId="77777777" w:rsidR="004F747D" w:rsidRPr="00C44CFB" w:rsidRDefault="004F747D" w:rsidP="004F747D">
            <w:pPr>
              <w:jc w:val="center"/>
            </w:pPr>
            <w:r w:rsidRPr="00C44CFB">
              <w:rPr>
                <w:b/>
                <w:sz w:val="20"/>
                <w:szCs w:val="20"/>
              </w:rPr>
              <w:t>СИЛИ, ЩО ПІДПОРЯДКОВУЮТЬСЯ НАЦІОНАЛЬНІЙ ГВАРДІЇ УКРАЇНИ</w:t>
            </w:r>
          </w:p>
        </w:tc>
      </w:tr>
      <w:tr w:rsidR="004F747D" w:rsidRPr="00C44CFB" w14:paraId="76AAB47A" w14:textId="77777777" w:rsidTr="009E77A1">
        <w:trPr>
          <w:trHeight w:val="269"/>
        </w:trPr>
        <w:tc>
          <w:tcPr>
            <w:tcW w:w="15619" w:type="dxa"/>
            <w:gridSpan w:val="10"/>
            <w:vAlign w:val="center"/>
          </w:tcPr>
          <w:p w14:paraId="473FD3BC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ЗАХІДНЕ ТЕРИТОРІАЛЬНЕ УПРАВЛІННЯ  НАЦІОНАЛЬНОЇ ГВАРДІЇ УКРАЇНИ</w:t>
            </w:r>
          </w:p>
        </w:tc>
      </w:tr>
      <w:tr w:rsidR="004F747D" w:rsidRPr="00C44CFB" w14:paraId="5E6C99CB" w14:textId="77777777" w:rsidTr="00453902">
        <w:trPr>
          <w:trHeight w:val="289"/>
        </w:trPr>
        <w:tc>
          <w:tcPr>
            <w:tcW w:w="598" w:type="dxa"/>
            <w:gridSpan w:val="4"/>
          </w:tcPr>
          <w:p w14:paraId="0DDA9CB7" w14:textId="77777777" w:rsidR="004F747D" w:rsidRPr="00C44CFB" w:rsidRDefault="004F747D" w:rsidP="004F747D">
            <w:pPr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  <w:p w14:paraId="16BADDA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19D5A92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Національна Гвардія України</w:t>
            </w:r>
          </w:p>
          <w:p w14:paraId="34C72F6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Військова частина 3002</w:t>
            </w:r>
          </w:p>
        </w:tc>
        <w:tc>
          <w:tcPr>
            <w:tcW w:w="3231" w:type="dxa"/>
            <w:vAlign w:val="center"/>
          </w:tcPr>
          <w:p w14:paraId="58738F3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Особовий склад </w:t>
            </w:r>
          </w:p>
          <w:p w14:paraId="644AEFCC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  <w:vAlign w:val="center"/>
          </w:tcPr>
          <w:p w14:paraId="29DE60B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Львів, вул. </w:t>
            </w:r>
            <w:proofErr w:type="spellStart"/>
            <w:r w:rsidRPr="00C44CFB">
              <w:rPr>
                <w:sz w:val="20"/>
                <w:szCs w:val="20"/>
              </w:rPr>
              <w:t>Кн</w:t>
            </w:r>
            <w:proofErr w:type="spellEnd"/>
            <w:r w:rsidRPr="00C44CFB">
              <w:rPr>
                <w:sz w:val="20"/>
                <w:szCs w:val="20"/>
              </w:rPr>
              <w:t xml:space="preserve">. Ольги, 105   </w:t>
            </w: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(032) 263-42-14, 0676757202</w:t>
            </w:r>
          </w:p>
        </w:tc>
        <w:tc>
          <w:tcPr>
            <w:tcW w:w="994" w:type="dxa"/>
            <w:vAlign w:val="center"/>
          </w:tcPr>
          <w:p w14:paraId="5332279F" w14:textId="77777777" w:rsidR="004F747D" w:rsidRPr="00C44CFB" w:rsidRDefault="004F747D" w:rsidP="004F747D">
            <w:pPr>
              <w:jc w:val="center"/>
              <w:rPr>
                <w:sz w:val="22"/>
                <w:szCs w:val="22"/>
              </w:rPr>
            </w:pPr>
            <w:r w:rsidRPr="00C44CFB">
              <w:rPr>
                <w:sz w:val="22"/>
                <w:szCs w:val="22"/>
              </w:rPr>
              <w:t>30/3</w:t>
            </w:r>
          </w:p>
        </w:tc>
        <w:tc>
          <w:tcPr>
            <w:tcW w:w="3112" w:type="dxa"/>
            <w:vAlign w:val="center"/>
          </w:tcPr>
          <w:p w14:paraId="4626ED5B" w14:textId="77777777" w:rsidR="004F747D" w:rsidRPr="007B3B1E" w:rsidRDefault="004F747D" w:rsidP="004F747D">
            <w:pPr>
              <w:jc w:val="center"/>
              <w:rPr>
                <w:sz w:val="20"/>
                <w:szCs w:val="20"/>
              </w:rPr>
            </w:pPr>
            <w:r w:rsidRPr="007B3B1E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2B2C6828" w14:textId="77777777" w:rsidTr="00453902">
        <w:trPr>
          <w:trHeight w:val="289"/>
        </w:trPr>
        <w:tc>
          <w:tcPr>
            <w:tcW w:w="598" w:type="dxa"/>
            <w:gridSpan w:val="4"/>
          </w:tcPr>
          <w:p w14:paraId="0754E381" w14:textId="77777777" w:rsidR="004F747D" w:rsidRPr="00C44CFB" w:rsidRDefault="004F747D" w:rsidP="004F747D">
            <w:pPr>
              <w:numPr>
                <w:ilvl w:val="0"/>
                <w:numId w:val="16"/>
              </w:numPr>
              <w:jc w:val="center"/>
              <w:rPr>
                <w:sz w:val="20"/>
                <w:szCs w:val="20"/>
              </w:rPr>
            </w:pPr>
          </w:p>
          <w:p w14:paraId="5EA88EC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30" w:type="dxa"/>
          </w:tcPr>
          <w:p w14:paraId="037A23A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Національна Гвардія України</w:t>
            </w:r>
          </w:p>
          <w:p w14:paraId="7FB5F8A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Військова частина 4114</w:t>
            </w:r>
          </w:p>
        </w:tc>
        <w:tc>
          <w:tcPr>
            <w:tcW w:w="3231" w:type="dxa"/>
            <w:vAlign w:val="center"/>
          </w:tcPr>
          <w:p w14:paraId="03113A13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Особовий склад </w:t>
            </w:r>
          </w:p>
          <w:p w14:paraId="46ED93E3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  <w:vAlign w:val="center"/>
          </w:tcPr>
          <w:p w14:paraId="234F530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</w:t>
            </w:r>
            <w:proofErr w:type="spellStart"/>
            <w:r w:rsidRPr="00C44CFB">
              <w:rPr>
                <w:sz w:val="20"/>
                <w:szCs w:val="20"/>
              </w:rPr>
              <w:t>Львів,вул.Стрийська</w:t>
            </w:r>
            <w:proofErr w:type="spellEnd"/>
            <w:r w:rsidRPr="00C44CFB">
              <w:rPr>
                <w:sz w:val="20"/>
                <w:szCs w:val="20"/>
              </w:rPr>
              <w:t>, 146</w:t>
            </w:r>
          </w:p>
          <w:p w14:paraId="3530B25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(032) 230-69-00, 0987064668</w:t>
            </w:r>
          </w:p>
        </w:tc>
        <w:tc>
          <w:tcPr>
            <w:tcW w:w="994" w:type="dxa"/>
            <w:vAlign w:val="center"/>
          </w:tcPr>
          <w:p w14:paraId="2836B76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30/4</w:t>
            </w:r>
          </w:p>
        </w:tc>
        <w:tc>
          <w:tcPr>
            <w:tcW w:w="3112" w:type="dxa"/>
            <w:vAlign w:val="center"/>
          </w:tcPr>
          <w:p w14:paraId="5626D7AA" w14:textId="77777777" w:rsidR="004F747D" w:rsidRPr="007B3B1E" w:rsidRDefault="004F747D" w:rsidP="004F747D">
            <w:pPr>
              <w:jc w:val="center"/>
              <w:rPr>
                <w:sz w:val="20"/>
                <w:szCs w:val="20"/>
              </w:rPr>
            </w:pPr>
            <w:r w:rsidRPr="007B3B1E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295FFA70" w14:textId="77777777" w:rsidTr="00453902">
        <w:trPr>
          <w:trHeight w:val="343"/>
        </w:trPr>
        <w:tc>
          <w:tcPr>
            <w:tcW w:w="8359" w:type="dxa"/>
            <w:gridSpan w:val="6"/>
            <w:vAlign w:val="center"/>
          </w:tcPr>
          <w:p w14:paraId="61A48060" w14:textId="77777777" w:rsidR="004F747D" w:rsidRPr="00C44CFB" w:rsidRDefault="004F747D" w:rsidP="004F747D">
            <w:pPr>
              <w:ind w:left="589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154" w:type="dxa"/>
            <w:gridSpan w:val="2"/>
            <w:vAlign w:val="center"/>
          </w:tcPr>
          <w:p w14:paraId="7EDDC56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1CEAFB27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60/7</w:t>
            </w:r>
          </w:p>
        </w:tc>
        <w:tc>
          <w:tcPr>
            <w:tcW w:w="3112" w:type="dxa"/>
            <w:vAlign w:val="center"/>
          </w:tcPr>
          <w:p w14:paraId="7DB1CF0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20DB2B1D" w14:textId="77777777" w:rsidTr="00453902">
        <w:trPr>
          <w:trHeight w:val="418"/>
        </w:trPr>
        <w:tc>
          <w:tcPr>
            <w:tcW w:w="8359" w:type="dxa"/>
            <w:gridSpan w:val="6"/>
            <w:vAlign w:val="center"/>
          </w:tcPr>
          <w:p w14:paraId="62176BD5" w14:textId="77777777" w:rsidR="004F747D" w:rsidRPr="00C44CFB" w:rsidRDefault="004F747D" w:rsidP="004F747D">
            <w:pPr>
              <w:ind w:left="589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 за спеціалізовану службу:</w:t>
            </w:r>
          </w:p>
        </w:tc>
        <w:tc>
          <w:tcPr>
            <w:tcW w:w="3154" w:type="dxa"/>
            <w:gridSpan w:val="2"/>
            <w:vAlign w:val="center"/>
          </w:tcPr>
          <w:p w14:paraId="3790BFB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717BA8E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1749/375</w:t>
            </w:r>
          </w:p>
        </w:tc>
        <w:tc>
          <w:tcPr>
            <w:tcW w:w="3112" w:type="dxa"/>
            <w:vAlign w:val="center"/>
          </w:tcPr>
          <w:p w14:paraId="745CA2B7" w14:textId="77777777" w:rsidR="004F747D" w:rsidRPr="00C44CFB" w:rsidRDefault="004F747D" w:rsidP="004F747D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4F747D" w:rsidRPr="00C44CFB" w14:paraId="2789E762" w14:textId="77777777" w:rsidTr="009E77A1">
        <w:trPr>
          <w:trHeight w:val="269"/>
        </w:trPr>
        <w:tc>
          <w:tcPr>
            <w:tcW w:w="15619" w:type="dxa"/>
            <w:gridSpan w:val="10"/>
            <w:shd w:val="clear" w:color="auto" w:fill="FFFFFF"/>
            <w:vAlign w:val="center"/>
          </w:tcPr>
          <w:p w14:paraId="1311A8EA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ХІ. СИЛИ, ЯКІ ПІДПОРЯДКОВУЮТЬСЯ МІНОБОРОНИ УКРАЇНИ</w:t>
            </w:r>
          </w:p>
        </w:tc>
      </w:tr>
      <w:tr w:rsidR="004F747D" w:rsidRPr="00C44CFB" w14:paraId="67E96EA4" w14:textId="77777777" w:rsidTr="00235626">
        <w:trPr>
          <w:trHeight w:val="124"/>
        </w:trPr>
        <w:tc>
          <w:tcPr>
            <w:tcW w:w="562" w:type="dxa"/>
            <w:gridSpan w:val="3"/>
          </w:tcPr>
          <w:p w14:paraId="707E744A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3E4024F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DD792D1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Міністерство оборони України Львівський ОЦК та СП</w:t>
            </w:r>
          </w:p>
        </w:tc>
        <w:tc>
          <w:tcPr>
            <w:tcW w:w="3231" w:type="dxa"/>
          </w:tcPr>
          <w:p w14:paraId="1228296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29C9273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24F237C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 вул. І. Франка, 25</w:t>
            </w:r>
          </w:p>
          <w:p w14:paraId="7B53B6F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260-26-56</w:t>
            </w:r>
          </w:p>
        </w:tc>
        <w:tc>
          <w:tcPr>
            <w:tcW w:w="994" w:type="dxa"/>
          </w:tcPr>
          <w:p w14:paraId="559F3FD4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-/-</w:t>
            </w:r>
          </w:p>
        </w:tc>
        <w:tc>
          <w:tcPr>
            <w:tcW w:w="3112" w:type="dxa"/>
          </w:tcPr>
          <w:p w14:paraId="59608C0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6000510B" w14:textId="77777777" w:rsidTr="00235626">
        <w:trPr>
          <w:trHeight w:val="124"/>
        </w:trPr>
        <w:tc>
          <w:tcPr>
            <w:tcW w:w="562" w:type="dxa"/>
            <w:gridSpan w:val="3"/>
          </w:tcPr>
          <w:p w14:paraId="014671F5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68E7875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Міністерство оборони України НАСВ</w:t>
            </w:r>
          </w:p>
        </w:tc>
        <w:tc>
          <w:tcPr>
            <w:tcW w:w="3231" w:type="dxa"/>
          </w:tcPr>
          <w:p w14:paraId="22AFD9A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4F3E978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2F47C9C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 вул. Героїв Майдану, 32</w:t>
            </w:r>
          </w:p>
          <w:p w14:paraId="7014D49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6A2BD9DA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100/-</w:t>
            </w:r>
          </w:p>
        </w:tc>
        <w:tc>
          <w:tcPr>
            <w:tcW w:w="3112" w:type="dxa"/>
          </w:tcPr>
          <w:p w14:paraId="2F5160E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07FAD741" w14:textId="77777777" w:rsidTr="00235626">
        <w:trPr>
          <w:trHeight w:val="124"/>
        </w:trPr>
        <w:tc>
          <w:tcPr>
            <w:tcW w:w="562" w:type="dxa"/>
            <w:gridSpan w:val="3"/>
          </w:tcPr>
          <w:p w14:paraId="0731F0E3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21F2D86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C65D4FD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Міністерство оборони України </w:t>
            </w:r>
          </w:p>
          <w:p w14:paraId="69A8F6BA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Військова частина А0284</w:t>
            </w:r>
          </w:p>
        </w:tc>
        <w:tc>
          <w:tcPr>
            <w:tcW w:w="3231" w:type="dxa"/>
          </w:tcPr>
          <w:p w14:paraId="120E317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458D3BD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563C654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 вул. Стрийська, 88</w:t>
            </w:r>
          </w:p>
          <w:p w14:paraId="6605BF3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238-74-00</w:t>
            </w:r>
          </w:p>
        </w:tc>
        <w:tc>
          <w:tcPr>
            <w:tcW w:w="994" w:type="dxa"/>
          </w:tcPr>
          <w:p w14:paraId="05856ED6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-/-</w:t>
            </w:r>
          </w:p>
        </w:tc>
        <w:tc>
          <w:tcPr>
            <w:tcW w:w="3112" w:type="dxa"/>
          </w:tcPr>
          <w:p w14:paraId="6AF9B0A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6E53D2FF" w14:textId="77777777" w:rsidTr="00235626">
        <w:trPr>
          <w:trHeight w:val="124"/>
        </w:trPr>
        <w:tc>
          <w:tcPr>
            <w:tcW w:w="562" w:type="dxa"/>
            <w:gridSpan w:val="3"/>
          </w:tcPr>
          <w:p w14:paraId="3D209156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257456F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B397A47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Міністерство оборони України</w:t>
            </w:r>
          </w:p>
          <w:p w14:paraId="6714DE3E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 </w:t>
            </w:r>
            <w:r w:rsidRPr="00C44CFB">
              <w:rPr>
                <w:sz w:val="20"/>
              </w:rPr>
              <w:t>Військова частина А4623</w:t>
            </w:r>
          </w:p>
        </w:tc>
        <w:tc>
          <w:tcPr>
            <w:tcW w:w="3231" w:type="dxa"/>
          </w:tcPr>
          <w:p w14:paraId="269ED27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35FC957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35FFC516" w14:textId="77777777" w:rsidR="004F747D" w:rsidRPr="00C44CFB" w:rsidRDefault="004F747D" w:rsidP="004F747D">
            <w:pPr>
              <w:jc w:val="center"/>
              <w:rPr>
                <w:sz w:val="20"/>
              </w:rPr>
            </w:pPr>
            <w:r w:rsidRPr="00C44CFB">
              <w:rPr>
                <w:sz w:val="20"/>
                <w:szCs w:val="20"/>
              </w:rPr>
              <w:t xml:space="preserve">м. Кам’янка-Бузька, вул. Гвардійська, </w:t>
            </w: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0678459758</w:t>
            </w:r>
          </w:p>
        </w:tc>
        <w:tc>
          <w:tcPr>
            <w:tcW w:w="994" w:type="dxa"/>
          </w:tcPr>
          <w:p w14:paraId="3038AD51" w14:textId="77777777" w:rsidR="004F747D" w:rsidRPr="00C44CFB" w:rsidRDefault="004F747D" w:rsidP="004F747D">
            <w:pPr>
              <w:jc w:val="center"/>
              <w:rPr>
                <w:sz w:val="20"/>
              </w:rPr>
            </w:pPr>
            <w:r w:rsidRPr="00C44CFB">
              <w:rPr>
                <w:sz w:val="20"/>
              </w:rPr>
              <w:t>15/3</w:t>
            </w:r>
          </w:p>
        </w:tc>
        <w:tc>
          <w:tcPr>
            <w:tcW w:w="3112" w:type="dxa"/>
          </w:tcPr>
          <w:p w14:paraId="095DCB7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пожеж</w:t>
            </w:r>
          </w:p>
        </w:tc>
      </w:tr>
      <w:tr w:rsidR="004F747D" w:rsidRPr="00C44CFB" w14:paraId="66075CC9" w14:textId="77777777" w:rsidTr="00235626">
        <w:trPr>
          <w:trHeight w:val="124"/>
        </w:trPr>
        <w:tc>
          <w:tcPr>
            <w:tcW w:w="562" w:type="dxa"/>
            <w:gridSpan w:val="3"/>
          </w:tcPr>
          <w:p w14:paraId="20D26C03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  <w:lang w:val="ru-RU"/>
              </w:rPr>
            </w:pPr>
          </w:p>
          <w:p w14:paraId="43866DCE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6" w:type="dxa"/>
            <w:gridSpan w:val="2"/>
          </w:tcPr>
          <w:p w14:paraId="172F52F4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України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</w:p>
          <w:p w14:paraId="0D8E0953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Військова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частина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А2678</w:t>
            </w:r>
          </w:p>
        </w:tc>
        <w:tc>
          <w:tcPr>
            <w:tcW w:w="3231" w:type="dxa"/>
          </w:tcPr>
          <w:p w14:paraId="1D086ED9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Особовий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склад</w:t>
            </w:r>
          </w:p>
          <w:p w14:paraId="67914F6D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 xml:space="preserve">та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техніка</w:t>
            </w:r>
            <w:proofErr w:type="spellEnd"/>
          </w:p>
        </w:tc>
        <w:tc>
          <w:tcPr>
            <w:tcW w:w="3154" w:type="dxa"/>
            <w:gridSpan w:val="2"/>
          </w:tcPr>
          <w:p w14:paraId="4CA0E535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 xml:space="preserve">м.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Львів</w:t>
            </w:r>
            <w:proofErr w:type="spellEnd"/>
          </w:p>
          <w:p w14:paraId="53860F93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C44CFB">
              <w:rPr>
                <w:sz w:val="20"/>
                <w:szCs w:val="20"/>
                <w:lang w:val="ru-RU"/>
              </w:rPr>
              <w:t>вул.Левандівська</w:t>
            </w:r>
            <w:proofErr w:type="spellEnd"/>
            <w:proofErr w:type="gramEnd"/>
            <w:r w:rsidRPr="00C44CFB">
              <w:rPr>
                <w:sz w:val="20"/>
                <w:szCs w:val="20"/>
                <w:lang w:val="ru-RU"/>
              </w:rPr>
              <w:t>, 5</w:t>
            </w:r>
          </w:p>
        </w:tc>
        <w:tc>
          <w:tcPr>
            <w:tcW w:w="994" w:type="dxa"/>
          </w:tcPr>
          <w:p w14:paraId="591054C4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>39/-</w:t>
            </w:r>
          </w:p>
        </w:tc>
        <w:tc>
          <w:tcPr>
            <w:tcW w:w="3112" w:type="dxa"/>
          </w:tcPr>
          <w:p w14:paraId="6290BF4A" w14:textId="77777777" w:rsidR="004F747D" w:rsidRPr="00C44CFB" w:rsidRDefault="004F747D" w:rsidP="004F747D">
            <w:pPr>
              <w:jc w:val="center"/>
              <w:rPr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Виконання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завдань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призначенням</w:t>
            </w:r>
            <w:proofErr w:type="spellEnd"/>
          </w:p>
        </w:tc>
      </w:tr>
      <w:tr w:rsidR="004F747D" w:rsidRPr="00C44CFB" w14:paraId="25E0C77B" w14:textId="77777777" w:rsidTr="00235626">
        <w:trPr>
          <w:trHeight w:val="124"/>
        </w:trPr>
        <w:tc>
          <w:tcPr>
            <w:tcW w:w="562" w:type="dxa"/>
            <w:gridSpan w:val="3"/>
          </w:tcPr>
          <w:p w14:paraId="437F823B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  <w:lang w:val="ru-RU"/>
              </w:rPr>
            </w:pPr>
          </w:p>
          <w:p w14:paraId="0DB3EAE7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6" w:type="dxa"/>
            <w:gridSpan w:val="2"/>
          </w:tcPr>
          <w:p w14:paraId="4A474EBF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України</w:t>
            </w:r>
            <w:proofErr w:type="spellEnd"/>
          </w:p>
          <w:p w14:paraId="2CA4E362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Військова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C44CFB">
              <w:rPr>
                <w:sz w:val="20"/>
                <w:szCs w:val="20"/>
                <w:lang w:val="ru-RU"/>
              </w:rPr>
              <w:t>частина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 А</w:t>
            </w:r>
            <w:proofErr w:type="gramEnd"/>
            <w:r w:rsidRPr="00C44CFB">
              <w:rPr>
                <w:sz w:val="20"/>
                <w:szCs w:val="20"/>
                <w:lang w:val="ru-RU"/>
              </w:rPr>
              <w:t xml:space="preserve">4324 </w:t>
            </w:r>
          </w:p>
        </w:tc>
        <w:tc>
          <w:tcPr>
            <w:tcW w:w="3231" w:type="dxa"/>
          </w:tcPr>
          <w:p w14:paraId="4CB3F2F4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Особовий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склад</w:t>
            </w:r>
          </w:p>
          <w:p w14:paraId="2E7C5801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 xml:space="preserve">та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техніка</w:t>
            </w:r>
            <w:proofErr w:type="spellEnd"/>
          </w:p>
        </w:tc>
        <w:tc>
          <w:tcPr>
            <w:tcW w:w="3154" w:type="dxa"/>
            <w:gridSpan w:val="2"/>
          </w:tcPr>
          <w:p w14:paraId="7348DE4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Львівський район,</w:t>
            </w:r>
          </w:p>
          <w:p w14:paraId="4D84214F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с.Липники</w:t>
            </w:r>
            <w:proofErr w:type="spellEnd"/>
          </w:p>
        </w:tc>
        <w:tc>
          <w:tcPr>
            <w:tcW w:w="994" w:type="dxa"/>
          </w:tcPr>
          <w:p w14:paraId="60FEB388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-/-</w:t>
            </w:r>
          </w:p>
        </w:tc>
        <w:tc>
          <w:tcPr>
            <w:tcW w:w="3112" w:type="dxa"/>
          </w:tcPr>
          <w:p w14:paraId="263A4E76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25BBCA91" w14:textId="77777777" w:rsidTr="00235626">
        <w:trPr>
          <w:trHeight w:val="124"/>
        </w:trPr>
        <w:tc>
          <w:tcPr>
            <w:tcW w:w="562" w:type="dxa"/>
            <w:gridSpan w:val="3"/>
          </w:tcPr>
          <w:p w14:paraId="3B517F84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  <w:lang w:val="ru-RU"/>
              </w:rPr>
            </w:pPr>
          </w:p>
          <w:p w14:paraId="4095CFE2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6" w:type="dxa"/>
            <w:gridSpan w:val="2"/>
          </w:tcPr>
          <w:p w14:paraId="4E54DE47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України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</w:p>
          <w:p w14:paraId="28E02715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Військова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частина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А2166</w:t>
            </w:r>
          </w:p>
        </w:tc>
        <w:tc>
          <w:tcPr>
            <w:tcW w:w="3231" w:type="dxa"/>
          </w:tcPr>
          <w:p w14:paraId="3A480993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Особовий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склад</w:t>
            </w:r>
          </w:p>
          <w:p w14:paraId="78A42809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 xml:space="preserve">та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техніка</w:t>
            </w:r>
            <w:proofErr w:type="spellEnd"/>
          </w:p>
        </w:tc>
        <w:tc>
          <w:tcPr>
            <w:tcW w:w="3154" w:type="dxa"/>
            <w:gridSpan w:val="2"/>
          </w:tcPr>
          <w:p w14:paraId="4CA0E71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Львівський район,</w:t>
            </w:r>
          </w:p>
          <w:p w14:paraId="53CE4714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с.Липники</w:t>
            </w:r>
            <w:proofErr w:type="spellEnd"/>
          </w:p>
        </w:tc>
        <w:tc>
          <w:tcPr>
            <w:tcW w:w="994" w:type="dxa"/>
          </w:tcPr>
          <w:p w14:paraId="2B89AF6C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-/-</w:t>
            </w:r>
          </w:p>
        </w:tc>
        <w:tc>
          <w:tcPr>
            <w:tcW w:w="3112" w:type="dxa"/>
          </w:tcPr>
          <w:p w14:paraId="5C1B7DF3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6594698E" w14:textId="77777777" w:rsidTr="00235626">
        <w:trPr>
          <w:trHeight w:val="124"/>
        </w:trPr>
        <w:tc>
          <w:tcPr>
            <w:tcW w:w="562" w:type="dxa"/>
            <w:gridSpan w:val="3"/>
          </w:tcPr>
          <w:p w14:paraId="3056D6BF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6" w:type="dxa"/>
            <w:gridSpan w:val="2"/>
          </w:tcPr>
          <w:p w14:paraId="0E792E76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України</w:t>
            </w:r>
            <w:proofErr w:type="spellEnd"/>
          </w:p>
          <w:p w14:paraId="59F82CDF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Військова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частина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А2556</w:t>
            </w:r>
          </w:p>
        </w:tc>
        <w:tc>
          <w:tcPr>
            <w:tcW w:w="3231" w:type="dxa"/>
          </w:tcPr>
          <w:p w14:paraId="20DE5635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Особовий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склад</w:t>
            </w:r>
          </w:p>
          <w:p w14:paraId="0C9DF803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r w:rsidRPr="00C44CFB">
              <w:rPr>
                <w:sz w:val="20"/>
                <w:szCs w:val="20"/>
                <w:lang w:val="ru-RU"/>
              </w:rPr>
              <w:t xml:space="preserve">та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техніка</w:t>
            </w:r>
            <w:proofErr w:type="spellEnd"/>
          </w:p>
        </w:tc>
        <w:tc>
          <w:tcPr>
            <w:tcW w:w="3154" w:type="dxa"/>
            <w:gridSpan w:val="2"/>
          </w:tcPr>
          <w:p w14:paraId="23404CE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Львівський район,</w:t>
            </w:r>
          </w:p>
          <w:p w14:paraId="74D219A5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с.Липники</w:t>
            </w:r>
            <w:proofErr w:type="spellEnd"/>
          </w:p>
        </w:tc>
        <w:tc>
          <w:tcPr>
            <w:tcW w:w="994" w:type="dxa"/>
          </w:tcPr>
          <w:p w14:paraId="3B2EBAD7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-/-</w:t>
            </w:r>
          </w:p>
        </w:tc>
        <w:tc>
          <w:tcPr>
            <w:tcW w:w="3112" w:type="dxa"/>
          </w:tcPr>
          <w:p w14:paraId="0AC2932A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10C9C858" w14:textId="77777777" w:rsidTr="00235626">
        <w:trPr>
          <w:trHeight w:val="124"/>
        </w:trPr>
        <w:tc>
          <w:tcPr>
            <w:tcW w:w="562" w:type="dxa"/>
            <w:gridSpan w:val="3"/>
          </w:tcPr>
          <w:p w14:paraId="09A24860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  <w:lang w:val="ru-RU"/>
              </w:rPr>
            </w:pPr>
          </w:p>
          <w:p w14:paraId="4AF4E90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9C7FF7B" w14:textId="372496B6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proofErr w:type="gramStart"/>
            <w:r w:rsidRPr="00C44CFB">
              <w:rPr>
                <w:sz w:val="20"/>
                <w:szCs w:val="20"/>
                <w:lang w:val="ru-RU"/>
              </w:rPr>
              <w:t>України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 </w:t>
            </w:r>
            <w:r w:rsidRPr="00C44CFB">
              <w:rPr>
                <w:sz w:val="20"/>
                <w:szCs w:val="20"/>
              </w:rPr>
              <w:t>1</w:t>
            </w:r>
            <w:proofErr w:type="gramEnd"/>
            <w:r w:rsidRPr="00C44CFB">
              <w:rPr>
                <w:sz w:val="20"/>
                <w:szCs w:val="20"/>
              </w:rPr>
              <w:t>-ша окрема бригада</w:t>
            </w:r>
            <w:r>
              <w:rPr>
                <w:sz w:val="20"/>
                <w:szCs w:val="20"/>
              </w:rPr>
              <w:t xml:space="preserve"> </w:t>
            </w:r>
            <w:r w:rsidRPr="00C44CFB">
              <w:rPr>
                <w:sz w:val="20"/>
                <w:szCs w:val="20"/>
              </w:rPr>
              <w:t xml:space="preserve">ім. князя Лева державної спеціальної служби транспорту в/ч Т0110 </w:t>
            </w:r>
          </w:p>
        </w:tc>
        <w:tc>
          <w:tcPr>
            <w:tcW w:w="3231" w:type="dxa"/>
          </w:tcPr>
          <w:p w14:paraId="68A0FCE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0313275A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10D95DB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м.Львів</w:t>
            </w:r>
            <w:proofErr w:type="spellEnd"/>
            <w:r w:rsidRPr="00C44CFB">
              <w:rPr>
                <w:sz w:val="20"/>
                <w:szCs w:val="20"/>
              </w:rPr>
              <w:t xml:space="preserve">, вул. Листопадового Чину,10 </w:t>
            </w: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 xml:space="preserve"> (032) 255-43-53,</w:t>
            </w:r>
          </w:p>
          <w:p w14:paraId="7DED344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093-709-94-04</w:t>
            </w:r>
          </w:p>
        </w:tc>
        <w:tc>
          <w:tcPr>
            <w:tcW w:w="994" w:type="dxa"/>
          </w:tcPr>
          <w:p w14:paraId="0FFAC5B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26/2</w:t>
            </w:r>
          </w:p>
        </w:tc>
        <w:tc>
          <w:tcPr>
            <w:tcW w:w="3112" w:type="dxa"/>
          </w:tcPr>
          <w:p w14:paraId="227F82CD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Ліквідація наслідків НС, пожеж, аварій, відбудова об’єктів інфраструктури (дороги, мости, дамби)</w:t>
            </w:r>
          </w:p>
        </w:tc>
      </w:tr>
      <w:tr w:rsidR="004F747D" w:rsidRPr="00C44CFB" w14:paraId="2E3C5A24" w14:textId="77777777" w:rsidTr="00235626">
        <w:trPr>
          <w:trHeight w:val="124"/>
        </w:trPr>
        <w:tc>
          <w:tcPr>
            <w:tcW w:w="562" w:type="dxa"/>
            <w:gridSpan w:val="3"/>
          </w:tcPr>
          <w:p w14:paraId="28179197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6" w:type="dxa"/>
            <w:gridSpan w:val="2"/>
          </w:tcPr>
          <w:p w14:paraId="2B391B7C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Міністерство оборони України </w:t>
            </w:r>
          </w:p>
          <w:p w14:paraId="48E01E6A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Військова частина А2847</w:t>
            </w:r>
          </w:p>
        </w:tc>
        <w:tc>
          <w:tcPr>
            <w:tcW w:w="3231" w:type="dxa"/>
          </w:tcPr>
          <w:p w14:paraId="58FBB57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4B6D010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2FCD33E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Стрий, вул. Виговського, 15</w:t>
            </w:r>
          </w:p>
          <w:p w14:paraId="6E4BD30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(032-45) 5-25-48</w:t>
            </w:r>
          </w:p>
        </w:tc>
        <w:tc>
          <w:tcPr>
            <w:tcW w:w="994" w:type="dxa"/>
          </w:tcPr>
          <w:p w14:paraId="6DEC2F73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-/-</w:t>
            </w:r>
          </w:p>
        </w:tc>
        <w:tc>
          <w:tcPr>
            <w:tcW w:w="3112" w:type="dxa"/>
          </w:tcPr>
          <w:p w14:paraId="18E542B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завдань за призначенням, гасіння пожеж</w:t>
            </w:r>
          </w:p>
        </w:tc>
      </w:tr>
      <w:tr w:rsidR="004F747D" w:rsidRPr="00C44CFB" w14:paraId="5E546F9A" w14:textId="77777777" w:rsidTr="00235626">
        <w:trPr>
          <w:trHeight w:val="124"/>
        </w:trPr>
        <w:tc>
          <w:tcPr>
            <w:tcW w:w="562" w:type="dxa"/>
            <w:gridSpan w:val="3"/>
          </w:tcPr>
          <w:p w14:paraId="5C5AE8C0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269FE72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F731E4D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Міністерство оборони України</w:t>
            </w:r>
          </w:p>
          <w:p w14:paraId="5E5E6216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 Військова частина А4150</w:t>
            </w:r>
          </w:p>
        </w:tc>
        <w:tc>
          <w:tcPr>
            <w:tcW w:w="3231" w:type="dxa"/>
          </w:tcPr>
          <w:p w14:paraId="65E5D85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3DA915C3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1AB4AE5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Яворівський район, с. </w:t>
            </w:r>
            <w:proofErr w:type="spellStart"/>
            <w:r w:rsidRPr="00C44CFB">
              <w:rPr>
                <w:sz w:val="20"/>
                <w:szCs w:val="20"/>
              </w:rPr>
              <w:t>Старичі</w:t>
            </w:r>
            <w:proofErr w:type="spellEnd"/>
          </w:p>
        </w:tc>
        <w:tc>
          <w:tcPr>
            <w:tcW w:w="994" w:type="dxa"/>
          </w:tcPr>
          <w:p w14:paraId="2091D511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23/-</w:t>
            </w:r>
          </w:p>
        </w:tc>
        <w:tc>
          <w:tcPr>
            <w:tcW w:w="3112" w:type="dxa"/>
          </w:tcPr>
          <w:p w14:paraId="15A7B84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62C2D226" w14:textId="77777777" w:rsidTr="00235626">
        <w:trPr>
          <w:trHeight w:val="124"/>
        </w:trPr>
        <w:tc>
          <w:tcPr>
            <w:tcW w:w="562" w:type="dxa"/>
            <w:gridSpan w:val="3"/>
          </w:tcPr>
          <w:p w14:paraId="684A468D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048186BD" w14:textId="77777777" w:rsidR="004F747D" w:rsidRPr="00C44CFB" w:rsidRDefault="004F747D" w:rsidP="004F747D">
            <w:pPr>
              <w:jc w:val="center"/>
            </w:pPr>
          </w:p>
        </w:tc>
        <w:tc>
          <w:tcPr>
            <w:tcW w:w="4566" w:type="dxa"/>
            <w:gridSpan w:val="2"/>
          </w:tcPr>
          <w:p w14:paraId="781AA945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Міністерство оборони України </w:t>
            </w:r>
          </w:p>
          <w:p w14:paraId="31DCA724" w14:textId="77777777" w:rsidR="004F747D" w:rsidRPr="00C44CFB" w:rsidRDefault="004F747D" w:rsidP="004F747D">
            <w:pPr>
              <w:ind w:firstLine="110"/>
              <w:jc w:val="both"/>
            </w:pPr>
            <w:r w:rsidRPr="00C44CFB">
              <w:rPr>
                <w:sz w:val="20"/>
                <w:szCs w:val="20"/>
              </w:rPr>
              <w:t>Військова частина 184 НЦ</w:t>
            </w:r>
          </w:p>
        </w:tc>
        <w:tc>
          <w:tcPr>
            <w:tcW w:w="3231" w:type="dxa"/>
          </w:tcPr>
          <w:p w14:paraId="7904D94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4A108AC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77A7E1A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Яворівський район, с. </w:t>
            </w:r>
            <w:proofErr w:type="spellStart"/>
            <w:r w:rsidRPr="00C44CFB">
              <w:rPr>
                <w:sz w:val="20"/>
                <w:szCs w:val="20"/>
              </w:rPr>
              <w:t>Старичі</w:t>
            </w:r>
            <w:proofErr w:type="spellEnd"/>
          </w:p>
        </w:tc>
        <w:tc>
          <w:tcPr>
            <w:tcW w:w="994" w:type="dxa"/>
          </w:tcPr>
          <w:p w14:paraId="7E88D82C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50/-</w:t>
            </w:r>
          </w:p>
        </w:tc>
        <w:tc>
          <w:tcPr>
            <w:tcW w:w="3112" w:type="dxa"/>
          </w:tcPr>
          <w:p w14:paraId="62DA10C9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1540BC89" w14:textId="77777777" w:rsidTr="00235626">
        <w:trPr>
          <w:trHeight w:val="124"/>
        </w:trPr>
        <w:tc>
          <w:tcPr>
            <w:tcW w:w="562" w:type="dxa"/>
            <w:gridSpan w:val="3"/>
          </w:tcPr>
          <w:p w14:paraId="6704E18E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414DF80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  <w:p w14:paraId="6731E10A" w14:textId="77777777" w:rsidR="004F747D" w:rsidRPr="00C44CFB" w:rsidRDefault="004F747D" w:rsidP="004F747D">
            <w:pPr>
              <w:jc w:val="center"/>
            </w:pPr>
          </w:p>
        </w:tc>
        <w:tc>
          <w:tcPr>
            <w:tcW w:w="4566" w:type="dxa"/>
            <w:gridSpan w:val="2"/>
          </w:tcPr>
          <w:p w14:paraId="7F93200F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Міністерство оборони України </w:t>
            </w:r>
          </w:p>
          <w:p w14:paraId="4A41E113" w14:textId="77777777" w:rsidR="004F747D" w:rsidRPr="00C44CFB" w:rsidRDefault="004F747D" w:rsidP="004F747D">
            <w:pPr>
              <w:ind w:firstLine="110"/>
              <w:jc w:val="both"/>
            </w:pPr>
            <w:r w:rsidRPr="00C44CFB">
              <w:rPr>
                <w:sz w:val="20"/>
                <w:szCs w:val="20"/>
              </w:rPr>
              <w:t>Військова частина В3765 (А2595)</w:t>
            </w:r>
          </w:p>
        </w:tc>
        <w:tc>
          <w:tcPr>
            <w:tcW w:w="3231" w:type="dxa"/>
          </w:tcPr>
          <w:p w14:paraId="5C64790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15840DA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060CD980" w14:textId="77777777" w:rsidR="004F747D" w:rsidRPr="00C44CFB" w:rsidRDefault="004F747D" w:rsidP="004F747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Броди</w:t>
            </w:r>
          </w:p>
          <w:p w14:paraId="3600B374" w14:textId="77777777" w:rsidR="004F747D" w:rsidRPr="00C44CFB" w:rsidRDefault="004F747D" w:rsidP="004F747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Храпая,1а, (03266) 4-40-74</w:t>
            </w:r>
          </w:p>
        </w:tc>
        <w:tc>
          <w:tcPr>
            <w:tcW w:w="994" w:type="dxa"/>
          </w:tcPr>
          <w:p w14:paraId="53F14C92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41/8</w:t>
            </w:r>
          </w:p>
        </w:tc>
        <w:tc>
          <w:tcPr>
            <w:tcW w:w="3112" w:type="dxa"/>
          </w:tcPr>
          <w:p w14:paraId="6B13584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пожеж,</w:t>
            </w:r>
          </w:p>
          <w:p w14:paraId="602F64F4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Пошук з повітря та рятування людей</w:t>
            </w:r>
          </w:p>
        </w:tc>
      </w:tr>
      <w:tr w:rsidR="004F747D" w:rsidRPr="00C44CFB" w14:paraId="39DA3296" w14:textId="77777777" w:rsidTr="00235626">
        <w:trPr>
          <w:trHeight w:val="124"/>
        </w:trPr>
        <w:tc>
          <w:tcPr>
            <w:tcW w:w="562" w:type="dxa"/>
            <w:gridSpan w:val="3"/>
          </w:tcPr>
          <w:p w14:paraId="6F8D89B7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23E9294B" w14:textId="77777777" w:rsidR="004F747D" w:rsidRPr="00C44CFB" w:rsidRDefault="004F747D" w:rsidP="004F747D">
            <w:pPr>
              <w:jc w:val="center"/>
            </w:pPr>
          </w:p>
        </w:tc>
        <w:tc>
          <w:tcPr>
            <w:tcW w:w="4566" w:type="dxa"/>
            <w:gridSpan w:val="2"/>
          </w:tcPr>
          <w:p w14:paraId="42E1E6CE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Міністерство оборони України Військова </w:t>
            </w:r>
          </w:p>
          <w:p w14:paraId="6F604E64" w14:textId="77777777" w:rsidR="004F747D" w:rsidRPr="00C44CFB" w:rsidRDefault="004F747D" w:rsidP="004F747D">
            <w:pPr>
              <w:ind w:firstLine="110"/>
              <w:jc w:val="both"/>
            </w:pPr>
            <w:r w:rsidRPr="00C44CFB">
              <w:rPr>
                <w:sz w:val="20"/>
                <w:szCs w:val="20"/>
              </w:rPr>
              <w:t>частина А1108</w:t>
            </w:r>
          </w:p>
        </w:tc>
        <w:tc>
          <w:tcPr>
            <w:tcW w:w="3231" w:type="dxa"/>
          </w:tcPr>
          <w:p w14:paraId="5CAC3F33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57015E8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6A93E9BB" w14:textId="77777777" w:rsidR="004F747D" w:rsidRPr="00C44CFB" w:rsidRDefault="004F747D" w:rsidP="004F747D">
            <w:pPr>
              <w:ind w:left="-20" w:right="-58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Дрогобич, </w:t>
            </w:r>
            <w:proofErr w:type="spellStart"/>
            <w:r w:rsidRPr="00C44CFB">
              <w:rPr>
                <w:sz w:val="20"/>
                <w:szCs w:val="20"/>
              </w:rPr>
              <w:t>вул.Трускавецька</w:t>
            </w:r>
            <w:proofErr w:type="spellEnd"/>
            <w:r w:rsidRPr="00C44CFB">
              <w:rPr>
                <w:sz w:val="20"/>
                <w:szCs w:val="20"/>
              </w:rPr>
              <w:t>, 64</w:t>
            </w:r>
          </w:p>
          <w:p w14:paraId="477AADD5" w14:textId="77777777" w:rsidR="004F747D" w:rsidRPr="00C44CFB" w:rsidRDefault="004F747D" w:rsidP="004F747D">
            <w:pPr>
              <w:ind w:left="-20" w:right="-58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(244) 2-14-19</w:t>
            </w:r>
          </w:p>
        </w:tc>
        <w:tc>
          <w:tcPr>
            <w:tcW w:w="994" w:type="dxa"/>
          </w:tcPr>
          <w:p w14:paraId="486BAABB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-/-</w:t>
            </w:r>
          </w:p>
        </w:tc>
        <w:tc>
          <w:tcPr>
            <w:tcW w:w="3112" w:type="dxa"/>
          </w:tcPr>
          <w:p w14:paraId="6581A66B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29E1714D" w14:textId="77777777" w:rsidTr="00235626">
        <w:trPr>
          <w:trHeight w:val="124"/>
        </w:trPr>
        <w:tc>
          <w:tcPr>
            <w:tcW w:w="562" w:type="dxa"/>
            <w:gridSpan w:val="3"/>
          </w:tcPr>
          <w:p w14:paraId="02D3648F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02C5810B" w14:textId="77777777" w:rsidR="004F747D" w:rsidRPr="00C44CFB" w:rsidRDefault="004F747D" w:rsidP="004F747D">
            <w:pPr>
              <w:jc w:val="center"/>
            </w:pPr>
          </w:p>
        </w:tc>
        <w:tc>
          <w:tcPr>
            <w:tcW w:w="4566" w:type="dxa"/>
            <w:gridSpan w:val="2"/>
          </w:tcPr>
          <w:p w14:paraId="6DF43439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Міністерство оборони України </w:t>
            </w:r>
          </w:p>
          <w:p w14:paraId="4C846C82" w14:textId="77777777" w:rsidR="004F747D" w:rsidRPr="00C44CFB" w:rsidRDefault="004F747D" w:rsidP="004F747D">
            <w:pPr>
              <w:ind w:firstLine="110"/>
              <w:jc w:val="both"/>
            </w:pPr>
            <w:r w:rsidRPr="00C44CFB">
              <w:rPr>
                <w:sz w:val="20"/>
                <w:szCs w:val="20"/>
              </w:rPr>
              <w:t>Військова частина В3948 (А2562)</w:t>
            </w:r>
          </w:p>
        </w:tc>
        <w:tc>
          <w:tcPr>
            <w:tcW w:w="3231" w:type="dxa"/>
          </w:tcPr>
          <w:p w14:paraId="0F43888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2CD9599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294ED8B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Золочів,</w:t>
            </w:r>
          </w:p>
          <w:p w14:paraId="50DBA1D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вул.Січових</w:t>
            </w:r>
            <w:proofErr w:type="spellEnd"/>
            <w:r w:rsidRPr="00C44CFB">
              <w:rPr>
                <w:sz w:val="20"/>
                <w:szCs w:val="20"/>
              </w:rPr>
              <w:t xml:space="preserve"> стрільців,78</w:t>
            </w:r>
          </w:p>
        </w:tc>
        <w:tc>
          <w:tcPr>
            <w:tcW w:w="994" w:type="dxa"/>
          </w:tcPr>
          <w:p w14:paraId="14DBAC8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110/9</w:t>
            </w:r>
          </w:p>
        </w:tc>
        <w:tc>
          <w:tcPr>
            <w:tcW w:w="3112" w:type="dxa"/>
          </w:tcPr>
          <w:p w14:paraId="4A75F26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пожеж</w:t>
            </w:r>
          </w:p>
        </w:tc>
      </w:tr>
      <w:tr w:rsidR="004F747D" w:rsidRPr="00C44CFB" w14:paraId="7D270496" w14:textId="77777777" w:rsidTr="00235626">
        <w:trPr>
          <w:trHeight w:val="124"/>
        </w:trPr>
        <w:tc>
          <w:tcPr>
            <w:tcW w:w="562" w:type="dxa"/>
            <w:gridSpan w:val="3"/>
          </w:tcPr>
          <w:p w14:paraId="48C45191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2E7A032A" w14:textId="77777777" w:rsidR="004F747D" w:rsidRPr="00C44CFB" w:rsidRDefault="004F747D" w:rsidP="004F747D">
            <w:pPr>
              <w:jc w:val="center"/>
            </w:pPr>
          </w:p>
        </w:tc>
        <w:tc>
          <w:tcPr>
            <w:tcW w:w="4566" w:type="dxa"/>
            <w:gridSpan w:val="2"/>
          </w:tcPr>
          <w:p w14:paraId="19D833C8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Міністерство оборони України</w:t>
            </w:r>
          </w:p>
          <w:p w14:paraId="16474B1D" w14:textId="77777777" w:rsidR="004F747D" w:rsidRPr="00C44CFB" w:rsidRDefault="004F747D" w:rsidP="004F747D">
            <w:pPr>
              <w:ind w:firstLine="110"/>
              <w:jc w:val="both"/>
            </w:pPr>
            <w:r w:rsidRPr="00C44CFB">
              <w:rPr>
                <w:sz w:val="20"/>
                <w:szCs w:val="20"/>
              </w:rPr>
              <w:t xml:space="preserve"> Військова частина А3817</w:t>
            </w:r>
          </w:p>
        </w:tc>
        <w:tc>
          <w:tcPr>
            <w:tcW w:w="3231" w:type="dxa"/>
          </w:tcPr>
          <w:p w14:paraId="481947A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0CDE299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41EE0C2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Самбір</w:t>
            </w:r>
          </w:p>
          <w:p w14:paraId="6454F18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тел</w:t>
            </w:r>
            <w:proofErr w:type="spellEnd"/>
            <w:r w:rsidRPr="00C44CFB">
              <w:rPr>
                <w:sz w:val="20"/>
                <w:szCs w:val="20"/>
              </w:rPr>
              <w:t>. 3-35-67</w:t>
            </w:r>
          </w:p>
        </w:tc>
        <w:tc>
          <w:tcPr>
            <w:tcW w:w="994" w:type="dxa"/>
          </w:tcPr>
          <w:p w14:paraId="29C2E58B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20/-</w:t>
            </w:r>
          </w:p>
        </w:tc>
        <w:tc>
          <w:tcPr>
            <w:tcW w:w="3112" w:type="dxa"/>
          </w:tcPr>
          <w:p w14:paraId="34ECD7FE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Виконання завдань за призначенням</w:t>
            </w:r>
          </w:p>
        </w:tc>
      </w:tr>
      <w:tr w:rsidR="004F747D" w:rsidRPr="00C44CFB" w14:paraId="05AC617D" w14:textId="77777777" w:rsidTr="00235626">
        <w:trPr>
          <w:trHeight w:val="124"/>
        </w:trPr>
        <w:tc>
          <w:tcPr>
            <w:tcW w:w="562" w:type="dxa"/>
            <w:gridSpan w:val="3"/>
          </w:tcPr>
          <w:p w14:paraId="5CE7DC1C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66" w:type="dxa"/>
            <w:gridSpan w:val="2"/>
          </w:tcPr>
          <w:p w14:paraId="45F4147C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України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Окремий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батальйон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r w:rsidRPr="00C44CFB">
              <w:rPr>
                <w:sz w:val="20"/>
                <w:szCs w:val="20"/>
              </w:rPr>
              <w:t>1-шої окремої бригади ім. князя Лева державної спеціальної служби транспорту, військова частина Т0200</w:t>
            </w:r>
          </w:p>
        </w:tc>
        <w:tc>
          <w:tcPr>
            <w:tcW w:w="3231" w:type="dxa"/>
          </w:tcPr>
          <w:p w14:paraId="3FC2AB9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Особовий склад</w:t>
            </w:r>
          </w:p>
          <w:p w14:paraId="2A3EACAF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та техніка</w:t>
            </w:r>
          </w:p>
        </w:tc>
        <w:tc>
          <w:tcPr>
            <w:tcW w:w="3154" w:type="dxa"/>
            <w:gridSpan w:val="2"/>
          </w:tcPr>
          <w:p w14:paraId="417378B6" w14:textId="4F73038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</w:t>
            </w:r>
            <w:r>
              <w:rPr>
                <w:sz w:val="20"/>
                <w:szCs w:val="20"/>
              </w:rPr>
              <w:t>Шептицький</w:t>
            </w:r>
          </w:p>
          <w:p w14:paraId="05EAAE5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Промислова, 3</w:t>
            </w:r>
          </w:p>
          <w:p w14:paraId="1730143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(249) 2-21-53</w:t>
            </w:r>
          </w:p>
        </w:tc>
        <w:tc>
          <w:tcPr>
            <w:tcW w:w="994" w:type="dxa"/>
          </w:tcPr>
          <w:p w14:paraId="2A84EB3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106/2</w:t>
            </w:r>
          </w:p>
        </w:tc>
        <w:tc>
          <w:tcPr>
            <w:tcW w:w="3112" w:type="dxa"/>
          </w:tcPr>
          <w:p w14:paraId="4841216E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Ліквідація наслідків НС, пожеж, аварій, відбудова об’єктів інфраструктури (дороги, мости, дамби)</w:t>
            </w:r>
          </w:p>
        </w:tc>
      </w:tr>
      <w:tr w:rsidR="004F747D" w:rsidRPr="00C44CFB" w14:paraId="38DEE30F" w14:textId="77777777" w:rsidTr="00235626">
        <w:trPr>
          <w:trHeight w:val="124"/>
        </w:trPr>
        <w:tc>
          <w:tcPr>
            <w:tcW w:w="562" w:type="dxa"/>
            <w:gridSpan w:val="3"/>
          </w:tcPr>
          <w:p w14:paraId="4124BACC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91EFB67" w14:textId="77777777" w:rsidR="004F747D" w:rsidRPr="00C44CFB" w:rsidRDefault="004F747D" w:rsidP="004F747D">
            <w:pPr>
              <w:ind w:firstLine="110"/>
              <w:jc w:val="both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оборони </w:t>
            </w:r>
            <w:proofErr w:type="spellStart"/>
            <w:proofErr w:type="gramStart"/>
            <w:r w:rsidRPr="00C44CFB">
              <w:rPr>
                <w:sz w:val="20"/>
                <w:szCs w:val="20"/>
                <w:lang w:val="ru-RU"/>
              </w:rPr>
              <w:t>України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окремий</w:t>
            </w:r>
            <w:proofErr w:type="spellEnd"/>
            <w:proofErr w:type="gram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батальйон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</w:t>
            </w:r>
            <w:r w:rsidRPr="00C44CFB">
              <w:rPr>
                <w:sz w:val="20"/>
                <w:szCs w:val="20"/>
              </w:rPr>
              <w:t>1-шої окремої бригади ім. князя Лева державної спеціальної служби транспорту, військова частина Т0410</w:t>
            </w:r>
          </w:p>
        </w:tc>
        <w:tc>
          <w:tcPr>
            <w:tcW w:w="3231" w:type="dxa"/>
          </w:tcPr>
          <w:p w14:paraId="749F6958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C44CFB">
              <w:rPr>
                <w:sz w:val="20"/>
                <w:szCs w:val="20"/>
                <w:lang w:val="ru-RU"/>
              </w:rPr>
              <w:t>Особовий</w:t>
            </w:r>
            <w:proofErr w:type="spellEnd"/>
            <w:r w:rsidRPr="00C44CFB">
              <w:rPr>
                <w:sz w:val="20"/>
                <w:szCs w:val="20"/>
                <w:lang w:val="ru-RU"/>
              </w:rPr>
              <w:t xml:space="preserve"> склад</w:t>
            </w:r>
          </w:p>
          <w:p w14:paraId="22994763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  <w:lang w:val="ru-RU"/>
              </w:rPr>
              <w:t xml:space="preserve">та </w:t>
            </w:r>
            <w:proofErr w:type="spellStart"/>
            <w:r w:rsidRPr="00C44CFB">
              <w:rPr>
                <w:sz w:val="20"/>
                <w:szCs w:val="20"/>
                <w:lang w:val="ru-RU"/>
              </w:rPr>
              <w:t>техніка</w:t>
            </w:r>
            <w:proofErr w:type="spellEnd"/>
          </w:p>
        </w:tc>
        <w:tc>
          <w:tcPr>
            <w:tcW w:w="3154" w:type="dxa"/>
            <w:gridSpan w:val="2"/>
          </w:tcPr>
          <w:p w14:paraId="6D546286" w14:textId="5C9A02E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</w:t>
            </w:r>
            <w:r>
              <w:rPr>
                <w:sz w:val="20"/>
                <w:szCs w:val="20"/>
              </w:rPr>
              <w:t>Шептицький</w:t>
            </w:r>
          </w:p>
          <w:p w14:paraId="5954AC6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Промислова, 3</w:t>
            </w:r>
          </w:p>
          <w:p w14:paraId="20670A3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(249) 2-21-53</w:t>
            </w:r>
          </w:p>
        </w:tc>
        <w:tc>
          <w:tcPr>
            <w:tcW w:w="994" w:type="dxa"/>
          </w:tcPr>
          <w:p w14:paraId="2BFECFA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69/2</w:t>
            </w:r>
          </w:p>
        </w:tc>
        <w:tc>
          <w:tcPr>
            <w:tcW w:w="3112" w:type="dxa"/>
          </w:tcPr>
          <w:p w14:paraId="6971B31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Ліквідація наслідків НС, пожеж, аварій</w:t>
            </w:r>
          </w:p>
          <w:p w14:paraId="49F0E06F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(дороги, мости, дамби)</w:t>
            </w:r>
          </w:p>
        </w:tc>
      </w:tr>
      <w:tr w:rsidR="004F747D" w:rsidRPr="00C44CFB" w14:paraId="61BFB68E" w14:textId="77777777" w:rsidTr="00453902">
        <w:trPr>
          <w:trHeight w:val="124"/>
        </w:trPr>
        <w:tc>
          <w:tcPr>
            <w:tcW w:w="5128" w:type="dxa"/>
            <w:gridSpan w:val="5"/>
            <w:shd w:val="clear" w:color="auto" w:fill="FFFFFF"/>
          </w:tcPr>
          <w:p w14:paraId="59B97D08" w14:textId="77777777" w:rsidR="004F747D" w:rsidRPr="00C44CFB" w:rsidRDefault="004F747D" w:rsidP="004F747D">
            <w:pPr>
              <w:ind w:left="589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shd w:val="clear" w:color="auto" w:fill="FFFFFF"/>
            <w:vAlign w:val="center"/>
          </w:tcPr>
          <w:p w14:paraId="3BFE79CB" w14:textId="77777777" w:rsidR="004F747D" w:rsidRPr="00C44CFB" w:rsidRDefault="004F747D" w:rsidP="004F747D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154" w:type="dxa"/>
            <w:gridSpan w:val="2"/>
            <w:shd w:val="clear" w:color="auto" w:fill="FFFFFF"/>
            <w:vAlign w:val="center"/>
          </w:tcPr>
          <w:p w14:paraId="2C932B1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4E858F0" w14:textId="6B07ACF8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599/2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112" w:type="dxa"/>
            <w:vAlign w:val="center"/>
          </w:tcPr>
          <w:p w14:paraId="00A8AB49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C44CFB" w14:paraId="1DF34BB4" w14:textId="77777777" w:rsidTr="009E77A1">
        <w:trPr>
          <w:trHeight w:val="124"/>
        </w:trPr>
        <w:tc>
          <w:tcPr>
            <w:tcW w:w="15619" w:type="dxa"/>
            <w:gridSpan w:val="10"/>
            <w:shd w:val="clear" w:color="auto" w:fill="FFFFFF"/>
          </w:tcPr>
          <w:p w14:paraId="12CB57C8" w14:textId="77777777" w:rsidR="004F747D" w:rsidRPr="00C44CFB" w:rsidRDefault="004F747D" w:rsidP="004F747D">
            <w:pPr>
              <w:widowControl w:val="0"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ДЕРЖАВНИХ ПІДПРИЄМСТВ МІНІСТЕРСТВА ОБОРОНИ УКРАЇНИ</w:t>
            </w:r>
          </w:p>
        </w:tc>
      </w:tr>
      <w:tr w:rsidR="004F747D" w:rsidRPr="00C44CFB" w14:paraId="21282007" w14:textId="77777777" w:rsidTr="00235626">
        <w:trPr>
          <w:trHeight w:val="124"/>
        </w:trPr>
        <w:tc>
          <w:tcPr>
            <w:tcW w:w="562" w:type="dxa"/>
            <w:gridSpan w:val="3"/>
          </w:tcPr>
          <w:p w14:paraId="19AC0D23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  <w:p w14:paraId="7880BBE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DB54BA1" w14:textId="77777777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ДП «Старицький військовий лісгосп»</w:t>
            </w:r>
          </w:p>
          <w:p w14:paraId="2F23610A" w14:textId="77777777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</w:p>
        </w:tc>
        <w:tc>
          <w:tcPr>
            <w:tcW w:w="3231" w:type="dxa"/>
          </w:tcPr>
          <w:p w14:paraId="7B4E98B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  <w:p w14:paraId="1145ADC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</w:tcPr>
          <w:p w14:paraId="39276F9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Яворівський район с. </w:t>
            </w:r>
            <w:proofErr w:type="spellStart"/>
            <w:r w:rsidRPr="00C44CFB">
              <w:rPr>
                <w:sz w:val="20"/>
                <w:szCs w:val="20"/>
              </w:rPr>
              <w:t>Старичі</w:t>
            </w:r>
            <w:proofErr w:type="spellEnd"/>
            <w:r w:rsidRPr="00C44CFB">
              <w:rPr>
                <w:sz w:val="20"/>
                <w:szCs w:val="20"/>
              </w:rPr>
              <w:t xml:space="preserve">, </w:t>
            </w:r>
          </w:p>
          <w:p w14:paraId="38F11A0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Шептицького, 2</w:t>
            </w:r>
          </w:p>
          <w:p w14:paraId="1481138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(067) 362-65-07</w:t>
            </w:r>
          </w:p>
        </w:tc>
        <w:tc>
          <w:tcPr>
            <w:tcW w:w="994" w:type="dxa"/>
          </w:tcPr>
          <w:p w14:paraId="36D7F63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32/3</w:t>
            </w:r>
          </w:p>
        </w:tc>
        <w:tc>
          <w:tcPr>
            <w:tcW w:w="3112" w:type="dxa"/>
          </w:tcPr>
          <w:p w14:paraId="160D8EB3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171ACAD8" w14:textId="77777777" w:rsidTr="00235626">
        <w:trPr>
          <w:trHeight w:val="124"/>
        </w:trPr>
        <w:tc>
          <w:tcPr>
            <w:tcW w:w="562" w:type="dxa"/>
            <w:gridSpan w:val="3"/>
          </w:tcPr>
          <w:p w14:paraId="1B616C76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38A9C06" w14:textId="77777777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ДП «Сколівський військовий лісгосп»</w:t>
            </w:r>
          </w:p>
        </w:tc>
        <w:tc>
          <w:tcPr>
            <w:tcW w:w="3231" w:type="dxa"/>
          </w:tcPr>
          <w:p w14:paraId="77904BA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75B3055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Сколе</w:t>
            </w:r>
          </w:p>
          <w:p w14:paraId="6FE15D2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Маківки, 28</w:t>
            </w:r>
          </w:p>
          <w:p w14:paraId="33C0A7E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(251) 2-18-12</w:t>
            </w:r>
          </w:p>
        </w:tc>
        <w:tc>
          <w:tcPr>
            <w:tcW w:w="994" w:type="dxa"/>
          </w:tcPr>
          <w:p w14:paraId="00F6C61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30/3</w:t>
            </w:r>
          </w:p>
        </w:tc>
        <w:tc>
          <w:tcPr>
            <w:tcW w:w="3112" w:type="dxa"/>
          </w:tcPr>
          <w:p w14:paraId="161AA439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1F79611B" w14:textId="77777777" w:rsidTr="00235626">
        <w:trPr>
          <w:trHeight w:val="124"/>
        </w:trPr>
        <w:tc>
          <w:tcPr>
            <w:tcW w:w="562" w:type="dxa"/>
            <w:gridSpan w:val="3"/>
          </w:tcPr>
          <w:p w14:paraId="79E47EEB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DE5F9A4" w14:textId="77777777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ДП «Мостиське військове лісництво»</w:t>
            </w:r>
          </w:p>
        </w:tc>
        <w:tc>
          <w:tcPr>
            <w:tcW w:w="3231" w:type="dxa"/>
          </w:tcPr>
          <w:p w14:paraId="0AA6D8F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3DDEC4D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Самбірський район с. Верхівці, </w:t>
            </w:r>
          </w:p>
          <w:p w14:paraId="263233A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(097) 230-73-91,</w:t>
            </w:r>
          </w:p>
          <w:p w14:paraId="6EF4C62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(098) 589-87-23</w:t>
            </w:r>
          </w:p>
        </w:tc>
        <w:tc>
          <w:tcPr>
            <w:tcW w:w="994" w:type="dxa"/>
          </w:tcPr>
          <w:p w14:paraId="3F62348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35/6</w:t>
            </w:r>
          </w:p>
        </w:tc>
        <w:tc>
          <w:tcPr>
            <w:tcW w:w="3112" w:type="dxa"/>
          </w:tcPr>
          <w:p w14:paraId="358737ED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541351AF" w14:textId="77777777" w:rsidTr="00235626">
        <w:trPr>
          <w:trHeight w:val="716"/>
        </w:trPr>
        <w:tc>
          <w:tcPr>
            <w:tcW w:w="562" w:type="dxa"/>
            <w:gridSpan w:val="3"/>
          </w:tcPr>
          <w:p w14:paraId="0E8F12C4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1CFA765" w14:textId="77777777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ДП «</w:t>
            </w:r>
            <w:proofErr w:type="spellStart"/>
            <w:r w:rsidRPr="00C44CFB">
              <w:rPr>
                <w:sz w:val="20"/>
                <w:szCs w:val="20"/>
              </w:rPr>
              <w:t>Магерівський</w:t>
            </w:r>
            <w:proofErr w:type="spellEnd"/>
            <w:r w:rsidRPr="00C44CFB">
              <w:rPr>
                <w:sz w:val="20"/>
                <w:szCs w:val="20"/>
              </w:rPr>
              <w:t xml:space="preserve"> військовий лісгосп»</w:t>
            </w:r>
          </w:p>
        </w:tc>
        <w:tc>
          <w:tcPr>
            <w:tcW w:w="3231" w:type="dxa"/>
          </w:tcPr>
          <w:p w14:paraId="36559E6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0DAA2DD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смт. Магерів ,</w:t>
            </w:r>
          </w:p>
          <w:p w14:paraId="54AE07F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Львівський район</w:t>
            </w:r>
          </w:p>
          <w:p w14:paraId="3375888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(096) 544-43-16</w:t>
            </w:r>
          </w:p>
        </w:tc>
        <w:tc>
          <w:tcPr>
            <w:tcW w:w="994" w:type="dxa"/>
          </w:tcPr>
          <w:p w14:paraId="3F0329B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26/5</w:t>
            </w:r>
          </w:p>
        </w:tc>
        <w:tc>
          <w:tcPr>
            <w:tcW w:w="3112" w:type="dxa"/>
          </w:tcPr>
          <w:p w14:paraId="77640B52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5C329BAE" w14:textId="77777777" w:rsidTr="00453902">
        <w:trPr>
          <w:trHeight w:val="286"/>
        </w:trPr>
        <w:tc>
          <w:tcPr>
            <w:tcW w:w="5128" w:type="dxa"/>
            <w:gridSpan w:val="5"/>
          </w:tcPr>
          <w:p w14:paraId="6D785B2D" w14:textId="1CB7DED5" w:rsidR="004F747D" w:rsidRPr="00C44CFB" w:rsidRDefault="004F747D" w:rsidP="004F747D">
            <w:pPr>
              <w:ind w:left="589" w:firstLine="119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3D4ECB7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12DFEF9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33F75484" w14:textId="54EC655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123/17</w:t>
            </w:r>
          </w:p>
        </w:tc>
        <w:tc>
          <w:tcPr>
            <w:tcW w:w="3112" w:type="dxa"/>
          </w:tcPr>
          <w:p w14:paraId="32720B9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2C1A6B" w14:paraId="40B6A021" w14:textId="77777777" w:rsidTr="00526A0F">
        <w:trPr>
          <w:trHeight w:val="286"/>
        </w:trPr>
        <w:tc>
          <w:tcPr>
            <w:tcW w:w="15619" w:type="dxa"/>
            <w:gridSpan w:val="10"/>
          </w:tcPr>
          <w:p w14:paraId="37D6A64D" w14:textId="31C75333" w:rsidR="004F747D" w:rsidRPr="002C1A6B" w:rsidRDefault="004F747D" w:rsidP="004F747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2C1A6B">
              <w:rPr>
                <w:b/>
                <w:sz w:val="20"/>
                <w:szCs w:val="20"/>
              </w:rPr>
              <w:t>ХІІ. ІНШІ СИЛИ ЦИВІЛЬНОГО ЗАХИСТУ</w:t>
            </w:r>
          </w:p>
        </w:tc>
      </w:tr>
      <w:tr w:rsidR="004F747D" w:rsidRPr="00C44CFB" w14:paraId="4854FCA8" w14:textId="77777777" w:rsidTr="002C1A6B">
        <w:trPr>
          <w:trHeight w:val="286"/>
        </w:trPr>
        <w:tc>
          <w:tcPr>
            <w:tcW w:w="15619" w:type="dxa"/>
            <w:gridSpan w:val="10"/>
            <w:vAlign w:val="center"/>
          </w:tcPr>
          <w:p w14:paraId="286BBD96" w14:textId="252BDAB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ЗАХІДНОГО МІЖРЕГІОНАЛЬНОГО УПРАВЛІННЯ ЛІСОВОГО ТА МИСЛИВСЬКОГО ГОСПОДАРСТВА</w:t>
            </w:r>
          </w:p>
        </w:tc>
      </w:tr>
      <w:tr w:rsidR="004F747D" w:rsidRPr="00C44CFB" w14:paraId="40382375" w14:textId="77777777" w:rsidTr="002C1A6B">
        <w:trPr>
          <w:trHeight w:val="239"/>
        </w:trPr>
        <w:tc>
          <w:tcPr>
            <w:tcW w:w="15619" w:type="dxa"/>
            <w:gridSpan w:val="10"/>
            <w:vAlign w:val="center"/>
          </w:tcPr>
          <w:p w14:paraId="4445AE2F" w14:textId="362EEBA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ДРОГОБИЦЬКИЙ РАЙОН</w:t>
            </w:r>
          </w:p>
        </w:tc>
      </w:tr>
      <w:tr w:rsidR="004F747D" w:rsidRPr="00C44CFB" w14:paraId="38C7A0B0" w14:textId="77777777" w:rsidTr="00235626">
        <w:trPr>
          <w:trHeight w:val="716"/>
        </w:trPr>
        <w:tc>
          <w:tcPr>
            <w:tcW w:w="562" w:type="dxa"/>
            <w:gridSpan w:val="3"/>
          </w:tcPr>
          <w:p w14:paraId="2A774B18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D88A62B" w14:textId="766EDD9B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«Дрогобицький лісгосп « ДП «Ліси України»</w:t>
            </w:r>
          </w:p>
        </w:tc>
        <w:tc>
          <w:tcPr>
            <w:tcW w:w="3231" w:type="dxa"/>
          </w:tcPr>
          <w:p w14:paraId="3E5BA047" w14:textId="1638864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5C20A9C5" w14:textId="1184657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color w:val="222222"/>
                <w:sz w:val="20"/>
                <w:szCs w:val="20"/>
              </w:rPr>
              <w:t>вул. Стрийська, 29, м. Дрогобич</w:t>
            </w:r>
            <w:r w:rsidRPr="00C44CFB">
              <w:rPr>
                <w:bCs w:val="0"/>
                <w:color w:val="222222"/>
                <w:sz w:val="20"/>
                <w:szCs w:val="20"/>
              </w:rPr>
              <w:br/>
            </w:r>
          </w:p>
        </w:tc>
        <w:tc>
          <w:tcPr>
            <w:tcW w:w="994" w:type="dxa"/>
          </w:tcPr>
          <w:p w14:paraId="6C1DCC92" w14:textId="1F35D3B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5/2</w:t>
            </w:r>
          </w:p>
        </w:tc>
        <w:tc>
          <w:tcPr>
            <w:tcW w:w="3112" w:type="dxa"/>
          </w:tcPr>
          <w:p w14:paraId="4E3DED5B" w14:textId="6F06BCA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3BBB1965" w14:textId="77777777" w:rsidTr="002C1A6B">
        <w:trPr>
          <w:trHeight w:val="70"/>
        </w:trPr>
        <w:tc>
          <w:tcPr>
            <w:tcW w:w="15619" w:type="dxa"/>
            <w:gridSpan w:val="10"/>
          </w:tcPr>
          <w:p w14:paraId="54BB97CB" w14:textId="5A729D1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ЗОЛОЧІВСЬКИЙ РАЙОН</w:t>
            </w:r>
          </w:p>
        </w:tc>
      </w:tr>
      <w:tr w:rsidR="004F747D" w:rsidRPr="00C44CFB" w14:paraId="2CE8B2A7" w14:textId="77777777" w:rsidTr="00235626">
        <w:trPr>
          <w:trHeight w:val="374"/>
        </w:trPr>
        <w:tc>
          <w:tcPr>
            <w:tcW w:w="562" w:type="dxa"/>
            <w:gridSpan w:val="3"/>
          </w:tcPr>
          <w:p w14:paraId="570CCF5F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17C42AF" w14:textId="0AFADF74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 «Бродівський лісгосп « ДП «Ліси України»</w:t>
            </w:r>
          </w:p>
        </w:tc>
        <w:tc>
          <w:tcPr>
            <w:tcW w:w="3231" w:type="dxa"/>
          </w:tcPr>
          <w:p w14:paraId="3716FEE1" w14:textId="555B14F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ЛПС-1 типу</w:t>
            </w:r>
          </w:p>
        </w:tc>
        <w:tc>
          <w:tcPr>
            <w:tcW w:w="3154" w:type="dxa"/>
            <w:gridSpan w:val="2"/>
          </w:tcPr>
          <w:p w14:paraId="223F5D6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Броди</w:t>
            </w:r>
          </w:p>
          <w:p w14:paraId="73EF424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(266) 2-73-87</w:t>
            </w:r>
          </w:p>
          <w:p w14:paraId="083CC646" w14:textId="3CCECC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050-370-81-54, 050 370-06-56</w:t>
            </w:r>
          </w:p>
        </w:tc>
        <w:tc>
          <w:tcPr>
            <w:tcW w:w="994" w:type="dxa"/>
          </w:tcPr>
          <w:p w14:paraId="1E8F1850" w14:textId="6491C0A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8/</w:t>
            </w:r>
            <w:r w:rsidRPr="00C44CFB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112" w:type="dxa"/>
          </w:tcPr>
          <w:p w14:paraId="72A48755" w14:textId="4699D8B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581AB37A" w14:textId="77777777" w:rsidTr="00235626">
        <w:trPr>
          <w:trHeight w:val="374"/>
        </w:trPr>
        <w:tc>
          <w:tcPr>
            <w:tcW w:w="562" w:type="dxa"/>
            <w:gridSpan w:val="3"/>
          </w:tcPr>
          <w:p w14:paraId="5F6FB210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B0EFF61" w14:textId="171C7200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 «Золочівський лісгосп» ДП «Ліси України»</w:t>
            </w:r>
          </w:p>
        </w:tc>
        <w:tc>
          <w:tcPr>
            <w:tcW w:w="3231" w:type="dxa"/>
          </w:tcPr>
          <w:p w14:paraId="696817D5" w14:textId="394E2B5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ЛПС-1 типу</w:t>
            </w:r>
          </w:p>
        </w:tc>
        <w:tc>
          <w:tcPr>
            <w:tcW w:w="3154" w:type="dxa"/>
            <w:gridSpan w:val="2"/>
          </w:tcPr>
          <w:p w14:paraId="06E16B1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с. </w:t>
            </w:r>
            <w:proofErr w:type="spellStart"/>
            <w:r w:rsidRPr="00C44CFB">
              <w:rPr>
                <w:sz w:val="20"/>
                <w:szCs w:val="20"/>
              </w:rPr>
              <w:t>Струтин</w:t>
            </w:r>
            <w:proofErr w:type="spellEnd"/>
          </w:p>
          <w:p w14:paraId="10D5497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(265) 4-41-22</w:t>
            </w:r>
          </w:p>
          <w:p w14:paraId="59674049" w14:textId="616F147E" w:rsidR="004F747D" w:rsidRPr="00C44CFB" w:rsidRDefault="004F747D" w:rsidP="004F747D">
            <w:pPr>
              <w:jc w:val="center"/>
              <w:rPr>
                <w:bCs w:val="0"/>
                <w:color w:val="222222"/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050-370-81-61, 067-743-95-54</w:t>
            </w:r>
          </w:p>
        </w:tc>
        <w:tc>
          <w:tcPr>
            <w:tcW w:w="994" w:type="dxa"/>
          </w:tcPr>
          <w:p w14:paraId="691A1EA9" w14:textId="7D72188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7/</w:t>
            </w:r>
            <w:r w:rsidRPr="00C44CF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2" w:type="dxa"/>
          </w:tcPr>
          <w:p w14:paraId="2A173A0C" w14:textId="1D2530A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66F3AD98" w14:textId="77777777" w:rsidTr="00235626">
        <w:trPr>
          <w:trHeight w:val="374"/>
        </w:trPr>
        <w:tc>
          <w:tcPr>
            <w:tcW w:w="562" w:type="dxa"/>
            <w:gridSpan w:val="3"/>
          </w:tcPr>
          <w:p w14:paraId="01D91A8C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0DC1DA4" w14:textId="36C7E5CF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ВВП «</w:t>
            </w:r>
            <w:proofErr w:type="spellStart"/>
            <w:r w:rsidRPr="00C44CFB">
              <w:rPr>
                <w:color w:val="000000"/>
                <w:sz w:val="20"/>
                <w:szCs w:val="20"/>
              </w:rPr>
              <w:t>Надлісництво</w:t>
            </w:r>
            <w:proofErr w:type="spellEnd"/>
            <w:r w:rsidRPr="00C44CFB">
              <w:rPr>
                <w:color w:val="000000"/>
                <w:sz w:val="20"/>
                <w:szCs w:val="20"/>
              </w:rPr>
              <w:t xml:space="preserve"> Буськ» Радехівського лісомисливського господарства  ДП «Ліси України»  </w:t>
            </w:r>
          </w:p>
        </w:tc>
        <w:tc>
          <w:tcPr>
            <w:tcW w:w="3231" w:type="dxa"/>
          </w:tcPr>
          <w:p w14:paraId="1769D993" w14:textId="2DC8150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ЛПС-1 типу</w:t>
            </w:r>
          </w:p>
        </w:tc>
        <w:tc>
          <w:tcPr>
            <w:tcW w:w="3154" w:type="dxa"/>
            <w:gridSpan w:val="2"/>
          </w:tcPr>
          <w:p w14:paraId="6FDCB8A3" w14:textId="77777777" w:rsidR="004F747D" w:rsidRPr="00C44CFB" w:rsidRDefault="004F747D" w:rsidP="004F747D">
            <w:pPr>
              <w:jc w:val="center"/>
              <w:rPr>
                <w:color w:val="000000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м. Буськ</w:t>
            </w:r>
          </w:p>
          <w:p w14:paraId="52CCA154" w14:textId="01A43D67" w:rsidR="004F747D" w:rsidRPr="00C44CFB" w:rsidRDefault="004F747D" w:rsidP="004F747D">
            <w:pPr>
              <w:jc w:val="center"/>
              <w:rPr>
                <w:bCs w:val="0"/>
                <w:color w:val="222222"/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(264) 2-16-41, 067-904-90-92</w:t>
            </w:r>
          </w:p>
        </w:tc>
        <w:tc>
          <w:tcPr>
            <w:tcW w:w="994" w:type="dxa"/>
          </w:tcPr>
          <w:p w14:paraId="0F5604CB" w14:textId="14D4596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6/</w:t>
            </w:r>
            <w:r w:rsidRPr="00C44CFB"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3112" w:type="dxa"/>
          </w:tcPr>
          <w:p w14:paraId="72028D4D" w14:textId="3175CA9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30CE0613" w14:textId="77777777" w:rsidTr="000246E2">
        <w:trPr>
          <w:trHeight w:val="70"/>
        </w:trPr>
        <w:tc>
          <w:tcPr>
            <w:tcW w:w="15619" w:type="dxa"/>
            <w:gridSpan w:val="10"/>
          </w:tcPr>
          <w:p w14:paraId="38871218" w14:textId="35830F9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ЛЬВІВСЬКИЙ РАЙОН</w:t>
            </w:r>
          </w:p>
        </w:tc>
      </w:tr>
      <w:tr w:rsidR="004F747D" w:rsidRPr="00C44CFB" w14:paraId="134F79DA" w14:textId="77777777" w:rsidTr="00235626">
        <w:trPr>
          <w:trHeight w:val="716"/>
        </w:trPr>
        <w:tc>
          <w:tcPr>
            <w:tcW w:w="562" w:type="dxa"/>
            <w:gridSpan w:val="3"/>
          </w:tcPr>
          <w:p w14:paraId="6148A400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AC88226" w14:textId="54423AAA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“Рава-Руський лісгосп” ДП «Ліси України»</w:t>
            </w:r>
          </w:p>
        </w:tc>
        <w:tc>
          <w:tcPr>
            <w:tcW w:w="3231" w:type="dxa"/>
          </w:tcPr>
          <w:p w14:paraId="3935AD5E" w14:textId="0BD1676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ЛПС-1 типу</w:t>
            </w:r>
          </w:p>
        </w:tc>
        <w:tc>
          <w:tcPr>
            <w:tcW w:w="3154" w:type="dxa"/>
            <w:gridSpan w:val="2"/>
          </w:tcPr>
          <w:p w14:paraId="7B786D2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Рава-Руська</w:t>
            </w:r>
          </w:p>
          <w:p w14:paraId="5600346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(252) 4-36-35</w:t>
            </w:r>
          </w:p>
          <w:p w14:paraId="5B48C683" w14:textId="60E6448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067-671-46-24, 067-671-46-23</w:t>
            </w:r>
          </w:p>
        </w:tc>
        <w:tc>
          <w:tcPr>
            <w:tcW w:w="994" w:type="dxa"/>
          </w:tcPr>
          <w:p w14:paraId="11F487DA" w14:textId="7CDFE05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6/</w:t>
            </w:r>
            <w:r w:rsidRPr="00C44CFB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3112" w:type="dxa"/>
          </w:tcPr>
          <w:p w14:paraId="6D0C7E20" w14:textId="33AE0F4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79C64A9B" w14:textId="77777777" w:rsidTr="002C1A6B">
        <w:trPr>
          <w:trHeight w:val="125"/>
        </w:trPr>
        <w:tc>
          <w:tcPr>
            <w:tcW w:w="15619" w:type="dxa"/>
            <w:gridSpan w:val="10"/>
            <w:vAlign w:val="center"/>
          </w:tcPr>
          <w:p w14:paraId="4231563D" w14:textId="417812C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САМБІРСЬКИЙ РАЙОН</w:t>
            </w:r>
          </w:p>
        </w:tc>
      </w:tr>
      <w:tr w:rsidR="004F747D" w:rsidRPr="00C44CFB" w14:paraId="36FA3080" w14:textId="77777777" w:rsidTr="00235626">
        <w:trPr>
          <w:trHeight w:val="716"/>
        </w:trPr>
        <w:tc>
          <w:tcPr>
            <w:tcW w:w="562" w:type="dxa"/>
            <w:gridSpan w:val="3"/>
          </w:tcPr>
          <w:p w14:paraId="1E6D2D65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5D733AA1" w14:textId="1B67BC68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 «Самбірський лісгосп» ДП «Ліси України»</w:t>
            </w:r>
          </w:p>
        </w:tc>
        <w:tc>
          <w:tcPr>
            <w:tcW w:w="3231" w:type="dxa"/>
          </w:tcPr>
          <w:p w14:paraId="289D2282" w14:textId="75B3A76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ЛПС-1 типу</w:t>
            </w:r>
          </w:p>
        </w:tc>
        <w:tc>
          <w:tcPr>
            <w:tcW w:w="3154" w:type="dxa"/>
            <w:gridSpan w:val="2"/>
          </w:tcPr>
          <w:p w14:paraId="0829775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Самбір</w:t>
            </w:r>
          </w:p>
          <w:p w14:paraId="2F419DE9" w14:textId="39D4913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Коновальця, 15, 236-2-44-35</w:t>
            </w:r>
          </w:p>
        </w:tc>
        <w:tc>
          <w:tcPr>
            <w:tcW w:w="994" w:type="dxa"/>
          </w:tcPr>
          <w:p w14:paraId="0353AE78" w14:textId="2AD486F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6/</w:t>
            </w:r>
            <w:r w:rsidRPr="00C44CF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</w:tcPr>
          <w:p w14:paraId="3C58D543" w14:textId="364A4EE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5FB5B8A0" w14:textId="77777777" w:rsidTr="000D4A44">
        <w:trPr>
          <w:trHeight w:val="175"/>
        </w:trPr>
        <w:tc>
          <w:tcPr>
            <w:tcW w:w="15619" w:type="dxa"/>
            <w:gridSpan w:val="10"/>
          </w:tcPr>
          <w:p w14:paraId="18DC8A63" w14:textId="5267AC3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  <w:lang w:val="ru-RU"/>
              </w:rPr>
              <w:t>СТРИЙСЬКИЙ РАЙОН</w:t>
            </w:r>
          </w:p>
        </w:tc>
      </w:tr>
      <w:tr w:rsidR="004F747D" w:rsidRPr="00C44CFB" w14:paraId="6F3C1549" w14:textId="77777777" w:rsidTr="004344F6">
        <w:trPr>
          <w:trHeight w:val="482"/>
        </w:trPr>
        <w:tc>
          <w:tcPr>
            <w:tcW w:w="562" w:type="dxa"/>
            <w:gridSpan w:val="3"/>
          </w:tcPr>
          <w:p w14:paraId="3C2715CC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27BF712" w14:textId="224368F8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 «</w:t>
            </w:r>
            <w:proofErr w:type="spellStart"/>
            <w:r w:rsidRPr="00C44CFB">
              <w:rPr>
                <w:sz w:val="20"/>
                <w:szCs w:val="20"/>
              </w:rPr>
              <w:t>Стрйський</w:t>
            </w:r>
            <w:proofErr w:type="spellEnd"/>
            <w:r w:rsidRPr="00C44CFB">
              <w:rPr>
                <w:sz w:val="20"/>
                <w:szCs w:val="20"/>
              </w:rPr>
              <w:t xml:space="preserve"> лісгосп « ДП «Ліси України»</w:t>
            </w:r>
          </w:p>
        </w:tc>
        <w:tc>
          <w:tcPr>
            <w:tcW w:w="3231" w:type="dxa"/>
          </w:tcPr>
          <w:p w14:paraId="28C23DB7" w14:textId="0F1EBEE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3EC65698" w14:textId="298E380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Стрий вул. Галицька,2  . 0681070740</w:t>
            </w:r>
          </w:p>
        </w:tc>
        <w:tc>
          <w:tcPr>
            <w:tcW w:w="994" w:type="dxa"/>
          </w:tcPr>
          <w:p w14:paraId="59F4D923" w14:textId="5007258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3/1</w:t>
            </w:r>
          </w:p>
        </w:tc>
        <w:tc>
          <w:tcPr>
            <w:tcW w:w="3112" w:type="dxa"/>
          </w:tcPr>
          <w:p w14:paraId="213AFE57" w14:textId="3D386BF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1E657058" w14:textId="77777777" w:rsidTr="004344F6">
        <w:trPr>
          <w:trHeight w:val="419"/>
        </w:trPr>
        <w:tc>
          <w:tcPr>
            <w:tcW w:w="562" w:type="dxa"/>
            <w:gridSpan w:val="3"/>
          </w:tcPr>
          <w:p w14:paraId="3A2612B1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1A7E3D8" w14:textId="3893939D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«Сколівський лісгосп « ДП «Ліси України»</w:t>
            </w:r>
          </w:p>
        </w:tc>
        <w:tc>
          <w:tcPr>
            <w:tcW w:w="3231" w:type="dxa"/>
          </w:tcPr>
          <w:p w14:paraId="00DCC39E" w14:textId="1092CB8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6A9787B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м.Сколе</w:t>
            </w:r>
            <w:proofErr w:type="spellEnd"/>
            <w:r w:rsidRPr="00C44CFB">
              <w:rPr>
                <w:sz w:val="20"/>
                <w:szCs w:val="20"/>
              </w:rPr>
              <w:t>,</w:t>
            </w:r>
          </w:p>
          <w:p w14:paraId="30493853" w14:textId="3CB8006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0503707203</w:t>
            </w:r>
          </w:p>
        </w:tc>
        <w:tc>
          <w:tcPr>
            <w:tcW w:w="994" w:type="dxa"/>
          </w:tcPr>
          <w:p w14:paraId="04029D47" w14:textId="346D7CE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3/1</w:t>
            </w:r>
          </w:p>
        </w:tc>
        <w:tc>
          <w:tcPr>
            <w:tcW w:w="3112" w:type="dxa"/>
          </w:tcPr>
          <w:p w14:paraId="73585297" w14:textId="675DD5A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66198184" w14:textId="77777777" w:rsidTr="004344F6">
        <w:trPr>
          <w:trHeight w:val="355"/>
        </w:trPr>
        <w:tc>
          <w:tcPr>
            <w:tcW w:w="562" w:type="dxa"/>
            <w:gridSpan w:val="3"/>
          </w:tcPr>
          <w:p w14:paraId="61B703F2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51F3E7E" w14:textId="15DA4DCC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«Славський лісгосп « ДП «Ліси України»</w:t>
            </w:r>
          </w:p>
        </w:tc>
        <w:tc>
          <w:tcPr>
            <w:tcW w:w="3231" w:type="dxa"/>
          </w:tcPr>
          <w:p w14:paraId="5AAD50F9" w14:textId="72E754B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2FA8CC0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смт Славське.</w:t>
            </w:r>
          </w:p>
          <w:p w14:paraId="46083B32" w14:textId="79A774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0978477039</w:t>
            </w:r>
          </w:p>
        </w:tc>
        <w:tc>
          <w:tcPr>
            <w:tcW w:w="994" w:type="dxa"/>
          </w:tcPr>
          <w:p w14:paraId="44D3C5BB" w14:textId="282BF03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3/</w:t>
            </w:r>
            <w:r w:rsidRPr="00C44CF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2" w:type="dxa"/>
          </w:tcPr>
          <w:p w14:paraId="0B55653D" w14:textId="38AB58E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3763F91C" w14:textId="77777777" w:rsidTr="00235626">
        <w:trPr>
          <w:trHeight w:val="451"/>
        </w:trPr>
        <w:tc>
          <w:tcPr>
            <w:tcW w:w="562" w:type="dxa"/>
            <w:gridSpan w:val="3"/>
          </w:tcPr>
          <w:p w14:paraId="065898BE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FE874D6" w14:textId="207E777A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НПП «Сколівські бескиди» державного агентства лісових ресурсів України</w:t>
            </w:r>
          </w:p>
        </w:tc>
        <w:tc>
          <w:tcPr>
            <w:tcW w:w="3231" w:type="dxa"/>
          </w:tcPr>
          <w:p w14:paraId="63D6F7FA" w14:textId="2EBA49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3BAF20E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м.Сколе</w:t>
            </w:r>
            <w:proofErr w:type="spellEnd"/>
          </w:p>
          <w:p w14:paraId="48F4218A" w14:textId="488F3F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0956326164</w:t>
            </w:r>
          </w:p>
        </w:tc>
        <w:tc>
          <w:tcPr>
            <w:tcW w:w="994" w:type="dxa"/>
          </w:tcPr>
          <w:p w14:paraId="58B77E4D" w14:textId="3A7B411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3/1</w:t>
            </w:r>
          </w:p>
        </w:tc>
        <w:tc>
          <w:tcPr>
            <w:tcW w:w="3112" w:type="dxa"/>
          </w:tcPr>
          <w:p w14:paraId="127541A4" w14:textId="257CCEF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5B4BCDA3" w14:textId="77777777" w:rsidTr="00956C92">
        <w:trPr>
          <w:trHeight w:val="70"/>
        </w:trPr>
        <w:tc>
          <w:tcPr>
            <w:tcW w:w="15619" w:type="dxa"/>
            <w:gridSpan w:val="10"/>
          </w:tcPr>
          <w:p w14:paraId="03B53F58" w14:textId="65811D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ШЕПТИЦЬКИЙ</w:t>
            </w:r>
            <w:r w:rsidRPr="00C44CFB">
              <w:rPr>
                <w:b/>
                <w:sz w:val="20"/>
                <w:szCs w:val="20"/>
                <w:lang w:val="ru-RU"/>
              </w:rPr>
              <w:t xml:space="preserve"> РАЙОН</w:t>
            </w:r>
          </w:p>
        </w:tc>
      </w:tr>
      <w:tr w:rsidR="004F747D" w:rsidRPr="00C44CFB" w14:paraId="2572FB61" w14:textId="77777777" w:rsidTr="00235626">
        <w:trPr>
          <w:trHeight w:val="489"/>
        </w:trPr>
        <w:tc>
          <w:tcPr>
            <w:tcW w:w="562" w:type="dxa"/>
            <w:gridSpan w:val="3"/>
          </w:tcPr>
          <w:p w14:paraId="1BEA17C0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E9DF2DE" w14:textId="37BB6FA1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color w:val="000000"/>
                <w:sz w:val="20"/>
                <w:szCs w:val="20"/>
              </w:rPr>
              <w:t xml:space="preserve">Радехівське лісомисливське господарство  ДП «Ліси України»  </w:t>
            </w:r>
          </w:p>
        </w:tc>
        <w:tc>
          <w:tcPr>
            <w:tcW w:w="3231" w:type="dxa"/>
          </w:tcPr>
          <w:p w14:paraId="0C7B31DA" w14:textId="2CB653C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6D342DC4" w14:textId="69B8961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  <w:shd w:val="clear" w:color="auto" w:fill="FFFFFF"/>
              </w:rPr>
              <w:t xml:space="preserve">вул. </w:t>
            </w:r>
            <w:proofErr w:type="spellStart"/>
            <w:r w:rsidRPr="00C44CFB">
              <w:rPr>
                <w:sz w:val="20"/>
                <w:szCs w:val="20"/>
                <w:shd w:val="clear" w:color="auto" w:fill="FFFFFF"/>
              </w:rPr>
              <w:t>Витківська</w:t>
            </w:r>
            <w:proofErr w:type="spellEnd"/>
            <w:r w:rsidRPr="00C44CFB">
              <w:rPr>
                <w:sz w:val="20"/>
                <w:szCs w:val="20"/>
                <w:shd w:val="clear" w:color="auto" w:fill="FFFFFF"/>
              </w:rPr>
              <w:t>, 26, м. Радехів</w:t>
            </w:r>
            <w:r w:rsidRPr="00C44CFB">
              <w:rPr>
                <w:sz w:val="20"/>
                <w:szCs w:val="20"/>
              </w:rPr>
              <w:t>  (03255)2-15-61</w:t>
            </w:r>
          </w:p>
        </w:tc>
        <w:tc>
          <w:tcPr>
            <w:tcW w:w="994" w:type="dxa"/>
          </w:tcPr>
          <w:p w14:paraId="05CCB38A" w14:textId="6961DA6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3/1</w:t>
            </w:r>
          </w:p>
        </w:tc>
        <w:tc>
          <w:tcPr>
            <w:tcW w:w="3112" w:type="dxa"/>
          </w:tcPr>
          <w:p w14:paraId="19106803" w14:textId="6A054FA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0155EFEF" w14:textId="77777777" w:rsidTr="00C45177">
        <w:trPr>
          <w:trHeight w:val="70"/>
        </w:trPr>
        <w:tc>
          <w:tcPr>
            <w:tcW w:w="5128" w:type="dxa"/>
            <w:gridSpan w:val="5"/>
          </w:tcPr>
          <w:p w14:paraId="0A69459E" w14:textId="4A7CADBF" w:rsidR="004F747D" w:rsidRPr="00C44CFB" w:rsidRDefault="004F747D" w:rsidP="004F747D">
            <w:pPr>
              <w:ind w:firstLine="119"/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</w:tcPr>
          <w:p w14:paraId="03A06285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3AF02A8F" w14:textId="63B24E8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2A9D8A2A" w14:textId="28D1940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53/</w:t>
            </w:r>
            <w:r w:rsidRPr="00C44CFB">
              <w:rPr>
                <w:b/>
                <w:sz w:val="20"/>
                <w:szCs w:val="20"/>
                <w:lang w:val="ru-RU"/>
              </w:rPr>
              <w:t>19</w:t>
            </w:r>
          </w:p>
        </w:tc>
        <w:tc>
          <w:tcPr>
            <w:tcW w:w="3112" w:type="dxa"/>
          </w:tcPr>
          <w:p w14:paraId="78CA3B6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</w:tr>
      <w:tr w:rsidR="004F747D" w:rsidRPr="00C44CFB" w14:paraId="3560BBE1" w14:textId="77777777" w:rsidTr="00E50211">
        <w:trPr>
          <w:trHeight w:val="95"/>
        </w:trPr>
        <w:tc>
          <w:tcPr>
            <w:tcW w:w="15619" w:type="dxa"/>
            <w:gridSpan w:val="10"/>
          </w:tcPr>
          <w:p w14:paraId="4FC78C5D" w14:textId="35D98FF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ОБЛАСНОГО КОМУНАЛЬНОГО СПЕЦІАЛІЗОВАНОГО ЛІСОГОСПОДАРСЬКОГО ПІДПРИЄМСТВА «ГАЛСІЛЬЛІС»</w:t>
            </w:r>
          </w:p>
        </w:tc>
      </w:tr>
      <w:tr w:rsidR="004F747D" w:rsidRPr="00C44CFB" w14:paraId="0C15DFD8" w14:textId="77777777" w:rsidTr="00E50211">
        <w:trPr>
          <w:trHeight w:val="141"/>
        </w:trPr>
        <w:tc>
          <w:tcPr>
            <w:tcW w:w="15619" w:type="dxa"/>
            <w:gridSpan w:val="10"/>
          </w:tcPr>
          <w:p w14:paraId="6AA6624C" w14:textId="7E61462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ДРОГОБИЦЬКИЙ РАЙОН</w:t>
            </w:r>
          </w:p>
        </w:tc>
      </w:tr>
      <w:tr w:rsidR="004F747D" w:rsidRPr="00C44CFB" w14:paraId="123A44EC" w14:textId="77777777" w:rsidTr="00235626">
        <w:trPr>
          <w:trHeight w:val="716"/>
        </w:trPr>
        <w:tc>
          <w:tcPr>
            <w:tcW w:w="562" w:type="dxa"/>
            <w:gridSpan w:val="3"/>
          </w:tcPr>
          <w:p w14:paraId="43EBA32B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98999FA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41DF6F81" w14:textId="4EE4C4FD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Дрогобицьке ДЛГП</w:t>
            </w:r>
          </w:p>
        </w:tc>
        <w:tc>
          <w:tcPr>
            <w:tcW w:w="3231" w:type="dxa"/>
          </w:tcPr>
          <w:p w14:paraId="33C57B42" w14:textId="39660E7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1B454B3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смт. Підбуж,</w:t>
            </w:r>
          </w:p>
          <w:p w14:paraId="4C64277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Галицька, 8</w:t>
            </w:r>
          </w:p>
          <w:p w14:paraId="3A16732F" w14:textId="394BFFC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моб</w:t>
            </w:r>
            <w:proofErr w:type="spellEnd"/>
            <w:r w:rsidRPr="00C44CFB">
              <w:rPr>
                <w:sz w:val="20"/>
                <w:szCs w:val="20"/>
              </w:rPr>
              <w:t xml:space="preserve">. </w:t>
            </w:r>
            <w:r w:rsidRPr="00C44CFB">
              <w:rPr>
                <w:bCs w:val="0"/>
                <w:sz w:val="20"/>
                <w:szCs w:val="20"/>
              </w:rPr>
              <w:t>067-370-59-90</w:t>
            </w:r>
          </w:p>
        </w:tc>
        <w:tc>
          <w:tcPr>
            <w:tcW w:w="994" w:type="dxa"/>
          </w:tcPr>
          <w:p w14:paraId="0A4DB49C" w14:textId="33A0BB4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35/</w:t>
            </w:r>
            <w:r w:rsidRPr="00C44CF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2" w:type="dxa"/>
          </w:tcPr>
          <w:p w14:paraId="621672AD" w14:textId="383C826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0F15EB46" w14:textId="77777777" w:rsidTr="004344F6">
        <w:trPr>
          <w:trHeight w:val="215"/>
        </w:trPr>
        <w:tc>
          <w:tcPr>
            <w:tcW w:w="15619" w:type="dxa"/>
            <w:gridSpan w:val="10"/>
          </w:tcPr>
          <w:p w14:paraId="56CCEFBC" w14:textId="28B44F2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ЗОЛОЧІВСЬКИЙ РАЙОН</w:t>
            </w:r>
          </w:p>
        </w:tc>
      </w:tr>
      <w:tr w:rsidR="004F747D" w:rsidRPr="00C44CFB" w14:paraId="192C2E96" w14:textId="77777777" w:rsidTr="00235626">
        <w:trPr>
          <w:trHeight w:val="716"/>
        </w:trPr>
        <w:tc>
          <w:tcPr>
            <w:tcW w:w="562" w:type="dxa"/>
            <w:gridSpan w:val="3"/>
          </w:tcPr>
          <w:p w14:paraId="6D19125D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61C2427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75E26BF9" w14:textId="40A3C901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Золочівське ДЛГП</w:t>
            </w:r>
          </w:p>
        </w:tc>
        <w:tc>
          <w:tcPr>
            <w:tcW w:w="3231" w:type="dxa"/>
          </w:tcPr>
          <w:p w14:paraId="0A5528C5" w14:textId="6663073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00190A13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Золочів,</w:t>
            </w:r>
          </w:p>
          <w:p w14:paraId="5BA431C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вул. </w:t>
            </w:r>
            <w:proofErr w:type="spellStart"/>
            <w:r w:rsidRPr="00C44CFB">
              <w:rPr>
                <w:sz w:val="20"/>
                <w:szCs w:val="20"/>
              </w:rPr>
              <w:t>Труша</w:t>
            </w:r>
            <w:proofErr w:type="spellEnd"/>
            <w:r w:rsidRPr="00C44CFB">
              <w:rPr>
                <w:sz w:val="20"/>
                <w:szCs w:val="20"/>
              </w:rPr>
              <w:t>, 1</w:t>
            </w:r>
          </w:p>
          <w:p w14:paraId="45156B1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(265) - 7-04-69</w:t>
            </w:r>
          </w:p>
          <w:p w14:paraId="0009C40B" w14:textId="61BA3EC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067-301-31-36</w:t>
            </w:r>
          </w:p>
        </w:tc>
        <w:tc>
          <w:tcPr>
            <w:tcW w:w="994" w:type="dxa"/>
          </w:tcPr>
          <w:p w14:paraId="11B28F80" w14:textId="41062D1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4/</w:t>
            </w:r>
            <w:r w:rsidRPr="00C44CF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2" w:type="dxa"/>
          </w:tcPr>
          <w:p w14:paraId="0A37C924" w14:textId="24FC569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13193FCE" w14:textId="77777777" w:rsidTr="00235626">
        <w:trPr>
          <w:trHeight w:val="716"/>
        </w:trPr>
        <w:tc>
          <w:tcPr>
            <w:tcW w:w="562" w:type="dxa"/>
            <w:gridSpan w:val="3"/>
          </w:tcPr>
          <w:p w14:paraId="337AE095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2D80FDE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0C0675B2" w14:textId="65E5BC0B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Бродівське ДЛГП</w:t>
            </w:r>
          </w:p>
        </w:tc>
        <w:tc>
          <w:tcPr>
            <w:tcW w:w="3231" w:type="dxa"/>
          </w:tcPr>
          <w:p w14:paraId="6EDDDEAA" w14:textId="396BF0B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7CFDE2C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Броди</w:t>
            </w:r>
          </w:p>
          <w:p w14:paraId="50B41804" w14:textId="32F2181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с. Смільне, (266) - 2-77-84</w:t>
            </w:r>
          </w:p>
        </w:tc>
        <w:tc>
          <w:tcPr>
            <w:tcW w:w="994" w:type="dxa"/>
          </w:tcPr>
          <w:p w14:paraId="280A3FD3" w14:textId="0C938A9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43/</w:t>
            </w:r>
            <w:r w:rsidRPr="00C44CFB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3112" w:type="dxa"/>
          </w:tcPr>
          <w:p w14:paraId="2C3F4A7C" w14:textId="13399BD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547DDFFD" w14:textId="77777777" w:rsidTr="00235626">
        <w:trPr>
          <w:trHeight w:val="716"/>
        </w:trPr>
        <w:tc>
          <w:tcPr>
            <w:tcW w:w="562" w:type="dxa"/>
            <w:gridSpan w:val="3"/>
          </w:tcPr>
          <w:p w14:paraId="53A7AE9F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41BD1FC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62E2DA75" w14:textId="5A536C5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Буське</w:t>
            </w:r>
            <w:proofErr w:type="spellEnd"/>
            <w:r w:rsidRPr="00C44CFB">
              <w:rPr>
                <w:sz w:val="20"/>
                <w:szCs w:val="20"/>
              </w:rPr>
              <w:t xml:space="preserve"> ДЛГП</w:t>
            </w:r>
          </w:p>
        </w:tc>
        <w:tc>
          <w:tcPr>
            <w:tcW w:w="3231" w:type="dxa"/>
          </w:tcPr>
          <w:p w14:paraId="33E3AC65" w14:textId="4D701D7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61286D72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Буськ</w:t>
            </w:r>
          </w:p>
          <w:p w14:paraId="66FBA63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смт. Олесько, вул. Замкова, 10а</w:t>
            </w:r>
          </w:p>
          <w:p w14:paraId="40597C21" w14:textId="5F24C38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т. (264) - 2-51-43, </w:t>
            </w:r>
            <w:r w:rsidRPr="00C44CFB">
              <w:rPr>
                <w:bCs w:val="0"/>
                <w:sz w:val="20"/>
                <w:szCs w:val="20"/>
              </w:rPr>
              <w:t>067-063-46-66</w:t>
            </w:r>
          </w:p>
        </w:tc>
        <w:tc>
          <w:tcPr>
            <w:tcW w:w="994" w:type="dxa"/>
          </w:tcPr>
          <w:p w14:paraId="43FBC4DF" w14:textId="206EF92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19/</w:t>
            </w:r>
            <w:r w:rsidRPr="00C44CFB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3112" w:type="dxa"/>
          </w:tcPr>
          <w:p w14:paraId="2CBC7269" w14:textId="5C59FDF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45C1C669" w14:textId="77777777" w:rsidTr="008B5092">
        <w:trPr>
          <w:trHeight w:val="107"/>
        </w:trPr>
        <w:tc>
          <w:tcPr>
            <w:tcW w:w="15619" w:type="dxa"/>
            <w:gridSpan w:val="10"/>
          </w:tcPr>
          <w:p w14:paraId="43985355" w14:textId="136B55A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ЛЬВІВСЬКИЙ РАЙОН</w:t>
            </w:r>
          </w:p>
        </w:tc>
      </w:tr>
      <w:tr w:rsidR="004F747D" w:rsidRPr="00C44CFB" w14:paraId="65C13EB9" w14:textId="77777777" w:rsidTr="00235626">
        <w:trPr>
          <w:trHeight w:val="716"/>
        </w:trPr>
        <w:tc>
          <w:tcPr>
            <w:tcW w:w="562" w:type="dxa"/>
            <w:gridSpan w:val="3"/>
          </w:tcPr>
          <w:p w14:paraId="3DB85426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F39CA04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638119E8" w14:textId="1707F5E4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Жовківський ДЛГП</w:t>
            </w:r>
          </w:p>
        </w:tc>
        <w:tc>
          <w:tcPr>
            <w:tcW w:w="3231" w:type="dxa"/>
          </w:tcPr>
          <w:p w14:paraId="6ACBCCE5" w14:textId="2770D7D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2F1411F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м. Жовква, вул. </w:t>
            </w:r>
            <w:proofErr w:type="spellStart"/>
            <w:r w:rsidRPr="00C44CFB">
              <w:rPr>
                <w:sz w:val="20"/>
                <w:szCs w:val="20"/>
              </w:rPr>
              <w:t>Равська</w:t>
            </w:r>
            <w:proofErr w:type="spellEnd"/>
            <w:r w:rsidRPr="00C44CFB">
              <w:rPr>
                <w:sz w:val="20"/>
                <w:szCs w:val="20"/>
              </w:rPr>
              <w:t>, 7</w:t>
            </w:r>
          </w:p>
          <w:p w14:paraId="30011A0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(252) - 6-18-94</w:t>
            </w:r>
          </w:p>
          <w:p w14:paraId="27805173" w14:textId="355133D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098-585-38-14</w:t>
            </w:r>
          </w:p>
        </w:tc>
        <w:tc>
          <w:tcPr>
            <w:tcW w:w="994" w:type="dxa"/>
          </w:tcPr>
          <w:p w14:paraId="00C15DC1" w14:textId="073EDE7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25/</w:t>
            </w:r>
            <w:r w:rsidRPr="00C44CFB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2" w:type="dxa"/>
          </w:tcPr>
          <w:p w14:paraId="153678B4" w14:textId="11E9D59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66088F7C" w14:textId="77777777" w:rsidTr="00235626">
        <w:trPr>
          <w:trHeight w:val="716"/>
        </w:trPr>
        <w:tc>
          <w:tcPr>
            <w:tcW w:w="562" w:type="dxa"/>
            <w:gridSpan w:val="3"/>
          </w:tcPr>
          <w:p w14:paraId="499204B1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0F15E2C3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01CAD45E" w14:textId="55A9166D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Кам’янка-Бузький ДЛГП</w:t>
            </w:r>
          </w:p>
        </w:tc>
        <w:tc>
          <w:tcPr>
            <w:tcW w:w="3231" w:type="dxa"/>
          </w:tcPr>
          <w:p w14:paraId="5D41DA5C" w14:textId="52CE274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49C63DF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с. Сапіжанка</w:t>
            </w:r>
          </w:p>
          <w:p w14:paraId="4262EED0" w14:textId="5543FEC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моб</w:t>
            </w:r>
            <w:proofErr w:type="spellEnd"/>
            <w:r w:rsidRPr="00C44CFB">
              <w:rPr>
                <w:sz w:val="20"/>
                <w:szCs w:val="20"/>
              </w:rPr>
              <w:t xml:space="preserve">. </w:t>
            </w:r>
            <w:r w:rsidRPr="00C44CFB">
              <w:rPr>
                <w:bCs w:val="0"/>
                <w:sz w:val="20"/>
                <w:szCs w:val="20"/>
              </w:rPr>
              <w:t>067-795-25-26</w:t>
            </w:r>
          </w:p>
        </w:tc>
        <w:tc>
          <w:tcPr>
            <w:tcW w:w="994" w:type="dxa"/>
          </w:tcPr>
          <w:p w14:paraId="687087EA" w14:textId="2C91EE2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30/</w:t>
            </w:r>
            <w:r w:rsidRPr="00C44CF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</w:tcPr>
          <w:p w14:paraId="401AFA7E" w14:textId="756A7AE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20AD8952" w14:textId="77777777" w:rsidTr="00235626">
        <w:trPr>
          <w:trHeight w:val="716"/>
        </w:trPr>
        <w:tc>
          <w:tcPr>
            <w:tcW w:w="562" w:type="dxa"/>
            <w:gridSpan w:val="3"/>
          </w:tcPr>
          <w:p w14:paraId="4F6E5481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0F8D75E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18"/>
              </w:rPr>
            </w:pPr>
            <w:r w:rsidRPr="00C44CFB">
              <w:rPr>
                <w:sz w:val="20"/>
                <w:szCs w:val="18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18"/>
              </w:rPr>
              <w:t>Галсільліс</w:t>
            </w:r>
            <w:proofErr w:type="spellEnd"/>
            <w:r w:rsidRPr="00C44CFB">
              <w:rPr>
                <w:sz w:val="20"/>
                <w:szCs w:val="18"/>
              </w:rPr>
              <w:t>»</w:t>
            </w:r>
          </w:p>
          <w:p w14:paraId="56ACC62F" w14:textId="356AEB85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18"/>
              </w:rPr>
              <w:t>Перемишлянське ДЛГП</w:t>
            </w:r>
          </w:p>
        </w:tc>
        <w:tc>
          <w:tcPr>
            <w:tcW w:w="3231" w:type="dxa"/>
          </w:tcPr>
          <w:p w14:paraId="3D3BD370" w14:textId="61DA13E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18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063A3C72" w14:textId="77777777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C44CFB">
              <w:rPr>
                <w:sz w:val="20"/>
                <w:szCs w:val="18"/>
              </w:rPr>
              <w:t>м. Перемишляни,</w:t>
            </w:r>
          </w:p>
          <w:p w14:paraId="032D8562" w14:textId="77777777" w:rsidR="004F747D" w:rsidRPr="00C44CFB" w:rsidRDefault="004F747D" w:rsidP="004F747D">
            <w:pPr>
              <w:jc w:val="center"/>
              <w:rPr>
                <w:sz w:val="20"/>
                <w:szCs w:val="18"/>
              </w:rPr>
            </w:pPr>
            <w:r w:rsidRPr="00C44CFB">
              <w:rPr>
                <w:sz w:val="20"/>
                <w:szCs w:val="18"/>
              </w:rPr>
              <w:t xml:space="preserve">вул. </w:t>
            </w:r>
            <w:proofErr w:type="spellStart"/>
            <w:r w:rsidRPr="00C44CFB">
              <w:rPr>
                <w:sz w:val="20"/>
                <w:szCs w:val="18"/>
              </w:rPr>
              <w:t>Ковча</w:t>
            </w:r>
            <w:proofErr w:type="spellEnd"/>
            <w:r w:rsidRPr="00C44CFB">
              <w:rPr>
                <w:sz w:val="20"/>
                <w:szCs w:val="18"/>
              </w:rPr>
              <w:t>, 4</w:t>
            </w:r>
          </w:p>
          <w:p w14:paraId="3B2B4BC6" w14:textId="0462BB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18"/>
              </w:rPr>
              <w:t>096-362-69-44</w:t>
            </w:r>
          </w:p>
        </w:tc>
        <w:tc>
          <w:tcPr>
            <w:tcW w:w="994" w:type="dxa"/>
          </w:tcPr>
          <w:p w14:paraId="0706CDD7" w14:textId="5AB7288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18"/>
              </w:rPr>
              <w:t>8/</w:t>
            </w:r>
            <w:r w:rsidRPr="00C44CFB">
              <w:rPr>
                <w:sz w:val="20"/>
                <w:szCs w:val="18"/>
                <w:lang w:val="ru-RU"/>
              </w:rPr>
              <w:t>4</w:t>
            </w:r>
          </w:p>
        </w:tc>
        <w:tc>
          <w:tcPr>
            <w:tcW w:w="3112" w:type="dxa"/>
          </w:tcPr>
          <w:p w14:paraId="2B135B97" w14:textId="3F9A811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18"/>
              </w:rPr>
              <w:t>Гасіння лісовий пожеж</w:t>
            </w:r>
          </w:p>
        </w:tc>
      </w:tr>
      <w:tr w:rsidR="004F747D" w:rsidRPr="00C44CFB" w14:paraId="3529A90B" w14:textId="77777777" w:rsidTr="00235626">
        <w:trPr>
          <w:trHeight w:val="716"/>
        </w:trPr>
        <w:tc>
          <w:tcPr>
            <w:tcW w:w="562" w:type="dxa"/>
            <w:gridSpan w:val="3"/>
          </w:tcPr>
          <w:p w14:paraId="1C6180FF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5568FBE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639E76C6" w14:textId="04D53DB3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Пустомитівське ДЛГП</w:t>
            </w:r>
          </w:p>
        </w:tc>
        <w:tc>
          <w:tcPr>
            <w:tcW w:w="3231" w:type="dxa"/>
          </w:tcPr>
          <w:p w14:paraId="513F765A" w14:textId="03ACAF0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12C47A5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Пустомити</w:t>
            </w:r>
          </w:p>
          <w:p w14:paraId="16951AD1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Грушевського, 22а</w:t>
            </w:r>
          </w:p>
          <w:p w14:paraId="0AAC2E2B" w14:textId="71328FE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098-402-14-45</w:t>
            </w:r>
          </w:p>
        </w:tc>
        <w:tc>
          <w:tcPr>
            <w:tcW w:w="994" w:type="dxa"/>
          </w:tcPr>
          <w:p w14:paraId="0A73E870" w14:textId="3BC771C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9/</w:t>
            </w:r>
            <w:r w:rsidRPr="00C44CF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112" w:type="dxa"/>
          </w:tcPr>
          <w:p w14:paraId="1BA8C8BD" w14:textId="6D659A1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0B0B579E" w14:textId="77777777" w:rsidTr="00DB403C">
        <w:trPr>
          <w:trHeight w:val="115"/>
        </w:trPr>
        <w:tc>
          <w:tcPr>
            <w:tcW w:w="15619" w:type="dxa"/>
            <w:gridSpan w:val="10"/>
          </w:tcPr>
          <w:p w14:paraId="04F02014" w14:textId="1138B38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САМБРСЬКИЙ РАЙОН</w:t>
            </w:r>
          </w:p>
        </w:tc>
      </w:tr>
      <w:tr w:rsidR="004F747D" w:rsidRPr="00C44CFB" w14:paraId="259165B5" w14:textId="77777777" w:rsidTr="00235626">
        <w:trPr>
          <w:trHeight w:val="205"/>
        </w:trPr>
        <w:tc>
          <w:tcPr>
            <w:tcW w:w="562" w:type="dxa"/>
            <w:gridSpan w:val="3"/>
          </w:tcPr>
          <w:p w14:paraId="524F0395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7147116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3C4949B0" w14:textId="16434651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Ст.Самбірське</w:t>
            </w:r>
            <w:proofErr w:type="spellEnd"/>
            <w:r w:rsidRPr="00C44CFB">
              <w:rPr>
                <w:sz w:val="20"/>
                <w:szCs w:val="20"/>
              </w:rPr>
              <w:t xml:space="preserve"> ДЛГП</w:t>
            </w:r>
          </w:p>
        </w:tc>
        <w:tc>
          <w:tcPr>
            <w:tcW w:w="3231" w:type="dxa"/>
          </w:tcPr>
          <w:p w14:paraId="629CC79E" w14:textId="2DED456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028D42B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Старий Самбір,</w:t>
            </w:r>
          </w:p>
          <w:p w14:paraId="0044167C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вул. </w:t>
            </w:r>
            <w:proofErr w:type="spellStart"/>
            <w:r w:rsidRPr="00C44CFB">
              <w:rPr>
                <w:sz w:val="20"/>
                <w:szCs w:val="20"/>
              </w:rPr>
              <w:t>Коцюбинськогоо</w:t>
            </w:r>
            <w:proofErr w:type="spellEnd"/>
            <w:r w:rsidRPr="00C44CFB">
              <w:rPr>
                <w:sz w:val="20"/>
                <w:szCs w:val="20"/>
              </w:rPr>
              <w:t>, 6</w:t>
            </w:r>
          </w:p>
          <w:p w14:paraId="4F1F3D8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(238) - 2-18-60</w:t>
            </w:r>
          </w:p>
          <w:p w14:paraId="33A2DAB5" w14:textId="7C887AD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моб</w:t>
            </w:r>
            <w:proofErr w:type="spellEnd"/>
            <w:r w:rsidRPr="00C44CFB">
              <w:rPr>
                <w:sz w:val="20"/>
                <w:szCs w:val="20"/>
              </w:rPr>
              <w:t xml:space="preserve">. </w:t>
            </w:r>
            <w:r w:rsidRPr="00C44CFB">
              <w:rPr>
                <w:bCs w:val="0"/>
                <w:sz w:val="20"/>
                <w:szCs w:val="20"/>
              </w:rPr>
              <w:t>097-116-91-96</w:t>
            </w:r>
          </w:p>
        </w:tc>
        <w:tc>
          <w:tcPr>
            <w:tcW w:w="994" w:type="dxa"/>
          </w:tcPr>
          <w:p w14:paraId="09AD1139" w14:textId="1ADE78E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65/</w:t>
            </w:r>
            <w:r w:rsidRPr="00C44CF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</w:tcPr>
          <w:p w14:paraId="4F7A656A" w14:textId="63D02EA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511582D7" w14:textId="77777777" w:rsidTr="00235626">
        <w:trPr>
          <w:trHeight w:val="235"/>
        </w:trPr>
        <w:tc>
          <w:tcPr>
            <w:tcW w:w="562" w:type="dxa"/>
            <w:gridSpan w:val="3"/>
          </w:tcPr>
          <w:p w14:paraId="6522757A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49B5BA5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7601C938" w14:textId="171796A5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Турківське ДЛГП</w:t>
            </w:r>
          </w:p>
        </w:tc>
        <w:tc>
          <w:tcPr>
            <w:tcW w:w="3231" w:type="dxa"/>
          </w:tcPr>
          <w:p w14:paraId="3D916BDF" w14:textId="7EFAF9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7D3A019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м.Турка</w:t>
            </w:r>
            <w:proofErr w:type="spellEnd"/>
            <w:r w:rsidRPr="00C44CFB">
              <w:rPr>
                <w:sz w:val="20"/>
                <w:szCs w:val="20"/>
              </w:rPr>
              <w:t>, вул. Данила Галицького,2</w:t>
            </w:r>
          </w:p>
          <w:p w14:paraId="0EE40DAD" w14:textId="355CE8B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(269)  3-17-59, </w:t>
            </w:r>
            <w:r w:rsidRPr="00C44CFB">
              <w:rPr>
                <w:bCs w:val="0"/>
                <w:sz w:val="20"/>
                <w:szCs w:val="20"/>
              </w:rPr>
              <w:t>096-976-19-93</w:t>
            </w:r>
          </w:p>
        </w:tc>
        <w:tc>
          <w:tcPr>
            <w:tcW w:w="994" w:type="dxa"/>
          </w:tcPr>
          <w:p w14:paraId="5DED5A25" w14:textId="4859422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44/</w:t>
            </w:r>
            <w:r w:rsidRPr="00C44CFB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3112" w:type="dxa"/>
          </w:tcPr>
          <w:p w14:paraId="75A83566" w14:textId="234B7B1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4320065D" w14:textId="77777777" w:rsidTr="00AC4FBA">
        <w:trPr>
          <w:trHeight w:val="247"/>
        </w:trPr>
        <w:tc>
          <w:tcPr>
            <w:tcW w:w="15619" w:type="dxa"/>
            <w:gridSpan w:val="10"/>
          </w:tcPr>
          <w:p w14:paraId="37F16798" w14:textId="5EB2FA9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СТРИЙСЬКИЙ РАЙОН</w:t>
            </w:r>
          </w:p>
        </w:tc>
      </w:tr>
      <w:tr w:rsidR="004F747D" w:rsidRPr="00C44CFB" w14:paraId="0C5F74E5" w14:textId="77777777" w:rsidTr="00235626">
        <w:trPr>
          <w:trHeight w:val="716"/>
        </w:trPr>
        <w:tc>
          <w:tcPr>
            <w:tcW w:w="562" w:type="dxa"/>
            <w:gridSpan w:val="3"/>
          </w:tcPr>
          <w:p w14:paraId="5697AAC1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81237C3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137E9E36" w14:textId="5DF1FEC4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Сколівське ДЛГП</w:t>
            </w:r>
          </w:p>
        </w:tc>
        <w:tc>
          <w:tcPr>
            <w:tcW w:w="3231" w:type="dxa"/>
          </w:tcPr>
          <w:p w14:paraId="7B8826E6" w14:textId="27C7979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2F10704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Сколе, вул.</w:t>
            </w:r>
          </w:p>
          <w:p w14:paraId="24AF17A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proofErr w:type="spellStart"/>
            <w:r w:rsidRPr="00C44CFB">
              <w:rPr>
                <w:sz w:val="20"/>
                <w:szCs w:val="20"/>
              </w:rPr>
              <w:t>Кн</w:t>
            </w:r>
            <w:proofErr w:type="spellEnd"/>
            <w:r w:rsidRPr="00C44CFB">
              <w:rPr>
                <w:sz w:val="20"/>
                <w:szCs w:val="20"/>
              </w:rPr>
              <w:t>. Святослава, 4б</w:t>
            </w:r>
          </w:p>
          <w:p w14:paraId="314948FB" w14:textId="6C2B115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(251) - 2-23-27</w:t>
            </w:r>
          </w:p>
        </w:tc>
        <w:tc>
          <w:tcPr>
            <w:tcW w:w="994" w:type="dxa"/>
          </w:tcPr>
          <w:p w14:paraId="63818FBC" w14:textId="4B4464B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30/</w:t>
            </w:r>
            <w:r w:rsidRPr="00C44CFB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2" w:type="dxa"/>
          </w:tcPr>
          <w:p w14:paraId="7C74153B" w14:textId="19D85F9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32398523" w14:textId="77777777" w:rsidTr="00235626">
        <w:trPr>
          <w:trHeight w:val="716"/>
        </w:trPr>
        <w:tc>
          <w:tcPr>
            <w:tcW w:w="562" w:type="dxa"/>
            <w:gridSpan w:val="3"/>
          </w:tcPr>
          <w:p w14:paraId="25925121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CD772DB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п-во»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793F293D" w14:textId="105DF6FB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Славське ДЛГП</w:t>
            </w:r>
          </w:p>
        </w:tc>
        <w:tc>
          <w:tcPr>
            <w:tcW w:w="3231" w:type="dxa"/>
          </w:tcPr>
          <w:p w14:paraId="071E0997" w14:textId="7FD8B03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36EDB85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смт. </w:t>
            </w:r>
            <w:proofErr w:type="spellStart"/>
            <w:r w:rsidRPr="00C44CFB">
              <w:rPr>
                <w:sz w:val="20"/>
                <w:szCs w:val="20"/>
              </w:rPr>
              <w:t>Славсько</w:t>
            </w:r>
            <w:proofErr w:type="spellEnd"/>
            <w:r w:rsidRPr="00C44CFB">
              <w:rPr>
                <w:sz w:val="20"/>
                <w:szCs w:val="20"/>
              </w:rPr>
              <w:t>,</w:t>
            </w:r>
          </w:p>
          <w:p w14:paraId="58C6245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вул. </w:t>
            </w:r>
            <w:proofErr w:type="spellStart"/>
            <w:r w:rsidRPr="00C44CFB">
              <w:rPr>
                <w:sz w:val="20"/>
                <w:szCs w:val="20"/>
              </w:rPr>
              <w:t>Устияновича</w:t>
            </w:r>
            <w:proofErr w:type="spellEnd"/>
            <w:r w:rsidRPr="00C44CFB">
              <w:rPr>
                <w:sz w:val="20"/>
                <w:szCs w:val="20"/>
              </w:rPr>
              <w:t>, 10</w:t>
            </w:r>
          </w:p>
          <w:p w14:paraId="2662A639" w14:textId="446D210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(251) - 4-24-33</w:t>
            </w:r>
          </w:p>
        </w:tc>
        <w:tc>
          <w:tcPr>
            <w:tcW w:w="994" w:type="dxa"/>
          </w:tcPr>
          <w:p w14:paraId="318F8D4F" w14:textId="2998FA5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39/</w:t>
            </w:r>
            <w:r w:rsidRPr="00C44CFB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2" w:type="dxa"/>
          </w:tcPr>
          <w:p w14:paraId="6B2CD6CE" w14:textId="6CC790B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57970AA2" w14:textId="77777777" w:rsidTr="00235626">
        <w:trPr>
          <w:trHeight w:val="716"/>
        </w:trPr>
        <w:tc>
          <w:tcPr>
            <w:tcW w:w="562" w:type="dxa"/>
            <w:gridSpan w:val="3"/>
          </w:tcPr>
          <w:p w14:paraId="0A478953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3F07015D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756BFAE8" w14:textId="0ACC1AA4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Миколаївське ДЛГП</w:t>
            </w:r>
          </w:p>
        </w:tc>
        <w:tc>
          <w:tcPr>
            <w:tcW w:w="3231" w:type="dxa"/>
          </w:tcPr>
          <w:p w14:paraId="4A859A9B" w14:textId="5326AE7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0E00D1F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Миколаїв,</w:t>
            </w:r>
          </w:p>
          <w:p w14:paraId="5084DC4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Львівське шосе, 1</w:t>
            </w:r>
          </w:p>
          <w:p w14:paraId="0288FDC2" w14:textId="14039C4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(241) - 5-07-06</w:t>
            </w:r>
          </w:p>
        </w:tc>
        <w:tc>
          <w:tcPr>
            <w:tcW w:w="994" w:type="dxa"/>
          </w:tcPr>
          <w:p w14:paraId="5C7BBFF6" w14:textId="698F6619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9/</w:t>
            </w:r>
            <w:r w:rsidRPr="00C44CF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3112" w:type="dxa"/>
          </w:tcPr>
          <w:p w14:paraId="12801AF6" w14:textId="3D4CB52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лісових пожеж</w:t>
            </w:r>
          </w:p>
        </w:tc>
      </w:tr>
      <w:tr w:rsidR="004F747D" w:rsidRPr="00C44CFB" w14:paraId="15C393B9" w14:textId="77777777" w:rsidTr="00235626">
        <w:trPr>
          <w:trHeight w:val="716"/>
        </w:trPr>
        <w:tc>
          <w:tcPr>
            <w:tcW w:w="562" w:type="dxa"/>
            <w:gridSpan w:val="3"/>
          </w:tcPr>
          <w:p w14:paraId="48B7AB55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42CEA4D6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4934A89B" w14:textId="0C966F66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Жидачівське ДЛГП</w:t>
            </w:r>
          </w:p>
        </w:tc>
        <w:tc>
          <w:tcPr>
            <w:tcW w:w="3231" w:type="dxa"/>
          </w:tcPr>
          <w:p w14:paraId="04351C27" w14:textId="023C64BD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61F1617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смт. Журавно,</w:t>
            </w:r>
          </w:p>
          <w:p w14:paraId="043575B8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Шептицького, 2</w:t>
            </w:r>
          </w:p>
          <w:p w14:paraId="0485AF7B" w14:textId="11F1C9A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(239) - 7-22-12</w:t>
            </w:r>
          </w:p>
        </w:tc>
        <w:tc>
          <w:tcPr>
            <w:tcW w:w="994" w:type="dxa"/>
          </w:tcPr>
          <w:p w14:paraId="17A9B4B6" w14:textId="03D1827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26/</w:t>
            </w:r>
            <w:r w:rsidRPr="00C44CF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112" w:type="dxa"/>
          </w:tcPr>
          <w:p w14:paraId="64867857" w14:textId="178668D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277D01A6" w14:textId="77777777" w:rsidTr="00235626">
        <w:trPr>
          <w:trHeight w:val="716"/>
        </w:trPr>
        <w:tc>
          <w:tcPr>
            <w:tcW w:w="562" w:type="dxa"/>
            <w:gridSpan w:val="3"/>
          </w:tcPr>
          <w:p w14:paraId="4F02C4C1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A71E67D" w14:textId="77777777" w:rsidR="004F747D" w:rsidRPr="00C44CFB" w:rsidRDefault="004F747D" w:rsidP="004F747D">
            <w:pPr>
              <w:ind w:firstLine="119"/>
              <w:jc w:val="both"/>
              <w:rPr>
                <w:lang w:eastAsia="zh-CN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3842F3A9" w14:textId="1EA41B16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Стрийське ДЛГП</w:t>
            </w:r>
          </w:p>
        </w:tc>
        <w:tc>
          <w:tcPr>
            <w:tcW w:w="3231" w:type="dxa"/>
          </w:tcPr>
          <w:p w14:paraId="7B8A622C" w14:textId="18AFCE0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2B7F640B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м. Стрий,</w:t>
            </w:r>
          </w:p>
          <w:p w14:paraId="512DC5BF" w14:textId="77777777" w:rsidR="004F747D" w:rsidRPr="00C44CFB" w:rsidRDefault="004F747D" w:rsidP="004F747D">
            <w:pPr>
              <w:jc w:val="center"/>
            </w:pPr>
            <w:r w:rsidRPr="00C44CFB">
              <w:rPr>
                <w:sz w:val="20"/>
                <w:szCs w:val="20"/>
              </w:rPr>
              <w:t>вул. Г. Сковороди, 3</w:t>
            </w:r>
          </w:p>
          <w:p w14:paraId="06E532A4" w14:textId="1344BE8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(245)  3-24-05</w:t>
            </w:r>
          </w:p>
        </w:tc>
        <w:tc>
          <w:tcPr>
            <w:tcW w:w="994" w:type="dxa"/>
          </w:tcPr>
          <w:p w14:paraId="21D46C69" w14:textId="27291A74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16/2</w:t>
            </w:r>
          </w:p>
        </w:tc>
        <w:tc>
          <w:tcPr>
            <w:tcW w:w="3112" w:type="dxa"/>
          </w:tcPr>
          <w:p w14:paraId="6D4FBFC6" w14:textId="6EE8A8A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7ED8E800" w14:textId="77777777" w:rsidTr="00793AD8">
        <w:trPr>
          <w:trHeight w:val="187"/>
        </w:trPr>
        <w:tc>
          <w:tcPr>
            <w:tcW w:w="15619" w:type="dxa"/>
            <w:gridSpan w:val="10"/>
          </w:tcPr>
          <w:p w14:paraId="2D53B1CE" w14:textId="40A93146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ШЕПТИЦЬКИЙ</w:t>
            </w:r>
            <w:r w:rsidRPr="00C44CFB">
              <w:rPr>
                <w:b/>
                <w:sz w:val="20"/>
                <w:szCs w:val="20"/>
              </w:rPr>
              <w:t xml:space="preserve"> РАЙОН</w:t>
            </w:r>
          </w:p>
        </w:tc>
      </w:tr>
      <w:tr w:rsidR="004F747D" w:rsidRPr="00C44CFB" w14:paraId="1ADEA453" w14:textId="77777777" w:rsidTr="00235626">
        <w:trPr>
          <w:trHeight w:val="716"/>
        </w:trPr>
        <w:tc>
          <w:tcPr>
            <w:tcW w:w="562" w:type="dxa"/>
            <w:gridSpan w:val="3"/>
          </w:tcPr>
          <w:p w14:paraId="6D74C8BC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7D156B69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3445B63B" w14:textId="39C694AE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Радехівське ДЛГП</w:t>
            </w:r>
          </w:p>
        </w:tc>
        <w:tc>
          <w:tcPr>
            <w:tcW w:w="3231" w:type="dxa"/>
          </w:tcPr>
          <w:p w14:paraId="716CB87E" w14:textId="1242A2AB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21672A3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Радехів,</w:t>
            </w:r>
          </w:p>
          <w:p w14:paraId="0DCBBE1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Зелена, 15</w:t>
            </w:r>
          </w:p>
          <w:p w14:paraId="72EEA96A" w14:textId="5C47B1E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(255) - 2-27-90</w:t>
            </w:r>
          </w:p>
        </w:tc>
        <w:tc>
          <w:tcPr>
            <w:tcW w:w="994" w:type="dxa"/>
          </w:tcPr>
          <w:p w14:paraId="48E63A39" w14:textId="45818E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35/</w:t>
            </w:r>
            <w:r w:rsidRPr="00C44CF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3112" w:type="dxa"/>
          </w:tcPr>
          <w:p w14:paraId="43547A25" w14:textId="16433C0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5DF8259C" w14:textId="77777777" w:rsidTr="00235626">
        <w:trPr>
          <w:trHeight w:val="716"/>
        </w:trPr>
        <w:tc>
          <w:tcPr>
            <w:tcW w:w="562" w:type="dxa"/>
            <w:gridSpan w:val="3"/>
          </w:tcPr>
          <w:p w14:paraId="14A138E8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C61C4DC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0810E963" w14:textId="3DCA053D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Сокальське ДЛГП</w:t>
            </w:r>
          </w:p>
        </w:tc>
        <w:tc>
          <w:tcPr>
            <w:tcW w:w="3231" w:type="dxa"/>
          </w:tcPr>
          <w:p w14:paraId="0BD62AEC" w14:textId="0A37BC6C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174424BF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Сокаль,</w:t>
            </w:r>
          </w:p>
          <w:p w14:paraId="2C427EF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Горького, 8а</w:t>
            </w:r>
          </w:p>
          <w:p w14:paraId="32395CCD" w14:textId="0E0E9451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т. (257) - 2-11-39</w:t>
            </w:r>
          </w:p>
        </w:tc>
        <w:tc>
          <w:tcPr>
            <w:tcW w:w="994" w:type="dxa"/>
          </w:tcPr>
          <w:p w14:paraId="5DA9FFBC" w14:textId="605CAA2F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39/</w:t>
            </w:r>
            <w:r w:rsidRPr="00C44CFB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2" w:type="dxa"/>
          </w:tcPr>
          <w:p w14:paraId="5DC4B247" w14:textId="5DF9C735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15784BE7" w14:textId="77777777" w:rsidTr="00AB1B51">
        <w:trPr>
          <w:trHeight w:val="197"/>
        </w:trPr>
        <w:tc>
          <w:tcPr>
            <w:tcW w:w="15619" w:type="dxa"/>
            <w:gridSpan w:val="10"/>
          </w:tcPr>
          <w:p w14:paraId="0A8B1A30" w14:textId="168BB54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ЯВОРІВСЬКИЙ РАЙОН</w:t>
            </w:r>
          </w:p>
        </w:tc>
      </w:tr>
      <w:tr w:rsidR="004F747D" w:rsidRPr="00C44CFB" w14:paraId="5BCE3224" w14:textId="77777777" w:rsidTr="00235626">
        <w:trPr>
          <w:trHeight w:val="716"/>
        </w:trPr>
        <w:tc>
          <w:tcPr>
            <w:tcW w:w="562" w:type="dxa"/>
            <w:gridSpan w:val="3"/>
          </w:tcPr>
          <w:p w14:paraId="3DBD9212" w14:textId="77777777" w:rsidR="004F747D" w:rsidRPr="00C44CFB" w:rsidRDefault="004F747D" w:rsidP="004F747D">
            <w:pPr>
              <w:numPr>
                <w:ilvl w:val="0"/>
                <w:numId w:val="17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680F42E9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Обласне комунальне спеціалізоване лісогосподарське підприємство  «</w:t>
            </w:r>
            <w:proofErr w:type="spellStart"/>
            <w:r w:rsidRPr="00C44CFB">
              <w:rPr>
                <w:sz w:val="20"/>
                <w:szCs w:val="20"/>
              </w:rPr>
              <w:t>Галсільліс</w:t>
            </w:r>
            <w:proofErr w:type="spellEnd"/>
            <w:r w:rsidRPr="00C44CFB">
              <w:rPr>
                <w:sz w:val="20"/>
                <w:szCs w:val="20"/>
              </w:rPr>
              <w:t>»</w:t>
            </w:r>
          </w:p>
          <w:p w14:paraId="2C99896B" w14:textId="2C86E32A" w:rsidR="004F747D" w:rsidRPr="00C44CFB" w:rsidRDefault="004F747D" w:rsidP="004F747D">
            <w:pPr>
              <w:ind w:firstLine="119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Яворівське ДЛГП</w:t>
            </w:r>
          </w:p>
        </w:tc>
        <w:tc>
          <w:tcPr>
            <w:tcW w:w="3231" w:type="dxa"/>
          </w:tcPr>
          <w:p w14:paraId="19398F49" w14:textId="4DC57D73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Пожежна команда</w:t>
            </w:r>
          </w:p>
        </w:tc>
        <w:tc>
          <w:tcPr>
            <w:tcW w:w="3154" w:type="dxa"/>
            <w:gridSpan w:val="2"/>
          </w:tcPr>
          <w:p w14:paraId="2C6A91A6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Яворів,</w:t>
            </w:r>
          </w:p>
          <w:p w14:paraId="0F62643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Бічна Граблі, 2</w:t>
            </w:r>
          </w:p>
          <w:p w14:paraId="503AACF3" w14:textId="4CABAD28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(259)  2-23-40, </w:t>
            </w:r>
            <w:r w:rsidRPr="00C44CFB">
              <w:rPr>
                <w:bCs w:val="0"/>
                <w:sz w:val="20"/>
                <w:szCs w:val="20"/>
              </w:rPr>
              <w:t>098-262-25-41</w:t>
            </w:r>
          </w:p>
        </w:tc>
        <w:tc>
          <w:tcPr>
            <w:tcW w:w="994" w:type="dxa"/>
          </w:tcPr>
          <w:p w14:paraId="7609C06A" w14:textId="711EB830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40/</w:t>
            </w:r>
            <w:r w:rsidRPr="00C44CFB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3112" w:type="dxa"/>
          </w:tcPr>
          <w:p w14:paraId="6F27900D" w14:textId="428CEF6A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Гасіння лісовий пожеж</w:t>
            </w:r>
          </w:p>
        </w:tc>
      </w:tr>
      <w:tr w:rsidR="004F747D" w:rsidRPr="00C44CFB" w14:paraId="5D0D47C3" w14:textId="77777777" w:rsidTr="00453902">
        <w:trPr>
          <w:trHeight w:val="124"/>
        </w:trPr>
        <w:tc>
          <w:tcPr>
            <w:tcW w:w="5128" w:type="dxa"/>
            <w:gridSpan w:val="5"/>
            <w:shd w:val="clear" w:color="auto" w:fill="FFFFFF"/>
          </w:tcPr>
          <w:p w14:paraId="04317B06" w14:textId="654962DE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shd w:val="clear" w:color="auto" w:fill="FFFFFF"/>
            <w:vAlign w:val="center"/>
          </w:tcPr>
          <w:p w14:paraId="79493D7D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shd w:val="clear" w:color="auto" w:fill="FFFFFF"/>
            <w:vAlign w:val="center"/>
          </w:tcPr>
          <w:p w14:paraId="09C8D9FA" w14:textId="5105C452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795EFF25" w14:textId="7E7F3DC5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516/68</w:t>
            </w:r>
          </w:p>
        </w:tc>
        <w:tc>
          <w:tcPr>
            <w:tcW w:w="3112" w:type="dxa"/>
            <w:vAlign w:val="center"/>
          </w:tcPr>
          <w:p w14:paraId="4C6F188A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C44CFB" w14:paraId="71DA365B" w14:textId="77777777" w:rsidTr="009E77A1">
        <w:trPr>
          <w:trHeight w:val="124"/>
        </w:trPr>
        <w:tc>
          <w:tcPr>
            <w:tcW w:w="15619" w:type="dxa"/>
            <w:gridSpan w:val="10"/>
            <w:shd w:val="clear" w:color="auto" w:fill="FFFFFF"/>
          </w:tcPr>
          <w:p w14:paraId="3EA5988D" w14:textId="00995BB6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СИЛИ ЛЬВІВСЬКОЇ МІЖОБЛАСНОЇ ФІЛІЇ ДЕРЖАВНОГО СПЕЦІАЛІЗОВАНОГО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44CFB">
              <w:rPr>
                <w:b/>
                <w:sz w:val="20"/>
                <w:szCs w:val="20"/>
              </w:rPr>
              <w:t>ПІДПРИЄМСТВА “ОБ'ЄДНАННЯ “РАДОН”</w:t>
            </w:r>
          </w:p>
        </w:tc>
      </w:tr>
      <w:tr w:rsidR="004F747D" w:rsidRPr="00C44CFB" w14:paraId="7E41AF01" w14:textId="77777777" w:rsidTr="00235626">
        <w:trPr>
          <w:trHeight w:val="124"/>
        </w:trPr>
        <w:tc>
          <w:tcPr>
            <w:tcW w:w="562" w:type="dxa"/>
            <w:gridSpan w:val="3"/>
          </w:tcPr>
          <w:p w14:paraId="5B6438CB" w14:textId="77777777" w:rsidR="004F747D" w:rsidRPr="00C44CFB" w:rsidRDefault="004F747D" w:rsidP="004F747D">
            <w:pPr>
              <w:widowControl w:val="0"/>
              <w:numPr>
                <w:ilvl w:val="0"/>
                <w:numId w:val="18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2EE3A7C7" w14:textId="77777777" w:rsidR="004F747D" w:rsidRPr="00C44CFB" w:rsidRDefault="004F747D" w:rsidP="004F747D">
            <w:pPr>
              <w:ind w:firstLine="261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Державне спеціалізоване підприємство «</w:t>
            </w:r>
            <w:proofErr w:type="spellStart"/>
            <w:r w:rsidRPr="00C44CFB">
              <w:rPr>
                <w:sz w:val="20"/>
                <w:szCs w:val="20"/>
              </w:rPr>
              <w:t>Обєднання</w:t>
            </w:r>
            <w:proofErr w:type="spellEnd"/>
            <w:r w:rsidRPr="00C44CFB">
              <w:rPr>
                <w:sz w:val="20"/>
                <w:szCs w:val="20"/>
              </w:rPr>
              <w:t xml:space="preserve"> «Радон»</w:t>
            </w:r>
          </w:p>
        </w:tc>
        <w:tc>
          <w:tcPr>
            <w:tcW w:w="3231" w:type="dxa"/>
          </w:tcPr>
          <w:p w14:paraId="6EA84393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Львівська міжобласна філія Державного спеціалізованого підприємства</w:t>
            </w:r>
          </w:p>
          <w:p w14:paraId="483546C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"Об'єднання "Радон"</w:t>
            </w:r>
          </w:p>
        </w:tc>
        <w:tc>
          <w:tcPr>
            <w:tcW w:w="3154" w:type="dxa"/>
            <w:gridSpan w:val="2"/>
          </w:tcPr>
          <w:p w14:paraId="3EE91B2E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м. Львів,</w:t>
            </w:r>
          </w:p>
          <w:p w14:paraId="0FC49A37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вул. Таджицька, 4</w:t>
            </w:r>
          </w:p>
          <w:p w14:paraId="045CF60B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(032) 251-19-00</w:t>
            </w:r>
          </w:p>
          <w:p w14:paraId="7D57B119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(032) 271-24-26</w:t>
            </w:r>
          </w:p>
          <w:p w14:paraId="283219A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</w:tcPr>
          <w:p w14:paraId="250DC74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12/2</w:t>
            </w:r>
          </w:p>
        </w:tc>
        <w:tc>
          <w:tcPr>
            <w:tcW w:w="3112" w:type="dxa"/>
          </w:tcPr>
          <w:p w14:paraId="1CA1979A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Участь у ліквідації радіаційних аварій, ведення індивідуального дозиметричного контролю зовнішнього та внутрішнього опромінення персоналу на </w:t>
            </w:r>
            <w:proofErr w:type="spellStart"/>
            <w:r w:rsidRPr="00C44CFB">
              <w:rPr>
                <w:sz w:val="20"/>
                <w:szCs w:val="20"/>
              </w:rPr>
              <w:t>спєцпідприємствах</w:t>
            </w:r>
            <w:proofErr w:type="spellEnd"/>
            <w:r w:rsidRPr="00C44CFB">
              <w:rPr>
                <w:sz w:val="20"/>
                <w:szCs w:val="20"/>
              </w:rPr>
              <w:t xml:space="preserve"> об'єднання, надання організаційно-методичної та технічної допомоги службам радіаційної безпеки і </w:t>
            </w:r>
            <w:proofErr w:type="spellStart"/>
            <w:r w:rsidRPr="00C44CFB">
              <w:rPr>
                <w:sz w:val="20"/>
                <w:szCs w:val="20"/>
              </w:rPr>
              <w:t>спецпідприємств</w:t>
            </w:r>
            <w:proofErr w:type="spellEnd"/>
          </w:p>
        </w:tc>
      </w:tr>
      <w:tr w:rsidR="004F747D" w:rsidRPr="00C44CFB" w14:paraId="38F10680" w14:textId="77777777" w:rsidTr="00235626">
        <w:trPr>
          <w:trHeight w:val="124"/>
        </w:trPr>
        <w:tc>
          <w:tcPr>
            <w:tcW w:w="562" w:type="dxa"/>
            <w:gridSpan w:val="3"/>
          </w:tcPr>
          <w:p w14:paraId="38E3C52E" w14:textId="77777777" w:rsidR="004F747D" w:rsidRPr="00C44CFB" w:rsidRDefault="004F747D" w:rsidP="004F747D">
            <w:pPr>
              <w:numPr>
                <w:ilvl w:val="0"/>
                <w:numId w:val="19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66" w:type="dxa"/>
            <w:gridSpan w:val="2"/>
          </w:tcPr>
          <w:p w14:paraId="15104D74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Центральна рада</w:t>
            </w:r>
          </w:p>
          <w:p w14:paraId="2D782984" w14:textId="77777777" w:rsidR="004F747D" w:rsidRPr="00C44CFB" w:rsidRDefault="004F747D" w:rsidP="004F747D">
            <w:pPr>
              <w:ind w:firstLine="119"/>
              <w:jc w:val="both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«Товариства рятування на воді»</w:t>
            </w:r>
          </w:p>
        </w:tc>
        <w:tc>
          <w:tcPr>
            <w:tcW w:w="3231" w:type="dxa"/>
          </w:tcPr>
          <w:p w14:paraId="75DD86A4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Львівська обласна центральна </w:t>
            </w:r>
            <w:proofErr w:type="spellStart"/>
            <w:r w:rsidRPr="00C44CFB">
              <w:rPr>
                <w:sz w:val="20"/>
                <w:szCs w:val="20"/>
              </w:rPr>
              <w:t>водолазно</w:t>
            </w:r>
            <w:proofErr w:type="spellEnd"/>
            <w:r w:rsidRPr="00C44CFB">
              <w:rPr>
                <w:sz w:val="20"/>
                <w:szCs w:val="20"/>
              </w:rPr>
              <w:t>-рятувальна служба</w:t>
            </w:r>
          </w:p>
        </w:tc>
        <w:tc>
          <w:tcPr>
            <w:tcW w:w="3154" w:type="dxa"/>
            <w:gridSpan w:val="2"/>
          </w:tcPr>
          <w:p w14:paraId="4E832BAD" w14:textId="77777777" w:rsidR="004F747D" w:rsidRPr="00C44CFB" w:rsidRDefault="004F747D" w:rsidP="004F747D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м. Львів,</w:t>
            </w:r>
          </w:p>
          <w:p w14:paraId="192F6D7B" w14:textId="77777777" w:rsidR="004F747D" w:rsidRPr="00C44CFB" w:rsidRDefault="004F747D" w:rsidP="004F747D">
            <w:pPr>
              <w:jc w:val="center"/>
              <w:rPr>
                <w:bCs w:val="0"/>
                <w:sz w:val="20"/>
                <w:szCs w:val="20"/>
              </w:rPr>
            </w:pPr>
            <w:r w:rsidRPr="00C44CFB">
              <w:rPr>
                <w:bCs w:val="0"/>
                <w:sz w:val="20"/>
                <w:szCs w:val="20"/>
              </w:rPr>
              <w:t>вул. Личаківська, 10/12</w:t>
            </w:r>
          </w:p>
          <w:p w14:paraId="4B87D529" w14:textId="77777777" w:rsidR="004F747D" w:rsidRPr="00C44CFB" w:rsidRDefault="004F747D" w:rsidP="004F747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(032) 275-82-13</w:t>
            </w:r>
          </w:p>
          <w:p w14:paraId="350958B1" w14:textId="77777777" w:rsidR="004F747D" w:rsidRPr="00C44CFB" w:rsidRDefault="004F747D" w:rsidP="004F747D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(032) 275-82-14</w:t>
            </w:r>
          </w:p>
        </w:tc>
        <w:tc>
          <w:tcPr>
            <w:tcW w:w="994" w:type="dxa"/>
          </w:tcPr>
          <w:p w14:paraId="429C4D20" w14:textId="77777777" w:rsidR="004F747D" w:rsidRPr="00C44CFB" w:rsidRDefault="004F747D" w:rsidP="004F747D">
            <w:pPr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52/6</w:t>
            </w:r>
          </w:p>
        </w:tc>
        <w:tc>
          <w:tcPr>
            <w:tcW w:w="3112" w:type="dxa"/>
          </w:tcPr>
          <w:p w14:paraId="0147A1C4" w14:textId="77777777" w:rsidR="004F747D" w:rsidRPr="00C44CFB" w:rsidRDefault="004F747D" w:rsidP="004F747D">
            <w:pPr>
              <w:autoSpaceDE w:val="0"/>
              <w:autoSpaceDN w:val="0"/>
              <w:ind w:right="-15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 xml:space="preserve">Організація та проведення </w:t>
            </w:r>
            <w:proofErr w:type="spellStart"/>
            <w:r w:rsidRPr="00C44CFB">
              <w:rPr>
                <w:sz w:val="20"/>
                <w:szCs w:val="20"/>
              </w:rPr>
              <w:t>рятувально</w:t>
            </w:r>
            <w:proofErr w:type="spellEnd"/>
            <w:r w:rsidRPr="00C44CFB">
              <w:rPr>
                <w:sz w:val="20"/>
                <w:szCs w:val="20"/>
              </w:rPr>
              <w:t xml:space="preserve">-водолазних, </w:t>
            </w:r>
            <w:proofErr w:type="spellStart"/>
            <w:r w:rsidRPr="00C44CFB">
              <w:rPr>
                <w:sz w:val="20"/>
                <w:szCs w:val="20"/>
              </w:rPr>
              <w:t>підводно</w:t>
            </w:r>
            <w:proofErr w:type="spellEnd"/>
            <w:r w:rsidRPr="00C44CFB">
              <w:rPr>
                <w:sz w:val="20"/>
                <w:szCs w:val="20"/>
              </w:rPr>
              <w:t>-технічних робіт,</w:t>
            </w:r>
          </w:p>
          <w:p w14:paraId="34158737" w14:textId="77777777" w:rsidR="004F747D" w:rsidRPr="00C44CFB" w:rsidRDefault="004F747D" w:rsidP="004F747D">
            <w:pPr>
              <w:autoSpaceDE w:val="0"/>
              <w:autoSpaceDN w:val="0"/>
              <w:ind w:right="-152"/>
              <w:jc w:val="center"/>
              <w:rPr>
                <w:sz w:val="20"/>
                <w:szCs w:val="20"/>
              </w:rPr>
            </w:pPr>
            <w:r w:rsidRPr="00C44CFB">
              <w:rPr>
                <w:sz w:val="20"/>
                <w:szCs w:val="20"/>
              </w:rPr>
              <w:t>та ліквідація наслідків надзвичайних ситуацій на водних об’єктах</w:t>
            </w:r>
          </w:p>
        </w:tc>
      </w:tr>
      <w:tr w:rsidR="004F747D" w:rsidRPr="00C44CFB" w14:paraId="402106D3" w14:textId="77777777" w:rsidTr="00453902">
        <w:trPr>
          <w:trHeight w:val="124"/>
        </w:trPr>
        <w:tc>
          <w:tcPr>
            <w:tcW w:w="5128" w:type="dxa"/>
            <w:gridSpan w:val="5"/>
          </w:tcPr>
          <w:p w14:paraId="1193205A" w14:textId="77777777" w:rsidR="004F747D" w:rsidRPr="00C44CFB" w:rsidRDefault="004F747D" w:rsidP="004F747D">
            <w:pPr>
              <w:widowControl w:val="0"/>
              <w:ind w:left="589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Всього:</w:t>
            </w:r>
          </w:p>
        </w:tc>
        <w:tc>
          <w:tcPr>
            <w:tcW w:w="3231" w:type="dxa"/>
            <w:vAlign w:val="center"/>
          </w:tcPr>
          <w:p w14:paraId="544CCF32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21B59B57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4F151AD7" w14:textId="77777777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64/8</w:t>
            </w:r>
          </w:p>
        </w:tc>
        <w:tc>
          <w:tcPr>
            <w:tcW w:w="3112" w:type="dxa"/>
            <w:vAlign w:val="center"/>
          </w:tcPr>
          <w:p w14:paraId="77B399D2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C44CFB" w14:paraId="1C03296E" w14:textId="77777777" w:rsidTr="00453902">
        <w:trPr>
          <w:trHeight w:val="124"/>
        </w:trPr>
        <w:tc>
          <w:tcPr>
            <w:tcW w:w="5128" w:type="dxa"/>
            <w:gridSpan w:val="5"/>
          </w:tcPr>
          <w:p w14:paraId="33E16807" w14:textId="3BA19914" w:rsidR="004F747D" w:rsidRPr="00C44CFB" w:rsidRDefault="004F747D" w:rsidP="004F747D">
            <w:pPr>
              <w:widowControl w:val="0"/>
              <w:ind w:left="589"/>
              <w:rPr>
                <w:b/>
                <w:sz w:val="20"/>
                <w:szCs w:val="20"/>
              </w:rPr>
            </w:pPr>
            <w:r w:rsidRPr="00C44CFB">
              <w:rPr>
                <w:b/>
                <w:sz w:val="20"/>
                <w:szCs w:val="20"/>
              </w:rPr>
              <w:t>Всього</w:t>
            </w:r>
            <w:r>
              <w:rPr>
                <w:b/>
                <w:sz w:val="20"/>
                <w:szCs w:val="20"/>
              </w:rPr>
              <w:t xml:space="preserve"> за </w:t>
            </w:r>
            <w:proofErr w:type="spellStart"/>
            <w:r>
              <w:rPr>
                <w:b/>
                <w:sz w:val="20"/>
                <w:szCs w:val="20"/>
              </w:rPr>
              <w:t>інши</w:t>
            </w:r>
            <w:proofErr w:type="spellEnd"/>
            <w:r>
              <w:rPr>
                <w:b/>
                <w:sz w:val="20"/>
                <w:szCs w:val="20"/>
              </w:rPr>
              <w:t xml:space="preserve"> сили ЦЗ</w:t>
            </w:r>
            <w:r w:rsidRPr="00C44CFB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231" w:type="dxa"/>
            <w:vAlign w:val="center"/>
          </w:tcPr>
          <w:p w14:paraId="69609115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vAlign w:val="center"/>
          </w:tcPr>
          <w:p w14:paraId="38AAC9D7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vAlign w:val="center"/>
          </w:tcPr>
          <w:p w14:paraId="0B0E1693" w14:textId="4F296062" w:rsidR="004F747D" w:rsidRPr="00C44CFB" w:rsidRDefault="004F747D" w:rsidP="004F747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633/95</w:t>
            </w:r>
          </w:p>
        </w:tc>
        <w:tc>
          <w:tcPr>
            <w:tcW w:w="3112" w:type="dxa"/>
            <w:vAlign w:val="center"/>
          </w:tcPr>
          <w:p w14:paraId="3684B43C" w14:textId="77777777" w:rsidR="004F747D" w:rsidRPr="00C44CFB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F747D" w:rsidRPr="005F785C" w14:paraId="1A868CE6" w14:textId="77777777" w:rsidTr="00453902">
        <w:trPr>
          <w:trHeight w:val="367"/>
        </w:trPr>
        <w:tc>
          <w:tcPr>
            <w:tcW w:w="5128" w:type="dxa"/>
            <w:gridSpan w:val="5"/>
            <w:shd w:val="clear" w:color="auto" w:fill="D9D9D9"/>
          </w:tcPr>
          <w:p w14:paraId="4E0F981B" w14:textId="77777777" w:rsidR="004F747D" w:rsidRPr="005F785C" w:rsidRDefault="004F747D" w:rsidP="004F747D">
            <w:pPr>
              <w:widowControl w:val="0"/>
              <w:ind w:left="589"/>
              <w:rPr>
                <w:b/>
                <w:sz w:val="20"/>
                <w:szCs w:val="20"/>
              </w:rPr>
            </w:pPr>
            <w:r w:rsidRPr="005F785C">
              <w:rPr>
                <w:b/>
                <w:sz w:val="20"/>
                <w:szCs w:val="20"/>
              </w:rPr>
              <w:t>Всього за Львівську область:</w:t>
            </w:r>
          </w:p>
        </w:tc>
        <w:tc>
          <w:tcPr>
            <w:tcW w:w="3231" w:type="dxa"/>
            <w:shd w:val="clear" w:color="auto" w:fill="D9D9D9"/>
            <w:vAlign w:val="center"/>
          </w:tcPr>
          <w:p w14:paraId="474B1A47" w14:textId="77777777" w:rsidR="004F747D" w:rsidRPr="005F785C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54" w:type="dxa"/>
            <w:gridSpan w:val="2"/>
            <w:shd w:val="clear" w:color="auto" w:fill="D9D9D9"/>
            <w:vAlign w:val="center"/>
          </w:tcPr>
          <w:p w14:paraId="273BE0CC" w14:textId="77777777" w:rsidR="004F747D" w:rsidRPr="005F785C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D9D9D9"/>
            <w:vAlign w:val="center"/>
          </w:tcPr>
          <w:p w14:paraId="3F2BC521" w14:textId="57A4C553" w:rsidR="004F747D" w:rsidRPr="005F785C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F785C">
              <w:rPr>
                <w:b/>
                <w:sz w:val="20"/>
                <w:szCs w:val="20"/>
              </w:rPr>
              <w:t>5</w:t>
            </w:r>
            <w:r w:rsidR="00AD2C3D">
              <w:rPr>
                <w:b/>
                <w:sz w:val="20"/>
                <w:szCs w:val="20"/>
              </w:rPr>
              <w:t>2313</w:t>
            </w:r>
            <w:r w:rsidRPr="005F785C">
              <w:rPr>
                <w:b/>
                <w:sz w:val="20"/>
                <w:szCs w:val="20"/>
              </w:rPr>
              <w:t>/</w:t>
            </w:r>
          </w:p>
          <w:p w14:paraId="0D3666B9" w14:textId="6F3F7916" w:rsidR="004F747D" w:rsidRPr="005F785C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F785C">
              <w:rPr>
                <w:b/>
                <w:sz w:val="20"/>
                <w:szCs w:val="20"/>
              </w:rPr>
              <w:t>23</w:t>
            </w:r>
            <w:r w:rsidR="00AD2C3D">
              <w:rPr>
                <w:b/>
                <w:sz w:val="20"/>
                <w:szCs w:val="20"/>
              </w:rPr>
              <w:t>512</w:t>
            </w:r>
          </w:p>
        </w:tc>
        <w:tc>
          <w:tcPr>
            <w:tcW w:w="3112" w:type="dxa"/>
            <w:shd w:val="clear" w:color="auto" w:fill="D9D9D9"/>
            <w:vAlign w:val="center"/>
          </w:tcPr>
          <w:p w14:paraId="7B0F719D" w14:textId="77777777" w:rsidR="004F747D" w:rsidRPr="005F785C" w:rsidRDefault="004F747D" w:rsidP="004F747D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6D80695" w14:textId="77777777" w:rsidR="00942038" w:rsidRPr="0082494B" w:rsidRDefault="00942038" w:rsidP="00C44CFB">
      <w:pPr>
        <w:pStyle w:val="af0"/>
        <w:widowControl w:val="0"/>
        <w:tabs>
          <w:tab w:val="left" w:pos="921"/>
        </w:tabs>
        <w:spacing w:after="0"/>
        <w:ind w:left="0"/>
        <w:jc w:val="center"/>
        <w:rPr>
          <w:sz w:val="28"/>
          <w:szCs w:val="28"/>
        </w:rPr>
      </w:pPr>
    </w:p>
    <w:p w14:paraId="1881505B" w14:textId="77777777" w:rsidR="00EC586C" w:rsidRPr="00EC586C" w:rsidRDefault="00EC586C" w:rsidP="00C44CFB">
      <w:pPr>
        <w:pStyle w:val="af0"/>
        <w:widowControl w:val="0"/>
        <w:tabs>
          <w:tab w:val="left" w:pos="921"/>
        </w:tabs>
        <w:spacing w:after="0"/>
        <w:ind w:left="0"/>
        <w:jc w:val="center"/>
        <w:rPr>
          <w:sz w:val="28"/>
          <w:szCs w:val="28"/>
        </w:rPr>
      </w:pPr>
      <w:r w:rsidRPr="00C44CFB">
        <w:rPr>
          <w:sz w:val="28"/>
          <w:szCs w:val="28"/>
        </w:rPr>
        <w:t>__________________________________</w:t>
      </w:r>
    </w:p>
    <w:sectPr w:rsidR="00EC586C" w:rsidRPr="00EC586C" w:rsidSect="00614AA9">
      <w:headerReference w:type="default" r:id="rId9"/>
      <w:pgSz w:w="16838" w:h="11906" w:orient="landscape"/>
      <w:pgMar w:top="851" w:right="567" w:bottom="709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C8512" w14:textId="77777777" w:rsidR="006A7232" w:rsidRDefault="006A7232" w:rsidP="0097625B">
      <w:r>
        <w:separator/>
      </w:r>
    </w:p>
  </w:endnote>
  <w:endnote w:type="continuationSeparator" w:id="0">
    <w:p w14:paraId="34524CC7" w14:textId="77777777" w:rsidR="006A7232" w:rsidRDefault="006A7232" w:rsidP="0097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krainianKudriashov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11DE9" w14:textId="77777777" w:rsidR="006A7232" w:rsidRDefault="006A7232" w:rsidP="0097625B">
      <w:r>
        <w:separator/>
      </w:r>
    </w:p>
  </w:footnote>
  <w:footnote w:type="continuationSeparator" w:id="0">
    <w:p w14:paraId="3F0A7046" w14:textId="77777777" w:rsidR="006A7232" w:rsidRDefault="006A7232" w:rsidP="00976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27879A" w14:textId="3231DE51" w:rsidR="001352B8" w:rsidRPr="00AD404E" w:rsidRDefault="00513C3C" w:rsidP="00614AA9">
    <w:pPr>
      <w:pStyle w:val="af6"/>
      <w:jc w:val="right"/>
      <w:rPr>
        <w:lang w:val="en-US"/>
      </w:rPr>
    </w:pPr>
    <w:r>
      <w:fldChar w:fldCharType="begin"/>
    </w:r>
    <w:r>
      <w:instrText>PAGE   \* MERGEFORMAT</w:instrText>
    </w:r>
    <w:r>
      <w:fldChar w:fldCharType="separate"/>
    </w:r>
    <w:r w:rsidRPr="00513C3C">
      <w:rPr>
        <w:noProof/>
        <w:lang w:val="ru-RU"/>
      </w:rPr>
      <w:t>63</w:t>
    </w:r>
    <w:r>
      <w:rPr>
        <w:noProof/>
        <w:lang w:val="ru-RU"/>
      </w:rPr>
      <w:fldChar w:fldCharType="end"/>
    </w:r>
    <w:r w:rsidR="001352B8">
      <w:t xml:space="preserve">                                                                                       </w:t>
    </w:r>
    <w:r w:rsidR="001352B8" w:rsidRPr="00D4642C">
      <w:t>Продовження додатка</w:t>
    </w:r>
    <w:r w:rsidR="001352B8">
      <w:t xml:space="preserve"> </w:t>
    </w:r>
    <w:r w:rsidR="00AD404E">
      <w:rPr>
        <w:lang w:val="en-US"/>
      </w:rPr>
      <w:t>2</w:t>
    </w:r>
  </w:p>
  <w:p w14:paraId="168A0A05" w14:textId="77777777" w:rsidR="001352B8" w:rsidRDefault="001352B8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D72B1B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90052"/>
    <w:multiLevelType w:val="multilevel"/>
    <w:tmpl w:val="0419001D"/>
    <w:styleLink w:val="3"/>
    <w:lvl w:ilvl="0">
      <w:start w:val="19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0262C50"/>
    <w:multiLevelType w:val="multilevel"/>
    <w:tmpl w:val="CBA27E06"/>
    <w:styleLink w:val="2"/>
    <w:lvl w:ilvl="0">
      <w:start w:val="134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012C8"/>
    <w:multiLevelType w:val="multilevel"/>
    <w:tmpl w:val="045A4E46"/>
    <w:lvl w:ilvl="0">
      <w:start w:val="138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14351E7"/>
    <w:multiLevelType w:val="hybridMultilevel"/>
    <w:tmpl w:val="562087C2"/>
    <w:lvl w:ilvl="0" w:tplc="4C247768">
      <w:start w:val="213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F3770"/>
    <w:multiLevelType w:val="multilevel"/>
    <w:tmpl w:val="0419001D"/>
    <w:styleLink w:val="7"/>
    <w:lvl w:ilvl="0">
      <w:start w:val="19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C8E6625"/>
    <w:multiLevelType w:val="multilevel"/>
    <w:tmpl w:val="0419001D"/>
    <w:styleLink w:val="4"/>
    <w:lvl w:ilvl="0">
      <w:start w:val="19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DBA4BB4"/>
    <w:multiLevelType w:val="multilevel"/>
    <w:tmpl w:val="C6A09FF4"/>
    <w:lvl w:ilvl="0">
      <w:start w:val="316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765A5E"/>
    <w:multiLevelType w:val="multilevel"/>
    <w:tmpl w:val="0419001D"/>
    <w:styleLink w:val="6"/>
    <w:lvl w:ilvl="0">
      <w:start w:val="19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6AA2940"/>
    <w:multiLevelType w:val="multilevel"/>
    <w:tmpl w:val="069CF350"/>
    <w:lvl w:ilvl="0">
      <w:start w:val="693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E653848"/>
    <w:multiLevelType w:val="multilevel"/>
    <w:tmpl w:val="EF96FF22"/>
    <w:lvl w:ilvl="0">
      <w:start w:val="42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3134A7C"/>
    <w:multiLevelType w:val="multilevel"/>
    <w:tmpl w:val="CBA27E06"/>
    <w:styleLink w:val="1"/>
    <w:lvl w:ilvl="0">
      <w:start w:val="133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F1901"/>
    <w:multiLevelType w:val="multilevel"/>
    <w:tmpl w:val="65B8A358"/>
    <w:lvl w:ilvl="0">
      <w:start w:val="165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8962AB1"/>
    <w:multiLevelType w:val="multilevel"/>
    <w:tmpl w:val="F3C2D9B8"/>
    <w:lvl w:ilvl="0">
      <w:start w:val="745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83E4E74"/>
    <w:multiLevelType w:val="multilevel"/>
    <w:tmpl w:val="B18CEAEA"/>
    <w:lvl w:ilvl="0">
      <w:start w:val="744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E5C0BE4"/>
    <w:multiLevelType w:val="multilevel"/>
    <w:tmpl w:val="0419001D"/>
    <w:styleLink w:val="5"/>
    <w:lvl w:ilvl="0">
      <w:start w:val="19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EDF3346"/>
    <w:multiLevelType w:val="multilevel"/>
    <w:tmpl w:val="9648AEDE"/>
    <w:lvl w:ilvl="0">
      <w:start w:val="296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A153A84"/>
    <w:multiLevelType w:val="hybridMultilevel"/>
    <w:tmpl w:val="15D00F64"/>
    <w:lvl w:ilvl="0" w:tplc="98A2EC92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0"/>
        </w:tabs>
        <w:ind w:left="12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0"/>
        </w:tabs>
        <w:ind w:left="19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0"/>
        </w:tabs>
        <w:ind w:left="27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0"/>
        </w:tabs>
        <w:ind w:left="34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0"/>
        </w:tabs>
        <w:ind w:left="41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0"/>
        </w:tabs>
        <w:ind w:left="48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0"/>
        </w:tabs>
        <w:ind w:left="55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0"/>
        </w:tabs>
        <w:ind w:left="6310" w:hanging="180"/>
      </w:pPr>
    </w:lvl>
  </w:abstractNum>
  <w:abstractNum w:abstractNumId="18" w15:restartNumberingAfterBreak="0">
    <w:nsid w:val="7E3C19D4"/>
    <w:multiLevelType w:val="hybridMultilevel"/>
    <w:tmpl w:val="823A5ED4"/>
    <w:lvl w:ilvl="0" w:tplc="6442AF60">
      <w:start w:val="25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850264">
    <w:abstractNumId w:val="17"/>
  </w:num>
  <w:num w:numId="2" w16cid:durableId="1446080501">
    <w:abstractNumId w:val="0"/>
  </w:num>
  <w:num w:numId="3" w16cid:durableId="817766032">
    <w:abstractNumId w:val="16"/>
  </w:num>
  <w:num w:numId="4" w16cid:durableId="1433932737">
    <w:abstractNumId w:val="18"/>
  </w:num>
  <w:num w:numId="5" w16cid:durableId="1503354622">
    <w:abstractNumId w:val="11"/>
  </w:num>
  <w:num w:numId="6" w16cid:durableId="1817379233">
    <w:abstractNumId w:val="2"/>
  </w:num>
  <w:num w:numId="7" w16cid:durableId="360016328">
    <w:abstractNumId w:val="1"/>
  </w:num>
  <w:num w:numId="8" w16cid:durableId="444542251">
    <w:abstractNumId w:val="6"/>
  </w:num>
  <w:num w:numId="9" w16cid:durableId="1910799663">
    <w:abstractNumId w:val="15"/>
  </w:num>
  <w:num w:numId="10" w16cid:durableId="1301498926">
    <w:abstractNumId w:val="8"/>
  </w:num>
  <w:num w:numId="11" w16cid:durableId="125780395">
    <w:abstractNumId w:val="5"/>
  </w:num>
  <w:num w:numId="12" w16cid:durableId="1736974795">
    <w:abstractNumId w:val="3"/>
  </w:num>
  <w:num w:numId="13" w16cid:durableId="61830258">
    <w:abstractNumId w:val="7"/>
  </w:num>
  <w:num w:numId="14" w16cid:durableId="1179386968">
    <w:abstractNumId w:val="12"/>
  </w:num>
  <w:num w:numId="15" w16cid:durableId="458912095">
    <w:abstractNumId w:val="4"/>
  </w:num>
  <w:num w:numId="16" w16cid:durableId="970669117">
    <w:abstractNumId w:val="10"/>
  </w:num>
  <w:num w:numId="17" w16cid:durableId="1160199272">
    <w:abstractNumId w:val="9"/>
  </w:num>
  <w:num w:numId="18" w16cid:durableId="1269699957">
    <w:abstractNumId w:val="14"/>
  </w:num>
  <w:num w:numId="19" w16cid:durableId="1235118397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EC6"/>
    <w:rsid w:val="00000344"/>
    <w:rsid w:val="000003B0"/>
    <w:rsid w:val="00000775"/>
    <w:rsid w:val="00000DF1"/>
    <w:rsid w:val="00000DF5"/>
    <w:rsid w:val="00002614"/>
    <w:rsid w:val="000030FD"/>
    <w:rsid w:val="00003112"/>
    <w:rsid w:val="00003930"/>
    <w:rsid w:val="00003D2C"/>
    <w:rsid w:val="0000509C"/>
    <w:rsid w:val="00005981"/>
    <w:rsid w:val="000102F6"/>
    <w:rsid w:val="0001124C"/>
    <w:rsid w:val="000114B3"/>
    <w:rsid w:val="000124F6"/>
    <w:rsid w:val="00012B8D"/>
    <w:rsid w:val="00012D8B"/>
    <w:rsid w:val="00012D92"/>
    <w:rsid w:val="000133D6"/>
    <w:rsid w:val="00014C7E"/>
    <w:rsid w:val="00015018"/>
    <w:rsid w:val="000158FF"/>
    <w:rsid w:val="0001641E"/>
    <w:rsid w:val="00016906"/>
    <w:rsid w:val="00016ADD"/>
    <w:rsid w:val="00016ED8"/>
    <w:rsid w:val="00017222"/>
    <w:rsid w:val="00017E13"/>
    <w:rsid w:val="0002001A"/>
    <w:rsid w:val="0002018E"/>
    <w:rsid w:val="0002055E"/>
    <w:rsid w:val="00020DDA"/>
    <w:rsid w:val="00021FC5"/>
    <w:rsid w:val="000220EA"/>
    <w:rsid w:val="00022407"/>
    <w:rsid w:val="0002243D"/>
    <w:rsid w:val="000227FC"/>
    <w:rsid w:val="00024462"/>
    <w:rsid w:val="000246E2"/>
    <w:rsid w:val="00024B00"/>
    <w:rsid w:val="00025094"/>
    <w:rsid w:val="00025B1C"/>
    <w:rsid w:val="0002659A"/>
    <w:rsid w:val="0002676D"/>
    <w:rsid w:val="0002677B"/>
    <w:rsid w:val="00026BCF"/>
    <w:rsid w:val="000279B4"/>
    <w:rsid w:val="000302C6"/>
    <w:rsid w:val="00031F16"/>
    <w:rsid w:val="00032220"/>
    <w:rsid w:val="00032813"/>
    <w:rsid w:val="00033020"/>
    <w:rsid w:val="0003335C"/>
    <w:rsid w:val="000344BE"/>
    <w:rsid w:val="00034E00"/>
    <w:rsid w:val="00035E27"/>
    <w:rsid w:val="000363F1"/>
    <w:rsid w:val="00036AC3"/>
    <w:rsid w:val="0003704B"/>
    <w:rsid w:val="000406AB"/>
    <w:rsid w:val="000409E2"/>
    <w:rsid w:val="00040FFB"/>
    <w:rsid w:val="00042857"/>
    <w:rsid w:val="000429BB"/>
    <w:rsid w:val="00042AD9"/>
    <w:rsid w:val="00043422"/>
    <w:rsid w:val="000435DF"/>
    <w:rsid w:val="0004427E"/>
    <w:rsid w:val="000448E4"/>
    <w:rsid w:val="000448E6"/>
    <w:rsid w:val="00044BEE"/>
    <w:rsid w:val="00045344"/>
    <w:rsid w:val="00045780"/>
    <w:rsid w:val="00046281"/>
    <w:rsid w:val="00046A39"/>
    <w:rsid w:val="00046B46"/>
    <w:rsid w:val="00046CFF"/>
    <w:rsid w:val="00047A95"/>
    <w:rsid w:val="00047BBE"/>
    <w:rsid w:val="00047C3C"/>
    <w:rsid w:val="000510F9"/>
    <w:rsid w:val="000511AD"/>
    <w:rsid w:val="00051577"/>
    <w:rsid w:val="00051FDA"/>
    <w:rsid w:val="0005232F"/>
    <w:rsid w:val="00052C7D"/>
    <w:rsid w:val="000554D4"/>
    <w:rsid w:val="00055A14"/>
    <w:rsid w:val="00055C1A"/>
    <w:rsid w:val="00056191"/>
    <w:rsid w:val="00056F74"/>
    <w:rsid w:val="00057096"/>
    <w:rsid w:val="000571BA"/>
    <w:rsid w:val="00057B7B"/>
    <w:rsid w:val="0006029C"/>
    <w:rsid w:val="000606AC"/>
    <w:rsid w:val="00061E63"/>
    <w:rsid w:val="00061FA2"/>
    <w:rsid w:val="0006291C"/>
    <w:rsid w:val="00062C97"/>
    <w:rsid w:val="00062F57"/>
    <w:rsid w:val="00062FC4"/>
    <w:rsid w:val="00063E78"/>
    <w:rsid w:val="00064411"/>
    <w:rsid w:val="00064C19"/>
    <w:rsid w:val="00064D89"/>
    <w:rsid w:val="00065709"/>
    <w:rsid w:val="000659A0"/>
    <w:rsid w:val="00065B74"/>
    <w:rsid w:val="00065CB6"/>
    <w:rsid w:val="000665E6"/>
    <w:rsid w:val="000669F4"/>
    <w:rsid w:val="00066B8B"/>
    <w:rsid w:val="00067C93"/>
    <w:rsid w:val="00067EDA"/>
    <w:rsid w:val="00067F91"/>
    <w:rsid w:val="000715D3"/>
    <w:rsid w:val="000727C9"/>
    <w:rsid w:val="0007299D"/>
    <w:rsid w:val="00072EEB"/>
    <w:rsid w:val="000735ED"/>
    <w:rsid w:val="00073B32"/>
    <w:rsid w:val="00073F06"/>
    <w:rsid w:val="00074243"/>
    <w:rsid w:val="00074A14"/>
    <w:rsid w:val="00075AE3"/>
    <w:rsid w:val="00075D31"/>
    <w:rsid w:val="000763CB"/>
    <w:rsid w:val="000768F5"/>
    <w:rsid w:val="0007694D"/>
    <w:rsid w:val="00077070"/>
    <w:rsid w:val="00080D7F"/>
    <w:rsid w:val="00081676"/>
    <w:rsid w:val="00081B88"/>
    <w:rsid w:val="00081E3C"/>
    <w:rsid w:val="00082087"/>
    <w:rsid w:val="000821A4"/>
    <w:rsid w:val="00082345"/>
    <w:rsid w:val="00082542"/>
    <w:rsid w:val="00082FE2"/>
    <w:rsid w:val="00082FF2"/>
    <w:rsid w:val="000833DB"/>
    <w:rsid w:val="00083A12"/>
    <w:rsid w:val="0008428F"/>
    <w:rsid w:val="00084A08"/>
    <w:rsid w:val="00084F1C"/>
    <w:rsid w:val="00084FF2"/>
    <w:rsid w:val="00085B7A"/>
    <w:rsid w:val="00086309"/>
    <w:rsid w:val="00086310"/>
    <w:rsid w:val="00086A12"/>
    <w:rsid w:val="00087F85"/>
    <w:rsid w:val="00090151"/>
    <w:rsid w:val="000904E7"/>
    <w:rsid w:val="0009057A"/>
    <w:rsid w:val="00090D26"/>
    <w:rsid w:val="00092A89"/>
    <w:rsid w:val="00093A7A"/>
    <w:rsid w:val="00094BE7"/>
    <w:rsid w:val="0009506D"/>
    <w:rsid w:val="000950A5"/>
    <w:rsid w:val="0009524B"/>
    <w:rsid w:val="00095553"/>
    <w:rsid w:val="000960D3"/>
    <w:rsid w:val="00096394"/>
    <w:rsid w:val="0009657A"/>
    <w:rsid w:val="0009658D"/>
    <w:rsid w:val="000975BC"/>
    <w:rsid w:val="00097D62"/>
    <w:rsid w:val="000A02E9"/>
    <w:rsid w:val="000A0418"/>
    <w:rsid w:val="000A1257"/>
    <w:rsid w:val="000A1EBF"/>
    <w:rsid w:val="000A26D7"/>
    <w:rsid w:val="000A2B55"/>
    <w:rsid w:val="000A3346"/>
    <w:rsid w:val="000A374A"/>
    <w:rsid w:val="000A39D2"/>
    <w:rsid w:val="000A40A5"/>
    <w:rsid w:val="000A442B"/>
    <w:rsid w:val="000A4F2C"/>
    <w:rsid w:val="000A5364"/>
    <w:rsid w:val="000A7338"/>
    <w:rsid w:val="000A746C"/>
    <w:rsid w:val="000A783A"/>
    <w:rsid w:val="000A792A"/>
    <w:rsid w:val="000B01D2"/>
    <w:rsid w:val="000B1043"/>
    <w:rsid w:val="000B10FE"/>
    <w:rsid w:val="000B11AF"/>
    <w:rsid w:val="000B1A72"/>
    <w:rsid w:val="000B1A8A"/>
    <w:rsid w:val="000B1C45"/>
    <w:rsid w:val="000B2D0C"/>
    <w:rsid w:val="000B2DD7"/>
    <w:rsid w:val="000B3AA8"/>
    <w:rsid w:val="000B3EDE"/>
    <w:rsid w:val="000B4486"/>
    <w:rsid w:val="000B45CB"/>
    <w:rsid w:val="000B49A8"/>
    <w:rsid w:val="000B4E97"/>
    <w:rsid w:val="000B50BF"/>
    <w:rsid w:val="000B51D9"/>
    <w:rsid w:val="000B5F25"/>
    <w:rsid w:val="000B634D"/>
    <w:rsid w:val="000B71C2"/>
    <w:rsid w:val="000C004A"/>
    <w:rsid w:val="000C0101"/>
    <w:rsid w:val="000C0697"/>
    <w:rsid w:val="000C12B6"/>
    <w:rsid w:val="000C2FB9"/>
    <w:rsid w:val="000C30F6"/>
    <w:rsid w:val="000C399F"/>
    <w:rsid w:val="000C39CA"/>
    <w:rsid w:val="000C40BB"/>
    <w:rsid w:val="000C45EF"/>
    <w:rsid w:val="000C4855"/>
    <w:rsid w:val="000C5013"/>
    <w:rsid w:val="000C6B29"/>
    <w:rsid w:val="000C6E97"/>
    <w:rsid w:val="000C73C2"/>
    <w:rsid w:val="000C74E7"/>
    <w:rsid w:val="000C7DF1"/>
    <w:rsid w:val="000C7E64"/>
    <w:rsid w:val="000C7F9D"/>
    <w:rsid w:val="000D0589"/>
    <w:rsid w:val="000D0DCF"/>
    <w:rsid w:val="000D0F85"/>
    <w:rsid w:val="000D1760"/>
    <w:rsid w:val="000D1961"/>
    <w:rsid w:val="000D359E"/>
    <w:rsid w:val="000D3B6F"/>
    <w:rsid w:val="000D3D64"/>
    <w:rsid w:val="000D3F67"/>
    <w:rsid w:val="000D4038"/>
    <w:rsid w:val="000D43E6"/>
    <w:rsid w:val="000D46EB"/>
    <w:rsid w:val="000D564D"/>
    <w:rsid w:val="000D5CB7"/>
    <w:rsid w:val="000D5D23"/>
    <w:rsid w:val="000D672D"/>
    <w:rsid w:val="000D6E15"/>
    <w:rsid w:val="000E03D2"/>
    <w:rsid w:val="000E0ED9"/>
    <w:rsid w:val="000E16D1"/>
    <w:rsid w:val="000E2711"/>
    <w:rsid w:val="000E2BA2"/>
    <w:rsid w:val="000E2C33"/>
    <w:rsid w:val="000E2DCD"/>
    <w:rsid w:val="000E31D8"/>
    <w:rsid w:val="000E3C2A"/>
    <w:rsid w:val="000E43CC"/>
    <w:rsid w:val="000E4759"/>
    <w:rsid w:val="000E4810"/>
    <w:rsid w:val="000E4FB2"/>
    <w:rsid w:val="000E55BC"/>
    <w:rsid w:val="000E5C42"/>
    <w:rsid w:val="000E62A8"/>
    <w:rsid w:val="000E6E6E"/>
    <w:rsid w:val="000E6ED2"/>
    <w:rsid w:val="000E71DB"/>
    <w:rsid w:val="000E746F"/>
    <w:rsid w:val="000E7662"/>
    <w:rsid w:val="000E77F0"/>
    <w:rsid w:val="000E7FA4"/>
    <w:rsid w:val="000F075A"/>
    <w:rsid w:val="000F120D"/>
    <w:rsid w:val="000F1DD3"/>
    <w:rsid w:val="000F25C1"/>
    <w:rsid w:val="000F29C1"/>
    <w:rsid w:val="000F2A9C"/>
    <w:rsid w:val="000F314A"/>
    <w:rsid w:val="000F3804"/>
    <w:rsid w:val="000F42B4"/>
    <w:rsid w:val="000F482D"/>
    <w:rsid w:val="000F483D"/>
    <w:rsid w:val="000F4E3D"/>
    <w:rsid w:val="000F53B6"/>
    <w:rsid w:val="000F562F"/>
    <w:rsid w:val="000F5A9A"/>
    <w:rsid w:val="000F72D6"/>
    <w:rsid w:val="000F7CBF"/>
    <w:rsid w:val="000F7D52"/>
    <w:rsid w:val="00100201"/>
    <w:rsid w:val="001005C2"/>
    <w:rsid w:val="001006F1"/>
    <w:rsid w:val="001012A8"/>
    <w:rsid w:val="001012C4"/>
    <w:rsid w:val="00101311"/>
    <w:rsid w:val="0010185B"/>
    <w:rsid w:val="001018CC"/>
    <w:rsid w:val="00101D89"/>
    <w:rsid w:val="00102627"/>
    <w:rsid w:val="00102B4E"/>
    <w:rsid w:val="0010325B"/>
    <w:rsid w:val="00103457"/>
    <w:rsid w:val="001038D6"/>
    <w:rsid w:val="0010438F"/>
    <w:rsid w:val="00104530"/>
    <w:rsid w:val="001047CC"/>
    <w:rsid w:val="001048A9"/>
    <w:rsid w:val="00104A23"/>
    <w:rsid w:val="00104E17"/>
    <w:rsid w:val="0010780A"/>
    <w:rsid w:val="0010792E"/>
    <w:rsid w:val="00110A6C"/>
    <w:rsid w:val="00110AAC"/>
    <w:rsid w:val="00110F68"/>
    <w:rsid w:val="00111095"/>
    <w:rsid w:val="00111098"/>
    <w:rsid w:val="00111311"/>
    <w:rsid w:val="0011171A"/>
    <w:rsid w:val="00111C2E"/>
    <w:rsid w:val="00111CF4"/>
    <w:rsid w:val="00111FE0"/>
    <w:rsid w:val="0011218C"/>
    <w:rsid w:val="001122CB"/>
    <w:rsid w:val="001125F5"/>
    <w:rsid w:val="00112C4B"/>
    <w:rsid w:val="00113222"/>
    <w:rsid w:val="00113606"/>
    <w:rsid w:val="00113989"/>
    <w:rsid w:val="00114067"/>
    <w:rsid w:val="0011451C"/>
    <w:rsid w:val="00114C2B"/>
    <w:rsid w:val="00114DAD"/>
    <w:rsid w:val="001168BD"/>
    <w:rsid w:val="00116ABF"/>
    <w:rsid w:val="00116E2D"/>
    <w:rsid w:val="00117532"/>
    <w:rsid w:val="00117609"/>
    <w:rsid w:val="001178B2"/>
    <w:rsid w:val="00120A82"/>
    <w:rsid w:val="001212D6"/>
    <w:rsid w:val="00121B15"/>
    <w:rsid w:val="00121BB0"/>
    <w:rsid w:val="00121C2D"/>
    <w:rsid w:val="00122266"/>
    <w:rsid w:val="001235A3"/>
    <w:rsid w:val="00123902"/>
    <w:rsid w:val="00124026"/>
    <w:rsid w:val="00124869"/>
    <w:rsid w:val="00125199"/>
    <w:rsid w:val="0012585D"/>
    <w:rsid w:val="00126A2C"/>
    <w:rsid w:val="00126A92"/>
    <w:rsid w:val="00126D82"/>
    <w:rsid w:val="001270D1"/>
    <w:rsid w:val="001301EF"/>
    <w:rsid w:val="00130325"/>
    <w:rsid w:val="001312FB"/>
    <w:rsid w:val="00132215"/>
    <w:rsid w:val="00132727"/>
    <w:rsid w:val="00132BBF"/>
    <w:rsid w:val="001330C6"/>
    <w:rsid w:val="00133A3E"/>
    <w:rsid w:val="001341DC"/>
    <w:rsid w:val="00134554"/>
    <w:rsid w:val="00134A59"/>
    <w:rsid w:val="00134FBC"/>
    <w:rsid w:val="00135133"/>
    <w:rsid w:val="001352B8"/>
    <w:rsid w:val="0013558D"/>
    <w:rsid w:val="00135FBD"/>
    <w:rsid w:val="00136D65"/>
    <w:rsid w:val="00136ED1"/>
    <w:rsid w:val="001376C8"/>
    <w:rsid w:val="001378C7"/>
    <w:rsid w:val="00137BCE"/>
    <w:rsid w:val="00137FF0"/>
    <w:rsid w:val="00140243"/>
    <w:rsid w:val="00140299"/>
    <w:rsid w:val="00140423"/>
    <w:rsid w:val="00140931"/>
    <w:rsid w:val="0014101A"/>
    <w:rsid w:val="00141586"/>
    <w:rsid w:val="00141657"/>
    <w:rsid w:val="001418BB"/>
    <w:rsid w:val="001426FF"/>
    <w:rsid w:val="001428A7"/>
    <w:rsid w:val="00142D6E"/>
    <w:rsid w:val="001439E7"/>
    <w:rsid w:val="00143BBE"/>
    <w:rsid w:val="00144275"/>
    <w:rsid w:val="001445CF"/>
    <w:rsid w:val="0014476F"/>
    <w:rsid w:val="001450C9"/>
    <w:rsid w:val="00145151"/>
    <w:rsid w:val="0014538E"/>
    <w:rsid w:val="00145D83"/>
    <w:rsid w:val="00145DB6"/>
    <w:rsid w:val="00145F3E"/>
    <w:rsid w:val="001467DE"/>
    <w:rsid w:val="0014714F"/>
    <w:rsid w:val="001473A5"/>
    <w:rsid w:val="00147474"/>
    <w:rsid w:val="001477D9"/>
    <w:rsid w:val="001477FE"/>
    <w:rsid w:val="00150626"/>
    <w:rsid w:val="00150822"/>
    <w:rsid w:val="00150A82"/>
    <w:rsid w:val="00152240"/>
    <w:rsid w:val="00152472"/>
    <w:rsid w:val="0015352C"/>
    <w:rsid w:val="0015403C"/>
    <w:rsid w:val="00154247"/>
    <w:rsid w:val="001546CC"/>
    <w:rsid w:val="00154A7F"/>
    <w:rsid w:val="00155237"/>
    <w:rsid w:val="001555DB"/>
    <w:rsid w:val="0015593E"/>
    <w:rsid w:val="00155DA9"/>
    <w:rsid w:val="0015699F"/>
    <w:rsid w:val="00156BB3"/>
    <w:rsid w:val="00157BCD"/>
    <w:rsid w:val="00162823"/>
    <w:rsid w:val="00162D32"/>
    <w:rsid w:val="00162E57"/>
    <w:rsid w:val="001631EC"/>
    <w:rsid w:val="001637FD"/>
    <w:rsid w:val="00163BED"/>
    <w:rsid w:val="00163C03"/>
    <w:rsid w:val="00163CCA"/>
    <w:rsid w:val="00163DA7"/>
    <w:rsid w:val="00164A42"/>
    <w:rsid w:val="00164A87"/>
    <w:rsid w:val="00164BEB"/>
    <w:rsid w:val="001652B4"/>
    <w:rsid w:val="001655B2"/>
    <w:rsid w:val="001661F3"/>
    <w:rsid w:val="00166471"/>
    <w:rsid w:val="00166CC3"/>
    <w:rsid w:val="00166FFE"/>
    <w:rsid w:val="001671E0"/>
    <w:rsid w:val="001672A1"/>
    <w:rsid w:val="00167F5C"/>
    <w:rsid w:val="001702C0"/>
    <w:rsid w:val="00171326"/>
    <w:rsid w:val="001713B1"/>
    <w:rsid w:val="001714AF"/>
    <w:rsid w:val="001719A5"/>
    <w:rsid w:val="00171AF4"/>
    <w:rsid w:val="00172539"/>
    <w:rsid w:val="0017269A"/>
    <w:rsid w:val="001729F3"/>
    <w:rsid w:val="0017310D"/>
    <w:rsid w:val="001733AA"/>
    <w:rsid w:val="0017349D"/>
    <w:rsid w:val="00173A50"/>
    <w:rsid w:val="0017411C"/>
    <w:rsid w:val="0017419F"/>
    <w:rsid w:val="00174A0A"/>
    <w:rsid w:val="00174A48"/>
    <w:rsid w:val="00175259"/>
    <w:rsid w:val="00175826"/>
    <w:rsid w:val="0017618F"/>
    <w:rsid w:val="001761F8"/>
    <w:rsid w:val="001764E2"/>
    <w:rsid w:val="00176592"/>
    <w:rsid w:val="00176868"/>
    <w:rsid w:val="00177F97"/>
    <w:rsid w:val="00180372"/>
    <w:rsid w:val="00180E26"/>
    <w:rsid w:val="00181936"/>
    <w:rsid w:val="00181943"/>
    <w:rsid w:val="001825D3"/>
    <w:rsid w:val="001827F4"/>
    <w:rsid w:val="00182B3F"/>
    <w:rsid w:val="00182EF6"/>
    <w:rsid w:val="00182F38"/>
    <w:rsid w:val="0018305E"/>
    <w:rsid w:val="00183407"/>
    <w:rsid w:val="00184903"/>
    <w:rsid w:val="00184B2D"/>
    <w:rsid w:val="0018559F"/>
    <w:rsid w:val="00185754"/>
    <w:rsid w:val="001857B0"/>
    <w:rsid w:val="001859C4"/>
    <w:rsid w:val="00185E94"/>
    <w:rsid w:val="00185F8F"/>
    <w:rsid w:val="001864D8"/>
    <w:rsid w:val="00186963"/>
    <w:rsid w:val="00187894"/>
    <w:rsid w:val="001902AF"/>
    <w:rsid w:val="001903E9"/>
    <w:rsid w:val="00190BE4"/>
    <w:rsid w:val="001915DC"/>
    <w:rsid w:val="001919C1"/>
    <w:rsid w:val="00191BD5"/>
    <w:rsid w:val="00191E2F"/>
    <w:rsid w:val="001928BE"/>
    <w:rsid w:val="00194A6F"/>
    <w:rsid w:val="00194EED"/>
    <w:rsid w:val="0019528D"/>
    <w:rsid w:val="0019550C"/>
    <w:rsid w:val="00195852"/>
    <w:rsid w:val="00195D69"/>
    <w:rsid w:val="001967DA"/>
    <w:rsid w:val="00196B4C"/>
    <w:rsid w:val="00196E6B"/>
    <w:rsid w:val="00196F20"/>
    <w:rsid w:val="0019730E"/>
    <w:rsid w:val="001975D0"/>
    <w:rsid w:val="0019776A"/>
    <w:rsid w:val="00197820"/>
    <w:rsid w:val="00197C35"/>
    <w:rsid w:val="001A0CA1"/>
    <w:rsid w:val="001A10F6"/>
    <w:rsid w:val="001A1B8B"/>
    <w:rsid w:val="001A1F87"/>
    <w:rsid w:val="001A2731"/>
    <w:rsid w:val="001A2888"/>
    <w:rsid w:val="001A2AAE"/>
    <w:rsid w:val="001A3241"/>
    <w:rsid w:val="001A3569"/>
    <w:rsid w:val="001A3890"/>
    <w:rsid w:val="001A3C79"/>
    <w:rsid w:val="001A3EE0"/>
    <w:rsid w:val="001A559C"/>
    <w:rsid w:val="001A5B1A"/>
    <w:rsid w:val="001A624D"/>
    <w:rsid w:val="001A64C0"/>
    <w:rsid w:val="001A66EA"/>
    <w:rsid w:val="001A6B49"/>
    <w:rsid w:val="001A71E0"/>
    <w:rsid w:val="001B0776"/>
    <w:rsid w:val="001B0EA5"/>
    <w:rsid w:val="001B17FE"/>
    <w:rsid w:val="001B18D6"/>
    <w:rsid w:val="001B1ECC"/>
    <w:rsid w:val="001B2657"/>
    <w:rsid w:val="001B385D"/>
    <w:rsid w:val="001B3E9C"/>
    <w:rsid w:val="001B3F6E"/>
    <w:rsid w:val="001B4356"/>
    <w:rsid w:val="001B48A8"/>
    <w:rsid w:val="001B5547"/>
    <w:rsid w:val="001B586A"/>
    <w:rsid w:val="001B5D3D"/>
    <w:rsid w:val="001B69DA"/>
    <w:rsid w:val="001B6ED0"/>
    <w:rsid w:val="001B7BE2"/>
    <w:rsid w:val="001C0574"/>
    <w:rsid w:val="001C07BB"/>
    <w:rsid w:val="001C10B3"/>
    <w:rsid w:val="001C1402"/>
    <w:rsid w:val="001C17D2"/>
    <w:rsid w:val="001C20C7"/>
    <w:rsid w:val="001C24E7"/>
    <w:rsid w:val="001C2F7B"/>
    <w:rsid w:val="001C3074"/>
    <w:rsid w:val="001C3521"/>
    <w:rsid w:val="001C4047"/>
    <w:rsid w:val="001C45EC"/>
    <w:rsid w:val="001C4FF8"/>
    <w:rsid w:val="001C5300"/>
    <w:rsid w:val="001C5A82"/>
    <w:rsid w:val="001C5D11"/>
    <w:rsid w:val="001C5EC7"/>
    <w:rsid w:val="001C5F17"/>
    <w:rsid w:val="001C6EA1"/>
    <w:rsid w:val="001C7070"/>
    <w:rsid w:val="001C7726"/>
    <w:rsid w:val="001C7A93"/>
    <w:rsid w:val="001D05D4"/>
    <w:rsid w:val="001D0C8A"/>
    <w:rsid w:val="001D10D1"/>
    <w:rsid w:val="001D1243"/>
    <w:rsid w:val="001D19A6"/>
    <w:rsid w:val="001D25DB"/>
    <w:rsid w:val="001D30E9"/>
    <w:rsid w:val="001D431D"/>
    <w:rsid w:val="001D4739"/>
    <w:rsid w:val="001D4B6F"/>
    <w:rsid w:val="001D511A"/>
    <w:rsid w:val="001D54EB"/>
    <w:rsid w:val="001D5FE5"/>
    <w:rsid w:val="001D5FF6"/>
    <w:rsid w:val="001D6A1A"/>
    <w:rsid w:val="001D6A1C"/>
    <w:rsid w:val="001D7406"/>
    <w:rsid w:val="001E00FA"/>
    <w:rsid w:val="001E0152"/>
    <w:rsid w:val="001E0863"/>
    <w:rsid w:val="001E0B23"/>
    <w:rsid w:val="001E0ED9"/>
    <w:rsid w:val="001E111B"/>
    <w:rsid w:val="001E139B"/>
    <w:rsid w:val="001E14B7"/>
    <w:rsid w:val="001E1BD9"/>
    <w:rsid w:val="001E1FBE"/>
    <w:rsid w:val="001E2363"/>
    <w:rsid w:val="001E2B0F"/>
    <w:rsid w:val="001E2FC6"/>
    <w:rsid w:val="001E37A8"/>
    <w:rsid w:val="001E39AC"/>
    <w:rsid w:val="001E44BC"/>
    <w:rsid w:val="001E4CF1"/>
    <w:rsid w:val="001E606A"/>
    <w:rsid w:val="001E6DD5"/>
    <w:rsid w:val="001E6FBC"/>
    <w:rsid w:val="001E74EC"/>
    <w:rsid w:val="001E7E2E"/>
    <w:rsid w:val="001E7E94"/>
    <w:rsid w:val="001E7EB7"/>
    <w:rsid w:val="001F1061"/>
    <w:rsid w:val="001F1335"/>
    <w:rsid w:val="001F19BC"/>
    <w:rsid w:val="001F28CC"/>
    <w:rsid w:val="001F28DE"/>
    <w:rsid w:val="001F29E4"/>
    <w:rsid w:val="001F301F"/>
    <w:rsid w:val="001F3052"/>
    <w:rsid w:val="001F328F"/>
    <w:rsid w:val="001F34D1"/>
    <w:rsid w:val="001F3BF4"/>
    <w:rsid w:val="001F3D48"/>
    <w:rsid w:val="001F3DB1"/>
    <w:rsid w:val="001F4693"/>
    <w:rsid w:val="001F5516"/>
    <w:rsid w:val="001F57C8"/>
    <w:rsid w:val="001F5A0D"/>
    <w:rsid w:val="001F6174"/>
    <w:rsid w:val="001F62C5"/>
    <w:rsid w:val="001F6B91"/>
    <w:rsid w:val="001F7975"/>
    <w:rsid w:val="001F79FE"/>
    <w:rsid w:val="002002B6"/>
    <w:rsid w:val="00200341"/>
    <w:rsid w:val="002005F2"/>
    <w:rsid w:val="00200906"/>
    <w:rsid w:val="00200A83"/>
    <w:rsid w:val="00201285"/>
    <w:rsid w:val="00201EC6"/>
    <w:rsid w:val="00202561"/>
    <w:rsid w:val="00202BD3"/>
    <w:rsid w:val="00203099"/>
    <w:rsid w:val="00203D5B"/>
    <w:rsid w:val="00203DF9"/>
    <w:rsid w:val="002042BB"/>
    <w:rsid w:val="00204A54"/>
    <w:rsid w:val="00204D53"/>
    <w:rsid w:val="0020588A"/>
    <w:rsid w:val="00205F0E"/>
    <w:rsid w:val="00206C07"/>
    <w:rsid w:val="00207761"/>
    <w:rsid w:val="00207F2B"/>
    <w:rsid w:val="00210EF7"/>
    <w:rsid w:val="00210F54"/>
    <w:rsid w:val="00211CEC"/>
    <w:rsid w:val="00212139"/>
    <w:rsid w:val="002133AC"/>
    <w:rsid w:val="00213909"/>
    <w:rsid w:val="00213A51"/>
    <w:rsid w:val="0021495F"/>
    <w:rsid w:val="00214C5A"/>
    <w:rsid w:val="002155B4"/>
    <w:rsid w:val="002156E6"/>
    <w:rsid w:val="00215E48"/>
    <w:rsid w:val="00215FFF"/>
    <w:rsid w:val="00217264"/>
    <w:rsid w:val="002174AB"/>
    <w:rsid w:val="00217809"/>
    <w:rsid w:val="00220344"/>
    <w:rsid w:val="00220650"/>
    <w:rsid w:val="00220866"/>
    <w:rsid w:val="00220B23"/>
    <w:rsid w:val="00220BED"/>
    <w:rsid w:val="00220E63"/>
    <w:rsid w:val="0022132C"/>
    <w:rsid w:val="002213BE"/>
    <w:rsid w:val="002218D9"/>
    <w:rsid w:val="002220D1"/>
    <w:rsid w:val="002228D9"/>
    <w:rsid w:val="00222BE1"/>
    <w:rsid w:val="002230B8"/>
    <w:rsid w:val="00223582"/>
    <w:rsid w:val="00223B92"/>
    <w:rsid w:val="002240D2"/>
    <w:rsid w:val="002242A3"/>
    <w:rsid w:val="00224CB2"/>
    <w:rsid w:val="0022616F"/>
    <w:rsid w:val="002268E9"/>
    <w:rsid w:val="002268F4"/>
    <w:rsid w:val="00226FB3"/>
    <w:rsid w:val="00227228"/>
    <w:rsid w:val="00227775"/>
    <w:rsid w:val="0023020D"/>
    <w:rsid w:val="0023048B"/>
    <w:rsid w:val="002308F1"/>
    <w:rsid w:val="002323C5"/>
    <w:rsid w:val="00232539"/>
    <w:rsid w:val="00232648"/>
    <w:rsid w:val="002327AD"/>
    <w:rsid w:val="00233B63"/>
    <w:rsid w:val="00233C48"/>
    <w:rsid w:val="00234373"/>
    <w:rsid w:val="00234618"/>
    <w:rsid w:val="00234E61"/>
    <w:rsid w:val="0023525E"/>
    <w:rsid w:val="00235626"/>
    <w:rsid w:val="00235B89"/>
    <w:rsid w:val="00235D7F"/>
    <w:rsid w:val="00235EA5"/>
    <w:rsid w:val="002365CA"/>
    <w:rsid w:val="0023661C"/>
    <w:rsid w:val="00237992"/>
    <w:rsid w:val="00240028"/>
    <w:rsid w:val="00240D8F"/>
    <w:rsid w:val="00241CDF"/>
    <w:rsid w:val="00241D93"/>
    <w:rsid w:val="00242683"/>
    <w:rsid w:val="002426EA"/>
    <w:rsid w:val="00243757"/>
    <w:rsid w:val="00243F76"/>
    <w:rsid w:val="00244213"/>
    <w:rsid w:val="002447DD"/>
    <w:rsid w:val="00244816"/>
    <w:rsid w:val="002453BF"/>
    <w:rsid w:val="002455EE"/>
    <w:rsid w:val="00246CD4"/>
    <w:rsid w:val="00246FC4"/>
    <w:rsid w:val="00247106"/>
    <w:rsid w:val="002479FB"/>
    <w:rsid w:val="002503DB"/>
    <w:rsid w:val="00250640"/>
    <w:rsid w:val="00250D89"/>
    <w:rsid w:val="00250ED4"/>
    <w:rsid w:val="00251052"/>
    <w:rsid w:val="0025112C"/>
    <w:rsid w:val="002514DF"/>
    <w:rsid w:val="00251B12"/>
    <w:rsid w:val="002533C7"/>
    <w:rsid w:val="002534D8"/>
    <w:rsid w:val="00254597"/>
    <w:rsid w:val="002545A2"/>
    <w:rsid w:val="00254610"/>
    <w:rsid w:val="0025529E"/>
    <w:rsid w:val="00256649"/>
    <w:rsid w:val="00256ACD"/>
    <w:rsid w:val="00257A32"/>
    <w:rsid w:val="00257F61"/>
    <w:rsid w:val="00260925"/>
    <w:rsid w:val="002612AC"/>
    <w:rsid w:val="002616EE"/>
    <w:rsid w:val="002617D3"/>
    <w:rsid w:val="00261C52"/>
    <w:rsid w:val="00262198"/>
    <w:rsid w:val="0026365D"/>
    <w:rsid w:val="00264015"/>
    <w:rsid w:val="002641C5"/>
    <w:rsid w:val="00264FEF"/>
    <w:rsid w:val="00265029"/>
    <w:rsid w:val="002650F4"/>
    <w:rsid w:val="00265DB8"/>
    <w:rsid w:val="00265F65"/>
    <w:rsid w:val="00266052"/>
    <w:rsid w:val="002663FF"/>
    <w:rsid w:val="0026675A"/>
    <w:rsid w:val="00267242"/>
    <w:rsid w:val="00267818"/>
    <w:rsid w:val="002703A1"/>
    <w:rsid w:val="0027206C"/>
    <w:rsid w:val="00272B3F"/>
    <w:rsid w:val="00273F9D"/>
    <w:rsid w:val="00273FC5"/>
    <w:rsid w:val="002746DB"/>
    <w:rsid w:val="00274D9A"/>
    <w:rsid w:val="002757CA"/>
    <w:rsid w:val="00275A95"/>
    <w:rsid w:val="002760BC"/>
    <w:rsid w:val="00276871"/>
    <w:rsid w:val="00276B30"/>
    <w:rsid w:val="00276BA1"/>
    <w:rsid w:val="00276DF0"/>
    <w:rsid w:val="00276EB5"/>
    <w:rsid w:val="00277235"/>
    <w:rsid w:val="0027724B"/>
    <w:rsid w:val="002775DA"/>
    <w:rsid w:val="002807A8"/>
    <w:rsid w:val="0028096A"/>
    <w:rsid w:val="00280A15"/>
    <w:rsid w:val="00280A90"/>
    <w:rsid w:val="00281264"/>
    <w:rsid w:val="00281758"/>
    <w:rsid w:val="0028188C"/>
    <w:rsid w:val="00281BA3"/>
    <w:rsid w:val="00281EF3"/>
    <w:rsid w:val="002821A7"/>
    <w:rsid w:val="0028265E"/>
    <w:rsid w:val="00282A8E"/>
    <w:rsid w:val="00282F83"/>
    <w:rsid w:val="00282FD0"/>
    <w:rsid w:val="0028441A"/>
    <w:rsid w:val="002853E7"/>
    <w:rsid w:val="00285AD4"/>
    <w:rsid w:val="0028629F"/>
    <w:rsid w:val="00286562"/>
    <w:rsid w:val="002867AF"/>
    <w:rsid w:val="00286CC7"/>
    <w:rsid w:val="0028715B"/>
    <w:rsid w:val="00287C9F"/>
    <w:rsid w:val="00290AD9"/>
    <w:rsid w:val="00291BFB"/>
    <w:rsid w:val="00291EA5"/>
    <w:rsid w:val="00291FF5"/>
    <w:rsid w:val="002920FD"/>
    <w:rsid w:val="00293496"/>
    <w:rsid w:val="00293782"/>
    <w:rsid w:val="00293D06"/>
    <w:rsid w:val="00294359"/>
    <w:rsid w:val="002944B1"/>
    <w:rsid w:val="00294568"/>
    <w:rsid w:val="00294725"/>
    <w:rsid w:val="00294BDA"/>
    <w:rsid w:val="00295559"/>
    <w:rsid w:val="002957C8"/>
    <w:rsid w:val="00295F29"/>
    <w:rsid w:val="0029604D"/>
    <w:rsid w:val="00296231"/>
    <w:rsid w:val="002965D1"/>
    <w:rsid w:val="00296A5C"/>
    <w:rsid w:val="00296F02"/>
    <w:rsid w:val="00297225"/>
    <w:rsid w:val="0029736B"/>
    <w:rsid w:val="0029740D"/>
    <w:rsid w:val="002976F4"/>
    <w:rsid w:val="002A010E"/>
    <w:rsid w:val="002A04CF"/>
    <w:rsid w:val="002A0F39"/>
    <w:rsid w:val="002A13C6"/>
    <w:rsid w:val="002A278A"/>
    <w:rsid w:val="002A28A1"/>
    <w:rsid w:val="002A2AD6"/>
    <w:rsid w:val="002A395A"/>
    <w:rsid w:val="002A5905"/>
    <w:rsid w:val="002A5CA3"/>
    <w:rsid w:val="002A5D33"/>
    <w:rsid w:val="002A6162"/>
    <w:rsid w:val="002A66AF"/>
    <w:rsid w:val="002A755F"/>
    <w:rsid w:val="002A7DAD"/>
    <w:rsid w:val="002B0767"/>
    <w:rsid w:val="002B0BB1"/>
    <w:rsid w:val="002B0DF1"/>
    <w:rsid w:val="002B2850"/>
    <w:rsid w:val="002B28AD"/>
    <w:rsid w:val="002B31E5"/>
    <w:rsid w:val="002B331D"/>
    <w:rsid w:val="002B399C"/>
    <w:rsid w:val="002B5629"/>
    <w:rsid w:val="002B5A94"/>
    <w:rsid w:val="002B61E8"/>
    <w:rsid w:val="002B65D6"/>
    <w:rsid w:val="002B7279"/>
    <w:rsid w:val="002B79AF"/>
    <w:rsid w:val="002B7B18"/>
    <w:rsid w:val="002B7BB3"/>
    <w:rsid w:val="002C0314"/>
    <w:rsid w:val="002C06D8"/>
    <w:rsid w:val="002C0817"/>
    <w:rsid w:val="002C0DDB"/>
    <w:rsid w:val="002C1A6B"/>
    <w:rsid w:val="002C1C1F"/>
    <w:rsid w:val="002C21C5"/>
    <w:rsid w:val="002C2807"/>
    <w:rsid w:val="002C3033"/>
    <w:rsid w:val="002C312D"/>
    <w:rsid w:val="002C3432"/>
    <w:rsid w:val="002C4082"/>
    <w:rsid w:val="002C40D8"/>
    <w:rsid w:val="002C4146"/>
    <w:rsid w:val="002C54C0"/>
    <w:rsid w:val="002C6732"/>
    <w:rsid w:val="002C69DE"/>
    <w:rsid w:val="002C70B0"/>
    <w:rsid w:val="002C76F6"/>
    <w:rsid w:val="002C77FD"/>
    <w:rsid w:val="002C7986"/>
    <w:rsid w:val="002D0678"/>
    <w:rsid w:val="002D08DA"/>
    <w:rsid w:val="002D0997"/>
    <w:rsid w:val="002D11C6"/>
    <w:rsid w:val="002D122B"/>
    <w:rsid w:val="002D1B01"/>
    <w:rsid w:val="002D20BD"/>
    <w:rsid w:val="002D2AC8"/>
    <w:rsid w:val="002D2F43"/>
    <w:rsid w:val="002D2FFF"/>
    <w:rsid w:val="002D4021"/>
    <w:rsid w:val="002D45D3"/>
    <w:rsid w:val="002D4A9F"/>
    <w:rsid w:val="002D5D4C"/>
    <w:rsid w:val="002D5EDD"/>
    <w:rsid w:val="002D5F78"/>
    <w:rsid w:val="002D7170"/>
    <w:rsid w:val="002D7B23"/>
    <w:rsid w:val="002D7BEB"/>
    <w:rsid w:val="002E093A"/>
    <w:rsid w:val="002E19A2"/>
    <w:rsid w:val="002E1CA3"/>
    <w:rsid w:val="002E24A3"/>
    <w:rsid w:val="002E27FB"/>
    <w:rsid w:val="002E2FC7"/>
    <w:rsid w:val="002E3D5D"/>
    <w:rsid w:val="002E45A5"/>
    <w:rsid w:val="002E4737"/>
    <w:rsid w:val="002E4853"/>
    <w:rsid w:val="002E4B15"/>
    <w:rsid w:val="002E4F31"/>
    <w:rsid w:val="002E554F"/>
    <w:rsid w:val="002E5822"/>
    <w:rsid w:val="002E5C19"/>
    <w:rsid w:val="002E6128"/>
    <w:rsid w:val="002E6627"/>
    <w:rsid w:val="002E6C40"/>
    <w:rsid w:val="002E7439"/>
    <w:rsid w:val="002E760D"/>
    <w:rsid w:val="002E7704"/>
    <w:rsid w:val="002E7F84"/>
    <w:rsid w:val="002F09EE"/>
    <w:rsid w:val="002F19A7"/>
    <w:rsid w:val="002F1DE9"/>
    <w:rsid w:val="002F378E"/>
    <w:rsid w:val="002F391B"/>
    <w:rsid w:val="002F3F0D"/>
    <w:rsid w:val="002F4997"/>
    <w:rsid w:val="002F4ABC"/>
    <w:rsid w:val="002F5598"/>
    <w:rsid w:val="002F5609"/>
    <w:rsid w:val="002F63E4"/>
    <w:rsid w:val="002F6CF9"/>
    <w:rsid w:val="002F7256"/>
    <w:rsid w:val="002F7C76"/>
    <w:rsid w:val="00300701"/>
    <w:rsid w:val="00300E28"/>
    <w:rsid w:val="0030161B"/>
    <w:rsid w:val="0030184E"/>
    <w:rsid w:val="00301C48"/>
    <w:rsid w:val="003023AF"/>
    <w:rsid w:val="00302DE4"/>
    <w:rsid w:val="0030310E"/>
    <w:rsid w:val="003031EC"/>
    <w:rsid w:val="003032A3"/>
    <w:rsid w:val="00303430"/>
    <w:rsid w:val="00303A91"/>
    <w:rsid w:val="0030478B"/>
    <w:rsid w:val="00305568"/>
    <w:rsid w:val="0030583B"/>
    <w:rsid w:val="00305BA8"/>
    <w:rsid w:val="00305DC4"/>
    <w:rsid w:val="00306164"/>
    <w:rsid w:val="003064AD"/>
    <w:rsid w:val="00306802"/>
    <w:rsid w:val="003069A3"/>
    <w:rsid w:val="00306C6C"/>
    <w:rsid w:val="0030782E"/>
    <w:rsid w:val="00310721"/>
    <w:rsid w:val="00310AE9"/>
    <w:rsid w:val="00310EF8"/>
    <w:rsid w:val="0031130A"/>
    <w:rsid w:val="00312689"/>
    <w:rsid w:val="00313124"/>
    <w:rsid w:val="00313793"/>
    <w:rsid w:val="003146DD"/>
    <w:rsid w:val="003146F3"/>
    <w:rsid w:val="00314E34"/>
    <w:rsid w:val="00315465"/>
    <w:rsid w:val="00315481"/>
    <w:rsid w:val="003155C7"/>
    <w:rsid w:val="00315E4B"/>
    <w:rsid w:val="003162EE"/>
    <w:rsid w:val="003166D2"/>
    <w:rsid w:val="0031674B"/>
    <w:rsid w:val="00316D30"/>
    <w:rsid w:val="00316D41"/>
    <w:rsid w:val="00316F65"/>
    <w:rsid w:val="00317771"/>
    <w:rsid w:val="00317F1B"/>
    <w:rsid w:val="0032035C"/>
    <w:rsid w:val="0032234E"/>
    <w:rsid w:val="00322717"/>
    <w:rsid w:val="003228F0"/>
    <w:rsid w:val="00322E84"/>
    <w:rsid w:val="0032311B"/>
    <w:rsid w:val="00323156"/>
    <w:rsid w:val="003238A6"/>
    <w:rsid w:val="00323C54"/>
    <w:rsid w:val="00324009"/>
    <w:rsid w:val="00324FB1"/>
    <w:rsid w:val="00325254"/>
    <w:rsid w:val="00325470"/>
    <w:rsid w:val="003255DB"/>
    <w:rsid w:val="003261A2"/>
    <w:rsid w:val="00326F5A"/>
    <w:rsid w:val="003271E6"/>
    <w:rsid w:val="0033067A"/>
    <w:rsid w:val="003307EF"/>
    <w:rsid w:val="00331026"/>
    <w:rsid w:val="0033156A"/>
    <w:rsid w:val="0033158B"/>
    <w:rsid w:val="00331FCE"/>
    <w:rsid w:val="00332628"/>
    <w:rsid w:val="00333992"/>
    <w:rsid w:val="00333C0D"/>
    <w:rsid w:val="00334DD4"/>
    <w:rsid w:val="00335F80"/>
    <w:rsid w:val="00336AAC"/>
    <w:rsid w:val="00340321"/>
    <w:rsid w:val="00340390"/>
    <w:rsid w:val="003406C3"/>
    <w:rsid w:val="003413A1"/>
    <w:rsid w:val="003418D8"/>
    <w:rsid w:val="00341CA9"/>
    <w:rsid w:val="00341D04"/>
    <w:rsid w:val="0034294D"/>
    <w:rsid w:val="00342B71"/>
    <w:rsid w:val="00344917"/>
    <w:rsid w:val="00345348"/>
    <w:rsid w:val="0034632C"/>
    <w:rsid w:val="0034642D"/>
    <w:rsid w:val="003464BC"/>
    <w:rsid w:val="003479D9"/>
    <w:rsid w:val="00351EB4"/>
    <w:rsid w:val="00353546"/>
    <w:rsid w:val="00353F12"/>
    <w:rsid w:val="00353FBA"/>
    <w:rsid w:val="00355257"/>
    <w:rsid w:val="0035542B"/>
    <w:rsid w:val="00355EC8"/>
    <w:rsid w:val="00355FE7"/>
    <w:rsid w:val="003566D8"/>
    <w:rsid w:val="003567E6"/>
    <w:rsid w:val="00356A08"/>
    <w:rsid w:val="00356ED3"/>
    <w:rsid w:val="00356F1E"/>
    <w:rsid w:val="0035754E"/>
    <w:rsid w:val="0035784A"/>
    <w:rsid w:val="00357C28"/>
    <w:rsid w:val="00357C9F"/>
    <w:rsid w:val="00357D53"/>
    <w:rsid w:val="00357E48"/>
    <w:rsid w:val="00360648"/>
    <w:rsid w:val="00360945"/>
    <w:rsid w:val="00360BEB"/>
    <w:rsid w:val="00360CC8"/>
    <w:rsid w:val="00361C4E"/>
    <w:rsid w:val="0036276B"/>
    <w:rsid w:val="00362DB8"/>
    <w:rsid w:val="00363D91"/>
    <w:rsid w:val="00364B11"/>
    <w:rsid w:val="00364D05"/>
    <w:rsid w:val="00364F82"/>
    <w:rsid w:val="00365868"/>
    <w:rsid w:val="00365A76"/>
    <w:rsid w:val="00365D53"/>
    <w:rsid w:val="003660AD"/>
    <w:rsid w:val="003663CC"/>
    <w:rsid w:val="00370039"/>
    <w:rsid w:val="00370370"/>
    <w:rsid w:val="0037040B"/>
    <w:rsid w:val="00371AA6"/>
    <w:rsid w:val="00371BE2"/>
    <w:rsid w:val="00372097"/>
    <w:rsid w:val="00372CFF"/>
    <w:rsid w:val="00373FF2"/>
    <w:rsid w:val="003741D2"/>
    <w:rsid w:val="0037479E"/>
    <w:rsid w:val="00375901"/>
    <w:rsid w:val="00375939"/>
    <w:rsid w:val="00375975"/>
    <w:rsid w:val="00376048"/>
    <w:rsid w:val="003760DD"/>
    <w:rsid w:val="003761D5"/>
    <w:rsid w:val="00377684"/>
    <w:rsid w:val="00377A3D"/>
    <w:rsid w:val="00380766"/>
    <w:rsid w:val="003810DC"/>
    <w:rsid w:val="00381207"/>
    <w:rsid w:val="0038176E"/>
    <w:rsid w:val="00381A73"/>
    <w:rsid w:val="00381DA9"/>
    <w:rsid w:val="00381F1B"/>
    <w:rsid w:val="00382A6C"/>
    <w:rsid w:val="0038306B"/>
    <w:rsid w:val="00383389"/>
    <w:rsid w:val="00383DC0"/>
    <w:rsid w:val="003840EA"/>
    <w:rsid w:val="00384163"/>
    <w:rsid w:val="003841ED"/>
    <w:rsid w:val="003852E4"/>
    <w:rsid w:val="0038550C"/>
    <w:rsid w:val="0038578B"/>
    <w:rsid w:val="00386071"/>
    <w:rsid w:val="0038666E"/>
    <w:rsid w:val="003869A9"/>
    <w:rsid w:val="00386EC6"/>
    <w:rsid w:val="003871C8"/>
    <w:rsid w:val="00387590"/>
    <w:rsid w:val="00391021"/>
    <w:rsid w:val="00391292"/>
    <w:rsid w:val="00391A6B"/>
    <w:rsid w:val="0039214C"/>
    <w:rsid w:val="00392C1B"/>
    <w:rsid w:val="00393A0C"/>
    <w:rsid w:val="00394538"/>
    <w:rsid w:val="00394559"/>
    <w:rsid w:val="00394F15"/>
    <w:rsid w:val="00395CFD"/>
    <w:rsid w:val="00396EF4"/>
    <w:rsid w:val="003972EF"/>
    <w:rsid w:val="003977CA"/>
    <w:rsid w:val="003A0D9A"/>
    <w:rsid w:val="003A0E15"/>
    <w:rsid w:val="003A127A"/>
    <w:rsid w:val="003A1CC0"/>
    <w:rsid w:val="003A3185"/>
    <w:rsid w:val="003A339E"/>
    <w:rsid w:val="003A4352"/>
    <w:rsid w:val="003A49EA"/>
    <w:rsid w:val="003A4AB8"/>
    <w:rsid w:val="003A4EBA"/>
    <w:rsid w:val="003A56A4"/>
    <w:rsid w:val="003A5CF1"/>
    <w:rsid w:val="003A6E81"/>
    <w:rsid w:val="003A76A6"/>
    <w:rsid w:val="003A79EA"/>
    <w:rsid w:val="003B0238"/>
    <w:rsid w:val="003B0666"/>
    <w:rsid w:val="003B09A6"/>
    <w:rsid w:val="003B0E30"/>
    <w:rsid w:val="003B1173"/>
    <w:rsid w:val="003B1C5B"/>
    <w:rsid w:val="003B258F"/>
    <w:rsid w:val="003B366F"/>
    <w:rsid w:val="003B39C6"/>
    <w:rsid w:val="003B56F8"/>
    <w:rsid w:val="003B6097"/>
    <w:rsid w:val="003B6147"/>
    <w:rsid w:val="003B642F"/>
    <w:rsid w:val="003B6A92"/>
    <w:rsid w:val="003B6B23"/>
    <w:rsid w:val="003B73CE"/>
    <w:rsid w:val="003B766D"/>
    <w:rsid w:val="003C0301"/>
    <w:rsid w:val="003C0EA3"/>
    <w:rsid w:val="003C1192"/>
    <w:rsid w:val="003C1286"/>
    <w:rsid w:val="003C145A"/>
    <w:rsid w:val="003C1824"/>
    <w:rsid w:val="003C1B51"/>
    <w:rsid w:val="003C2190"/>
    <w:rsid w:val="003C25E0"/>
    <w:rsid w:val="003C2AED"/>
    <w:rsid w:val="003C2D62"/>
    <w:rsid w:val="003C2D9B"/>
    <w:rsid w:val="003C46D1"/>
    <w:rsid w:val="003C4752"/>
    <w:rsid w:val="003C4C14"/>
    <w:rsid w:val="003C4C54"/>
    <w:rsid w:val="003C4D3A"/>
    <w:rsid w:val="003C4E2F"/>
    <w:rsid w:val="003C504C"/>
    <w:rsid w:val="003C51F3"/>
    <w:rsid w:val="003C59F6"/>
    <w:rsid w:val="003C5C0B"/>
    <w:rsid w:val="003C616F"/>
    <w:rsid w:val="003C62E7"/>
    <w:rsid w:val="003C63C4"/>
    <w:rsid w:val="003C65A5"/>
    <w:rsid w:val="003C7426"/>
    <w:rsid w:val="003C755A"/>
    <w:rsid w:val="003D0584"/>
    <w:rsid w:val="003D113D"/>
    <w:rsid w:val="003D177E"/>
    <w:rsid w:val="003D19EE"/>
    <w:rsid w:val="003D1E4D"/>
    <w:rsid w:val="003D20B3"/>
    <w:rsid w:val="003D27A5"/>
    <w:rsid w:val="003D2F36"/>
    <w:rsid w:val="003D31AA"/>
    <w:rsid w:val="003D375E"/>
    <w:rsid w:val="003D3CD6"/>
    <w:rsid w:val="003D5961"/>
    <w:rsid w:val="003D5F73"/>
    <w:rsid w:val="003D6153"/>
    <w:rsid w:val="003D64D4"/>
    <w:rsid w:val="003D67D6"/>
    <w:rsid w:val="003D6E0C"/>
    <w:rsid w:val="003D799D"/>
    <w:rsid w:val="003D7C30"/>
    <w:rsid w:val="003D7F56"/>
    <w:rsid w:val="003E0061"/>
    <w:rsid w:val="003E0417"/>
    <w:rsid w:val="003E05F3"/>
    <w:rsid w:val="003E07E3"/>
    <w:rsid w:val="003E1011"/>
    <w:rsid w:val="003E1553"/>
    <w:rsid w:val="003E3632"/>
    <w:rsid w:val="003E5114"/>
    <w:rsid w:val="003E5694"/>
    <w:rsid w:val="003E615B"/>
    <w:rsid w:val="003E670D"/>
    <w:rsid w:val="003E677A"/>
    <w:rsid w:val="003E6A94"/>
    <w:rsid w:val="003E7307"/>
    <w:rsid w:val="003E7413"/>
    <w:rsid w:val="003E7F9F"/>
    <w:rsid w:val="003E7FBF"/>
    <w:rsid w:val="003F03AD"/>
    <w:rsid w:val="003F0B71"/>
    <w:rsid w:val="003F1736"/>
    <w:rsid w:val="003F17B4"/>
    <w:rsid w:val="003F1CD3"/>
    <w:rsid w:val="003F221B"/>
    <w:rsid w:val="003F2D96"/>
    <w:rsid w:val="003F3762"/>
    <w:rsid w:val="003F5432"/>
    <w:rsid w:val="003F555C"/>
    <w:rsid w:val="003F587A"/>
    <w:rsid w:val="003F614F"/>
    <w:rsid w:val="003F6471"/>
    <w:rsid w:val="003F6763"/>
    <w:rsid w:val="003F6BD7"/>
    <w:rsid w:val="003F70A2"/>
    <w:rsid w:val="003F741C"/>
    <w:rsid w:val="003F7D5E"/>
    <w:rsid w:val="004010EA"/>
    <w:rsid w:val="00401892"/>
    <w:rsid w:val="00402511"/>
    <w:rsid w:val="004042EB"/>
    <w:rsid w:val="004046BA"/>
    <w:rsid w:val="004053EA"/>
    <w:rsid w:val="00405832"/>
    <w:rsid w:val="00405C3A"/>
    <w:rsid w:val="00405EF5"/>
    <w:rsid w:val="00405F6F"/>
    <w:rsid w:val="00406D06"/>
    <w:rsid w:val="00407159"/>
    <w:rsid w:val="0040793C"/>
    <w:rsid w:val="00410B69"/>
    <w:rsid w:val="00411179"/>
    <w:rsid w:val="00411397"/>
    <w:rsid w:val="004115B5"/>
    <w:rsid w:val="00412251"/>
    <w:rsid w:val="00412398"/>
    <w:rsid w:val="004125E6"/>
    <w:rsid w:val="00413037"/>
    <w:rsid w:val="004132E9"/>
    <w:rsid w:val="004137CD"/>
    <w:rsid w:val="00413A7C"/>
    <w:rsid w:val="00413FD9"/>
    <w:rsid w:val="00414BA2"/>
    <w:rsid w:val="004152B9"/>
    <w:rsid w:val="00415586"/>
    <w:rsid w:val="00415B67"/>
    <w:rsid w:val="00416711"/>
    <w:rsid w:val="00416BF6"/>
    <w:rsid w:val="0041722C"/>
    <w:rsid w:val="00417813"/>
    <w:rsid w:val="004179E9"/>
    <w:rsid w:val="004200C6"/>
    <w:rsid w:val="00420829"/>
    <w:rsid w:val="00420F1E"/>
    <w:rsid w:val="00421435"/>
    <w:rsid w:val="00421719"/>
    <w:rsid w:val="0042206D"/>
    <w:rsid w:val="00422240"/>
    <w:rsid w:val="00422246"/>
    <w:rsid w:val="004224B4"/>
    <w:rsid w:val="00422A24"/>
    <w:rsid w:val="00422E0A"/>
    <w:rsid w:val="00423803"/>
    <w:rsid w:val="0042386D"/>
    <w:rsid w:val="00423945"/>
    <w:rsid w:val="00424035"/>
    <w:rsid w:val="004258EA"/>
    <w:rsid w:val="00425D91"/>
    <w:rsid w:val="00425E2A"/>
    <w:rsid w:val="00426AA3"/>
    <w:rsid w:val="0042713B"/>
    <w:rsid w:val="004273D7"/>
    <w:rsid w:val="00427C07"/>
    <w:rsid w:val="00430B03"/>
    <w:rsid w:val="0043103A"/>
    <w:rsid w:val="00431B94"/>
    <w:rsid w:val="00431C55"/>
    <w:rsid w:val="00431E76"/>
    <w:rsid w:val="00432021"/>
    <w:rsid w:val="0043209C"/>
    <w:rsid w:val="00432F1F"/>
    <w:rsid w:val="004331DC"/>
    <w:rsid w:val="00433425"/>
    <w:rsid w:val="00433F38"/>
    <w:rsid w:val="004344F6"/>
    <w:rsid w:val="0043535E"/>
    <w:rsid w:val="0043556D"/>
    <w:rsid w:val="004355FB"/>
    <w:rsid w:val="0043578F"/>
    <w:rsid w:val="0043630A"/>
    <w:rsid w:val="00436782"/>
    <w:rsid w:val="00436992"/>
    <w:rsid w:val="00436A44"/>
    <w:rsid w:val="00437AD0"/>
    <w:rsid w:val="00440636"/>
    <w:rsid w:val="0044070C"/>
    <w:rsid w:val="0044081A"/>
    <w:rsid w:val="00441991"/>
    <w:rsid w:val="00441A8B"/>
    <w:rsid w:val="0044248E"/>
    <w:rsid w:val="00443B5A"/>
    <w:rsid w:val="00443E25"/>
    <w:rsid w:val="00443EC9"/>
    <w:rsid w:val="00444011"/>
    <w:rsid w:val="004441FA"/>
    <w:rsid w:val="00445720"/>
    <w:rsid w:val="0044575A"/>
    <w:rsid w:val="00445BAB"/>
    <w:rsid w:val="00445F3D"/>
    <w:rsid w:val="0044620C"/>
    <w:rsid w:val="004463DD"/>
    <w:rsid w:val="00446A65"/>
    <w:rsid w:val="00446BAA"/>
    <w:rsid w:val="00446EB8"/>
    <w:rsid w:val="00447069"/>
    <w:rsid w:val="00447836"/>
    <w:rsid w:val="00447C4B"/>
    <w:rsid w:val="00447E5D"/>
    <w:rsid w:val="00450008"/>
    <w:rsid w:val="004504AF"/>
    <w:rsid w:val="004506B2"/>
    <w:rsid w:val="00450B5E"/>
    <w:rsid w:val="004527CE"/>
    <w:rsid w:val="00452AF7"/>
    <w:rsid w:val="00452C09"/>
    <w:rsid w:val="00452D72"/>
    <w:rsid w:val="0045305D"/>
    <w:rsid w:val="004536AE"/>
    <w:rsid w:val="00453902"/>
    <w:rsid w:val="00454169"/>
    <w:rsid w:val="00454472"/>
    <w:rsid w:val="00454509"/>
    <w:rsid w:val="0045562B"/>
    <w:rsid w:val="00455B3C"/>
    <w:rsid w:val="00457F43"/>
    <w:rsid w:val="004602C2"/>
    <w:rsid w:val="00460FD0"/>
    <w:rsid w:val="00462400"/>
    <w:rsid w:val="0046250E"/>
    <w:rsid w:val="00462D43"/>
    <w:rsid w:val="00463D8A"/>
    <w:rsid w:val="0046408A"/>
    <w:rsid w:val="004648F6"/>
    <w:rsid w:val="00464930"/>
    <w:rsid w:val="00464B5E"/>
    <w:rsid w:val="00465CF7"/>
    <w:rsid w:val="00466F7E"/>
    <w:rsid w:val="0046777C"/>
    <w:rsid w:val="0046777D"/>
    <w:rsid w:val="00467839"/>
    <w:rsid w:val="00470954"/>
    <w:rsid w:val="00470CD0"/>
    <w:rsid w:val="0047172F"/>
    <w:rsid w:val="00471DC1"/>
    <w:rsid w:val="00472201"/>
    <w:rsid w:val="00472396"/>
    <w:rsid w:val="004725BA"/>
    <w:rsid w:val="0047283B"/>
    <w:rsid w:val="00472B3F"/>
    <w:rsid w:val="004731BA"/>
    <w:rsid w:val="00473280"/>
    <w:rsid w:val="0047334C"/>
    <w:rsid w:val="00474169"/>
    <w:rsid w:val="00474440"/>
    <w:rsid w:val="00474E76"/>
    <w:rsid w:val="004754B5"/>
    <w:rsid w:val="00475E0D"/>
    <w:rsid w:val="004764E0"/>
    <w:rsid w:val="004775EA"/>
    <w:rsid w:val="00477B9A"/>
    <w:rsid w:val="00480174"/>
    <w:rsid w:val="00480EBD"/>
    <w:rsid w:val="00481BFD"/>
    <w:rsid w:val="00481DA6"/>
    <w:rsid w:val="0048229E"/>
    <w:rsid w:val="00482FC6"/>
    <w:rsid w:val="004835E5"/>
    <w:rsid w:val="00483A56"/>
    <w:rsid w:val="00483FC7"/>
    <w:rsid w:val="004847AE"/>
    <w:rsid w:val="00484933"/>
    <w:rsid w:val="004849DD"/>
    <w:rsid w:val="00484FCA"/>
    <w:rsid w:val="00485195"/>
    <w:rsid w:val="00485FA3"/>
    <w:rsid w:val="0048657B"/>
    <w:rsid w:val="00486DFB"/>
    <w:rsid w:val="0048751F"/>
    <w:rsid w:val="0048759C"/>
    <w:rsid w:val="0048765C"/>
    <w:rsid w:val="00487839"/>
    <w:rsid w:val="0049138B"/>
    <w:rsid w:val="004919EA"/>
    <w:rsid w:val="004934ED"/>
    <w:rsid w:val="00493584"/>
    <w:rsid w:val="004938E3"/>
    <w:rsid w:val="00495284"/>
    <w:rsid w:val="00495395"/>
    <w:rsid w:val="00495648"/>
    <w:rsid w:val="004963C7"/>
    <w:rsid w:val="004A015B"/>
    <w:rsid w:val="004A099A"/>
    <w:rsid w:val="004A0A47"/>
    <w:rsid w:val="004A0EF1"/>
    <w:rsid w:val="004A1EC3"/>
    <w:rsid w:val="004A2694"/>
    <w:rsid w:val="004A2CAC"/>
    <w:rsid w:val="004A3293"/>
    <w:rsid w:val="004A370A"/>
    <w:rsid w:val="004A4329"/>
    <w:rsid w:val="004A5567"/>
    <w:rsid w:val="004A5846"/>
    <w:rsid w:val="004A5C02"/>
    <w:rsid w:val="004A5E27"/>
    <w:rsid w:val="004A6DBF"/>
    <w:rsid w:val="004A773A"/>
    <w:rsid w:val="004A7B63"/>
    <w:rsid w:val="004B02AA"/>
    <w:rsid w:val="004B09DE"/>
    <w:rsid w:val="004B19B3"/>
    <w:rsid w:val="004B1D44"/>
    <w:rsid w:val="004B1E55"/>
    <w:rsid w:val="004B1F17"/>
    <w:rsid w:val="004B2925"/>
    <w:rsid w:val="004B2B54"/>
    <w:rsid w:val="004B2E2A"/>
    <w:rsid w:val="004B3F97"/>
    <w:rsid w:val="004B416E"/>
    <w:rsid w:val="004B545C"/>
    <w:rsid w:val="004B5AD4"/>
    <w:rsid w:val="004B5B2A"/>
    <w:rsid w:val="004B5BAB"/>
    <w:rsid w:val="004B5D0B"/>
    <w:rsid w:val="004B62B2"/>
    <w:rsid w:val="004B7C72"/>
    <w:rsid w:val="004C078A"/>
    <w:rsid w:val="004C0BA1"/>
    <w:rsid w:val="004C0BBC"/>
    <w:rsid w:val="004C10E3"/>
    <w:rsid w:val="004C14E0"/>
    <w:rsid w:val="004C2E5B"/>
    <w:rsid w:val="004C3230"/>
    <w:rsid w:val="004C3DC3"/>
    <w:rsid w:val="004C46EA"/>
    <w:rsid w:val="004C4771"/>
    <w:rsid w:val="004C4B0F"/>
    <w:rsid w:val="004C4DC6"/>
    <w:rsid w:val="004C541D"/>
    <w:rsid w:val="004C6246"/>
    <w:rsid w:val="004C65BD"/>
    <w:rsid w:val="004C6B24"/>
    <w:rsid w:val="004C6C1B"/>
    <w:rsid w:val="004C6F6D"/>
    <w:rsid w:val="004C7845"/>
    <w:rsid w:val="004D032A"/>
    <w:rsid w:val="004D0710"/>
    <w:rsid w:val="004D1105"/>
    <w:rsid w:val="004D14FF"/>
    <w:rsid w:val="004D15D3"/>
    <w:rsid w:val="004D211A"/>
    <w:rsid w:val="004D306D"/>
    <w:rsid w:val="004D317D"/>
    <w:rsid w:val="004D3328"/>
    <w:rsid w:val="004D3757"/>
    <w:rsid w:val="004D3DDA"/>
    <w:rsid w:val="004D418F"/>
    <w:rsid w:val="004D458D"/>
    <w:rsid w:val="004D45CF"/>
    <w:rsid w:val="004D502C"/>
    <w:rsid w:val="004D5650"/>
    <w:rsid w:val="004D59F1"/>
    <w:rsid w:val="004D6302"/>
    <w:rsid w:val="004D6D31"/>
    <w:rsid w:val="004D6F67"/>
    <w:rsid w:val="004D7042"/>
    <w:rsid w:val="004D70A3"/>
    <w:rsid w:val="004D765D"/>
    <w:rsid w:val="004D77F2"/>
    <w:rsid w:val="004D781E"/>
    <w:rsid w:val="004D7E33"/>
    <w:rsid w:val="004E14F4"/>
    <w:rsid w:val="004E1CE2"/>
    <w:rsid w:val="004E1DEB"/>
    <w:rsid w:val="004E2128"/>
    <w:rsid w:val="004E2883"/>
    <w:rsid w:val="004E2B72"/>
    <w:rsid w:val="004E3203"/>
    <w:rsid w:val="004E3E3D"/>
    <w:rsid w:val="004E3F03"/>
    <w:rsid w:val="004E40B7"/>
    <w:rsid w:val="004E43D0"/>
    <w:rsid w:val="004E4C3C"/>
    <w:rsid w:val="004E4E72"/>
    <w:rsid w:val="004E52F0"/>
    <w:rsid w:val="004E57C1"/>
    <w:rsid w:val="004E5F4C"/>
    <w:rsid w:val="004E606F"/>
    <w:rsid w:val="004E6C65"/>
    <w:rsid w:val="004E72FD"/>
    <w:rsid w:val="004E7C3B"/>
    <w:rsid w:val="004E7EFC"/>
    <w:rsid w:val="004F001A"/>
    <w:rsid w:val="004F12D9"/>
    <w:rsid w:val="004F205D"/>
    <w:rsid w:val="004F2234"/>
    <w:rsid w:val="004F24C0"/>
    <w:rsid w:val="004F2523"/>
    <w:rsid w:val="004F25D9"/>
    <w:rsid w:val="004F286C"/>
    <w:rsid w:val="004F2C5C"/>
    <w:rsid w:val="004F3D4C"/>
    <w:rsid w:val="004F3D99"/>
    <w:rsid w:val="004F53BB"/>
    <w:rsid w:val="004F59FF"/>
    <w:rsid w:val="004F5B0A"/>
    <w:rsid w:val="004F6376"/>
    <w:rsid w:val="004F657C"/>
    <w:rsid w:val="004F6662"/>
    <w:rsid w:val="004F747D"/>
    <w:rsid w:val="004F767D"/>
    <w:rsid w:val="004F785B"/>
    <w:rsid w:val="004F7B11"/>
    <w:rsid w:val="00501089"/>
    <w:rsid w:val="00501A3D"/>
    <w:rsid w:val="00501BCB"/>
    <w:rsid w:val="00501CDF"/>
    <w:rsid w:val="00501F1D"/>
    <w:rsid w:val="00501F52"/>
    <w:rsid w:val="005021C3"/>
    <w:rsid w:val="0050296C"/>
    <w:rsid w:val="00504CEC"/>
    <w:rsid w:val="00504E79"/>
    <w:rsid w:val="00504F07"/>
    <w:rsid w:val="00505503"/>
    <w:rsid w:val="00505C1D"/>
    <w:rsid w:val="0050671C"/>
    <w:rsid w:val="00506736"/>
    <w:rsid w:val="0050687E"/>
    <w:rsid w:val="00506B08"/>
    <w:rsid w:val="00506E9D"/>
    <w:rsid w:val="005070F9"/>
    <w:rsid w:val="00507449"/>
    <w:rsid w:val="005100DE"/>
    <w:rsid w:val="0051051E"/>
    <w:rsid w:val="005125B1"/>
    <w:rsid w:val="005128BA"/>
    <w:rsid w:val="00513A57"/>
    <w:rsid w:val="00513C3C"/>
    <w:rsid w:val="00513C47"/>
    <w:rsid w:val="005144E7"/>
    <w:rsid w:val="00514C02"/>
    <w:rsid w:val="0051576C"/>
    <w:rsid w:val="00515A52"/>
    <w:rsid w:val="00515A8D"/>
    <w:rsid w:val="00515B27"/>
    <w:rsid w:val="00516211"/>
    <w:rsid w:val="00517262"/>
    <w:rsid w:val="00517D93"/>
    <w:rsid w:val="00521585"/>
    <w:rsid w:val="00522053"/>
    <w:rsid w:val="005222E1"/>
    <w:rsid w:val="00522467"/>
    <w:rsid w:val="0052246B"/>
    <w:rsid w:val="00522BBA"/>
    <w:rsid w:val="00522C24"/>
    <w:rsid w:val="00522C78"/>
    <w:rsid w:val="00522EAD"/>
    <w:rsid w:val="00524045"/>
    <w:rsid w:val="00524655"/>
    <w:rsid w:val="005249B0"/>
    <w:rsid w:val="00524DDA"/>
    <w:rsid w:val="00524E7C"/>
    <w:rsid w:val="00524F53"/>
    <w:rsid w:val="00525773"/>
    <w:rsid w:val="00525AE7"/>
    <w:rsid w:val="00525B2E"/>
    <w:rsid w:val="00525F1A"/>
    <w:rsid w:val="0052622D"/>
    <w:rsid w:val="005264CF"/>
    <w:rsid w:val="0052667D"/>
    <w:rsid w:val="00526716"/>
    <w:rsid w:val="00526C4F"/>
    <w:rsid w:val="00526F7F"/>
    <w:rsid w:val="00527467"/>
    <w:rsid w:val="005276E8"/>
    <w:rsid w:val="00527CC5"/>
    <w:rsid w:val="00527E00"/>
    <w:rsid w:val="00530159"/>
    <w:rsid w:val="00530DCB"/>
    <w:rsid w:val="00530E24"/>
    <w:rsid w:val="00530F4C"/>
    <w:rsid w:val="005319BA"/>
    <w:rsid w:val="005323AD"/>
    <w:rsid w:val="00532571"/>
    <w:rsid w:val="0053272F"/>
    <w:rsid w:val="00532823"/>
    <w:rsid w:val="00534378"/>
    <w:rsid w:val="00534D16"/>
    <w:rsid w:val="0053527D"/>
    <w:rsid w:val="00535FF0"/>
    <w:rsid w:val="00536762"/>
    <w:rsid w:val="00536A19"/>
    <w:rsid w:val="00537487"/>
    <w:rsid w:val="00537640"/>
    <w:rsid w:val="00537B8E"/>
    <w:rsid w:val="005402E1"/>
    <w:rsid w:val="00541308"/>
    <w:rsid w:val="00541F5B"/>
    <w:rsid w:val="0054266E"/>
    <w:rsid w:val="0054283F"/>
    <w:rsid w:val="00544A60"/>
    <w:rsid w:val="00544F2C"/>
    <w:rsid w:val="00546FF8"/>
    <w:rsid w:val="0054795F"/>
    <w:rsid w:val="00547A52"/>
    <w:rsid w:val="00547B7D"/>
    <w:rsid w:val="00547D63"/>
    <w:rsid w:val="00547FE6"/>
    <w:rsid w:val="00550234"/>
    <w:rsid w:val="0055057E"/>
    <w:rsid w:val="00550731"/>
    <w:rsid w:val="005518F4"/>
    <w:rsid w:val="0055215C"/>
    <w:rsid w:val="0055232B"/>
    <w:rsid w:val="005523E8"/>
    <w:rsid w:val="00553394"/>
    <w:rsid w:val="005536FC"/>
    <w:rsid w:val="00553E67"/>
    <w:rsid w:val="00554486"/>
    <w:rsid w:val="0055584D"/>
    <w:rsid w:val="00555E39"/>
    <w:rsid w:val="005569E1"/>
    <w:rsid w:val="00556C6C"/>
    <w:rsid w:val="00556C85"/>
    <w:rsid w:val="00556CE0"/>
    <w:rsid w:val="005570A6"/>
    <w:rsid w:val="00557481"/>
    <w:rsid w:val="005574B3"/>
    <w:rsid w:val="00557E36"/>
    <w:rsid w:val="00557F19"/>
    <w:rsid w:val="0056051C"/>
    <w:rsid w:val="0056103C"/>
    <w:rsid w:val="00561E8E"/>
    <w:rsid w:val="00563696"/>
    <w:rsid w:val="005646DC"/>
    <w:rsid w:val="0056546A"/>
    <w:rsid w:val="00566370"/>
    <w:rsid w:val="005663F2"/>
    <w:rsid w:val="00566EE6"/>
    <w:rsid w:val="00566FD3"/>
    <w:rsid w:val="005700AE"/>
    <w:rsid w:val="00570735"/>
    <w:rsid w:val="005720DC"/>
    <w:rsid w:val="00572F3B"/>
    <w:rsid w:val="0057335B"/>
    <w:rsid w:val="0057343C"/>
    <w:rsid w:val="005736B6"/>
    <w:rsid w:val="00573B5D"/>
    <w:rsid w:val="005741C5"/>
    <w:rsid w:val="005744BF"/>
    <w:rsid w:val="00574AE1"/>
    <w:rsid w:val="00575140"/>
    <w:rsid w:val="00575151"/>
    <w:rsid w:val="00575903"/>
    <w:rsid w:val="00576A9A"/>
    <w:rsid w:val="00576BD9"/>
    <w:rsid w:val="005772D7"/>
    <w:rsid w:val="00577440"/>
    <w:rsid w:val="00577687"/>
    <w:rsid w:val="00577EF7"/>
    <w:rsid w:val="005802C7"/>
    <w:rsid w:val="00580397"/>
    <w:rsid w:val="00580703"/>
    <w:rsid w:val="00580776"/>
    <w:rsid w:val="00580D3C"/>
    <w:rsid w:val="00581786"/>
    <w:rsid w:val="00581B25"/>
    <w:rsid w:val="00581C5F"/>
    <w:rsid w:val="00582098"/>
    <w:rsid w:val="0058214D"/>
    <w:rsid w:val="005827DD"/>
    <w:rsid w:val="00583B7E"/>
    <w:rsid w:val="00583D9B"/>
    <w:rsid w:val="00583DF3"/>
    <w:rsid w:val="00584A59"/>
    <w:rsid w:val="0058659B"/>
    <w:rsid w:val="0058696C"/>
    <w:rsid w:val="005869AF"/>
    <w:rsid w:val="00586D2D"/>
    <w:rsid w:val="00586EF3"/>
    <w:rsid w:val="00587595"/>
    <w:rsid w:val="0058781A"/>
    <w:rsid w:val="00587B1C"/>
    <w:rsid w:val="00590341"/>
    <w:rsid w:val="0059086E"/>
    <w:rsid w:val="00590879"/>
    <w:rsid w:val="00591A55"/>
    <w:rsid w:val="00591E11"/>
    <w:rsid w:val="005923BC"/>
    <w:rsid w:val="005926F4"/>
    <w:rsid w:val="0059287A"/>
    <w:rsid w:val="00592A6C"/>
    <w:rsid w:val="00593C09"/>
    <w:rsid w:val="00594F90"/>
    <w:rsid w:val="005952DE"/>
    <w:rsid w:val="005958C3"/>
    <w:rsid w:val="00595DBC"/>
    <w:rsid w:val="005969AA"/>
    <w:rsid w:val="00596EAF"/>
    <w:rsid w:val="0059742F"/>
    <w:rsid w:val="005A0B04"/>
    <w:rsid w:val="005A0CA4"/>
    <w:rsid w:val="005A11D4"/>
    <w:rsid w:val="005A1B01"/>
    <w:rsid w:val="005A1CBE"/>
    <w:rsid w:val="005A1CFD"/>
    <w:rsid w:val="005A1D56"/>
    <w:rsid w:val="005A217E"/>
    <w:rsid w:val="005A21B0"/>
    <w:rsid w:val="005A294B"/>
    <w:rsid w:val="005A2FFD"/>
    <w:rsid w:val="005A35DE"/>
    <w:rsid w:val="005A3A17"/>
    <w:rsid w:val="005A3A89"/>
    <w:rsid w:val="005A40CA"/>
    <w:rsid w:val="005A4AC2"/>
    <w:rsid w:val="005A4F97"/>
    <w:rsid w:val="005A5A6F"/>
    <w:rsid w:val="005A5A87"/>
    <w:rsid w:val="005A6B26"/>
    <w:rsid w:val="005A6EFA"/>
    <w:rsid w:val="005A79C9"/>
    <w:rsid w:val="005A7D85"/>
    <w:rsid w:val="005B0204"/>
    <w:rsid w:val="005B0289"/>
    <w:rsid w:val="005B0DCD"/>
    <w:rsid w:val="005B0ECE"/>
    <w:rsid w:val="005B1165"/>
    <w:rsid w:val="005B1469"/>
    <w:rsid w:val="005B1CA0"/>
    <w:rsid w:val="005B2485"/>
    <w:rsid w:val="005B276F"/>
    <w:rsid w:val="005B298D"/>
    <w:rsid w:val="005B34F7"/>
    <w:rsid w:val="005B3815"/>
    <w:rsid w:val="005B4DD0"/>
    <w:rsid w:val="005B4FE2"/>
    <w:rsid w:val="005B51F2"/>
    <w:rsid w:val="005B57E9"/>
    <w:rsid w:val="005B592C"/>
    <w:rsid w:val="005B5C6F"/>
    <w:rsid w:val="005B63F9"/>
    <w:rsid w:val="005B7354"/>
    <w:rsid w:val="005B781E"/>
    <w:rsid w:val="005C02E8"/>
    <w:rsid w:val="005C0594"/>
    <w:rsid w:val="005C099A"/>
    <w:rsid w:val="005C1535"/>
    <w:rsid w:val="005C185E"/>
    <w:rsid w:val="005C1F85"/>
    <w:rsid w:val="005C25A5"/>
    <w:rsid w:val="005C2D74"/>
    <w:rsid w:val="005C36AF"/>
    <w:rsid w:val="005C370E"/>
    <w:rsid w:val="005C4069"/>
    <w:rsid w:val="005C4334"/>
    <w:rsid w:val="005C4DE0"/>
    <w:rsid w:val="005C4F45"/>
    <w:rsid w:val="005C58F3"/>
    <w:rsid w:val="005C5932"/>
    <w:rsid w:val="005C60A3"/>
    <w:rsid w:val="005C60C9"/>
    <w:rsid w:val="005C62FD"/>
    <w:rsid w:val="005C69F7"/>
    <w:rsid w:val="005C6F6E"/>
    <w:rsid w:val="005C7B2B"/>
    <w:rsid w:val="005D051E"/>
    <w:rsid w:val="005D14D0"/>
    <w:rsid w:val="005D216C"/>
    <w:rsid w:val="005D222D"/>
    <w:rsid w:val="005D23E2"/>
    <w:rsid w:val="005D2CD2"/>
    <w:rsid w:val="005D324C"/>
    <w:rsid w:val="005D35DB"/>
    <w:rsid w:val="005D573A"/>
    <w:rsid w:val="005D5CBE"/>
    <w:rsid w:val="005D6028"/>
    <w:rsid w:val="005D6BC4"/>
    <w:rsid w:val="005D778D"/>
    <w:rsid w:val="005D7BF0"/>
    <w:rsid w:val="005E11CF"/>
    <w:rsid w:val="005E12BA"/>
    <w:rsid w:val="005E141D"/>
    <w:rsid w:val="005E172A"/>
    <w:rsid w:val="005E17C9"/>
    <w:rsid w:val="005E21CB"/>
    <w:rsid w:val="005E2752"/>
    <w:rsid w:val="005E2B55"/>
    <w:rsid w:val="005E3452"/>
    <w:rsid w:val="005E3F72"/>
    <w:rsid w:val="005E4765"/>
    <w:rsid w:val="005E4A34"/>
    <w:rsid w:val="005E5E87"/>
    <w:rsid w:val="005E6048"/>
    <w:rsid w:val="005E6439"/>
    <w:rsid w:val="005E68CD"/>
    <w:rsid w:val="005E6DF0"/>
    <w:rsid w:val="005E6E22"/>
    <w:rsid w:val="005E713B"/>
    <w:rsid w:val="005E717C"/>
    <w:rsid w:val="005E7599"/>
    <w:rsid w:val="005E76CC"/>
    <w:rsid w:val="005E7D8D"/>
    <w:rsid w:val="005F02A7"/>
    <w:rsid w:val="005F1540"/>
    <w:rsid w:val="005F1DF0"/>
    <w:rsid w:val="005F2168"/>
    <w:rsid w:val="005F290E"/>
    <w:rsid w:val="005F3774"/>
    <w:rsid w:val="005F3ED5"/>
    <w:rsid w:val="005F4218"/>
    <w:rsid w:val="005F4401"/>
    <w:rsid w:val="005F446F"/>
    <w:rsid w:val="005F5145"/>
    <w:rsid w:val="005F55F1"/>
    <w:rsid w:val="005F5D45"/>
    <w:rsid w:val="005F5EE3"/>
    <w:rsid w:val="005F6048"/>
    <w:rsid w:val="005F66A7"/>
    <w:rsid w:val="005F6AFE"/>
    <w:rsid w:val="005F6CFA"/>
    <w:rsid w:val="005F785C"/>
    <w:rsid w:val="005F7ECC"/>
    <w:rsid w:val="00600217"/>
    <w:rsid w:val="00603181"/>
    <w:rsid w:val="006031E0"/>
    <w:rsid w:val="006041E5"/>
    <w:rsid w:val="0060550A"/>
    <w:rsid w:val="00605C99"/>
    <w:rsid w:val="006064A3"/>
    <w:rsid w:val="0060766E"/>
    <w:rsid w:val="006079B7"/>
    <w:rsid w:val="00611056"/>
    <w:rsid w:val="00611D13"/>
    <w:rsid w:val="00612F15"/>
    <w:rsid w:val="00613217"/>
    <w:rsid w:val="00613496"/>
    <w:rsid w:val="006134DE"/>
    <w:rsid w:val="006135EC"/>
    <w:rsid w:val="00613C26"/>
    <w:rsid w:val="00613EB6"/>
    <w:rsid w:val="00614AA9"/>
    <w:rsid w:val="00614CB8"/>
    <w:rsid w:val="0061579D"/>
    <w:rsid w:val="006157B2"/>
    <w:rsid w:val="00615A1C"/>
    <w:rsid w:val="00615A7F"/>
    <w:rsid w:val="00615BEE"/>
    <w:rsid w:val="00616981"/>
    <w:rsid w:val="0061776E"/>
    <w:rsid w:val="00617A9A"/>
    <w:rsid w:val="00617D74"/>
    <w:rsid w:val="006203D2"/>
    <w:rsid w:val="006207ED"/>
    <w:rsid w:val="00620E68"/>
    <w:rsid w:val="006210F1"/>
    <w:rsid w:val="00621393"/>
    <w:rsid w:val="00621CA7"/>
    <w:rsid w:val="0062258C"/>
    <w:rsid w:val="00622A3D"/>
    <w:rsid w:val="00622F73"/>
    <w:rsid w:val="00623364"/>
    <w:rsid w:val="00623DF9"/>
    <w:rsid w:val="0062404A"/>
    <w:rsid w:val="006244CD"/>
    <w:rsid w:val="0062450F"/>
    <w:rsid w:val="00624593"/>
    <w:rsid w:val="00624654"/>
    <w:rsid w:val="00624756"/>
    <w:rsid w:val="006249C7"/>
    <w:rsid w:val="00624F6C"/>
    <w:rsid w:val="00625343"/>
    <w:rsid w:val="00626B13"/>
    <w:rsid w:val="006276DA"/>
    <w:rsid w:val="0062798F"/>
    <w:rsid w:val="00630174"/>
    <w:rsid w:val="00630281"/>
    <w:rsid w:val="006309DD"/>
    <w:rsid w:val="00630A9B"/>
    <w:rsid w:val="0063165F"/>
    <w:rsid w:val="006316E6"/>
    <w:rsid w:val="006318A2"/>
    <w:rsid w:val="0063206E"/>
    <w:rsid w:val="0063215E"/>
    <w:rsid w:val="00632C73"/>
    <w:rsid w:val="00632F5A"/>
    <w:rsid w:val="00633B23"/>
    <w:rsid w:val="006340A1"/>
    <w:rsid w:val="00634438"/>
    <w:rsid w:val="006348AF"/>
    <w:rsid w:val="00634DA1"/>
    <w:rsid w:val="00634E5F"/>
    <w:rsid w:val="006358C7"/>
    <w:rsid w:val="0063607D"/>
    <w:rsid w:val="006360A8"/>
    <w:rsid w:val="00636283"/>
    <w:rsid w:val="0063666A"/>
    <w:rsid w:val="006368ED"/>
    <w:rsid w:val="00636EF9"/>
    <w:rsid w:val="00637255"/>
    <w:rsid w:val="006372F5"/>
    <w:rsid w:val="00637743"/>
    <w:rsid w:val="0064037F"/>
    <w:rsid w:val="00641166"/>
    <w:rsid w:val="00641551"/>
    <w:rsid w:val="0064257C"/>
    <w:rsid w:val="00642D58"/>
    <w:rsid w:val="00642EDA"/>
    <w:rsid w:val="00643D57"/>
    <w:rsid w:val="00644AD1"/>
    <w:rsid w:val="00644B4D"/>
    <w:rsid w:val="00644BBE"/>
    <w:rsid w:val="0064504C"/>
    <w:rsid w:val="00645099"/>
    <w:rsid w:val="00645812"/>
    <w:rsid w:val="0064598E"/>
    <w:rsid w:val="00645A79"/>
    <w:rsid w:val="00646BBB"/>
    <w:rsid w:val="00650567"/>
    <w:rsid w:val="006507DD"/>
    <w:rsid w:val="006510B5"/>
    <w:rsid w:val="00652A47"/>
    <w:rsid w:val="00652DC8"/>
    <w:rsid w:val="00653088"/>
    <w:rsid w:val="00653228"/>
    <w:rsid w:val="006532DC"/>
    <w:rsid w:val="00653485"/>
    <w:rsid w:val="00653B8C"/>
    <w:rsid w:val="006541CE"/>
    <w:rsid w:val="0065594C"/>
    <w:rsid w:val="00655955"/>
    <w:rsid w:val="006563D5"/>
    <w:rsid w:val="00656BDE"/>
    <w:rsid w:val="00656E0C"/>
    <w:rsid w:val="00657668"/>
    <w:rsid w:val="0065772B"/>
    <w:rsid w:val="00657D8B"/>
    <w:rsid w:val="00657FC6"/>
    <w:rsid w:val="00660A45"/>
    <w:rsid w:val="00660FE3"/>
    <w:rsid w:val="0066150A"/>
    <w:rsid w:val="00661BA7"/>
    <w:rsid w:val="00662047"/>
    <w:rsid w:val="00662526"/>
    <w:rsid w:val="00662CCD"/>
    <w:rsid w:val="00662E3A"/>
    <w:rsid w:val="00663168"/>
    <w:rsid w:val="00663F65"/>
    <w:rsid w:val="00664129"/>
    <w:rsid w:val="00664433"/>
    <w:rsid w:val="00664896"/>
    <w:rsid w:val="006650BE"/>
    <w:rsid w:val="00665146"/>
    <w:rsid w:val="0066539D"/>
    <w:rsid w:val="0066584F"/>
    <w:rsid w:val="00665D4D"/>
    <w:rsid w:val="00665EF4"/>
    <w:rsid w:val="0066614D"/>
    <w:rsid w:val="00670130"/>
    <w:rsid w:val="00670422"/>
    <w:rsid w:val="00670599"/>
    <w:rsid w:val="006707E7"/>
    <w:rsid w:val="00670B51"/>
    <w:rsid w:val="00671600"/>
    <w:rsid w:val="006719C6"/>
    <w:rsid w:val="00671F8F"/>
    <w:rsid w:val="00672110"/>
    <w:rsid w:val="006722CB"/>
    <w:rsid w:val="006729D1"/>
    <w:rsid w:val="00672B8E"/>
    <w:rsid w:val="00673110"/>
    <w:rsid w:val="00673113"/>
    <w:rsid w:val="00673477"/>
    <w:rsid w:val="006739CF"/>
    <w:rsid w:val="006739F6"/>
    <w:rsid w:val="00673F17"/>
    <w:rsid w:val="00674D45"/>
    <w:rsid w:val="00675483"/>
    <w:rsid w:val="00675872"/>
    <w:rsid w:val="00675912"/>
    <w:rsid w:val="00675A5D"/>
    <w:rsid w:val="006760F8"/>
    <w:rsid w:val="0067685B"/>
    <w:rsid w:val="006776C1"/>
    <w:rsid w:val="00677D6C"/>
    <w:rsid w:val="00680D1F"/>
    <w:rsid w:val="00682D30"/>
    <w:rsid w:val="0068311F"/>
    <w:rsid w:val="0068364B"/>
    <w:rsid w:val="006840EF"/>
    <w:rsid w:val="006841A3"/>
    <w:rsid w:val="006849E0"/>
    <w:rsid w:val="00684A96"/>
    <w:rsid w:val="00684EF6"/>
    <w:rsid w:val="006851C0"/>
    <w:rsid w:val="00685339"/>
    <w:rsid w:val="0068535A"/>
    <w:rsid w:val="00685A61"/>
    <w:rsid w:val="00685E12"/>
    <w:rsid w:val="00685F6A"/>
    <w:rsid w:val="00686636"/>
    <w:rsid w:val="00686F12"/>
    <w:rsid w:val="00687570"/>
    <w:rsid w:val="006875F9"/>
    <w:rsid w:val="00687DEE"/>
    <w:rsid w:val="00687EA3"/>
    <w:rsid w:val="0069023A"/>
    <w:rsid w:val="00690F29"/>
    <w:rsid w:val="00691278"/>
    <w:rsid w:val="00691B99"/>
    <w:rsid w:val="00692AD7"/>
    <w:rsid w:val="006936D5"/>
    <w:rsid w:val="0069385E"/>
    <w:rsid w:val="00693DBA"/>
    <w:rsid w:val="00694095"/>
    <w:rsid w:val="006945EA"/>
    <w:rsid w:val="00694B08"/>
    <w:rsid w:val="00695413"/>
    <w:rsid w:val="00696049"/>
    <w:rsid w:val="006963A2"/>
    <w:rsid w:val="00696433"/>
    <w:rsid w:val="00697461"/>
    <w:rsid w:val="00697A5B"/>
    <w:rsid w:val="006A089E"/>
    <w:rsid w:val="006A0E7D"/>
    <w:rsid w:val="006A1D35"/>
    <w:rsid w:val="006A1F1A"/>
    <w:rsid w:val="006A2303"/>
    <w:rsid w:val="006A2317"/>
    <w:rsid w:val="006A289F"/>
    <w:rsid w:val="006A37EB"/>
    <w:rsid w:val="006A428C"/>
    <w:rsid w:val="006A4356"/>
    <w:rsid w:val="006A4878"/>
    <w:rsid w:val="006A4DAA"/>
    <w:rsid w:val="006A5276"/>
    <w:rsid w:val="006A5886"/>
    <w:rsid w:val="006A5BE2"/>
    <w:rsid w:val="006A65CF"/>
    <w:rsid w:val="006A6B50"/>
    <w:rsid w:val="006A7232"/>
    <w:rsid w:val="006A7246"/>
    <w:rsid w:val="006A76DC"/>
    <w:rsid w:val="006B05E5"/>
    <w:rsid w:val="006B0839"/>
    <w:rsid w:val="006B0952"/>
    <w:rsid w:val="006B0BC2"/>
    <w:rsid w:val="006B0E22"/>
    <w:rsid w:val="006B139F"/>
    <w:rsid w:val="006B1AC0"/>
    <w:rsid w:val="006B1AF9"/>
    <w:rsid w:val="006B1E40"/>
    <w:rsid w:val="006B2642"/>
    <w:rsid w:val="006B2BBC"/>
    <w:rsid w:val="006B3825"/>
    <w:rsid w:val="006B3B5A"/>
    <w:rsid w:val="006B41BA"/>
    <w:rsid w:val="006B5349"/>
    <w:rsid w:val="006B64A6"/>
    <w:rsid w:val="006B6509"/>
    <w:rsid w:val="006B68AC"/>
    <w:rsid w:val="006B7283"/>
    <w:rsid w:val="006B72FD"/>
    <w:rsid w:val="006B732B"/>
    <w:rsid w:val="006B77AC"/>
    <w:rsid w:val="006C0537"/>
    <w:rsid w:val="006C0EFC"/>
    <w:rsid w:val="006C11D6"/>
    <w:rsid w:val="006C1D7D"/>
    <w:rsid w:val="006C2BA2"/>
    <w:rsid w:val="006C34D4"/>
    <w:rsid w:val="006C3520"/>
    <w:rsid w:val="006C3E10"/>
    <w:rsid w:val="006C4493"/>
    <w:rsid w:val="006C54E1"/>
    <w:rsid w:val="006C5BB9"/>
    <w:rsid w:val="006C6A87"/>
    <w:rsid w:val="006C73B0"/>
    <w:rsid w:val="006C794E"/>
    <w:rsid w:val="006C7B0A"/>
    <w:rsid w:val="006C7DF8"/>
    <w:rsid w:val="006D0473"/>
    <w:rsid w:val="006D0B17"/>
    <w:rsid w:val="006D109A"/>
    <w:rsid w:val="006D156B"/>
    <w:rsid w:val="006D1670"/>
    <w:rsid w:val="006D1A90"/>
    <w:rsid w:val="006D234F"/>
    <w:rsid w:val="006D2DEF"/>
    <w:rsid w:val="006D3250"/>
    <w:rsid w:val="006D34D9"/>
    <w:rsid w:val="006D34EB"/>
    <w:rsid w:val="006D43F3"/>
    <w:rsid w:val="006D484B"/>
    <w:rsid w:val="006D499C"/>
    <w:rsid w:val="006D53B6"/>
    <w:rsid w:val="006D62A4"/>
    <w:rsid w:val="006D6B6F"/>
    <w:rsid w:val="006D6CB3"/>
    <w:rsid w:val="006D72AA"/>
    <w:rsid w:val="006D75BF"/>
    <w:rsid w:val="006D7653"/>
    <w:rsid w:val="006D7E6E"/>
    <w:rsid w:val="006E11F2"/>
    <w:rsid w:val="006E12EA"/>
    <w:rsid w:val="006E1914"/>
    <w:rsid w:val="006E1D03"/>
    <w:rsid w:val="006E2761"/>
    <w:rsid w:val="006E2B42"/>
    <w:rsid w:val="006E3402"/>
    <w:rsid w:val="006E356B"/>
    <w:rsid w:val="006E38F2"/>
    <w:rsid w:val="006E3AE8"/>
    <w:rsid w:val="006E3FFD"/>
    <w:rsid w:val="006E63C7"/>
    <w:rsid w:val="006E7348"/>
    <w:rsid w:val="006F040E"/>
    <w:rsid w:val="006F1165"/>
    <w:rsid w:val="006F16E8"/>
    <w:rsid w:val="006F2036"/>
    <w:rsid w:val="006F2812"/>
    <w:rsid w:val="006F298B"/>
    <w:rsid w:val="006F2CAB"/>
    <w:rsid w:val="006F3586"/>
    <w:rsid w:val="006F388C"/>
    <w:rsid w:val="006F3BD4"/>
    <w:rsid w:val="006F4A68"/>
    <w:rsid w:val="006F4B16"/>
    <w:rsid w:val="006F4B2F"/>
    <w:rsid w:val="006F4B91"/>
    <w:rsid w:val="006F4FBD"/>
    <w:rsid w:val="006F4FEA"/>
    <w:rsid w:val="006F5327"/>
    <w:rsid w:val="006F5FE7"/>
    <w:rsid w:val="006F68F4"/>
    <w:rsid w:val="006F6CC8"/>
    <w:rsid w:val="006F6E3B"/>
    <w:rsid w:val="006F7DBA"/>
    <w:rsid w:val="007006A7"/>
    <w:rsid w:val="00701309"/>
    <w:rsid w:val="00703122"/>
    <w:rsid w:val="00703E94"/>
    <w:rsid w:val="00704852"/>
    <w:rsid w:val="00704C66"/>
    <w:rsid w:val="00705BB6"/>
    <w:rsid w:val="00705CD9"/>
    <w:rsid w:val="00705DC9"/>
    <w:rsid w:val="0070652F"/>
    <w:rsid w:val="0070683A"/>
    <w:rsid w:val="00706A23"/>
    <w:rsid w:val="00707996"/>
    <w:rsid w:val="00707BCB"/>
    <w:rsid w:val="00710A0B"/>
    <w:rsid w:val="00710B5C"/>
    <w:rsid w:val="00710EFD"/>
    <w:rsid w:val="0071143B"/>
    <w:rsid w:val="00711909"/>
    <w:rsid w:val="00711A65"/>
    <w:rsid w:val="00711FEB"/>
    <w:rsid w:val="00712768"/>
    <w:rsid w:val="00712805"/>
    <w:rsid w:val="00712CFC"/>
    <w:rsid w:val="007135D3"/>
    <w:rsid w:val="007137D4"/>
    <w:rsid w:val="00713E58"/>
    <w:rsid w:val="0071431B"/>
    <w:rsid w:val="00714E2B"/>
    <w:rsid w:val="00715595"/>
    <w:rsid w:val="00715F35"/>
    <w:rsid w:val="007164F9"/>
    <w:rsid w:val="007167BA"/>
    <w:rsid w:val="00717435"/>
    <w:rsid w:val="00717844"/>
    <w:rsid w:val="00717947"/>
    <w:rsid w:val="007208FF"/>
    <w:rsid w:val="00720E1A"/>
    <w:rsid w:val="007214F8"/>
    <w:rsid w:val="00721D5E"/>
    <w:rsid w:val="0072250C"/>
    <w:rsid w:val="0072251E"/>
    <w:rsid w:val="00722700"/>
    <w:rsid w:val="00722AD1"/>
    <w:rsid w:val="007236FA"/>
    <w:rsid w:val="00723F7F"/>
    <w:rsid w:val="00723FC2"/>
    <w:rsid w:val="00724E8E"/>
    <w:rsid w:val="00724F2A"/>
    <w:rsid w:val="007254D1"/>
    <w:rsid w:val="00725F1D"/>
    <w:rsid w:val="007307B2"/>
    <w:rsid w:val="007313C4"/>
    <w:rsid w:val="00731582"/>
    <w:rsid w:val="007316A2"/>
    <w:rsid w:val="007318B7"/>
    <w:rsid w:val="00731D9B"/>
    <w:rsid w:val="007321E0"/>
    <w:rsid w:val="00733640"/>
    <w:rsid w:val="0073479F"/>
    <w:rsid w:val="00734B58"/>
    <w:rsid w:val="00734CAA"/>
    <w:rsid w:val="007351CF"/>
    <w:rsid w:val="0073662D"/>
    <w:rsid w:val="00736F54"/>
    <w:rsid w:val="00737DC2"/>
    <w:rsid w:val="0074115B"/>
    <w:rsid w:val="00741932"/>
    <w:rsid w:val="00741C28"/>
    <w:rsid w:val="007422DF"/>
    <w:rsid w:val="00742485"/>
    <w:rsid w:val="007428D8"/>
    <w:rsid w:val="00743B68"/>
    <w:rsid w:val="00744912"/>
    <w:rsid w:val="00744E3A"/>
    <w:rsid w:val="00744F5D"/>
    <w:rsid w:val="00744FD8"/>
    <w:rsid w:val="00745CAF"/>
    <w:rsid w:val="00746150"/>
    <w:rsid w:val="0074651A"/>
    <w:rsid w:val="00746818"/>
    <w:rsid w:val="00746F36"/>
    <w:rsid w:val="007478D1"/>
    <w:rsid w:val="007479B0"/>
    <w:rsid w:val="00750138"/>
    <w:rsid w:val="0075055D"/>
    <w:rsid w:val="0075067D"/>
    <w:rsid w:val="0075115A"/>
    <w:rsid w:val="00751FE7"/>
    <w:rsid w:val="00752303"/>
    <w:rsid w:val="00753104"/>
    <w:rsid w:val="00753474"/>
    <w:rsid w:val="00753E5D"/>
    <w:rsid w:val="00754D81"/>
    <w:rsid w:val="007553F6"/>
    <w:rsid w:val="00755FE1"/>
    <w:rsid w:val="0075624E"/>
    <w:rsid w:val="007574FD"/>
    <w:rsid w:val="00757CD4"/>
    <w:rsid w:val="00757DE6"/>
    <w:rsid w:val="00757EE4"/>
    <w:rsid w:val="00757F29"/>
    <w:rsid w:val="007601AA"/>
    <w:rsid w:val="0076062C"/>
    <w:rsid w:val="0076076C"/>
    <w:rsid w:val="00760B05"/>
    <w:rsid w:val="00760E05"/>
    <w:rsid w:val="00761065"/>
    <w:rsid w:val="00761E84"/>
    <w:rsid w:val="0076204F"/>
    <w:rsid w:val="0076246F"/>
    <w:rsid w:val="007624BC"/>
    <w:rsid w:val="0076298D"/>
    <w:rsid w:val="00762A5B"/>
    <w:rsid w:val="00762DDA"/>
    <w:rsid w:val="00762E0B"/>
    <w:rsid w:val="007632DD"/>
    <w:rsid w:val="0076334B"/>
    <w:rsid w:val="00763516"/>
    <w:rsid w:val="007636C1"/>
    <w:rsid w:val="007639EC"/>
    <w:rsid w:val="00763E83"/>
    <w:rsid w:val="007649B6"/>
    <w:rsid w:val="00764D27"/>
    <w:rsid w:val="00765370"/>
    <w:rsid w:val="00765F64"/>
    <w:rsid w:val="007661D3"/>
    <w:rsid w:val="007662F3"/>
    <w:rsid w:val="00766843"/>
    <w:rsid w:val="00766854"/>
    <w:rsid w:val="00767208"/>
    <w:rsid w:val="007677FD"/>
    <w:rsid w:val="00767E79"/>
    <w:rsid w:val="007711C6"/>
    <w:rsid w:val="00771D1C"/>
    <w:rsid w:val="007725C0"/>
    <w:rsid w:val="00773AEE"/>
    <w:rsid w:val="00773CA4"/>
    <w:rsid w:val="00773E6F"/>
    <w:rsid w:val="00773FE7"/>
    <w:rsid w:val="00774622"/>
    <w:rsid w:val="0077471D"/>
    <w:rsid w:val="00774AA1"/>
    <w:rsid w:val="00774EB5"/>
    <w:rsid w:val="007752E3"/>
    <w:rsid w:val="007761BE"/>
    <w:rsid w:val="00776396"/>
    <w:rsid w:val="00777034"/>
    <w:rsid w:val="0077733C"/>
    <w:rsid w:val="00777831"/>
    <w:rsid w:val="00777CC9"/>
    <w:rsid w:val="00780341"/>
    <w:rsid w:val="0078061C"/>
    <w:rsid w:val="00781FFE"/>
    <w:rsid w:val="0078266F"/>
    <w:rsid w:val="007826B9"/>
    <w:rsid w:val="007829B5"/>
    <w:rsid w:val="00782B7E"/>
    <w:rsid w:val="0078322B"/>
    <w:rsid w:val="007847DC"/>
    <w:rsid w:val="0078497F"/>
    <w:rsid w:val="0078511C"/>
    <w:rsid w:val="007854DF"/>
    <w:rsid w:val="00785613"/>
    <w:rsid w:val="00785873"/>
    <w:rsid w:val="00785D2B"/>
    <w:rsid w:val="0078635E"/>
    <w:rsid w:val="0078699F"/>
    <w:rsid w:val="00787425"/>
    <w:rsid w:val="007903AB"/>
    <w:rsid w:val="0079076B"/>
    <w:rsid w:val="007909F4"/>
    <w:rsid w:val="00790FA7"/>
    <w:rsid w:val="00791016"/>
    <w:rsid w:val="007914C5"/>
    <w:rsid w:val="00791B02"/>
    <w:rsid w:val="00792E4C"/>
    <w:rsid w:val="00792F64"/>
    <w:rsid w:val="00793A0A"/>
    <w:rsid w:val="00793A95"/>
    <w:rsid w:val="00793C02"/>
    <w:rsid w:val="00794247"/>
    <w:rsid w:val="007942F1"/>
    <w:rsid w:val="00795300"/>
    <w:rsid w:val="0079557E"/>
    <w:rsid w:val="00795735"/>
    <w:rsid w:val="007957CF"/>
    <w:rsid w:val="007958C5"/>
    <w:rsid w:val="00795BD1"/>
    <w:rsid w:val="00796A19"/>
    <w:rsid w:val="00796B21"/>
    <w:rsid w:val="007973B7"/>
    <w:rsid w:val="007974D2"/>
    <w:rsid w:val="007A022B"/>
    <w:rsid w:val="007A131E"/>
    <w:rsid w:val="007A2131"/>
    <w:rsid w:val="007A236A"/>
    <w:rsid w:val="007A4215"/>
    <w:rsid w:val="007A421D"/>
    <w:rsid w:val="007A4409"/>
    <w:rsid w:val="007A4812"/>
    <w:rsid w:val="007A51E4"/>
    <w:rsid w:val="007A52CD"/>
    <w:rsid w:val="007A559B"/>
    <w:rsid w:val="007A72DC"/>
    <w:rsid w:val="007A7563"/>
    <w:rsid w:val="007A7BE6"/>
    <w:rsid w:val="007B0808"/>
    <w:rsid w:val="007B18A9"/>
    <w:rsid w:val="007B1E6C"/>
    <w:rsid w:val="007B224B"/>
    <w:rsid w:val="007B24DA"/>
    <w:rsid w:val="007B290C"/>
    <w:rsid w:val="007B2E56"/>
    <w:rsid w:val="007B37B9"/>
    <w:rsid w:val="007B3B1E"/>
    <w:rsid w:val="007B3D10"/>
    <w:rsid w:val="007B3ECC"/>
    <w:rsid w:val="007B4951"/>
    <w:rsid w:val="007B4D98"/>
    <w:rsid w:val="007B4ECF"/>
    <w:rsid w:val="007B519E"/>
    <w:rsid w:val="007B7180"/>
    <w:rsid w:val="007B7EA2"/>
    <w:rsid w:val="007C0E27"/>
    <w:rsid w:val="007C1175"/>
    <w:rsid w:val="007C1890"/>
    <w:rsid w:val="007C2393"/>
    <w:rsid w:val="007C29B3"/>
    <w:rsid w:val="007C2CD2"/>
    <w:rsid w:val="007C2E5D"/>
    <w:rsid w:val="007C2F59"/>
    <w:rsid w:val="007C32CA"/>
    <w:rsid w:val="007C3AD6"/>
    <w:rsid w:val="007C4511"/>
    <w:rsid w:val="007C463C"/>
    <w:rsid w:val="007C52AB"/>
    <w:rsid w:val="007C6E92"/>
    <w:rsid w:val="007C6FD7"/>
    <w:rsid w:val="007D0171"/>
    <w:rsid w:val="007D09C1"/>
    <w:rsid w:val="007D0A10"/>
    <w:rsid w:val="007D195A"/>
    <w:rsid w:val="007D275D"/>
    <w:rsid w:val="007D28FE"/>
    <w:rsid w:val="007D2AAD"/>
    <w:rsid w:val="007D2C1E"/>
    <w:rsid w:val="007D3A06"/>
    <w:rsid w:val="007D3DFB"/>
    <w:rsid w:val="007D3EA8"/>
    <w:rsid w:val="007D4442"/>
    <w:rsid w:val="007D4D8F"/>
    <w:rsid w:val="007D4EAE"/>
    <w:rsid w:val="007D56B4"/>
    <w:rsid w:val="007D6D13"/>
    <w:rsid w:val="007D71F8"/>
    <w:rsid w:val="007E00BC"/>
    <w:rsid w:val="007E0264"/>
    <w:rsid w:val="007E10AA"/>
    <w:rsid w:val="007E1A50"/>
    <w:rsid w:val="007E282C"/>
    <w:rsid w:val="007E3B4F"/>
    <w:rsid w:val="007E4721"/>
    <w:rsid w:val="007E496E"/>
    <w:rsid w:val="007E51ED"/>
    <w:rsid w:val="007E5312"/>
    <w:rsid w:val="007E59B9"/>
    <w:rsid w:val="007E59E1"/>
    <w:rsid w:val="007E6624"/>
    <w:rsid w:val="007E6673"/>
    <w:rsid w:val="007E67D0"/>
    <w:rsid w:val="007E68AF"/>
    <w:rsid w:val="007E696F"/>
    <w:rsid w:val="007F10D1"/>
    <w:rsid w:val="007F1549"/>
    <w:rsid w:val="007F1640"/>
    <w:rsid w:val="007F1EB0"/>
    <w:rsid w:val="007F2205"/>
    <w:rsid w:val="007F2763"/>
    <w:rsid w:val="007F2993"/>
    <w:rsid w:val="007F36C3"/>
    <w:rsid w:val="007F3E7E"/>
    <w:rsid w:val="007F4235"/>
    <w:rsid w:val="007F42C5"/>
    <w:rsid w:val="007F475D"/>
    <w:rsid w:val="007F4795"/>
    <w:rsid w:val="007F47FF"/>
    <w:rsid w:val="007F5536"/>
    <w:rsid w:val="007F5C4E"/>
    <w:rsid w:val="007F5E2E"/>
    <w:rsid w:val="0080096F"/>
    <w:rsid w:val="00800FA9"/>
    <w:rsid w:val="00801768"/>
    <w:rsid w:val="00801962"/>
    <w:rsid w:val="00802353"/>
    <w:rsid w:val="00802583"/>
    <w:rsid w:val="008025F1"/>
    <w:rsid w:val="00802EC0"/>
    <w:rsid w:val="00802FC0"/>
    <w:rsid w:val="008030BB"/>
    <w:rsid w:val="00804493"/>
    <w:rsid w:val="00804613"/>
    <w:rsid w:val="0080467E"/>
    <w:rsid w:val="00804E53"/>
    <w:rsid w:val="00805009"/>
    <w:rsid w:val="008053DD"/>
    <w:rsid w:val="00805EFB"/>
    <w:rsid w:val="00806886"/>
    <w:rsid w:val="00806919"/>
    <w:rsid w:val="00806A42"/>
    <w:rsid w:val="00807478"/>
    <w:rsid w:val="00807E92"/>
    <w:rsid w:val="00807EB5"/>
    <w:rsid w:val="00807F76"/>
    <w:rsid w:val="0081027C"/>
    <w:rsid w:val="008125AC"/>
    <w:rsid w:val="00813135"/>
    <w:rsid w:val="00813495"/>
    <w:rsid w:val="00814534"/>
    <w:rsid w:val="0081571E"/>
    <w:rsid w:val="00816891"/>
    <w:rsid w:val="00816C0C"/>
    <w:rsid w:val="00816F27"/>
    <w:rsid w:val="008171D4"/>
    <w:rsid w:val="008173F7"/>
    <w:rsid w:val="00817806"/>
    <w:rsid w:val="00817A70"/>
    <w:rsid w:val="008203EE"/>
    <w:rsid w:val="008204C9"/>
    <w:rsid w:val="008205CD"/>
    <w:rsid w:val="00820722"/>
    <w:rsid w:val="00820B6F"/>
    <w:rsid w:val="00822863"/>
    <w:rsid w:val="00822FBA"/>
    <w:rsid w:val="008233E7"/>
    <w:rsid w:val="00823BE2"/>
    <w:rsid w:val="00823D1B"/>
    <w:rsid w:val="00824628"/>
    <w:rsid w:val="0082494B"/>
    <w:rsid w:val="008249E1"/>
    <w:rsid w:val="00824C44"/>
    <w:rsid w:val="00824DF1"/>
    <w:rsid w:val="00824E84"/>
    <w:rsid w:val="0082519A"/>
    <w:rsid w:val="0082579F"/>
    <w:rsid w:val="0082587E"/>
    <w:rsid w:val="00825A93"/>
    <w:rsid w:val="00826073"/>
    <w:rsid w:val="008260C0"/>
    <w:rsid w:val="00826120"/>
    <w:rsid w:val="00826C8D"/>
    <w:rsid w:val="008272D2"/>
    <w:rsid w:val="008275D2"/>
    <w:rsid w:val="00827EC8"/>
    <w:rsid w:val="00830020"/>
    <w:rsid w:val="00830268"/>
    <w:rsid w:val="0083028E"/>
    <w:rsid w:val="0083037C"/>
    <w:rsid w:val="008308DE"/>
    <w:rsid w:val="008309D7"/>
    <w:rsid w:val="00830A1B"/>
    <w:rsid w:val="00830A83"/>
    <w:rsid w:val="00831904"/>
    <w:rsid w:val="00831EF5"/>
    <w:rsid w:val="0083298D"/>
    <w:rsid w:val="00832B47"/>
    <w:rsid w:val="00832CC7"/>
    <w:rsid w:val="00833377"/>
    <w:rsid w:val="00833A29"/>
    <w:rsid w:val="0083426C"/>
    <w:rsid w:val="0083487A"/>
    <w:rsid w:val="00834E8C"/>
    <w:rsid w:val="00834FBA"/>
    <w:rsid w:val="00835AC2"/>
    <w:rsid w:val="00835C2B"/>
    <w:rsid w:val="00835D53"/>
    <w:rsid w:val="00835DCB"/>
    <w:rsid w:val="00835E71"/>
    <w:rsid w:val="0083679A"/>
    <w:rsid w:val="008367DC"/>
    <w:rsid w:val="00836981"/>
    <w:rsid w:val="00836A6D"/>
    <w:rsid w:val="00836C06"/>
    <w:rsid w:val="008376E8"/>
    <w:rsid w:val="008402A9"/>
    <w:rsid w:val="00840D38"/>
    <w:rsid w:val="00841951"/>
    <w:rsid w:val="00841D17"/>
    <w:rsid w:val="00841E33"/>
    <w:rsid w:val="008421E1"/>
    <w:rsid w:val="0084276C"/>
    <w:rsid w:val="008429AD"/>
    <w:rsid w:val="00842A3C"/>
    <w:rsid w:val="00842B52"/>
    <w:rsid w:val="0084380D"/>
    <w:rsid w:val="008439D6"/>
    <w:rsid w:val="00843A26"/>
    <w:rsid w:val="00843D78"/>
    <w:rsid w:val="008440B5"/>
    <w:rsid w:val="008440EC"/>
    <w:rsid w:val="00844D5C"/>
    <w:rsid w:val="0084599B"/>
    <w:rsid w:val="00845EBB"/>
    <w:rsid w:val="00846807"/>
    <w:rsid w:val="00846D44"/>
    <w:rsid w:val="00847182"/>
    <w:rsid w:val="008472D1"/>
    <w:rsid w:val="00847562"/>
    <w:rsid w:val="00847966"/>
    <w:rsid w:val="008503A0"/>
    <w:rsid w:val="00850758"/>
    <w:rsid w:val="00852009"/>
    <w:rsid w:val="00853A3A"/>
    <w:rsid w:val="00853C36"/>
    <w:rsid w:val="00853C61"/>
    <w:rsid w:val="00853D06"/>
    <w:rsid w:val="00853EC6"/>
    <w:rsid w:val="00854730"/>
    <w:rsid w:val="00854939"/>
    <w:rsid w:val="00854A4C"/>
    <w:rsid w:val="008550C8"/>
    <w:rsid w:val="00855646"/>
    <w:rsid w:val="0085590B"/>
    <w:rsid w:val="00855B4D"/>
    <w:rsid w:val="008565FA"/>
    <w:rsid w:val="00856729"/>
    <w:rsid w:val="0085677D"/>
    <w:rsid w:val="0085791E"/>
    <w:rsid w:val="00857CD6"/>
    <w:rsid w:val="008600A1"/>
    <w:rsid w:val="00860B42"/>
    <w:rsid w:val="00860FBD"/>
    <w:rsid w:val="00862429"/>
    <w:rsid w:val="008627EA"/>
    <w:rsid w:val="00864066"/>
    <w:rsid w:val="00864481"/>
    <w:rsid w:val="008647EE"/>
    <w:rsid w:val="00864A97"/>
    <w:rsid w:val="00864F0D"/>
    <w:rsid w:val="008659DD"/>
    <w:rsid w:val="00865BAF"/>
    <w:rsid w:val="008663D7"/>
    <w:rsid w:val="00866C37"/>
    <w:rsid w:val="00866F8E"/>
    <w:rsid w:val="00867361"/>
    <w:rsid w:val="00867F57"/>
    <w:rsid w:val="0087018E"/>
    <w:rsid w:val="0087136F"/>
    <w:rsid w:val="00871A92"/>
    <w:rsid w:val="008723D7"/>
    <w:rsid w:val="008727F9"/>
    <w:rsid w:val="00873CE4"/>
    <w:rsid w:val="00873FDC"/>
    <w:rsid w:val="00874009"/>
    <w:rsid w:val="00875C58"/>
    <w:rsid w:val="008762A1"/>
    <w:rsid w:val="00876AED"/>
    <w:rsid w:val="0087739D"/>
    <w:rsid w:val="00877ABD"/>
    <w:rsid w:val="00880D1B"/>
    <w:rsid w:val="00880EBE"/>
    <w:rsid w:val="00881079"/>
    <w:rsid w:val="00881CF0"/>
    <w:rsid w:val="008829CA"/>
    <w:rsid w:val="00883075"/>
    <w:rsid w:val="008830CE"/>
    <w:rsid w:val="0088310B"/>
    <w:rsid w:val="00883396"/>
    <w:rsid w:val="008833FF"/>
    <w:rsid w:val="008837BD"/>
    <w:rsid w:val="0088443D"/>
    <w:rsid w:val="00884D72"/>
    <w:rsid w:val="0088655F"/>
    <w:rsid w:val="00886F58"/>
    <w:rsid w:val="0088751D"/>
    <w:rsid w:val="00890107"/>
    <w:rsid w:val="00890A48"/>
    <w:rsid w:val="00890AD3"/>
    <w:rsid w:val="00890CCA"/>
    <w:rsid w:val="00890D3D"/>
    <w:rsid w:val="008924F8"/>
    <w:rsid w:val="0089262F"/>
    <w:rsid w:val="00892A82"/>
    <w:rsid w:val="00892B36"/>
    <w:rsid w:val="00892E17"/>
    <w:rsid w:val="008937CE"/>
    <w:rsid w:val="008939B8"/>
    <w:rsid w:val="008940CB"/>
    <w:rsid w:val="00894423"/>
    <w:rsid w:val="00895386"/>
    <w:rsid w:val="00895782"/>
    <w:rsid w:val="00895BFD"/>
    <w:rsid w:val="008969A7"/>
    <w:rsid w:val="008971C9"/>
    <w:rsid w:val="0089733F"/>
    <w:rsid w:val="00897942"/>
    <w:rsid w:val="008A063D"/>
    <w:rsid w:val="008A0721"/>
    <w:rsid w:val="008A1B24"/>
    <w:rsid w:val="008A1E0E"/>
    <w:rsid w:val="008A1E7A"/>
    <w:rsid w:val="008A218F"/>
    <w:rsid w:val="008A2CC7"/>
    <w:rsid w:val="008A33A3"/>
    <w:rsid w:val="008A414F"/>
    <w:rsid w:val="008A4E78"/>
    <w:rsid w:val="008A54AF"/>
    <w:rsid w:val="008A5CAA"/>
    <w:rsid w:val="008A6150"/>
    <w:rsid w:val="008A64F1"/>
    <w:rsid w:val="008A65F5"/>
    <w:rsid w:val="008A6CAB"/>
    <w:rsid w:val="008A6DA8"/>
    <w:rsid w:val="008A7B1A"/>
    <w:rsid w:val="008A7DBC"/>
    <w:rsid w:val="008A7DE1"/>
    <w:rsid w:val="008A7FA1"/>
    <w:rsid w:val="008B02D7"/>
    <w:rsid w:val="008B0452"/>
    <w:rsid w:val="008B0913"/>
    <w:rsid w:val="008B109C"/>
    <w:rsid w:val="008B17E9"/>
    <w:rsid w:val="008B1DA4"/>
    <w:rsid w:val="008B2939"/>
    <w:rsid w:val="008B2C54"/>
    <w:rsid w:val="008B2CEE"/>
    <w:rsid w:val="008B3138"/>
    <w:rsid w:val="008B353D"/>
    <w:rsid w:val="008B3892"/>
    <w:rsid w:val="008B38B6"/>
    <w:rsid w:val="008B4797"/>
    <w:rsid w:val="008B47B2"/>
    <w:rsid w:val="008B49D2"/>
    <w:rsid w:val="008B5092"/>
    <w:rsid w:val="008B547E"/>
    <w:rsid w:val="008B56AB"/>
    <w:rsid w:val="008B5B25"/>
    <w:rsid w:val="008B5C86"/>
    <w:rsid w:val="008B5C8D"/>
    <w:rsid w:val="008B64B5"/>
    <w:rsid w:val="008B6634"/>
    <w:rsid w:val="008B695B"/>
    <w:rsid w:val="008B6AB0"/>
    <w:rsid w:val="008B6F1B"/>
    <w:rsid w:val="008B704E"/>
    <w:rsid w:val="008B7507"/>
    <w:rsid w:val="008C02D4"/>
    <w:rsid w:val="008C0625"/>
    <w:rsid w:val="008C0A98"/>
    <w:rsid w:val="008C12E4"/>
    <w:rsid w:val="008C15DE"/>
    <w:rsid w:val="008C1A71"/>
    <w:rsid w:val="008C1E8A"/>
    <w:rsid w:val="008C2075"/>
    <w:rsid w:val="008C2673"/>
    <w:rsid w:val="008C4298"/>
    <w:rsid w:val="008C4E19"/>
    <w:rsid w:val="008C4F28"/>
    <w:rsid w:val="008C5C4B"/>
    <w:rsid w:val="008C5F24"/>
    <w:rsid w:val="008C67DF"/>
    <w:rsid w:val="008C67F9"/>
    <w:rsid w:val="008C7F7C"/>
    <w:rsid w:val="008D013D"/>
    <w:rsid w:val="008D056E"/>
    <w:rsid w:val="008D05FB"/>
    <w:rsid w:val="008D0AE3"/>
    <w:rsid w:val="008D0E4C"/>
    <w:rsid w:val="008D13F8"/>
    <w:rsid w:val="008D1637"/>
    <w:rsid w:val="008D1899"/>
    <w:rsid w:val="008D1951"/>
    <w:rsid w:val="008D1A70"/>
    <w:rsid w:val="008D1B75"/>
    <w:rsid w:val="008D20FA"/>
    <w:rsid w:val="008D2B86"/>
    <w:rsid w:val="008D2DA4"/>
    <w:rsid w:val="008D3018"/>
    <w:rsid w:val="008D42F2"/>
    <w:rsid w:val="008D4907"/>
    <w:rsid w:val="008D5568"/>
    <w:rsid w:val="008D59F5"/>
    <w:rsid w:val="008D5D10"/>
    <w:rsid w:val="008D5ECD"/>
    <w:rsid w:val="008D60EE"/>
    <w:rsid w:val="008D63DD"/>
    <w:rsid w:val="008D64B6"/>
    <w:rsid w:val="008D651B"/>
    <w:rsid w:val="008D67C1"/>
    <w:rsid w:val="008D71FF"/>
    <w:rsid w:val="008D724D"/>
    <w:rsid w:val="008E0A2D"/>
    <w:rsid w:val="008E0CF6"/>
    <w:rsid w:val="008E146B"/>
    <w:rsid w:val="008E1606"/>
    <w:rsid w:val="008E1651"/>
    <w:rsid w:val="008E2AFD"/>
    <w:rsid w:val="008E3D61"/>
    <w:rsid w:val="008E3F23"/>
    <w:rsid w:val="008E4323"/>
    <w:rsid w:val="008E4893"/>
    <w:rsid w:val="008E515F"/>
    <w:rsid w:val="008E5661"/>
    <w:rsid w:val="008E5817"/>
    <w:rsid w:val="008E5B7D"/>
    <w:rsid w:val="008E5CF8"/>
    <w:rsid w:val="008E600E"/>
    <w:rsid w:val="008E6555"/>
    <w:rsid w:val="008E66BB"/>
    <w:rsid w:val="008E799B"/>
    <w:rsid w:val="008E7B6F"/>
    <w:rsid w:val="008F00E1"/>
    <w:rsid w:val="008F0996"/>
    <w:rsid w:val="008F1987"/>
    <w:rsid w:val="008F2408"/>
    <w:rsid w:val="008F26AD"/>
    <w:rsid w:val="008F31FA"/>
    <w:rsid w:val="008F32A7"/>
    <w:rsid w:val="008F3C45"/>
    <w:rsid w:val="008F4D67"/>
    <w:rsid w:val="008F4E2A"/>
    <w:rsid w:val="008F52D9"/>
    <w:rsid w:val="008F553E"/>
    <w:rsid w:val="008F6810"/>
    <w:rsid w:val="008F70FE"/>
    <w:rsid w:val="008F7484"/>
    <w:rsid w:val="0090055C"/>
    <w:rsid w:val="00900BBE"/>
    <w:rsid w:val="00901635"/>
    <w:rsid w:val="00901839"/>
    <w:rsid w:val="00902107"/>
    <w:rsid w:val="00902431"/>
    <w:rsid w:val="00902A6E"/>
    <w:rsid w:val="00902FBA"/>
    <w:rsid w:val="00904033"/>
    <w:rsid w:val="009042BF"/>
    <w:rsid w:val="00904781"/>
    <w:rsid w:val="00904D1E"/>
    <w:rsid w:val="00905047"/>
    <w:rsid w:val="00905D27"/>
    <w:rsid w:val="009100AF"/>
    <w:rsid w:val="009102A5"/>
    <w:rsid w:val="0091037D"/>
    <w:rsid w:val="009120E4"/>
    <w:rsid w:val="00912396"/>
    <w:rsid w:val="00912507"/>
    <w:rsid w:val="00912742"/>
    <w:rsid w:val="00912904"/>
    <w:rsid w:val="00912FE0"/>
    <w:rsid w:val="009139FF"/>
    <w:rsid w:val="00914566"/>
    <w:rsid w:val="00914C07"/>
    <w:rsid w:val="00914D15"/>
    <w:rsid w:val="00915F98"/>
    <w:rsid w:val="00916131"/>
    <w:rsid w:val="00916FD4"/>
    <w:rsid w:val="00917616"/>
    <w:rsid w:val="00917795"/>
    <w:rsid w:val="00917B4A"/>
    <w:rsid w:val="009209DA"/>
    <w:rsid w:val="00920D07"/>
    <w:rsid w:val="00920D2F"/>
    <w:rsid w:val="00920D37"/>
    <w:rsid w:val="00921D42"/>
    <w:rsid w:val="00921E23"/>
    <w:rsid w:val="00921F96"/>
    <w:rsid w:val="00922677"/>
    <w:rsid w:val="00922EA5"/>
    <w:rsid w:val="00923129"/>
    <w:rsid w:val="00923141"/>
    <w:rsid w:val="00923D1C"/>
    <w:rsid w:val="009243DD"/>
    <w:rsid w:val="0092544A"/>
    <w:rsid w:val="009272CA"/>
    <w:rsid w:val="009273B0"/>
    <w:rsid w:val="0093000F"/>
    <w:rsid w:val="009308D7"/>
    <w:rsid w:val="00930B7A"/>
    <w:rsid w:val="009321A0"/>
    <w:rsid w:val="00932227"/>
    <w:rsid w:val="00932630"/>
    <w:rsid w:val="00932A8D"/>
    <w:rsid w:val="00932AA4"/>
    <w:rsid w:val="00932DEA"/>
    <w:rsid w:val="00933107"/>
    <w:rsid w:val="00933226"/>
    <w:rsid w:val="0093358C"/>
    <w:rsid w:val="00934030"/>
    <w:rsid w:val="009349FD"/>
    <w:rsid w:val="00935938"/>
    <w:rsid w:val="00935E06"/>
    <w:rsid w:val="00936FEE"/>
    <w:rsid w:val="0093702A"/>
    <w:rsid w:val="00940610"/>
    <w:rsid w:val="00940BFB"/>
    <w:rsid w:val="00941100"/>
    <w:rsid w:val="00941168"/>
    <w:rsid w:val="009411AB"/>
    <w:rsid w:val="009416AF"/>
    <w:rsid w:val="00942038"/>
    <w:rsid w:val="00942395"/>
    <w:rsid w:val="009426E9"/>
    <w:rsid w:val="0094279E"/>
    <w:rsid w:val="00943204"/>
    <w:rsid w:val="00943F2A"/>
    <w:rsid w:val="009443B2"/>
    <w:rsid w:val="0094455B"/>
    <w:rsid w:val="009446E2"/>
    <w:rsid w:val="00944A7D"/>
    <w:rsid w:val="0094527B"/>
    <w:rsid w:val="00945513"/>
    <w:rsid w:val="00945661"/>
    <w:rsid w:val="00945FED"/>
    <w:rsid w:val="00946311"/>
    <w:rsid w:val="0094689C"/>
    <w:rsid w:val="009473E5"/>
    <w:rsid w:val="0094752C"/>
    <w:rsid w:val="00947962"/>
    <w:rsid w:val="00950977"/>
    <w:rsid w:val="00950DEB"/>
    <w:rsid w:val="00950FCA"/>
    <w:rsid w:val="0095111C"/>
    <w:rsid w:val="009512E5"/>
    <w:rsid w:val="0095137F"/>
    <w:rsid w:val="0095144A"/>
    <w:rsid w:val="00951A5C"/>
    <w:rsid w:val="00951B77"/>
    <w:rsid w:val="00953947"/>
    <w:rsid w:val="00954789"/>
    <w:rsid w:val="009549E0"/>
    <w:rsid w:val="00954CE8"/>
    <w:rsid w:val="00956042"/>
    <w:rsid w:val="00956B0F"/>
    <w:rsid w:val="00957510"/>
    <w:rsid w:val="00957997"/>
    <w:rsid w:val="00960279"/>
    <w:rsid w:val="00960B10"/>
    <w:rsid w:val="009617D2"/>
    <w:rsid w:val="00961B24"/>
    <w:rsid w:val="00961BF4"/>
    <w:rsid w:val="009622BF"/>
    <w:rsid w:val="009622DB"/>
    <w:rsid w:val="00962416"/>
    <w:rsid w:val="00962723"/>
    <w:rsid w:val="00962A6B"/>
    <w:rsid w:val="00962C7C"/>
    <w:rsid w:val="00963224"/>
    <w:rsid w:val="00963A56"/>
    <w:rsid w:val="00964365"/>
    <w:rsid w:val="0096470D"/>
    <w:rsid w:val="00964917"/>
    <w:rsid w:val="00964ACC"/>
    <w:rsid w:val="00964B53"/>
    <w:rsid w:val="0096749A"/>
    <w:rsid w:val="0097036F"/>
    <w:rsid w:val="009710A6"/>
    <w:rsid w:val="009715EF"/>
    <w:rsid w:val="009715F2"/>
    <w:rsid w:val="00971730"/>
    <w:rsid w:val="009722CB"/>
    <w:rsid w:val="0097232D"/>
    <w:rsid w:val="009725B4"/>
    <w:rsid w:val="0097291F"/>
    <w:rsid w:val="00972F39"/>
    <w:rsid w:val="009735E8"/>
    <w:rsid w:val="00973BAC"/>
    <w:rsid w:val="00973C06"/>
    <w:rsid w:val="00974724"/>
    <w:rsid w:val="00975325"/>
    <w:rsid w:val="00975329"/>
    <w:rsid w:val="00975774"/>
    <w:rsid w:val="0097577D"/>
    <w:rsid w:val="009760AE"/>
    <w:rsid w:val="0097625B"/>
    <w:rsid w:val="009763E0"/>
    <w:rsid w:val="009764B0"/>
    <w:rsid w:val="00977434"/>
    <w:rsid w:val="00977B1F"/>
    <w:rsid w:val="00977F17"/>
    <w:rsid w:val="00980031"/>
    <w:rsid w:val="00980E09"/>
    <w:rsid w:val="009811E1"/>
    <w:rsid w:val="00981443"/>
    <w:rsid w:val="009817BE"/>
    <w:rsid w:val="00982338"/>
    <w:rsid w:val="00983174"/>
    <w:rsid w:val="0098330B"/>
    <w:rsid w:val="00983485"/>
    <w:rsid w:val="009835FC"/>
    <w:rsid w:val="00983A90"/>
    <w:rsid w:val="009841E3"/>
    <w:rsid w:val="00984E0E"/>
    <w:rsid w:val="009851C2"/>
    <w:rsid w:val="00985D84"/>
    <w:rsid w:val="00986039"/>
    <w:rsid w:val="009866C1"/>
    <w:rsid w:val="00986A90"/>
    <w:rsid w:val="00987693"/>
    <w:rsid w:val="00987758"/>
    <w:rsid w:val="00987D94"/>
    <w:rsid w:val="009900F7"/>
    <w:rsid w:val="0099049E"/>
    <w:rsid w:val="00990D72"/>
    <w:rsid w:val="009917AB"/>
    <w:rsid w:val="00992095"/>
    <w:rsid w:val="0099448C"/>
    <w:rsid w:val="009944ED"/>
    <w:rsid w:val="009948B7"/>
    <w:rsid w:val="00995CC8"/>
    <w:rsid w:val="00995FBB"/>
    <w:rsid w:val="009964FE"/>
    <w:rsid w:val="00996624"/>
    <w:rsid w:val="00996F96"/>
    <w:rsid w:val="009974FC"/>
    <w:rsid w:val="00997BE2"/>
    <w:rsid w:val="00997C49"/>
    <w:rsid w:val="009A0CD1"/>
    <w:rsid w:val="009A10DD"/>
    <w:rsid w:val="009A1172"/>
    <w:rsid w:val="009A1AFD"/>
    <w:rsid w:val="009A1E23"/>
    <w:rsid w:val="009A20DA"/>
    <w:rsid w:val="009A2561"/>
    <w:rsid w:val="009A270A"/>
    <w:rsid w:val="009A3B8A"/>
    <w:rsid w:val="009A3D95"/>
    <w:rsid w:val="009A4561"/>
    <w:rsid w:val="009A4823"/>
    <w:rsid w:val="009A49DD"/>
    <w:rsid w:val="009A4DD3"/>
    <w:rsid w:val="009A557C"/>
    <w:rsid w:val="009A57E2"/>
    <w:rsid w:val="009A5C75"/>
    <w:rsid w:val="009A5FD4"/>
    <w:rsid w:val="009A6166"/>
    <w:rsid w:val="009A6AAE"/>
    <w:rsid w:val="009A7690"/>
    <w:rsid w:val="009A76B2"/>
    <w:rsid w:val="009B0467"/>
    <w:rsid w:val="009B0528"/>
    <w:rsid w:val="009B0BE1"/>
    <w:rsid w:val="009B176A"/>
    <w:rsid w:val="009B1B99"/>
    <w:rsid w:val="009B1C09"/>
    <w:rsid w:val="009B1C2A"/>
    <w:rsid w:val="009B2B6F"/>
    <w:rsid w:val="009B2E0A"/>
    <w:rsid w:val="009B32D3"/>
    <w:rsid w:val="009B3CFB"/>
    <w:rsid w:val="009B5095"/>
    <w:rsid w:val="009B53DE"/>
    <w:rsid w:val="009B5D38"/>
    <w:rsid w:val="009B5F32"/>
    <w:rsid w:val="009B6220"/>
    <w:rsid w:val="009B6340"/>
    <w:rsid w:val="009B639D"/>
    <w:rsid w:val="009B736F"/>
    <w:rsid w:val="009B7974"/>
    <w:rsid w:val="009B7A5A"/>
    <w:rsid w:val="009B7EF2"/>
    <w:rsid w:val="009C0148"/>
    <w:rsid w:val="009C0919"/>
    <w:rsid w:val="009C0A13"/>
    <w:rsid w:val="009C1812"/>
    <w:rsid w:val="009C18C9"/>
    <w:rsid w:val="009C249F"/>
    <w:rsid w:val="009C2513"/>
    <w:rsid w:val="009C265C"/>
    <w:rsid w:val="009C2C19"/>
    <w:rsid w:val="009C2C83"/>
    <w:rsid w:val="009C307C"/>
    <w:rsid w:val="009C3310"/>
    <w:rsid w:val="009C361D"/>
    <w:rsid w:val="009C3F68"/>
    <w:rsid w:val="009C4152"/>
    <w:rsid w:val="009C4633"/>
    <w:rsid w:val="009C464B"/>
    <w:rsid w:val="009C4B5B"/>
    <w:rsid w:val="009C4D3F"/>
    <w:rsid w:val="009C4E76"/>
    <w:rsid w:val="009C5E00"/>
    <w:rsid w:val="009C60A8"/>
    <w:rsid w:val="009C683C"/>
    <w:rsid w:val="009C68F4"/>
    <w:rsid w:val="009C6B1A"/>
    <w:rsid w:val="009C6F27"/>
    <w:rsid w:val="009C7FEE"/>
    <w:rsid w:val="009D0F04"/>
    <w:rsid w:val="009D1CC4"/>
    <w:rsid w:val="009D265C"/>
    <w:rsid w:val="009D2A92"/>
    <w:rsid w:val="009D3513"/>
    <w:rsid w:val="009D36AA"/>
    <w:rsid w:val="009D3D4C"/>
    <w:rsid w:val="009D4764"/>
    <w:rsid w:val="009D4DD3"/>
    <w:rsid w:val="009D5A7F"/>
    <w:rsid w:val="009D5EDB"/>
    <w:rsid w:val="009D6A26"/>
    <w:rsid w:val="009D6BFE"/>
    <w:rsid w:val="009D7051"/>
    <w:rsid w:val="009E1509"/>
    <w:rsid w:val="009E1CCA"/>
    <w:rsid w:val="009E1DE2"/>
    <w:rsid w:val="009E1E36"/>
    <w:rsid w:val="009E30EF"/>
    <w:rsid w:val="009E4301"/>
    <w:rsid w:val="009E43DF"/>
    <w:rsid w:val="009E5D29"/>
    <w:rsid w:val="009E7090"/>
    <w:rsid w:val="009E726A"/>
    <w:rsid w:val="009E77A1"/>
    <w:rsid w:val="009E7945"/>
    <w:rsid w:val="009F064A"/>
    <w:rsid w:val="009F0D46"/>
    <w:rsid w:val="009F1B5A"/>
    <w:rsid w:val="009F24F3"/>
    <w:rsid w:val="009F301B"/>
    <w:rsid w:val="009F3378"/>
    <w:rsid w:val="009F3AB7"/>
    <w:rsid w:val="009F3C37"/>
    <w:rsid w:val="009F3FDC"/>
    <w:rsid w:val="009F417A"/>
    <w:rsid w:val="009F42E7"/>
    <w:rsid w:val="009F4675"/>
    <w:rsid w:val="009F490B"/>
    <w:rsid w:val="009F4E28"/>
    <w:rsid w:val="009F511F"/>
    <w:rsid w:val="009F5206"/>
    <w:rsid w:val="009F6413"/>
    <w:rsid w:val="009F6649"/>
    <w:rsid w:val="009F66AB"/>
    <w:rsid w:val="009F68C4"/>
    <w:rsid w:val="009F7234"/>
    <w:rsid w:val="009F7505"/>
    <w:rsid w:val="00A011C7"/>
    <w:rsid w:val="00A01BEB"/>
    <w:rsid w:val="00A01EF0"/>
    <w:rsid w:val="00A02BEF"/>
    <w:rsid w:val="00A0364B"/>
    <w:rsid w:val="00A03694"/>
    <w:rsid w:val="00A038FA"/>
    <w:rsid w:val="00A03DD4"/>
    <w:rsid w:val="00A05798"/>
    <w:rsid w:val="00A05E93"/>
    <w:rsid w:val="00A06771"/>
    <w:rsid w:val="00A06855"/>
    <w:rsid w:val="00A06BF0"/>
    <w:rsid w:val="00A07AD7"/>
    <w:rsid w:val="00A07E2A"/>
    <w:rsid w:val="00A10526"/>
    <w:rsid w:val="00A11487"/>
    <w:rsid w:val="00A11532"/>
    <w:rsid w:val="00A128D6"/>
    <w:rsid w:val="00A1346B"/>
    <w:rsid w:val="00A14B35"/>
    <w:rsid w:val="00A15BEF"/>
    <w:rsid w:val="00A15EBC"/>
    <w:rsid w:val="00A16330"/>
    <w:rsid w:val="00A164FF"/>
    <w:rsid w:val="00A16551"/>
    <w:rsid w:val="00A1684F"/>
    <w:rsid w:val="00A16973"/>
    <w:rsid w:val="00A17F20"/>
    <w:rsid w:val="00A201C5"/>
    <w:rsid w:val="00A202C4"/>
    <w:rsid w:val="00A20CC8"/>
    <w:rsid w:val="00A210AF"/>
    <w:rsid w:val="00A21EC2"/>
    <w:rsid w:val="00A22188"/>
    <w:rsid w:val="00A222AB"/>
    <w:rsid w:val="00A223B2"/>
    <w:rsid w:val="00A22693"/>
    <w:rsid w:val="00A23977"/>
    <w:rsid w:val="00A24203"/>
    <w:rsid w:val="00A242F8"/>
    <w:rsid w:val="00A24987"/>
    <w:rsid w:val="00A249A5"/>
    <w:rsid w:val="00A24CED"/>
    <w:rsid w:val="00A24EBE"/>
    <w:rsid w:val="00A25093"/>
    <w:rsid w:val="00A25645"/>
    <w:rsid w:val="00A2588D"/>
    <w:rsid w:val="00A25F27"/>
    <w:rsid w:val="00A25F32"/>
    <w:rsid w:val="00A26150"/>
    <w:rsid w:val="00A26804"/>
    <w:rsid w:val="00A26AA6"/>
    <w:rsid w:val="00A2736E"/>
    <w:rsid w:val="00A27EA5"/>
    <w:rsid w:val="00A300EA"/>
    <w:rsid w:val="00A31A85"/>
    <w:rsid w:val="00A31AAF"/>
    <w:rsid w:val="00A320AF"/>
    <w:rsid w:val="00A325A8"/>
    <w:rsid w:val="00A327BE"/>
    <w:rsid w:val="00A327FE"/>
    <w:rsid w:val="00A32AA8"/>
    <w:rsid w:val="00A3363C"/>
    <w:rsid w:val="00A33685"/>
    <w:rsid w:val="00A33ABE"/>
    <w:rsid w:val="00A33C2F"/>
    <w:rsid w:val="00A3454D"/>
    <w:rsid w:val="00A34875"/>
    <w:rsid w:val="00A34A14"/>
    <w:rsid w:val="00A34FAB"/>
    <w:rsid w:val="00A35394"/>
    <w:rsid w:val="00A3580C"/>
    <w:rsid w:val="00A360A8"/>
    <w:rsid w:val="00A4013F"/>
    <w:rsid w:val="00A40488"/>
    <w:rsid w:val="00A40855"/>
    <w:rsid w:val="00A40BE8"/>
    <w:rsid w:val="00A41A36"/>
    <w:rsid w:val="00A4219F"/>
    <w:rsid w:val="00A42660"/>
    <w:rsid w:val="00A42A63"/>
    <w:rsid w:val="00A42BCE"/>
    <w:rsid w:val="00A437BC"/>
    <w:rsid w:val="00A43B67"/>
    <w:rsid w:val="00A463CD"/>
    <w:rsid w:val="00A4644A"/>
    <w:rsid w:val="00A465DF"/>
    <w:rsid w:val="00A468B8"/>
    <w:rsid w:val="00A470E2"/>
    <w:rsid w:val="00A471B1"/>
    <w:rsid w:val="00A47844"/>
    <w:rsid w:val="00A47CF2"/>
    <w:rsid w:val="00A5109A"/>
    <w:rsid w:val="00A52AA0"/>
    <w:rsid w:val="00A5422E"/>
    <w:rsid w:val="00A544D2"/>
    <w:rsid w:val="00A5519A"/>
    <w:rsid w:val="00A562AD"/>
    <w:rsid w:val="00A563E6"/>
    <w:rsid w:val="00A568D4"/>
    <w:rsid w:val="00A574BE"/>
    <w:rsid w:val="00A5751D"/>
    <w:rsid w:val="00A5787A"/>
    <w:rsid w:val="00A603F8"/>
    <w:rsid w:val="00A60DE3"/>
    <w:rsid w:val="00A61EF2"/>
    <w:rsid w:val="00A62459"/>
    <w:rsid w:val="00A62C4B"/>
    <w:rsid w:val="00A6307D"/>
    <w:rsid w:val="00A63A09"/>
    <w:rsid w:val="00A647C0"/>
    <w:rsid w:val="00A649B3"/>
    <w:rsid w:val="00A6623E"/>
    <w:rsid w:val="00A66338"/>
    <w:rsid w:val="00A6644D"/>
    <w:rsid w:val="00A66A81"/>
    <w:rsid w:val="00A66B4B"/>
    <w:rsid w:val="00A66D14"/>
    <w:rsid w:val="00A672E9"/>
    <w:rsid w:val="00A6790C"/>
    <w:rsid w:val="00A70C11"/>
    <w:rsid w:val="00A70EA4"/>
    <w:rsid w:val="00A70F8D"/>
    <w:rsid w:val="00A70FC7"/>
    <w:rsid w:val="00A71D09"/>
    <w:rsid w:val="00A71D8D"/>
    <w:rsid w:val="00A727C8"/>
    <w:rsid w:val="00A727FF"/>
    <w:rsid w:val="00A72E50"/>
    <w:rsid w:val="00A72F88"/>
    <w:rsid w:val="00A735BD"/>
    <w:rsid w:val="00A7413E"/>
    <w:rsid w:val="00A74A49"/>
    <w:rsid w:val="00A75775"/>
    <w:rsid w:val="00A761E0"/>
    <w:rsid w:val="00A763C1"/>
    <w:rsid w:val="00A763D7"/>
    <w:rsid w:val="00A768BF"/>
    <w:rsid w:val="00A7778E"/>
    <w:rsid w:val="00A77E7C"/>
    <w:rsid w:val="00A8001D"/>
    <w:rsid w:val="00A803F2"/>
    <w:rsid w:val="00A8049C"/>
    <w:rsid w:val="00A80529"/>
    <w:rsid w:val="00A80CB7"/>
    <w:rsid w:val="00A80EA8"/>
    <w:rsid w:val="00A810D5"/>
    <w:rsid w:val="00A81827"/>
    <w:rsid w:val="00A81D86"/>
    <w:rsid w:val="00A822C5"/>
    <w:rsid w:val="00A82D98"/>
    <w:rsid w:val="00A82E6B"/>
    <w:rsid w:val="00A84734"/>
    <w:rsid w:val="00A858B6"/>
    <w:rsid w:val="00A85963"/>
    <w:rsid w:val="00A8597B"/>
    <w:rsid w:val="00A85C3C"/>
    <w:rsid w:val="00A85EE6"/>
    <w:rsid w:val="00A85F34"/>
    <w:rsid w:val="00A861C1"/>
    <w:rsid w:val="00A861C2"/>
    <w:rsid w:val="00A86331"/>
    <w:rsid w:val="00A86651"/>
    <w:rsid w:val="00A869F6"/>
    <w:rsid w:val="00A87594"/>
    <w:rsid w:val="00A87AD2"/>
    <w:rsid w:val="00A90300"/>
    <w:rsid w:val="00A91709"/>
    <w:rsid w:val="00A91AA1"/>
    <w:rsid w:val="00A92F50"/>
    <w:rsid w:val="00A93718"/>
    <w:rsid w:val="00A93D8B"/>
    <w:rsid w:val="00A94E1E"/>
    <w:rsid w:val="00A95A97"/>
    <w:rsid w:val="00A95ABB"/>
    <w:rsid w:val="00A95B6F"/>
    <w:rsid w:val="00A95BB2"/>
    <w:rsid w:val="00A95C9B"/>
    <w:rsid w:val="00A95EDB"/>
    <w:rsid w:val="00A960AB"/>
    <w:rsid w:val="00A96C3E"/>
    <w:rsid w:val="00A973A3"/>
    <w:rsid w:val="00AA0422"/>
    <w:rsid w:val="00AA200E"/>
    <w:rsid w:val="00AA2ED4"/>
    <w:rsid w:val="00AA3341"/>
    <w:rsid w:val="00AA3C25"/>
    <w:rsid w:val="00AA3D87"/>
    <w:rsid w:val="00AA5139"/>
    <w:rsid w:val="00AA5637"/>
    <w:rsid w:val="00AA5C08"/>
    <w:rsid w:val="00AA6045"/>
    <w:rsid w:val="00AA74A0"/>
    <w:rsid w:val="00AA7C98"/>
    <w:rsid w:val="00AB0205"/>
    <w:rsid w:val="00AB080C"/>
    <w:rsid w:val="00AB0850"/>
    <w:rsid w:val="00AB10BD"/>
    <w:rsid w:val="00AB1554"/>
    <w:rsid w:val="00AB18A0"/>
    <w:rsid w:val="00AB1C67"/>
    <w:rsid w:val="00AB279E"/>
    <w:rsid w:val="00AB3B21"/>
    <w:rsid w:val="00AB41E1"/>
    <w:rsid w:val="00AB4317"/>
    <w:rsid w:val="00AB4765"/>
    <w:rsid w:val="00AB4CDB"/>
    <w:rsid w:val="00AB593D"/>
    <w:rsid w:val="00AB6760"/>
    <w:rsid w:val="00AB68C8"/>
    <w:rsid w:val="00AB729C"/>
    <w:rsid w:val="00AB7414"/>
    <w:rsid w:val="00AB7665"/>
    <w:rsid w:val="00AB7B13"/>
    <w:rsid w:val="00AC01D9"/>
    <w:rsid w:val="00AC0A6C"/>
    <w:rsid w:val="00AC10A7"/>
    <w:rsid w:val="00AC1BEC"/>
    <w:rsid w:val="00AC1D43"/>
    <w:rsid w:val="00AC2CBA"/>
    <w:rsid w:val="00AC2F0C"/>
    <w:rsid w:val="00AC329A"/>
    <w:rsid w:val="00AC3471"/>
    <w:rsid w:val="00AC40C0"/>
    <w:rsid w:val="00AC4603"/>
    <w:rsid w:val="00AC536C"/>
    <w:rsid w:val="00AC57B7"/>
    <w:rsid w:val="00AC645C"/>
    <w:rsid w:val="00AC652D"/>
    <w:rsid w:val="00AC73F3"/>
    <w:rsid w:val="00AC74FB"/>
    <w:rsid w:val="00AC782D"/>
    <w:rsid w:val="00AC7FF2"/>
    <w:rsid w:val="00AD02B7"/>
    <w:rsid w:val="00AD0614"/>
    <w:rsid w:val="00AD068A"/>
    <w:rsid w:val="00AD06DE"/>
    <w:rsid w:val="00AD07DB"/>
    <w:rsid w:val="00AD0BA2"/>
    <w:rsid w:val="00AD12AB"/>
    <w:rsid w:val="00AD1812"/>
    <w:rsid w:val="00AD1EB8"/>
    <w:rsid w:val="00AD2BA2"/>
    <w:rsid w:val="00AD2C3D"/>
    <w:rsid w:val="00AD2E1A"/>
    <w:rsid w:val="00AD3286"/>
    <w:rsid w:val="00AD3DDC"/>
    <w:rsid w:val="00AD404E"/>
    <w:rsid w:val="00AD45BD"/>
    <w:rsid w:val="00AD4983"/>
    <w:rsid w:val="00AD5082"/>
    <w:rsid w:val="00AD5ED2"/>
    <w:rsid w:val="00AD69BF"/>
    <w:rsid w:val="00AD6D6E"/>
    <w:rsid w:val="00AD757B"/>
    <w:rsid w:val="00AD7582"/>
    <w:rsid w:val="00AD78C3"/>
    <w:rsid w:val="00AD7A52"/>
    <w:rsid w:val="00AD7BC0"/>
    <w:rsid w:val="00AE00CA"/>
    <w:rsid w:val="00AE02D5"/>
    <w:rsid w:val="00AE0307"/>
    <w:rsid w:val="00AE03FE"/>
    <w:rsid w:val="00AE0D6B"/>
    <w:rsid w:val="00AE136E"/>
    <w:rsid w:val="00AE1BD6"/>
    <w:rsid w:val="00AE22BD"/>
    <w:rsid w:val="00AE2648"/>
    <w:rsid w:val="00AE2805"/>
    <w:rsid w:val="00AE2BDB"/>
    <w:rsid w:val="00AE39C1"/>
    <w:rsid w:val="00AE3CFF"/>
    <w:rsid w:val="00AE47C3"/>
    <w:rsid w:val="00AE554E"/>
    <w:rsid w:val="00AE661C"/>
    <w:rsid w:val="00AE6DCA"/>
    <w:rsid w:val="00AE784F"/>
    <w:rsid w:val="00AE7ABE"/>
    <w:rsid w:val="00AE7E2F"/>
    <w:rsid w:val="00AF0BDD"/>
    <w:rsid w:val="00AF12DA"/>
    <w:rsid w:val="00AF1A12"/>
    <w:rsid w:val="00AF1D02"/>
    <w:rsid w:val="00AF1F06"/>
    <w:rsid w:val="00AF21DD"/>
    <w:rsid w:val="00AF2464"/>
    <w:rsid w:val="00AF2EC4"/>
    <w:rsid w:val="00AF365B"/>
    <w:rsid w:val="00AF4206"/>
    <w:rsid w:val="00AF4B5C"/>
    <w:rsid w:val="00AF4F47"/>
    <w:rsid w:val="00AF5139"/>
    <w:rsid w:val="00AF5CD0"/>
    <w:rsid w:val="00AF60E1"/>
    <w:rsid w:val="00AF62BF"/>
    <w:rsid w:val="00AF6402"/>
    <w:rsid w:val="00AF661A"/>
    <w:rsid w:val="00AF6A36"/>
    <w:rsid w:val="00AF6F3C"/>
    <w:rsid w:val="00AF71B0"/>
    <w:rsid w:val="00AF788C"/>
    <w:rsid w:val="00AF7BF4"/>
    <w:rsid w:val="00AF7C8A"/>
    <w:rsid w:val="00AF7F76"/>
    <w:rsid w:val="00B00634"/>
    <w:rsid w:val="00B00CAB"/>
    <w:rsid w:val="00B019EE"/>
    <w:rsid w:val="00B01ACF"/>
    <w:rsid w:val="00B01E61"/>
    <w:rsid w:val="00B02734"/>
    <w:rsid w:val="00B0298F"/>
    <w:rsid w:val="00B03346"/>
    <w:rsid w:val="00B033BF"/>
    <w:rsid w:val="00B03643"/>
    <w:rsid w:val="00B03E75"/>
    <w:rsid w:val="00B03F61"/>
    <w:rsid w:val="00B047E1"/>
    <w:rsid w:val="00B04CDF"/>
    <w:rsid w:val="00B05525"/>
    <w:rsid w:val="00B055E2"/>
    <w:rsid w:val="00B05902"/>
    <w:rsid w:val="00B05F91"/>
    <w:rsid w:val="00B06075"/>
    <w:rsid w:val="00B064A1"/>
    <w:rsid w:val="00B070E4"/>
    <w:rsid w:val="00B10B59"/>
    <w:rsid w:val="00B119B6"/>
    <w:rsid w:val="00B11A34"/>
    <w:rsid w:val="00B11A45"/>
    <w:rsid w:val="00B11C06"/>
    <w:rsid w:val="00B11CA3"/>
    <w:rsid w:val="00B12BA0"/>
    <w:rsid w:val="00B12D5F"/>
    <w:rsid w:val="00B12DA4"/>
    <w:rsid w:val="00B14539"/>
    <w:rsid w:val="00B15240"/>
    <w:rsid w:val="00B15A39"/>
    <w:rsid w:val="00B15D08"/>
    <w:rsid w:val="00B15E71"/>
    <w:rsid w:val="00B16236"/>
    <w:rsid w:val="00B16D1C"/>
    <w:rsid w:val="00B1706E"/>
    <w:rsid w:val="00B17581"/>
    <w:rsid w:val="00B177D5"/>
    <w:rsid w:val="00B200A3"/>
    <w:rsid w:val="00B202AB"/>
    <w:rsid w:val="00B20D1B"/>
    <w:rsid w:val="00B217C2"/>
    <w:rsid w:val="00B21AA8"/>
    <w:rsid w:val="00B21E92"/>
    <w:rsid w:val="00B21EBC"/>
    <w:rsid w:val="00B2267B"/>
    <w:rsid w:val="00B226C5"/>
    <w:rsid w:val="00B22EB4"/>
    <w:rsid w:val="00B22EB9"/>
    <w:rsid w:val="00B23510"/>
    <w:rsid w:val="00B241ED"/>
    <w:rsid w:val="00B245BB"/>
    <w:rsid w:val="00B245C6"/>
    <w:rsid w:val="00B24BB9"/>
    <w:rsid w:val="00B24EE2"/>
    <w:rsid w:val="00B251B1"/>
    <w:rsid w:val="00B25EA5"/>
    <w:rsid w:val="00B25EA6"/>
    <w:rsid w:val="00B26705"/>
    <w:rsid w:val="00B269E7"/>
    <w:rsid w:val="00B26F9D"/>
    <w:rsid w:val="00B27878"/>
    <w:rsid w:val="00B27D97"/>
    <w:rsid w:val="00B3020A"/>
    <w:rsid w:val="00B30DE4"/>
    <w:rsid w:val="00B310E2"/>
    <w:rsid w:val="00B3178D"/>
    <w:rsid w:val="00B31D47"/>
    <w:rsid w:val="00B324E4"/>
    <w:rsid w:val="00B328F6"/>
    <w:rsid w:val="00B33565"/>
    <w:rsid w:val="00B34737"/>
    <w:rsid w:val="00B34C62"/>
    <w:rsid w:val="00B34D14"/>
    <w:rsid w:val="00B35112"/>
    <w:rsid w:val="00B36150"/>
    <w:rsid w:val="00B366F8"/>
    <w:rsid w:val="00B369A1"/>
    <w:rsid w:val="00B37FDC"/>
    <w:rsid w:val="00B4028B"/>
    <w:rsid w:val="00B40357"/>
    <w:rsid w:val="00B40994"/>
    <w:rsid w:val="00B40E6E"/>
    <w:rsid w:val="00B40E77"/>
    <w:rsid w:val="00B4109A"/>
    <w:rsid w:val="00B41E62"/>
    <w:rsid w:val="00B4212C"/>
    <w:rsid w:val="00B4266F"/>
    <w:rsid w:val="00B432CA"/>
    <w:rsid w:val="00B43746"/>
    <w:rsid w:val="00B4394F"/>
    <w:rsid w:val="00B445C5"/>
    <w:rsid w:val="00B451DF"/>
    <w:rsid w:val="00B4544F"/>
    <w:rsid w:val="00B4563D"/>
    <w:rsid w:val="00B4581F"/>
    <w:rsid w:val="00B466FA"/>
    <w:rsid w:val="00B47B86"/>
    <w:rsid w:val="00B5054B"/>
    <w:rsid w:val="00B50B6E"/>
    <w:rsid w:val="00B51226"/>
    <w:rsid w:val="00B516DB"/>
    <w:rsid w:val="00B51DF8"/>
    <w:rsid w:val="00B52030"/>
    <w:rsid w:val="00B529CF"/>
    <w:rsid w:val="00B52AC4"/>
    <w:rsid w:val="00B52E1A"/>
    <w:rsid w:val="00B53375"/>
    <w:rsid w:val="00B53E14"/>
    <w:rsid w:val="00B54112"/>
    <w:rsid w:val="00B5421F"/>
    <w:rsid w:val="00B5511C"/>
    <w:rsid w:val="00B557FC"/>
    <w:rsid w:val="00B558A1"/>
    <w:rsid w:val="00B55E9D"/>
    <w:rsid w:val="00B56C21"/>
    <w:rsid w:val="00B56E74"/>
    <w:rsid w:val="00B574FB"/>
    <w:rsid w:val="00B600D0"/>
    <w:rsid w:val="00B60342"/>
    <w:rsid w:val="00B612DF"/>
    <w:rsid w:val="00B61B5F"/>
    <w:rsid w:val="00B61CC4"/>
    <w:rsid w:val="00B63193"/>
    <w:rsid w:val="00B637E8"/>
    <w:rsid w:val="00B64305"/>
    <w:rsid w:val="00B64E3A"/>
    <w:rsid w:val="00B652F3"/>
    <w:rsid w:val="00B654C3"/>
    <w:rsid w:val="00B65651"/>
    <w:rsid w:val="00B657E7"/>
    <w:rsid w:val="00B65B2F"/>
    <w:rsid w:val="00B66229"/>
    <w:rsid w:val="00B6692E"/>
    <w:rsid w:val="00B66FEE"/>
    <w:rsid w:val="00B67BCF"/>
    <w:rsid w:val="00B67D05"/>
    <w:rsid w:val="00B70022"/>
    <w:rsid w:val="00B708FA"/>
    <w:rsid w:val="00B70AEF"/>
    <w:rsid w:val="00B71BD9"/>
    <w:rsid w:val="00B720CA"/>
    <w:rsid w:val="00B7234D"/>
    <w:rsid w:val="00B7242B"/>
    <w:rsid w:val="00B72536"/>
    <w:rsid w:val="00B727F9"/>
    <w:rsid w:val="00B72981"/>
    <w:rsid w:val="00B73930"/>
    <w:rsid w:val="00B74684"/>
    <w:rsid w:val="00B747C6"/>
    <w:rsid w:val="00B74879"/>
    <w:rsid w:val="00B748E7"/>
    <w:rsid w:val="00B766EE"/>
    <w:rsid w:val="00B76BB3"/>
    <w:rsid w:val="00B80CB0"/>
    <w:rsid w:val="00B80DD3"/>
    <w:rsid w:val="00B81374"/>
    <w:rsid w:val="00B816C8"/>
    <w:rsid w:val="00B81782"/>
    <w:rsid w:val="00B81BCB"/>
    <w:rsid w:val="00B81CC9"/>
    <w:rsid w:val="00B823E2"/>
    <w:rsid w:val="00B82F04"/>
    <w:rsid w:val="00B8308E"/>
    <w:rsid w:val="00B84E99"/>
    <w:rsid w:val="00B84F40"/>
    <w:rsid w:val="00B85450"/>
    <w:rsid w:val="00B859FD"/>
    <w:rsid w:val="00B86176"/>
    <w:rsid w:val="00B86214"/>
    <w:rsid w:val="00B862EC"/>
    <w:rsid w:val="00B863AA"/>
    <w:rsid w:val="00B86BFB"/>
    <w:rsid w:val="00B874B9"/>
    <w:rsid w:val="00B87746"/>
    <w:rsid w:val="00B8794F"/>
    <w:rsid w:val="00B906AC"/>
    <w:rsid w:val="00B90D28"/>
    <w:rsid w:val="00B914EF"/>
    <w:rsid w:val="00B9220D"/>
    <w:rsid w:val="00B9284F"/>
    <w:rsid w:val="00B92AF8"/>
    <w:rsid w:val="00B93767"/>
    <w:rsid w:val="00B937B1"/>
    <w:rsid w:val="00B93835"/>
    <w:rsid w:val="00B93B43"/>
    <w:rsid w:val="00B9415D"/>
    <w:rsid w:val="00B94197"/>
    <w:rsid w:val="00B94C8D"/>
    <w:rsid w:val="00B95D61"/>
    <w:rsid w:val="00B9627F"/>
    <w:rsid w:val="00B962C7"/>
    <w:rsid w:val="00B9693F"/>
    <w:rsid w:val="00B97D05"/>
    <w:rsid w:val="00B97EA8"/>
    <w:rsid w:val="00BA02EA"/>
    <w:rsid w:val="00BA0D27"/>
    <w:rsid w:val="00BA16BF"/>
    <w:rsid w:val="00BA252F"/>
    <w:rsid w:val="00BA26FA"/>
    <w:rsid w:val="00BA3314"/>
    <w:rsid w:val="00BA3893"/>
    <w:rsid w:val="00BA3945"/>
    <w:rsid w:val="00BA5408"/>
    <w:rsid w:val="00BA6B23"/>
    <w:rsid w:val="00BA6F76"/>
    <w:rsid w:val="00BA7BA9"/>
    <w:rsid w:val="00BB01ED"/>
    <w:rsid w:val="00BB0535"/>
    <w:rsid w:val="00BB056B"/>
    <w:rsid w:val="00BB0BE9"/>
    <w:rsid w:val="00BB0C72"/>
    <w:rsid w:val="00BB0EF4"/>
    <w:rsid w:val="00BB12D1"/>
    <w:rsid w:val="00BB1380"/>
    <w:rsid w:val="00BB1577"/>
    <w:rsid w:val="00BB1578"/>
    <w:rsid w:val="00BB16E5"/>
    <w:rsid w:val="00BB17AB"/>
    <w:rsid w:val="00BB1CE7"/>
    <w:rsid w:val="00BB1FB7"/>
    <w:rsid w:val="00BB24B3"/>
    <w:rsid w:val="00BB253D"/>
    <w:rsid w:val="00BB3021"/>
    <w:rsid w:val="00BB3276"/>
    <w:rsid w:val="00BB3821"/>
    <w:rsid w:val="00BB3C32"/>
    <w:rsid w:val="00BB3E96"/>
    <w:rsid w:val="00BB431F"/>
    <w:rsid w:val="00BB43E7"/>
    <w:rsid w:val="00BB449A"/>
    <w:rsid w:val="00BB4CE5"/>
    <w:rsid w:val="00BB4EB2"/>
    <w:rsid w:val="00BB525F"/>
    <w:rsid w:val="00BB644F"/>
    <w:rsid w:val="00BB66EA"/>
    <w:rsid w:val="00BB6CA1"/>
    <w:rsid w:val="00BB6E69"/>
    <w:rsid w:val="00BB7B8D"/>
    <w:rsid w:val="00BB7DB2"/>
    <w:rsid w:val="00BC10A6"/>
    <w:rsid w:val="00BC14F0"/>
    <w:rsid w:val="00BC17F0"/>
    <w:rsid w:val="00BC246D"/>
    <w:rsid w:val="00BC276A"/>
    <w:rsid w:val="00BC2B93"/>
    <w:rsid w:val="00BC2C1C"/>
    <w:rsid w:val="00BC33FA"/>
    <w:rsid w:val="00BC3402"/>
    <w:rsid w:val="00BC3925"/>
    <w:rsid w:val="00BC42CF"/>
    <w:rsid w:val="00BC4A24"/>
    <w:rsid w:val="00BC4A7B"/>
    <w:rsid w:val="00BD0043"/>
    <w:rsid w:val="00BD0227"/>
    <w:rsid w:val="00BD0D6E"/>
    <w:rsid w:val="00BD10A7"/>
    <w:rsid w:val="00BD2029"/>
    <w:rsid w:val="00BD226D"/>
    <w:rsid w:val="00BD25C7"/>
    <w:rsid w:val="00BD27FB"/>
    <w:rsid w:val="00BD2EE9"/>
    <w:rsid w:val="00BD3166"/>
    <w:rsid w:val="00BD3A8D"/>
    <w:rsid w:val="00BD5500"/>
    <w:rsid w:val="00BD55EF"/>
    <w:rsid w:val="00BD5942"/>
    <w:rsid w:val="00BD5CFC"/>
    <w:rsid w:val="00BD670E"/>
    <w:rsid w:val="00BD7144"/>
    <w:rsid w:val="00BD7247"/>
    <w:rsid w:val="00BD791D"/>
    <w:rsid w:val="00BE0B50"/>
    <w:rsid w:val="00BE14E9"/>
    <w:rsid w:val="00BE180A"/>
    <w:rsid w:val="00BE2360"/>
    <w:rsid w:val="00BE25F2"/>
    <w:rsid w:val="00BE299A"/>
    <w:rsid w:val="00BE29B9"/>
    <w:rsid w:val="00BE2BA2"/>
    <w:rsid w:val="00BE30F7"/>
    <w:rsid w:val="00BE3B71"/>
    <w:rsid w:val="00BE3C1D"/>
    <w:rsid w:val="00BE3CDB"/>
    <w:rsid w:val="00BE43E4"/>
    <w:rsid w:val="00BE48EB"/>
    <w:rsid w:val="00BE5208"/>
    <w:rsid w:val="00BE53D4"/>
    <w:rsid w:val="00BE581A"/>
    <w:rsid w:val="00BE5983"/>
    <w:rsid w:val="00BE5CF1"/>
    <w:rsid w:val="00BE68BF"/>
    <w:rsid w:val="00BE7197"/>
    <w:rsid w:val="00BE7308"/>
    <w:rsid w:val="00BF015B"/>
    <w:rsid w:val="00BF0E6E"/>
    <w:rsid w:val="00BF1248"/>
    <w:rsid w:val="00BF138F"/>
    <w:rsid w:val="00BF20DC"/>
    <w:rsid w:val="00BF3237"/>
    <w:rsid w:val="00BF3A2F"/>
    <w:rsid w:val="00BF64D3"/>
    <w:rsid w:val="00BF6AA1"/>
    <w:rsid w:val="00BF6B15"/>
    <w:rsid w:val="00BF6EF2"/>
    <w:rsid w:val="00BF7230"/>
    <w:rsid w:val="00BF744D"/>
    <w:rsid w:val="00BF780B"/>
    <w:rsid w:val="00BF7F0E"/>
    <w:rsid w:val="00C001E8"/>
    <w:rsid w:val="00C01023"/>
    <w:rsid w:val="00C01241"/>
    <w:rsid w:val="00C01A4C"/>
    <w:rsid w:val="00C0206C"/>
    <w:rsid w:val="00C02157"/>
    <w:rsid w:val="00C0274B"/>
    <w:rsid w:val="00C02926"/>
    <w:rsid w:val="00C03207"/>
    <w:rsid w:val="00C03E67"/>
    <w:rsid w:val="00C03E92"/>
    <w:rsid w:val="00C04DD3"/>
    <w:rsid w:val="00C05095"/>
    <w:rsid w:val="00C058F2"/>
    <w:rsid w:val="00C05AB3"/>
    <w:rsid w:val="00C05E56"/>
    <w:rsid w:val="00C0688F"/>
    <w:rsid w:val="00C0744E"/>
    <w:rsid w:val="00C07993"/>
    <w:rsid w:val="00C102CB"/>
    <w:rsid w:val="00C10EFD"/>
    <w:rsid w:val="00C115CD"/>
    <w:rsid w:val="00C11AEB"/>
    <w:rsid w:val="00C121F0"/>
    <w:rsid w:val="00C12706"/>
    <w:rsid w:val="00C12D86"/>
    <w:rsid w:val="00C13851"/>
    <w:rsid w:val="00C13EC0"/>
    <w:rsid w:val="00C14987"/>
    <w:rsid w:val="00C14BDD"/>
    <w:rsid w:val="00C15401"/>
    <w:rsid w:val="00C155BF"/>
    <w:rsid w:val="00C15E09"/>
    <w:rsid w:val="00C169EC"/>
    <w:rsid w:val="00C1733A"/>
    <w:rsid w:val="00C174C8"/>
    <w:rsid w:val="00C17B67"/>
    <w:rsid w:val="00C20275"/>
    <w:rsid w:val="00C2032F"/>
    <w:rsid w:val="00C208A0"/>
    <w:rsid w:val="00C219CC"/>
    <w:rsid w:val="00C21FDA"/>
    <w:rsid w:val="00C2246B"/>
    <w:rsid w:val="00C22DA9"/>
    <w:rsid w:val="00C23111"/>
    <w:rsid w:val="00C2424C"/>
    <w:rsid w:val="00C2451B"/>
    <w:rsid w:val="00C2493F"/>
    <w:rsid w:val="00C24B7B"/>
    <w:rsid w:val="00C25360"/>
    <w:rsid w:val="00C2575B"/>
    <w:rsid w:val="00C259FA"/>
    <w:rsid w:val="00C26370"/>
    <w:rsid w:val="00C26E09"/>
    <w:rsid w:val="00C26E7B"/>
    <w:rsid w:val="00C26F85"/>
    <w:rsid w:val="00C303BD"/>
    <w:rsid w:val="00C31892"/>
    <w:rsid w:val="00C3213C"/>
    <w:rsid w:val="00C322A5"/>
    <w:rsid w:val="00C324DA"/>
    <w:rsid w:val="00C32519"/>
    <w:rsid w:val="00C3347A"/>
    <w:rsid w:val="00C33E1F"/>
    <w:rsid w:val="00C347B2"/>
    <w:rsid w:val="00C348A3"/>
    <w:rsid w:val="00C34CE4"/>
    <w:rsid w:val="00C34DAE"/>
    <w:rsid w:val="00C3508F"/>
    <w:rsid w:val="00C35385"/>
    <w:rsid w:val="00C35511"/>
    <w:rsid w:val="00C35797"/>
    <w:rsid w:val="00C357D4"/>
    <w:rsid w:val="00C35CA6"/>
    <w:rsid w:val="00C367B2"/>
    <w:rsid w:val="00C3688B"/>
    <w:rsid w:val="00C368FC"/>
    <w:rsid w:val="00C36A1F"/>
    <w:rsid w:val="00C37470"/>
    <w:rsid w:val="00C404DF"/>
    <w:rsid w:val="00C40B81"/>
    <w:rsid w:val="00C40EAA"/>
    <w:rsid w:val="00C41E4A"/>
    <w:rsid w:val="00C41E9F"/>
    <w:rsid w:val="00C4295D"/>
    <w:rsid w:val="00C432FB"/>
    <w:rsid w:val="00C433B3"/>
    <w:rsid w:val="00C43798"/>
    <w:rsid w:val="00C4398B"/>
    <w:rsid w:val="00C43B02"/>
    <w:rsid w:val="00C43CC4"/>
    <w:rsid w:val="00C441F1"/>
    <w:rsid w:val="00C4420E"/>
    <w:rsid w:val="00C445D8"/>
    <w:rsid w:val="00C44882"/>
    <w:rsid w:val="00C44CFB"/>
    <w:rsid w:val="00C45028"/>
    <w:rsid w:val="00C4571C"/>
    <w:rsid w:val="00C4593B"/>
    <w:rsid w:val="00C45CCA"/>
    <w:rsid w:val="00C464A4"/>
    <w:rsid w:val="00C46C75"/>
    <w:rsid w:val="00C46DB7"/>
    <w:rsid w:val="00C47372"/>
    <w:rsid w:val="00C475B0"/>
    <w:rsid w:val="00C47BB5"/>
    <w:rsid w:val="00C50663"/>
    <w:rsid w:val="00C50AEE"/>
    <w:rsid w:val="00C50DC9"/>
    <w:rsid w:val="00C50ED1"/>
    <w:rsid w:val="00C5102C"/>
    <w:rsid w:val="00C5166E"/>
    <w:rsid w:val="00C52199"/>
    <w:rsid w:val="00C52E3F"/>
    <w:rsid w:val="00C52E98"/>
    <w:rsid w:val="00C53808"/>
    <w:rsid w:val="00C53BD3"/>
    <w:rsid w:val="00C54414"/>
    <w:rsid w:val="00C54AEF"/>
    <w:rsid w:val="00C54B23"/>
    <w:rsid w:val="00C54D63"/>
    <w:rsid w:val="00C54F0F"/>
    <w:rsid w:val="00C55031"/>
    <w:rsid w:val="00C55750"/>
    <w:rsid w:val="00C564FF"/>
    <w:rsid w:val="00C56DAE"/>
    <w:rsid w:val="00C571FD"/>
    <w:rsid w:val="00C60248"/>
    <w:rsid w:val="00C606AD"/>
    <w:rsid w:val="00C61D7F"/>
    <w:rsid w:val="00C62232"/>
    <w:rsid w:val="00C63B88"/>
    <w:rsid w:val="00C63BA4"/>
    <w:rsid w:val="00C63DF2"/>
    <w:rsid w:val="00C640D2"/>
    <w:rsid w:val="00C64EA1"/>
    <w:rsid w:val="00C6532D"/>
    <w:rsid w:val="00C654DE"/>
    <w:rsid w:val="00C65EF6"/>
    <w:rsid w:val="00C66F9A"/>
    <w:rsid w:val="00C7125F"/>
    <w:rsid w:val="00C721F7"/>
    <w:rsid w:val="00C72516"/>
    <w:rsid w:val="00C726B2"/>
    <w:rsid w:val="00C72C2F"/>
    <w:rsid w:val="00C73322"/>
    <w:rsid w:val="00C7385B"/>
    <w:rsid w:val="00C73ABC"/>
    <w:rsid w:val="00C73E1C"/>
    <w:rsid w:val="00C74A98"/>
    <w:rsid w:val="00C74F6D"/>
    <w:rsid w:val="00C750FB"/>
    <w:rsid w:val="00C75E8E"/>
    <w:rsid w:val="00C75EBC"/>
    <w:rsid w:val="00C762A1"/>
    <w:rsid w:val="00C763CF"/>
    <w:rsid w:val="00C763E7"/>
    <w:rsid w:val="00C77F0F"/>
    <w:rsid w:val="00C77FF4"/>
    <w:rsid w:val="00C80179"/>
    <w:rsid w:val="00C80E21"/>
    <w:rsid w:val="00C81693"/>
    <w:rsid w:val="00C81C6F"/>
    <w:rsid w:val="00C828CF"/>
    <w:rsid w:val="00C8293C"/>
    <w:rsid w:val="00C82BDD"/>
    <w:rsid w:val="00C830BB"/>
    <w:rsid w:val="00C83A07"/>
    <w:rsid w:val="00C83F61"/>
    <w:rsid w:val="00C8417D"/>
    <w:rsid w:val="00C84E43"/>
    <w:rsid w:val="00C852DC"/>
    <w:rsid w:val="00C85518"/>
    <w:rsid w:val="00C85ED0"/>
    <w:rsid w:val="00C86250"/>
    <w:rsid w:val="00C868C4"/>
    <w:rsid w:val="00C86A9E"/>
    <w:rsid w:val="00C86CA2"/>
    <w:rsid w:val="00C87298"/>
    <w:rsid w:val="00C873F7"/>
    <w:rsid w:val="00C87772"/>
    <w:rsid w:val="00C878E3"/>
    <w:rsid w:val="00C87B10"/>
    <w:rsid w:val="00C87E3C"/>
    <w:rsid w:val="00C9001A"/>
    <w:rsid w:val="00C903E8"/>
    <w:rsid w:val="00C9075E"/>
    <w:rsid w:val="00C90E6F"/>
    <w:rsid w:val="00C90E7B"/>
    <w:rsid w:val="00C91242"/>
    <w:rsid w:val="00C91698"/>
    <w:rsid w:val="00C92439"/>
    <w:rsid w:val="00C92472"/>
    <w:rsid w:val="00C925FF"/>
    <w:rsid w:val="00C92859"/>
    <w:rsid w:val="00C92FC8"/>
    <w:rsid w:val="00C93469"/>
    <w:rsid w:val="00C939B5"/>
    <w:rsid w:val="00C93DD6"/>
    <w:rsid w:val="00C944D8"/>
    <w:rsid w:val="00C94AB8"/>
    <w:rsid w:val="00C94D97"/>
    <w:rsid w:val="00C9536E"/>
    <w:rsid w:val="00C95A40"/>
    <w:rsid w:val="00C95E2B"/>
    <w:rsid w:val="00C96161"/>
    <w:rsid w:val="00C96690"/>
    <w:rsid w:val="00C972C4"/>
    <w:rsid w:val="00C97599"/>
    <w:rsid w:val="00C97D89"/>
    <w:rsid w:val="00CA02D1"/>
    <w:rsid w:val="00CA0DC8"/>
    <w:rsid w:val="00CA1A62"/>
    <w:rsid w:val="00CA3C50"/>
    <w:rsid w:val="00CA4055"/>
    <w:rsid w:val="00CA405C"/>
    <w:rsid w:val="00CA412E"/>
    <w:rsid w:val="00CA54A4"/>
    <w:rsid w:val="00CA55F9"/>
    <w:rsid w:val="00CA589D"/>
    <w:rsid w:val="00CA59F2"/>
    <w:rsid w:val="00CA68E3"/>
    <w:rsid w:val="00CA6B32"/>
    <w:rsid w:val="00CA7317"/>
    <w:rsid w:val="00CA76F6"/>
    <w:rsid w:val="00CA7935"/>
    <w:rsid w:val="00CB0A95"/>
    <w:rsid w:val="00CB3296"/>
    <w:rsid w:val="00CB38FA"/>
    <w:rsid w:val="00CB3E04"/>
    <w:rsid w:val="00CB4015"/>
    <w:rsid w:val="00CB4663"/>
    <w:rsid w:val="00CB4BF5"/>
    <w:rsid w:val="00CB5C77"/>
    <w:rsid w:val="00CB6350"/>
    <w:rsid w:val="00CB691E"/>
    <w:rsid w:val="00CB7179"/>
    <w:rsid w:val="00CB74F1"/>
    <w:rsid w:val="00CB7538"/>
    <w:rsid w:val="00CB7692"/>
    <w:rsid w:val="00CC03A2"/>
    <w:rsid w:val="00CC03C7"/>
    <w:rsid w:val="00CC0820"/>
    <w:rsid w:val="00CC0A71"/>
    <w:rsid w:val="00CC1430"/>
    <w:rsid w:val="00CC1F9F"/>
    <w:rsid w:val="00CC2C3F"/>
    <w:rsid w:val="00CC43EE"/>
    <w:rsid w:val="00CC44D7"/>
    <w:rsid w:val="00CC4AEB"/>
    <w:rsid w:val="00CC4E90"/>
    <w:rsid w:val="00CC5987"/>
    <w:rsid w:val="00CC5E30"/>
    <w:rsid w:val="00CC619C"/>
    <w:rsid w:val="00CC64AA"/>
    <w:rsid w:val="00CC6610"/>
    <w:rsid w:val="00CC68CA"/>
    <w:rsid w:val="00CC6A9B"/>
    <w:rsid w:val="00CC6ADB"/>
    <w:rsid w:val="00CC6BC2"/>
    <w:rsid w:val="00CC6CC3"/>
    <w:rsid w:val="00CC6CFB"/>
    <w:rsid w:val="00CC7A19"/>
    <w:rsid w:val="00CC7A45"/>
    <w:rsid w:val="00CD14EF"/>
    <w:rsid w:val="00CD1505"/>
    <w:rsid w:val="00CD1546"/>
    <w:rsid w:val="00CD167E"/>
    <w:rsid w:val="00CD167F"/>
    <w:rsid w:val="00CD1B16"/>
    <w:rsid w:val="00CD1B51"/>
    <w:rsid w:val="00CD20D2"/>
    <w:rsid w:val="00CD2157"/>
    <w:rsid w:val="00CD2ACB"/>
    <w:rsid w:val="00CD34E1"/>
    <w:rsid w:val="00CD357D"/>
    <w:rsid w:val="00CD39F6"/>
    <w:rsid w:val="00CD3EE4"/>
    <w:rsid w:val="00CD4B25"/>
    <w:rsid w:val="00CD52B9"/>
    <w:rsid w:val="00CD54F6"/>
    <w:rsid w:val="00CD5508"/>
    <w:rsid w:val="00CD5628"/>
    <w:rsid w:val="00CD5CD6"/>
    <w:rsid w:val="00CD629A"/>
    <w:rsid w:val="00CD69B8"/>
    <w:rsid w:val="00CD6A2D"/>
    <w:rsid w:val="00CD70CF"/>
    <w:rsid w:val="00CD75B9"/>
    <w:rsid w:val="00CD77CA"/>
    <w:rsid w:val="00CD7E55"/>
    <w:rsid w:val="00CE0178"/>
    <w:rsid w:val="00CE054F"/>
    <w:rsid w:val="00CE10C1"/>
    <w:rsid w:val="00CE1992"/>
    <w:rsid w:val="00CE2122"/>
    <w:rsid w:val="00CE27AC"/>
    <w:rsid w:val="00CE2E96"/>
    <w:rsid w:val="00CE2F8E"/>
    <w:rsid w:val="00CE3274"/>
    <w:rsid w:val="00CE34E3"/>
    <w:rsid w:val="00CE3E70"/>
    <w:rsid w:val="00CE41A8"/>
    <w:rsid w:val="00CE4515"/>
    <w:rsid w:val="00CE501A"/>
    <w:rsid w:val="00CE58A2"/>
    <w:rsid w:val="00CE5CB5"/>
    <w:rsid w:val="00CE6574"/>
    <w:rsid w:val="00CE797D"/>
    <w:rsid w:val="00CE7A3E"/>
    <w:rsid w:val="00CF060D"/>
    <w:rsid w:val="00CF1527"/>
    <w:rsid w:val="00CF1661"/>
    <w:rsid w:val="00CF1920"/>
    <w:rsid w:val="00CF21B2"/>
    <w:rsid w:val="00CF253B"/>
    <w:rsid w:val="00CF2751"/>
    <w:rsid w:val="00CF2D51"/>
    <w:rsid w:val="00CF3739"/>
    <w:rsid w:val="00CF3A44"/>
    <w:rsid w:val="00CF3FFE"/>
    <w:rsid w:val="00CF4B75"/>
    <w:rsid w:val="00CF4BF8"/>
    <w:rsid w:val="00CF5AD7"/>
    <w:rsid w:val="00CF5B8C"/>
    <w:rsid w:val="00CF5DA1"/>
    <w:rsid w:val="00CF5ECD"/>
    <w:rsid w:val="00CF6063"/>
    <w:rsid w:val="00CF60C0"/>
    <w:rsid w:val="00CF6E8B"/>
    <w:rsid w:val="00CF7225"/>
    <w:rsid w:val="00CF746D"/>
    <w:rsid w:val="00CF7554"/>
    <w:rsid w:val="00CF77A4"/>
    <w:rsid w:val="00CF79E5"/>
    <w:rsid w:val="00D00786"/>
    <w:rsid w:val="00D00886"/>
    <w:rsid w:val="00D00F42"/>
    <w:rsid w:val="00D01104"/>
    <w:rsid w:val="00D01121"/>
    <w:rsid w:val="00D016A0"/>
    <w:rsid w:val="00D0172B"/>
    <w:rsid w:val="00D01751"/>
    <w:rsid w:val="00D01CB2"/>
    <w:rsid w:val="00D02549"/>
    <w:rsid w:val="00D025B1"/>
    <w:rsid w:val="00D02C05"/>
    <w:rsid w:val="00D03A65"/>
    <w:rsid w:val="00D03C4D"/>
    <w:rsid w:val="00D04682"/>
    <w:rsid w:val="00D04755"/>
    <w:rsid w:val="00D04A66"/>
    <w:rsid w:val="00D054BD"/>
    <w:rsid w:val="00D0550D"/>
    <w:rsid w:val="00D0579E"/>
    <w:rsid w:val="00D05B05"/>
    <w:rsid w:val="00D0605B"/>
    <w:rsid w:val="00D07771"/>
    <w:rsid w:val="00D07BA7"/>
    <w:rsid w:val="00D07E5A"/>
    <w:rsid w:val="00D10171"/>
    <w:rsid w:val="00D10D9E"/>
    <w:rsid w:val="00D115B8"/>
    <w:rsid w:val="00D1179C"/>
    <w:rsid w:val="00D13213"/>
    <w:rsid w:val="00D13E07"/>
    <w:rsid w:val="00D13EB1"/>
    <w:rsid w:val="00D14181"/>
    <w:rsid w:val="00D1465C"/>
    <w:rsid w:val="00D149E3"/>
    <w:rsid w:val="00D14D82"/>
    <w:rsid w:val="00D14E49"/>
    <w:rsid w:val="00D1513C"/>
    <w:rsid w:val="00D1549C"/>
    <w:rsid w:val="00D15DAC"/>
    <w:rsid w:val="00D168CA"/>
    <w:rsid w:val="00D16ADF"/>
    <w:rsid w:val="00D16FDB"/>
    <w:rsid w:val="00D17C08"/>
    <w:rsid w:val="00D20103"/>
    <w:rsid w:val="00D203C0"/>
    <w:rsid w:val="00D20A2B"/>
    <w:rsid w:val="00D20BED"/>
    <w:rsid w:val="00D20C65"/>
    <w:rsid w:val="00D20E22"/>
    <w:rsid w:val="00D20ED1"/>
    <w:rsid w:val="00D2109C"/>
    <w:rsid w:val="00D21596"/>
    <w:rsid w:val="00D21E23"/>
    <w:rsid w:val="00D2215A"/>
    <w:rsid w:val="00D2258B"/>
    <w:rsid w:val="00D22603"/>
    <w:rsid w:val="00D22671"/>
    <w:rsid w:val="00D229DC"/>
    <w:rsid w:val="00D2333E"/>
    <w:rsid w:val="00D2335F"/>
    <w:rsid w:val="00D234D9"/>
    <w:rsid w:val="00D23724"/>
    <w:rsid w:val="00D24786"/>
    <w:rsid w:val="00D248C3"/>
    <w:rsid w:val="00D24EDD"/>
    <w:rsid w:val="00D26A4D"/>
    <w:rsid w:val="00D27D2A"/>
    <w:rsid w:val="00D27E92"/>
    <w:rsid w:val="00D30176"/>
    <w:rsid w:val="00D30F21"/>
    <w:rsid w:val="00D31676"/>
    <w:rsid w:val="00D324D5"/>
    <w:rsid w:val="00D325BC"/>
    <w:rsid w:val="00D32840"/>
    <w:rsid w:val="00D32F81"/>
    <w:rsid w:val="00D338BF"/>
    <w:rsid w:val="00D33AAD"/>
    <w:rsid w:val="00D33D77"/>
    <w:rsid w:val="00D356D2"/>
    <w:rsid w:val="00D359E8"/>
    <w:rsid w:val="00D35A5F"/>
    <w:rsid w:val="00D37199"/>
    <w:rsid w:val="00D3719D"/>
    <w:rsid w:val="00D40A67"/>
    <w:rsid w:val="00D4124A"/>
    <w:rsid w:val="00D417A6"/>
    <w:rsid w:val="00D41A0C"/>
    <w:rsid w:val="00D41D0E"/>
    <w:rsid w:val="00D41DE9"/>
    <w:rsid w:val="00D41FEC"/>
    <w:rsid w:val="00D42E88"/>
    <w:rsid w:val="00D42E8B"/>
    <w:rsid w:val="00D431C5"/>
    <w:rsid w:val="00D43DC8"/>
    <w:rsid w:val="00D44E24"/>
    <w:rsid w:val="00D450AA"/>
    <w:rsid w:val="00D450ED"/>
    <w:rsid w:val="00D45AB2"/>
    <w:rsid w:val="00D506D0"/>
    <w:rsid w:val="00D509F0"/>
    <w:rsid w:val="00D51AAC"/>
    <w:rsid w:val="00D51FD5"/>
    <w:rsid w:val="00D522B4"/>
    <w:rsid w:val="00D5305E"/>
    <w:rsid w:val="00D53E3D"/>
    <w:rsid w:val="00D542B2"/>
    <w:rsid w:val="00D5447B"/>
    <w:rsid w:val="00D550EC"/>
    <w:rsid w:val="00D55654"/>
    <w:rsid w:val="00D55A48"/>
    <w:rsid w:val="00D55C10"/>
    <w:rsid w:val="00D55D04"/>
    <w:rsid w:val="00D55D74"/>
    <w:rsid w:val="00D562A7"/>
    <w:rsid w:val="00D57773"/>
    <w:rsid w:val="00D609C0"/>
    <w:rsid w:val="00D60DB0"/>
    <w:rsid w:val="00D612BD"/>
    <w:rsid w:val="00D62002"/>
    <w:rsid w:val="00D62162"/>
    <w:rsid w:val="00D62175"/>
    <w:rsid w:val="00D625C4"/>
    <w:rsid w:val="00D62A8A"/>
    <w:rsid w:val="00D63072"/>
    <w:rsid w:val="00D630EB"/>
    <w:rsid w:val="00D639D6"/>
    <w:rsid w:val="00D64155"/>
    <w:rsid w:val="00D64732"/>
    <w:rsid w:val="00D64EE9"/>
    <w:rsid w:val="00D64F14"/>
    <w:rsid w:val="00D6560D"/>
    <w:rsid w:val="00D661DA"/>
    <w:rsid w:val="00D66511"/>
    <w:rsid w:val="00D672DF"/>
    <w:rsid w:val="00D67DE6"/>
    <w:rsid w:val="00D67F88"/>
    <w:rsid w:val="00D70E87"/>
    <w:rsid w:val="00D7164F"/>
    <w:rsid w:val="00D717CF"/>
    <w:rsid w:val="00D71CF9"/>
    <w:rsid w:val="00D71D49"/>
    <w:rsid w:val="00D71F5C"/>
    <w:rsid w:val="00D725C3"/>
    <w:rsid w:val="00D7281E"/>
    <w:rsid w:val="00D7301E"/>
    <w:rsid w:val="00D7315C"/>
    <w:rsid w:val="00D7354B"/>
    <w:rsid w:val="00D73DCD"/>
    <w:rsid w:val="00D73FAF"/>
    <w:rsid w:val="00D73FBA"/>
    <w:rsid w:val="00D74731"/>
    <w:rsid w:val="00D7530D"/>
    <w:rsid w:val="00D75F32"/>
    <w:rsid w:val="00D767F4"/>
    <w:rsid w:val="00D76CF0"/>
    <w:rsid w:val="00D76DF0"/>
    <w:rsid w:val="00D772E2"/>
    <w:rsid w:val="00D77361"/>
    <w:rsid w:val="00D7755F"/>
    <w:rsid w:val="00D77A32"/>
    <w:rsid w:val="00D803A3"/>
    <w:rsid w:val="00D806E8"/>
    <w:rsid w:val="00D80C31"/>
    <w:rsid w:val="00D80D51"/>
    <w:rsid w:val="00D81B54"/>
    <w:rsid w:val="00D81F8B"/>
    <w:rsid w:val="00D81FCD"/>
    <w:rsid w:val="00D825D4"/>
    <w:rsid w:val="00D82662"/>
    <w:rsid w:val="00D8279F"/>
    <w:rsid w:val="00D8480D"/>
    <w:rsid w:val="00D86082"/>
    <w:rsid w:val="00D867A8"/>
    <w:rsid w:val="00D86B8E"/>
    <w:rsid w:val="00D86CEC"/>
    <w:rsid w:val="00D86FF8"/>
    <w:rsid w:val="00D8745A"/>
    <w:rsid w:val="00D87FA8"/>
    <w:rsid w:val="00D908A3"/>
    <w:rsid w:val="00D91201"/>
    <w:rsid w:val="00D91CE0"/>
    <w:rsid w:val="00D92D28"/>
    <w:rsid w:val="00D93817"/>
    <w:rsid w:val="00D94F3C"/>
    <w:rsid w:val="00D954D8"/>
    <w:rsid w:val="00D95500"/>
    <w:rsid w:val="00D957CA"/>
    <w:rsid w:val="00D95F1E"/>
    <w:rsid w:val="00D96391"/>
    <w:rsid w:val="00D96529"/>
    <w:rsid w:val="00D9689B"/>
    <w:rsid w:val="00D96FBB"/>
    <w:rsid w:val="00D96FFA"/>
    <w:rsid w:val="00DA0761"/>
    <w:rsid w:val="00DA0ADB"/>
    <w:rsid w:val="00DA157F"/>
    <w:rsid w:val="00DA1BE8"/>
    <w:rsid w:val="00DA2B4C"/>
    <w:rsid w:val="00DA2C75"/>
    <w:rsid w:val="00DA2EE6"/>
    <w:rsid w:val="00DA3199"/>
    <w:rsid w:val="00DA3275"/>
    <w:rsid w:val="00DA3F50"/>
    <w:rsid w:val="00DA41B3"/>
    <w:rsid w:val="00DA43B8"/>
    <w:rsid w:val="00DA4D7C"/>
    <w:rsid w:val="00DA5253"/>
    <w:rsid w:val="00DA5341"/>
    <w:rsid w:val="00DA59F6"/>
    <w:rsid w:val="00DA5E32"/>
    <w:rsid w:val="00DA625E"/>
    <w:rsid w:val="00DA6337"/>
    <w:rsid w:val="00DA6CCF"/>
    <w:rsid w:val="00DA6CE6"/>
    <w:rsid w:val="00DA6F4B"/>
    <w:rsid w:val="00DA73C6"/>
    <w:rsid w:val="00DB01BB"/>
    <w:rsid w:val="00DB0706"/>
    <w:rsid w:val="00DB0799"/>
    <w:rsid w:val="00DB09BF"/>
    <w:rsid w:val="00DB1A7E"/>
    <w:rsid w:val="00DB1F58"/>
    <w:rsid w:val="00DB2492"/>
    <w:rsid w:val="00DB2844"/>
    <w:rsid w:val="00DB328A"/>
    <w:rsid w:val="00DB3A72"/>
    <w:rsid w:val="00DB4462"/>
    <w:rsid w:val="00DB4816"/>
    <w:rsid w:val="00DB483F"/>
    <w:rsid w:val="00DB48D8"/>
    <w:rsid w:val="00DB4C83"/>
    <w:rsid w:val="00DB4EEF"/>
    <w:rsid w:val="00DB5F86"/>
    <w:rsid w:val="00DB6325"/>
    <w:rsid w:val="00DB63E2"/>
    <w:rsid w:val="00DB647A"/>
    <w:rsid w:val="00DB64C4"/>
    <w:rsid w:val="00DB77D9"/>
    <w:rsid w:val="00DC0449"/>
    <w:rsid w:val="00DC0B03"/>
    <w:rsid w:val="00DC1808"/>
    <w:rsid w:val="00DC278C"/>
    <w:rsid w:val="00DC2C6C"/>
    <w:rsid w:val="00DC359F"/>
    <w:rsid w:val="00DC7731"/>
    <w:rsid w:val="00DD00D8"/>
    <w:rsid w:val="00DD02D1"/>
    <w:rsid w:val="00DD0F50"/>
    <w:rsid w:val="00DD0F9D"/>
    <w:rsid w:val="00DD0FB2"/>
    <w:rsid w:val="00DD10E3"/>
    <w:rsid w:val="00DD1590"/>
    <w:rsid w:val="00DD1816"/>
    <w:rsid w:val="00DD1A80"/>
    <w:rsid w:val="00DD2290"/>
    <w:rsid w:val="00DD2644"/>
    <w:rsid w:val="00DD3127"/>
    <w:rsid w:val="00DD313F"/>
    <w:rsid w:val="00DD368C"/>
    <w:rsid w:val="00DD37DC"/>
    <w:rsid w:val="00DD4339"/>
    <w:rsid w:val="00DD46F7"/>
    <w:rsid w:val="00DD5F84"/>
    <w:rsid w:val="00DD6106"/>
    <w:rsid w:val="00DD70E1"/>
    <w:rsid w:val="00DD7C17"/>
    <w:rsid w:val="00DE04EB"/>
    <w:rsid w:val="00DE0EFC"/>
    <w:rsid w:val="00DE31C9"/>
    <w:rsid w:val="00DE3325"/>
    <w:rsid w:val="00DE3A47"/>
    <w:rsid w:val="00DE40FD"/>
    <w:rsid w:val="00DE456F"/>
    <w:rsid w:val="00DE54DE"/>
    <w:rsid w:val="00DE581E"/>
    <w:rsid w:val="00DE5C17"/>
    <w:rsid w:val="00DE70BA"/>
    <w:rsid w:val="00DE7CD0"/>
    <w:rsid w:val="00DE7DE6"/>
    <w:rsid w:val="00DE7DF2"/>
    <w:rsid w:val="00DF0447"/>
    <w:rsid w:val="00DF153B"/>
    <w:rsid w:val="00DF1D67"/>
    <w:rsid w:val="00DF2331"/>
    <w:rsid w:val="00DF29C5"/>
    <w:rsid w:val="00DF37F6"/>
    <w:rsid w:val="00DF3ADB"/>
    <w:rsid w:val="00DF3EEB"/>
    <w:rsid w:val="00DF3F3A"/>
    <w:rsid w:val="00DF4F8D"/>
    <w:rsid w:val="00DF508A"/>
    <w:rsid w:val="00DF5E76"/>
    <w:rsid w:val="00DF6E00"/>
    <w:rsid w:val="00DF701A"/>
    <w:rsid w:val="00DF73A6"/>
    <w:rsid w:val="00DF7A1A"/>
    <w:rsid w:val="00E007AC"/>
    <w:rsid w:val="00E00DFC"/>
    <w:rsid w:val="00E01367"/>
    <w:rsid w:val="00E01675"/>
    <w:rsid w:val="00E039D5"/>
    <w:rsid w:val="00E04980"/>
    <w:rsid w:val="00E04AB7"/>
    <w:rsid w:val="00E057FF"/>
    <w:rsid w:val="00E05A6C"/>
    <w:rsid w:val="00E05CD1"/>
    <w:rsid w:val="00E05E5E"/>
    <w:rsid w:val="00E05F37"/>
    <w:rsid w:val="00E0615D"/>
    <w:rsid w:val="00E064E0"/>
    <w:rsid w:val="00E06604"/>
    <w:rsid w:val="00E069D8"/>
    <w:rsid w:val="00E06AA0"/>
    <w:rsid w:val="00E06B21"/>
    <w:rsid w:val="00E06C54"/>
    <w:rsid w:val="00E070BC"/>
    <w:rsid w:val="00E07E74"/>
    <w:rsid w:val="00E107FC"/>
    <w:rsid w:val="00E11DBD"/>
    <w:rsid w:val="00E12A15"/>
    <w:rsid w:val="00E133B0"/>
    <w:rsid w:val="00E13A29"/>
    <w:rsid w:val="00E141B1"/>
    <w:rsid w:val="00E145D0"/>
    <w:rsid w:val="00E14691"/>
    <w:rsid w:val="00E14E7A"/>
    <w:rsid w:val="00E158C8"/>
    <w:rsid w:val="00E15EE6"/>
    <w:rsid w:val="00E165F5"/>
    <w:rsid w:val="00E166F1"/>
    <w:rsid w:val="00E16F75"/>
    <w:rsid w:val="00E16F81"/>
    <w:rsid w:val="00E16FA3"/>
    <w:rsid w:val="00E17215"/>
    <w:rsid w:val="00E20A3E"/>
    <w:rsid w:val="00E21CE0"/>
    <w:rsid w:val="00E21D34"/>
    <w:rsid w:val="00E21EBC"/>
    <w:rsid w:val="00E22B71"/>
    <w:rsid w:val="00E2469C"/>
    <w:rsid w:val="00E24803"/>
    <w:rsid w:val="00E2584C"/>
    <w:rsid w:val="00E26C8A"/>
    <w:rsid w:val="00E26F0D"/>
    <w:rsid w:val="00E2711B"/>
    <w:rsid w:val="00E279FF"/>
    <w:rsid w:val="00E308F7"/>
    <w:rsid w:val="00E31224"/>
    <w:rsid w:val="00E31292"/>
    <w:rsid w:val="00E31EA5"/>
    <w:rsid w:val="00E32279"/>
    <w:rsid w:val="00E322C6"/>
    <w:rsid w:val="00E32335"/>
    <w:rsid w:val="00E32A22"/>
    <w:rsid w:val="00E32D44"/>
    <w:rsid w:val="00E33084"/>
    <w:rsid w:val="00E333CE"/>
    <w:rsid w:val="00E33643"/>
    <w:rsid w:val="00E3460E"/>
    <w:rsid w:val="00E36EED"/>
    <w:rsid w:val="00E36F7F"/>
    <w:rsid w:val="00E374EE"/>
    <w:rsid w:val="00E37C9E"/>
    <w:rsid w:val="00E37CFF"/>
    <w:rsid w:val="00E37D8C"/>
    <w:rsid w:val="00E37E42"/>
    <w:rsid w:val="00E37F44"/>
    <w:rsid w:val="00E40002"/>
    <w:rsid w:val="00E40DB2"/>
    <w:rsid w:val="00E40EC6"/>
    <w:rsid w:val="00E40F67"/>
    <w:rsid w:val="00E411BD"/>
    <w:rsid w:val="00E41886"/>
    <w:rsid w:val="00E41FF9"/>
    <w:rsid w:val="00E4236F"/>
    <w:rsid w:val="00E42B74"/>
    <w:rsid w:val="00E43C3F"/>
    <w:rsid w:val="00E44387"/>
    <w:rsid w:val="00E44939"/>
    <w:rsid w:val="00E44F1D"/>
    <w:rsid w:val="00E45483"/>
    <w:rsid w:val="00E4585D"/>
    <w:rsid w:val="00E459AE"/>
    <w:rsid w:val="00E45DE0"/>
    <w:rsid w:val="00E45E67"/>
    <w:rsid w:val="00E4713C"/>
    <w:rsid w:val="00E476D1"/>
    <w:rsid w:val="00E47BA0"/>
    <w:rsid w:val="00E47C7D"/>
    <w:rsid w:val="00E47E7F"/>
    <w:rsid w:val="00E50019"/>
    <w:rsid w:val="00E50211"/>
    <w:rsid w:val="00E50255"/>
    <w:rsid w:val="00E50564"/>
    <w:rsid w:val="00E508C0"/>
    <w:rsid w:val="00E50C2D"/>
    <w:rsid w:val="00E50C54"/>
    <w:rsid w:val="00E50EC6"/>
    <w:rsid w:val="00E5193C"/>
    <w:rsid w:val="00E51CD9"/>
    <w:rsid w:val="00E51D44"/>
    <w:rsid w:val="00E51EAE"/>
    <w:rsid w:val="00E529BA"/>
    <w:rsid w:val="00E52B59"/>
    <w:rsid w:val="00E53180"/>
    <w:rsid w:val="00E533F8"/>
    <w:rsid w:val="00E53501"/>
    <w:rsid w:val="00E53C85"/>
    <w:rsid w:val="00E53E99"/>
    <w:rsid w:val="00E543A0"/>
    <w:rsid w:val="00E548EA"/>
    <w:rsid w:val="00E54DA8"/>
    <w:rsid w:val="00E54DED"/>
    <w:rsid w:val="00E556EB"/>
    <w:rsid w:val="00E561BE"/>
    <w:rsid w:val="00E56419"/>
    <w:rsid w:val="00E566DD"/>
    <w:rsid w:val="00E56789"/>
    <w:rsid w:val="00E56FA9"/>
    <w:rsid w:val="00E60037"/>
    <w:rsid w:val="00E60367"/>
    <w:rsid w:val="00E611CA"/>
    <w:rsid w:val="00E613E5"/>
    <w:rsid w:val="00E61580"/>
    <w:rsid w:val="00E61923"/>
    <w:rsid w:val="00E61BBF"/>
    <w:rsid w:val="00E62013"/>
    <w:rsid w:val="00E6217C"/>
    <w:rsid w:val="00E6242E"/>
    <w:rsid w:val="00E629D2"/>
    <w:rsid w:val="00E62CA1"/>
    <w:rsid w:val="00E631FF"/>
    <w:rsid w:val="00E63272"/>
    <w:rsid w:val="00E63D73"/>
    <w:rsid w:val="00E63FBA"/>
    <w:rsid w:val="00E64C2D"/>
    <w:rsid w:val="00E65198"/>
    <w:rsid w:val="00E651CF"/>
    <w:rsid w:val="00E65D40"/>
    <w:rsid w:val="00E660A3"/>
    <w:rsid w:val="00E660B9"/>
    <w:rsid w:val="00E66396"/>
    <w:rsid w:val="00E6677B"/>
    <w:rsid w:val="00E668CD"/>
    <w:rsid w:val="00E66A9E"/>
    <w:rsid w:val="00E67848"/>
    <w:rsid w:val="00E67A00"/>
    <w:rsid w:val="00E67CA8"/>
    <w:rsid w:val="00E707F0"/>
    <w:rsid w:val="00E7092E"/>
    <w:rsid w:val="00E70CCB"/>
    <w:rsid w:val="00E70D3E"/>
    <w:rsid w:val="00E70E42"/>
    <w:rsid w:val="00E70E60"/>
    <w:rsid w:val="00E71136"/>
    <w:rsid w:val="00E7123A"/>
    <w:rsid w:val="00E71F82"/>
    <w:rsid w:val="00E72C1A"/>
    <w:rsid w:val="00E731DC"/>
    <w:rsid w:val="00E73216"/>
    <w:rsid w:val="00E735F1"/>
    <w:rsid w:val="00E73A76"/>
    <w:rsid w:val="00E73DA3"/>
    <w:rsid w:val="00E73F2E"/>
    <w:rsid w:val="00E75507"/>
    <w:rsid w:val="00E7574A"/>
    <w:rsid w:val="00E75B40"/>
    <w:rsid w:val="00E763E0"/>
    <w:rsid w:val="00E76D46"/>
    <w:rsid w:val="00E77716"/>
    <w:rsid w:val="00E779B3"/>
    <w:rsid w:val="00E81A2E"/>
    <w:rsid w:val="00E81A8C"/>
    <w:rsid w:val="00E81E9B"/>
    <w:rsid w:val="00E821FD"/>
    <w:rsid w:val="00E827B8"/>
    <w:rsid w:val="00E827C0"/>
    <w:rsid w:val="00E82CEA"/>
    <w:rsid w:val="00E82FF6"/>
    <w:rsid w:val="00E832D6"/>
    <w:rsid w:val="00E83567"/>
    <w:rsid w:val="00E843E0"/>
    <w:rsid w:val="00E84E96"/>
    <w:rsid w:val="00E85180"/>
    <w:rsid w:val="00E86B69"/>
    <w:rsid w:val="00E86E5A"/>
    <w:rsid w:val="00E8705B"/>
    <w:rsid w:val="00E877B1"/>
    <w:rsid w:val="00E87FB6"/>
    <w:rsid w:val="00E90E39"/>
    <w:rsid w:val="00E916E1"/>
    <w:rsid w:val="00E91E58"/>
    <w:rsid w:val="00E91FE8"/>
    <w:rsid w:val="00E92EDD"/>
    <w:rsid w:val="00E930C5"/>
    <w:rsid w:val="00E93289"/>
    <w:rsid w:val="00E935B7"/>
    <w:rsid w:val="00E9397A"/>
    <w:rsid w:val="00E94478"/>
    <w:rsid w:val="00E94915"/>
    <w:rsid w:val="00E956CF"/>
    <w:rsid w:val="00E96A49"/>
    <w:rsid w:val="00E9725B"/>
    <w:rsid w:val="00E973A1"/>
    <w:rsid w:val="00E974FB"/>
    <w:rsid w:val="00E97DBE"/>
    <w:rsid w:val="00EA12A4"/>
    <w:rsid w:val="00EA1D19"/>
    <w:rsid w:val="00EA21D0"/>
    <w:rsid w:val="00EA349C"/>
    <w:rsid w:val="00EA3749"/>
    <w:rsid w:val="00EA3CE5"/>
    <w:rsid w:val="00EA4ADD"/>
    <w:rsid w:val="00EA6C90"/>
    <w:rsid w:val="00EA7412"/>
    <w:rsid w:val="00EA7557"/>
    <w:rsid w:val="00EA75C5"/>
    <w:rsid w:val="00EA773E"/>
    <w:rsid w:val="00EA7D70"/>
    <w:rsid w:val="00EA7FEB"/>
    <w:rsid w:val="00EB1603"/>
    <w:rsid w:val="00EB19B7"/>
    <w:rsid w:val="00EB1EB4"/>
    <w:rsid w:val="00EB2877"/>
    <w:rsid w:val="00EB29EE"/>
    <w:rsid w:val="00EB2ADD"/>
    <w:rsid w:val="00EB30FD"/>
    <w:rsid w:val="00EB3123"/>
    <w:rsid w:val="00EB33B1"/>
    <w:rsid w:val="00EB37DC"/>
    <w:rsid w:val="00EB37EB"/>
    <w:rsid w:val="00EB3A69"/>
    <w:rsid w:val="00EB467F"/>
    <w:rsid w:val="00EB49ED"/>
    <w:rsid w:val="00EB5D45"/>
    <w:rsid w:val="00EB6044"/>
    <w:rsid w:val="00EB65B1"/>
    <w:rsid w:val="00EB679C"/>
    <w:rsid w:val="00EB700B"/>
    <w:rsid w:val="00EB7652"/>
    <w:rsid w:val="00EB791A"/>
    <w:rsid w:val="00EC0106"/>
    <w:rsid w:val="00EC0768"/>
    <w:rsid w:val="00EC0BD8"/>
    <w:rsid w:val="00EC0E3B"/>
    <w:rsid w:val="00EC0E80"/>
    <w:rsid w:val="00EC11E6"/>
    <w:rsid w:val="00EC1668"/>
    <w:rsid w:val="00EC2B13"/>
    <w:rsid w:val="00EC37F7"/>
    <w:rsid w:val="00EC3968"/>
    <w:rsid w:val="00EC3F0E"/>
    <w:rsid w:val="00EC4102"/>
    <w:rsid w:val="00EC438D"/>
    <w:rsid w:val="00EC456D"/>
    <w:rsid w:val="00EC4741"/>
    <w:rsid w:val="00EC4A36"/>
    <w:rsid w:val="00EC586C"/>
    <w:rsid w:val="00EC684C"/>
    <w:rsid w:val="00EC7ECD"/>
    <w:rsid w:val="00ED0F74"/>
    <w:rsid w:val="00ED1557"/>
    <w:rsid w:val="00ED190E"/>
    <w:rsid w:val="00ED1AFE"/>
    <w:rsid w:val="00ED1E5A"/>
    <w:rsid w:val="00ED2A51"/>
    <w:rsid w:val="00ED2B4D"/>
    <w:rsid w:val="00ED2D78"/>
    <w:rsid w:val="00ED2DDA"/>
    <w:rsid w:val="00ED3BC3"/>
    <w:rsid w:val="00ED5493"/>
    <w:rsid w:val="00ED6502"/>
    <w:rsid w:val="00ED6EB3"/>
    <w:rsid w:val="00ED6EEE"/>
    <w:rsid w:val="00ED70EB"/>
    <w:rsid w:val="00ED7127"/>
    <w:rsid w:val="00ED7D2D"/>
    <w:rsid w:val="00EE040F"/>
    <w:rsid w:val="00EE066B"/>
    <w:rsid w:val="00EE0C32"/>
    <w:rsid w:val="00EE1072"/>
    <w:rsid w:val="00EE181E"/>
    <w:rsid w:val="00EE1FBA"/>
    <w:rsid w:val="00EE20C1"/>
    <w:rsid w:val="00EE28B4"/>
    <w:rsid w:val="00EE3E11"/>
    <w:rsid w:val="00EE4325"/>
    <w:rsid w:val="00EE48EB"/>
    <w:rsid w:val="00EE5122"/>
    <w:rsid w:val="00EE52D1"/>
    <w:rsid w:val="00EE5693"/>
    <w:rsid w:val="00EE5F93"/>
    <w:rsid w:val="00EE6943"/>
    <w:rsid w:val="00EE71BE"/>
    <w:rsid w:val="00EE730D"/>
    <w:rsid w:val="00EF01B7"/>
    <w:rsid w:val="00EF07AB"/>
    <w:rsid w:val="00EF07F5"/>
    <w:rsid w:val="00EF0BC2"/>
    <w:rsid w:val="00EF0C2F"/>
    <w:rsid w:val="00EF0EF7"/>
    <w:rsid w:val="00EF17D7"/>
    <w:rsid w:val="00EF1B7E"/>
    <w:rsid w:val="00EF1C1C"/>
    <w:rsid w:val="00EF243F"/>
    <w:rsid w:val="00EF244E"/>
    <w:rsid w:val="00EF26FC"/>
    <w:rsid w:val="00EF293C"/>
    <w:rsid w:val="00EF2EA9"/>
    <w:rsid w:val="00EF39B8"/>
    <w:rsid w:val="00EF3CA7"/>
    <w:rsid w:val="00EF4279"/>
    <w:rsid w:val="00EF45D9"/>
    <w:rsid w:val="00EF48B9"/>
    <w:rsid w:val="00EF4A8F"/>
    <w:rsid w:val="00EF6C56"/>
    <w:rsid w:val="00EF715E"/>
    <w:rsid w:val="00EF7194"/>
    <w:rsid w:val="00EF7767"/>
    <w:rsid w:val="00EF7A4F"/>
    <w:rsid w:val="00EF7D2E"/>
    <w:rsid w:val="00F00FA9"/>
    <w:rsid w:val="00F01648"/>
    <w:rsid w:val="00F02955"/>
    <w:rsid w:val="00F02CBD"/>
    <w:rsid w:val="00F02EE1"/>
    <w:rsid w:val="00F0352D"/>
    <w:rsid w:val="00F04024"/>
    <w:rsid w:val="00F0416E"/>
    <w:rsid w:val="00F04774"/>
    <w:rsid w:val="00F0580C"/>
    <w:rsid w:val="00F05AC4"/>
    <w:rsid w:val="00F05BC2"/>
    <w:rsid w:val="00F070FC"/>
    <w:rsid w:val="00F0712F"/>
    <w:rsid w:val="00F07156"/>
    <w:rsid w:val="00F07E32"/>
    <w:rsid w:val="00F10008"/>
    <w:rsid w:val="00F10726"/>
    <w:rsid w:val="00F11D52"/>
    <w:rsid w:val="00F11F30"/>
    <w:rsid w:val="00F123E0"/>
    <w:rsid w:val="00F12510"/>
    <w:rsid w:val="00F12C58"/>
    <w:rsid w:val="00F139CF"/>
    <w:rsid w:val="00F13E8C"/>
    <w:rsid w:val="00F13F81"/>
    <w:rsid w:val="00F1490B"/>
    <w:rsid w:val="00F14936"/>
    <w:rsid w:val="00F15608"/>
    <w:rsid w:val="00F15A49"/>
    <w:rsid w:val="00F15C8A"/>
    <w:rsid w:val="00F163C1"/>
    <w:rsid w:val="00F168F4"/>
    <w:rsid w:val="00F16D51"/>
    <w:rsid w:val="00F17840"/>
    <w:rsid w:val="00F178B5"/>
    <w:rsid w:val="00F17949"/>
    <w:rsid w:val="00F17FE1"/>
    <w:rsid w:val="00F20747"/>
    <w:rsid w:val="00F209E5"/>
    <w:rsid w:val="00F20AD3"/>
    <w:rsid w:val="00F20B64"/>
    <w:rsid w:val="00F2123E"/>
    <w:rsid w:val="00F2151D"/>
    <w:rsid w:val="00F21542"/>
    <w:rsid w:val="00F21FE3"/>
    <w:rsid w:val="00F2207D"/>
    <w:rsid w:val="00F22C38"/>
    <w:rsid w:val="00F22C3E"/>
    <w:rsid w:val="00F22DA2"/>
    <w:rsid w:val="00F23D8B"/>
    <w:rsid w:val="00F240A4"/>
    <w:rsid w:val="00F24610"/>
    <w:rsid w:val="00F24B66"/>
    <w:rsid w:val="00F25540"/>
    <w:rsid w:val="00F25783"/>
    <w:rsid w:val="00F27001"/>
    <w:rsid w:val="00F276D2"/>
    <w:rsid w:val="00F278CF"/>
    <w:rsid w:val="00F27957"/>
    <w:rsid w:val="00F305E7"/>
    <w:rsid w:val="00F30900"/>
    <w:rsid w:val="00F30A33"/>
    <w:rsid w:val="00F3180C"/>
    <w:rsid w:val="00F31851"/>
    <w:rsid w:val="00F318BA"/>
    <w:rsid w:val="00F31B13"/>
    <w:rsid w:val="00F31B75"/>
    <w:rsid w:val="00F3260C"/>
    <w:rsid w:val="00F32E41"/>
    <w:rsid w:val="00F34133"/>
    <w:rsid w:val="00F34360"/>
    <w:rsid w:val="00F34B41"/>
    <w:rsid w:val="00F3502B"/>
    <w:rsid w:val="00F365DD"/>
    <w:rsid w:val="00F369E1"/>
    <w:rsid w:val="00F36BD9"/>
    <w:rsid w:val="00F36F0D"/>
    <w:rsid w:val="00F37A9E"/>
    <w:rsid w:val="00F37B47"/>
    <w:rsid w:val="00F37DAC"/>
    <w:rsid w:val="00F4026F"/>
    <w:rsid w:val="00F40BC6"/>
    <w:rsid w:val="00F40EA6"/>
    <w:rsid w:val="00F41598"/>
    <w:rsid w:val="00F41DA8"/>
    <w:rsid w:val="00F420D9"/>
    <w:rsid w:val="00F421AA"/>
    <w:rsid w:val="00F42394"/>
    <w:rsid w:val="00F427B4"/>
    <w:rsid w:val="00F4291D"/>
    <w:rsid w:val="00F42B09"/>
    <w:rsid w:val="00F431F9"/>
    <w:rsid w:val="00F43F44"/>
    <w:rsid w:val="00F45225"/>
    <w:rsid w:val="00F454ED"/>
    <w:rsid w:val="00F46E82"/>
    <w:rsid w:val="00F478EE"/>
    <w:rsid w:val="00F47BF0"/>
    <w:rsid w:val="00F518A5"/>
    <w:rsid w:val="00F51CAC"/>
    <w:rsid w:val="00F51D43"/>
    <w:rsid w:val="00F52392"/>
    <w:rsid w:val="00F5266E"/>
    <w:rsid w:val="00F528F4"/>
    <w:rsid w:val="00F53509"/>
    <w:rsid w:val="00F5375A"/>
    <w:rsid w:val="00F5379B"/>
    <w:rsid w:val="00F53882"/>
    <w:rsid w:val="00F53D83"/>
    <w:rsid w:val="00F53DAB"/>
    <w:rsid w:val="00F5434F"/>
    <w:rsid w:val="00F5449B"/>
    <w:rsid w:val="00F5460D"/>
    <w:rsid w:val="00F55157"/>
    <w:rsid w:val="00F55FA1"/>
    <w:rsid w:val="00F55FEB"/>
    <w:rsid w:val="00F56314"/>
    <w:rsid w:val="00F57D83"/>
    <w:rsid w:val="00F57EEC"/>
    <w:rsid w:val="00F60A6A"/>
    <w:rsid w:val="00F60F98"/>
    <w:rsid w:val="00F6184F"/>
    <w:rsid w:val="00F618D7"/>
    <w:rsid w:val="00F6235A"/>
    <w:rsid w:val="00F6423E"/>
    <w:rsid w:val="00F64326"/>
    <w:rsid w:val="00F644F3"/>
    <w:rsid w:val="00F645AF"/>
    <w:rsid w:val="00F64805"/>
    <w:rsid w:val="00F64ED9"/>
    <w:rsid w:val="00F64F3E"/>
    <w:rsid w:val="00F6516C"/>
    <w:rsid w:val="00F656F0"/>
    <w:rsid w:val="00F663FA"/>
    <w:rsid w:val="00F665EC"/>
    <w:rsid w:val="00F6695C"/>
    <w:rsid w:val="00F66D94"/>
    <w:rsid w:val="00F66F77"/>
    <w:rsid w:val="00F67404"/>
    <w:rsid w:val="00F674D9"/>
    <w:rsid w:val="00F67560"/>
    <w:rsid w:val="00F704C0"/>
    <w:rsid w:val="00F70896"/>
    <w:rsid w:val="00F71300"/>
    <w:rsid w:val="00F714AD"/>
    <w:rsid w:val="00F7158D"/>
    <w:rsid w:val="00F71732"/>
    <w:rsid w:val="00F71754"/>
    <w:rsid w:val="00F7179C"/>
    <w:rsid w:val="00F718BC"/>
    <w:rsid w:val="00F7248B"/>
    <w:rsid w:val="00F72A59"/>
    <w:rsid w:val="00F72CEC"/>
    <w:rsid w:val="00F737DF"/>
    <w:rsid w:val="00F740F8"/>
    <w:rsid w:val="00F74729"/>
    <w:rsid w:val="00F755A5"/>
    <w:rsid w:val="00F76107"/>
    <w:rsid w:val="00F7618E"/>
    <w:rsid w:val="00F76A1F"/>
    <w:rsid w:val="00F76EF1"/>
    <w:rsid w:val="00F76F93"/>
    <w:rsid w:val="00F77521"/>
    <w:rsid w:val="00F800A5"/>
    <w:rsid w:val="00F81E7C"/>
    <w:rsid w:val="00F82636"/>
    <w:rsid w:val="00F828A9"/>
    <w:rsid w:val="00F82D7F"/>
    <w:rsid w:val="00F82EE1"/>
    <w:rsid w:val="00F8323F"/>
    <w:rsid w:val="00F83DEB"/>
    <w:rsid w:val="00F83FB1"/>
    <w:rsid w:val="00F840D4"/>
    <w:rsid w:val="00F840FA"/>
    <w:rsid w:val="00F8426F"/>
    <w:rsid w:val="00F8531D"/>
    <w:rsid w:val="00F8570B"/>
    <w:rsid w:val="00F86062"/>
    <w:rsid w:val="00F8683F"/>
    <w:rsid w:val="00F8686A"/>
    <w:rsid w:val="00F8693C"/>
    <w:rsid w:val="00F86C77"/>
    <w:rsid w:val="00F86FC5"/>
    <w:rsid w:val="00F8703C"/>
    <w:rsid w:val="00F870F9"/>
    <w:rsid w:val="00F87442"/>
    <w:rsid w:val="00F87715"/>
    <w:rsid w:val="00F90798"/>
    <w:rsid w:val="00F912BC"/>
    <w:rsid w:val="00F913F0"/>
    <w:rsid w:val="00F91C28"/>
    <w:rsid w:val="00F926D9"/>
    <w:rsid w:val="00F92A45"/>
    <w:rsid w:val="00F93115"/>
    <w:rsid w:val="00F93585"/>
    <w:rsid w:val="00F940E6"/>
    <w:rsid w:val="00F94453"/>
    <w:rsid w:val="00F94CDA"/>
    <w:rsid w:val="00F94EFD"/>
    <w:rsid w:val="00F95453"/>
    <w:rsid w:val="00F95822"/>
    <w:rsid w:val="00F95D7F"/>
    <w:rsid w:val="00F96317"/>
    <w:rsid w:val="00F96C69"/>
    <w:rsid w:val="00F97719"/>
    <w:rsid w:val="00F97844"/>
    <w:rsid w:val="00FA0135"/>
    <w:rsid w:val="00FA08FB"/>
    <w:rsid w:val="00FA0D44"/>
    <w:rsid w:val="00FA0E86"/>
    <w:rsid w:val="00FA0F92"/>
    <w:rsid w:val="00FA1108"/>
    <w:rsid w:val="00FA421B"/>
    <w:rsid w:val="00FA431F"/>
    <w:rsid w:val="00FA4C06"/>
    <w:rsid w:val="00FA4DD6"/>
    <w:rsid w:val="00FA53FB"/>
    <w:rsid w:val="00FA5FC5"/>
    <w:rsid w:val="00FA6344"/>
    <w:rsid w:val="00FA6D21"/>
    <w:rsid w:val="00FA737D"/>
    <w:rsid w:val="00FA7384"/>
    <w:rsid w:val="00FA761C"/>
    <w:rsid w:val="00FA7C47"/>
    <w:rsid w:val="00FB101C"/>
    <w:rsid w:val="00FB10C5"/>
    <w:rsid w:val="00FB1800"/>
    <w:rsid w:val="00FB2107"/>
    <w:rsid w:val="00FB2ACF"/>
    <w:rsid w:val="00FB31FE"/>
    <w:rsid w:val="00FB3A5E"/>
    <w:rsid w:val="00FB3EBD"/>
    <w:rsid w:val="00FB5073"/>
    <w:rsid w:val="00FB527B"/>
    <w:rsid w:val="00FB52BB"/>
    <w:rsid w:val="00FB55AB"/>
    <w:rsid w:val="00FB5843"/>
    <w:rsid w:val="00FB5B06"/>
    <w:rsid w:val="00FB60DA"/>
    <w:rsid w:val="00FB687F"/>
    <w:rsid w:val="00FB6E1F"/>
    <w:rsid w:val="00FB73A2"/>
    <w:rsid w:val="00FB794D"/>
    <w:rsid w:val="00FC11AB"/>
    <w:rsid w:val="00FC27E7"/>
    <w:rsid w:val="00FC31C9"/>
    <w:rsid w:val="00FC371F"/>
    <w:rsid w:val="00FC44FE"/>
    <w:rsid w:val="00FC4C2F"/>
    <w:rsid w:val="00FC4F62"/>
    <w:rsid w:val="00FC50A0"/>
    <w:rsid w:val="00FC55D5"/>
    <w:rsid w:val="00FC56B2"/>
    <w:rsid w:val="00FC59B3"/>
    <w:rsid w:val="00FC5AFE"/>
    <w:rsid w:val="00FC5C70"/>
    <w:rsid w:val="00FC666B"/>
    <w:rsid w:val="00FC672F"/>
    <w:rsid w:val="00FC674E"/>
    <w:rsid w:val="00FC6C4C"/>
    <w:rsid w:val="00FC73FF"/>
    <w:rsid w:val="00FC776C"/>
    <w:rsid w:val="00FC7957"/>
    <w:rsid w:val="00FC7D47"/>
    <w:rsid w:val="00FD008A"/>
    <w:rsid w:val="00FD0BBA"/>
    <w:rsid w:val="00FD122F"/>
    <w:rsid w:val="00FD1ADB"/>
    <w:rsid w:val="00FD1C17"/>
    <w:rsid w:val="00FD1EBA"/>
    <w:rsid w:val="00FD1F67"/>
    <w:rsid w:val="00FD26F4"/>
    <w:rsid w:val="00FD36F6"/>
    <w:rsid w:val="00FD3D3D"/>
    <w:rsid w:val="00FD4199"/>
    <w:rsid w:val="00FD43BD"/>
    <w:rsid w:val="00FD43F6"/>
    <w:rsid w:val="00FD44D1"/>
    <w:rsid w:val="00FD57D3"/>
    <w:rsid w:val="00FD57F1"/>
    <w:rsid w:val="00FD6AC6"/>
    <w:rsid w:val="00FD7489"/>
    <w:rsid w:val="00FD7EA5"/>
    <w:rsid w:val="00FE06D3"/>
    <w:rsid w:val="00FE0F96"/>
    <w:rsid w:val="00FE1109"/>
    <w:rsid w:val="00FE1412"/>
    <w:rsid w:val="00FE143C"/>
    <w:rsid w:val="00FE1CEA"/>
    <w:rsid w:val="00FE1D85"/>
    <w:rsid w:val="00FE2868"/>
    <w:rsid w:val="00FE336E"/>
    <w:rsid w:val="00FE3E63"/>
    <w:rsid w:val="00FE41E7"/>
    <w:rsid w:val="00FE4C82"/>
    <w:rsid w:val="00FE53B4"/>
    <w:rsid w:val="00FE6C04"/>
    <w:rsid w:val="00FE7342"/>
    <w:rsid w:val="00FE77D9"/>
    <w:rsid w:val="00FE7C61"/>
    <w:rsid w:val="00FF1E4F"/>
    <w:rsid w:val="00FF1F6B"/>
    <w:rsid w:val="00FF20C5"/>
    <w:rsid w:val="00FF21C4"/>
    <w:rsid w:val="00FF2723"/>
    <w:rsid w:val="00FF2767"/>
    <w:rsid w:val="00FF2CF7"/>
    <w:rsid w:val="00FF31B4"/>
    <w:rsid w:val="00FF38F3"/>
    <w:rsid w:val="00FF394F"/>
    <w:rsid w:val="00FF46F2"/>
    <w:rsid w:val="00FF47A1"/>
    <w:rsid w:val="00FF5716"/>
    <w:rsid w:val="00FF59EB"/>
    <w:rsid w:val="00FF5E5C"/>
    <w:rsid w:val="00FF635D"/>
    <w:rsid w:val="00FF6987"/>
    <w:rsid w:val="00FF7607"/>
    <w:rsid w:val="00FF79B9"/>
    <w:rsid w:val="00FF7B16"/>
    <w:rsid w:val="00FF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32C8AA"/>
  <w15:docId w15:val="{3D9E6D1D-A470-4DA4-9A7D-3B439BCFF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097D62"/>
    <w:rPr>
      <w:bCs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55215C"/>
    <w:pPr>
      <w:keepNext/>
      <w:jc w:val="center"/>
      <w:outlineLvl w:val="0"/>
    </w:pPr>
    <w:rPr>
      <w:bCs w:val="0"/>
      <w:szCs w:val="20"/>
    </w:rPr>
  </w:style>
  <w:style w:type="paragraph" w:styleId="20">
    <w:name w:val="heading 2"/>
    <w:basedOn w:val="a0"/>
    <w:next w:val="a0"/>
    <w:qFormat/>
    <w:rsid w:val="00D64EE9"/>
    <w:pPr>
      <w:keepNext/>
      <w:outlineLvl w:val="1"/>
    </w:pPr>
    <w:rPr>
      <w:b/>
      <w:bCs w:val="0"/>
      <w:i/>
      <w:noProof/>
      <w:color w:val="008000"/>
      <w:kern w:val="2"/>
      <w:sz w:val="22"/>
      <w:szCs w:val="20"/>
      <w:lang w:val="ru-RU"/>
    </w:rPr>
  </w:style>
  <w:style w:type="paragraph" w:styleId="30">
    <w:name w:val="heading 3"/>
    <w:basedOn w:val="a0"/>
    <w:next w:val="a0"/>
    <w:link w:val="31"/>
    <w:uiPriority w:val="9"/>
    <w:qFormat/>
    <w:rsid w:val="006207ED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0">
    <w:name w:val="heading 4"/>
    <w:basedOn w:val="a0"/>
    <w:link w:val="41"/>
    <w:uiPriority w:val="9"/>
    <w:qFormat/>
    <w:rsid w:val="00BB449A"/>
    <w:pPr>
      <w:spacing w:before="100" w:beforeAutospacing="1" w:after="100" w:afterAutospacing="1"/>
      <w:outlineLvl w:val="3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Обычный + По ширине Знак"/>
    <w:basedOn w:val="a0"/>
    <w:link w:val="a5"/>
    <w:rsid w:val="008D2B86"/>
    <w:pPr>
      <w:jc w:val="both"/>
    </w:pPr>
  </w:style>
  <w:style w:type="character" w:customStyle="1" w:styleId="a5">
    <w:name w:val="Обычный + По ширине Знак Знак"/>
    <w:link w:val="a4"/>
    <w:rsid w:val="008D2B86"/>
    <w:rPr>
      <w:bCs/>
      <w:sz w:val="24"/>
      <w:szCs w:val="24"/>
      <w:lang w:val="uk-UA" w:eastAsia="ru-RU" w:bidi="ar-SA"/>
    </w:rPr>
  </w:style>
  <w:style w:type="table" w:styleId="a6">
    <w:name w:val="Table Grid"/>
    <w:basedOn w:val="a2"/>
    <w:rsid w:val="008D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0"/>
    <w:next w:val="a0"/>
    <w:autoRedefine/>
    <w:semiHidden/>
    <w:rsid w:val="00C01A4C"/>
    <w:pPr>
      <w:jc w:val="center"/>
    </w:pPr>
    <w:rPr>
      <w:caps/>
      <w:sz w:val="20"/>
    </w:rPr>
  </w:style>
  <w:style w:type="paragraph" w:customStyle="1" w:styleId="13">
    <w:name w:val="Знак Знак Знак Знак Знак Знак Знак Знак Знак Знак Знак Знак1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a7">
    <w:name w:val="Document Map"/>
    <w:basedOn w:val="a0"/>
    <w:semiHidden/>
    <w:rsid w:val="0055215C"/>
    <w:pPr>
      <w:shd w:val="clear" w:color="auto" w:fill="000080"/>
    </w:pPr>
    <w:rPr>
      <w:rFonts w:ascii="Tahoma" w:hAnsi="Tahoma" w:cs="Tahoma"/>
    </w:rPr>
  </w:style>
  <w:style w:type="character" w:styleId="a8">
    <w:name w:val="Hyperlink"/>
    <w:uiPriority w:val="99"/>
    <w:rsid w:val="0055215C"/>
    <w:rPr>
      <w:color w:val="0000FF"/>
      <w:u w:val="single"/>
    </w:rPr>
  </w:style>
  <w:style w:type="paragraph" w:customStyle="1" w:styleId="a9">
    <w:name w:val="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ac">
    <w:name w:val="Subtitle"/>
    <w:basedOn w:val="a0"/>
    <w:qFormat/>
    <w:rsid w:val="0055215C"/>
    <w:pPr>
      <w:overflowPunct w:val="0"/>
      <w:autoSpaceDE w:val="0"/>
      <w:autoSpaceDN w:val="0"/>
      <w:adjustRightInd w:val="0"/>
      <w:jc w:val="center"/>
    </w:pPr>
    <w:rPr>
      <w:bCs w:val="0"/>
      <w:sz w:val="32"/>
      <w:szCs w:val="32"/>
    </w:rPr>
  </w:style>
  <w:style w:type="character" w:styleId="ad">
    <w:name w:val="Emphasis"/>
    <w:uiPriority w:val="20"/>
    <w:qFormat/>
    <w:rsid w:val="0055215C"/>
    <w:rPr>
      <w:b/>
      <w:bCs/>
      <w:i w:val="0"/>
      <w:iCs w:val="0"/>
    </w:rPr>
  </w:style>
  <w:style w:type="paragraph" w:customStyle="1" w:styleId="ae">
    <w:name w:val="Знак Знак Знак Знак Знак Знак Знак Знак Знак Знак Знак Знак Знак Знак Знак Знак Знак 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af">
    <w:name w:val="Основний текст з відступом Знак"/>
    <w:link w:val="af0"/>
    <w:locked/>
    <w:rsid w:val="0055215C"/>
    <w:rPr>
      <w:sz w:val="24"/>
      <w:szCs w:val="24"/>
      <w:lang w:val="uk-UA" w:eastAsia="ru-RU" w:bidi="ar-SA"/>
    </w:rPr>
  </w:style>
  <w:style w:type="paragraph" w:styleId="af0">
    <w:name w:val="Body Text Indent"/>
    <w:basedOn w:val="a0"/>
    <w:link w:val="af"/>
    <w:rsid w:val="0055215C"/>
    <w:pPr>
      <w:spacing w:after="120"/>
      <w:ind w:left="283"/>
    </w:pPr>
    <w:rPr>
      <w:bCs w:val="0"/>
    </w:rPr>
  </w:style>
  <w:style w:type="paragraph" w:styleId="21">
    <w:name w:val="Body Text 2"/>
    <w:basedOn w:val="a0"/>
    <w:link w:val="22"/>
    <w:rsid w:val="0055215C"/>
    <w:pPr>
      <w:spacing w:after="120" w:line="480" w:lineRule="auto"/>
    </w:pPr>
    <w:rPr>
      <w:bCs w:val="0"/>
    </w:rPr>
  </w:style>
  <w:style w:type="paragraph" w:customStyle="1" w:styleId="af1">
    <w:name w:val="Знак"/>
    <w:basedOn w:val="a0"/>
    <w:rsid w:val="0055215C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32">
    <w:name w:val="заголовок 3"/>
    <w:basedOn w:val="a0"/>
    <w:next w:val="a0"/>
    <w:rsid w:val="007164F9"/>
    <w:pPr>
      <w:keepNext/>
      <w:keepLines/>
      <w:widowControl w:val="0"/>
      <w:tabs>
        <w:tab w:val="num" w:pos="720"/>
      </w:tabs>
      <w:autoSpaceDE w:val="0"/>
      <w:autoSpaceDN w:val="0"/>
      <w:spacing w:before="240" w:after="60"/>
      <w:ind w:left="680" w:hanging="680"/>
      <w:jc w:val="center"/>
    </w:pPr>
    <w:rPr>
      <w:rFonts w:ascii="UkrainianKudriashov" w:hAnsi="UkrainianKudriashov" w:cs="UkrainianKudriashov"/>
      <w:b/>
      <w:color w:val="0000FF"/>
      <w:lang w:val="en-GB"/>
    </w:rPr>
  </w:style>
  <w:style w:type="paragraph" w:customStyle="1" w:styleId="BodyText21">
    <w:name w:val="Body Text 21"/>
    <w:basedOn w:val="a0"/>
    <w:rsid w:val="00000DF1"/>
    <w:pPr>
      <w:autoSpaceDE w:val="0"/>
      <w:autoSpaceDN w:val="0"/>
      <w:jc w:val="center"/>
    </w:pPr>
    <w:rPr>
      <w:bCs w:val="0"/>
      <w:color w:val="FF0000"/>
      <w:sz w:val="20"/>
      <w:szCs w:val="20"/>
    </w:rPr>
  </w:style>
  <w:style w:type="paragraph" w:styleId="af2">
    <w:name w:val="Body Text"/>
    <w:basedOn w:val="a0"/>
    <w:link w:val="af3"/>
    <w:rsid w:val="00725F1D"/>
    <w:pPr>
      <w:jc w:val="both"/>
    </w:pPr>
    <w:rPr>
      <w:bCs w:val="0"/>
    </w:rPr>
  </w:style>
  <w:style w:type="character" w:customStyle="1" w:styleId="af3">
    <w:name w:val="Основний текст Знак"/>
    <w:link w:val="af2"/>
    <w:locked/>
    <w:rsid w:val="00725F1D"/>
    <w:rPr>
      <w:sz w:val="24"/>
      <w:szCs w:val="24"/>
      <w:lang w:val="uk-UA" w:eastAsia="ru-RU" w:bidi="ar-SA"/>
    </w:rPr>
  </w:style>
  <w:style w:type="paragraph" w:customStyle="1" w:styleId="af4">
    <w:name w:val="Знак Знак"/>
    <w:basedOn w:val="a0"/>
    <w:rsid w:val="00E561BE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33">
    <w:name w:val="Знак3"/>
    <w:basedOn w:val="a0"/>
    <w:rsid w:val="009C265C"/>
    <w:rPr>
      <w:rFonts w:ascii="Verdana" w:hAnsi="Verdana" w:cs="Verdana"/>
      <w:bCs w:val="0"/>
      <w:sz w:val="20"/>
      <w:szCs w:val="20"/>
      <w:lang w:val="en-US" w:eastAsia="en-US"/>
    </w:rPr>
  </w:style>
  <w:style w:type="paragraph" w:styleId="34">
    <w:name w:val="Body Text Indent 3"/>
    <w:basedOn w:val="a0"/>
    <w:rsid w:val="009C265C"/>
    <w:pPr>
      <w:autoSpaceDE w:val="0"/>
      <w:autoSpaceDN w:val="0"/>
      <w:ind w:right="98" w:firstLine="720"/>
      <w:jc w:val="both"/>
    </w:pPr>
    <w:rPr>
      <w:rFonts w:ascii="Arial" w:hAnsi="Arial" w:cs="Arial"/>
      <w:b/>
    </w:rPr>
  </w:style>
  <w:style w:type="paragraph" w:styleId="af5">
    <w:name w:val="caption"/>
    <w:basedOn w:val="a0"/>
    <w:next w:val="a0"/>
    <w:qFormat/>
    <w:rsid w:val="006207ED"/>
    <w:pPr>
      <w:jc w:val="center"/>
    </w:pPr>
    <w:rPr>
      <w:b/>
      <w:sz w:val="28"/>
    </w:rPr>
  </w:style>
  <w:style w:type="paragraph" w:customStyle="1" w:styleId="14">
    <w:name w:val="Знак1"/>
    <w:basedOn w:val="a0"/>
    <w:rsid w:val="006207ED"/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HeadingBase">
    <w:name w:val="Heading Base"/>
    <w:basedOn w:val="a0"/>
    <w:next w:val="a0"/>
    <w:rsid w:val="00844D5C"/>
    <w:pPr>
      <w:keepNext/>
      <w:keepLines/>
      <w:widowControl w:val="0"/>
      <w:autoSpaceDE w:val="0"/>
      <w:autoSpaceDN w:val="0"/>
      <w:spacing w:before="240" w:after="60"/>
      <w:jc w:val="center"/>
    </w:pPr>
    <w:rPr>
      <w:rFonts w:ascii="Arial" w:hAnsi="Arial" w:cs="Arial"/>
      <w:b/>
      <w:color w:val="FF0000"/>
      <w:sz w:val="20"/>
      <w:szCs w:val="20"/>
      <w:lang w:val="en-GB"/>
    </w:rPr>
  </w:style>
  <w:style w:type="paragraph" w:styleId="a">
    <w:name w:val="List Bullet"/>
    <w:basedOn w:val="a0"/>
    <w:rsid w:val="002F378E"/>
    <w:pPr>
      <w:numPr>
        <w:numId w:val="2"/>
      </w:numPr>
    </w:pPr>
    <w:rPr>
      <w:bCs w:val="0"/>
    </w:rPr>
  </w:style>
  <w:style w:type="character" w:customStyle="1" w:styleId="11">
    <w:name w:val="Заголовок 1 Знак"/>
    <w:link w:val="10"/>
    <w:rsid w:val="002F378E"/>
    <w:rPr>
      <w:sz w:val="24"/>
      <w:lang w:val="uk-UA"/>
    </w:rPr>
  </w:style>
  <w:style w:type="character" w:customStyle="1" w:styleId="41">
    <w:name w:val="Заголовок 4 Знак"/>
    <w:link w:val="40"/>
    <w:uiPriority w:val="9"/>
    <w:rsid w:val="00BB449A"/>
    <w:rPr>
      <w:b/>
      <w:bCs/>
      <w:sz w:val="24"/>
      <w:szCs w:val="24"/>
    </w:rPr>
  </w:style>
  <w:style w:type="paragraph" w:styleId="af6">
    <w:name w:val="header"/>
    <w:basedOn w:val="a0"/>
    <w:link w:val="af7"/>
    <w:uiPriority w:val="99"/>
    <w:rsid w:val="0097625B"/>
    <w:pPr>
      <w:tabs>
        <w:tab w:val="center" w:pos="4819"/>
        <w:tab w:val="right" w:pos="9639"/>
      </w:tabs>
    </w:pPr>
  </w:style>
  <w:style w:type="character" w:customStyle="1" w:styleId="af7">
    <w:name w:val="Верхній колонтитул Знак"/>
    <w:link w:val="af6"/>
    <w:uiPriority w:val="99"/>
    <w:rsid w:val="0097625B"/>
    <w:rPr>
      <w:bCs/>
      <w:sz w:val="24"/>
      <w:szCs w:val="24"/>
      <w:lang w:eastAsia="ru-RU"/>
    </w:rPr>
  </w:style>
  <w:style w:type="paragraph" w:styleId="af8">
    <w:name w:val="footer"/>
    <w:basedOn w:val="a0"/>
    <w:link w:val="af9"/>
    <w:rsid w:val="0097625B"/>
    <w:pPr>
      <w:tabs>
        <w:tab w:val="center" w:pos="4819"/>
        <w:tab w:val="right" w:pos="9639"/>
      </w:tabs>
    </w:pPr>
  </w:style>
  <w:style w:type="character" w:customStyle="1" w:styleId="af9">
    <w:name w:val="Нижній колонтитул Знак"/>
    <w:link w:val="af8"/>
    <w:rsid w:val="0097625B"/>
    <w:rPr>
      <w:bCs/>
      <w:sz w:val="24"/>
      <w:szCs w:val="24"/>
      <w:lang w:eastAsia="ru-RU"/>
    </w:rPr>
  </w:style>
  <w:style w:type="character" w:customStyle="1" w:styleId="22">
    <w:name w:val="Основний текст 2 Знак"/>
    <w:link w:val="21"/>
    <w:rsid w:val="001C20C7"/>
    <w:rPr>
      <w:sz w:val="24"/>
      <w:szCs w:val="24"/>
      <w:lang w:eastAsia="ru-RU"/>
    </w:rPr>
  </w:style>
  <w:style w:type="character" w:customStyle="1" w:styleId="2Tahoma">
    <w:name w:val="Основний текст (2) + Tahoma"/>
    <w:aliases w:val="10,5 pt1,Основний текст (8) + Times New Roman2,101,Основний текст (8) + Times New Roman"/>
    <w:uiPriority w:val="99"/>
    <w:rsid w:val="00F240A4"/>
    <w:rPr>
      <w:rFonts w:ascii="Tahoma" w:hAnsi="Tahoma" w:cs="Tahoma"/>
      <w:sz w:val="21"/>
      <w:szCs w:val="21"/>
      <w:shd w:val="clear" w:color="auto" w:fill="FFFFFF"/>
    </w:rPr>
  </w:style>
  <w:style w:type="paragraph" w:styleId="afa">
    <w:name w:val="Normal (Web)"/>
    <w:basedOn w:val="a0"/>
    <w:uiPriority w:val="99"/>
    <w:unhideWhenUsed/>
    <w:rsid w:val="00A7413E"/>
    <w:pPr>
      <w:spacing w:before="100" w:beforeAutospacing="1" w:after="119"/>
    </w:pPr>
    <w:rPr>
      <w:bCs w:val="0"/>
      <w:lang w:eastAsia="uk-UA"/>
    </w:rPr>
  </w:style>
  <w:style w:type="paragraph" w:styleId="afb">
    <w:name w:val="Balloon Text"/>
    <w:basedOn w:val="a0"/>
    <w:link w:val="afc"/>
    <w:rsid w:val="00103457"/>
    <w:rPr>
      <w:rFonts w:ascii="Tahoma" w:hAnsi="Tahoma"/>
      <w:sz w:val="16"/>
      <w:szCs w:val="16"/>
    </w:rPr>
  </w:style>
  <w:style w:type="character" w:customStyle="1" w:styleId="afc">
    <w:name w:val="Текст у виносці Знак"/>
    <w:link w:val="afb"/>
    <w:rsid w:val="00103457"/>
    <w:rPr>
      <w:rFonts w:ascii="Tahoma" w:hAnsi="Tahoma" w:cs="Tahoma"/>
      <w:bCs/>
      <w:sz w:val="16"/>
      <w:szCs w:val="16"/>
      <w:lang w:eastAsia="ru-RU"/>
    </w:rPr>
  </w:style>
  <w:style w:type="paragraph" w:customStyle="1" w:styleId="afd">
    <w:name w:val="Назва документа"/>
    <w:basedOn w:val="a0"/>
    <w:next w:val="a0"/>
    <w:rsid w:val="00DB01BB"/>
    <w:pPr>
      <w:keepNext/>
      <w:keepLines/>
      <w:suppressAutoHyphens/>
      <w:spacing w:before="240" w:after="240"/>
      <w:jc w:val="center"/>
    </w:pPr>
    <w:rPr>
      <w:rFonts w:ascii="Antiqua" w:hAnsi="Antiqua" w:cs="Antiqua"/>
      <w:b/>
      <w:bCs w:val="0"/>
      <w:sz w:val="26"/>
      <w:szCs w:val="20"/>
      <w:lang w:eastAsia="zh-CN"/>
    </w:rPr>
  </w:style>
  <w:style w:type="paragraph" w:customStyle="1" w:styleId="ShapkaDocumentu">
    <w:name w:val="Shapka Documentu"/>
    <w:basedOn w:val="a0"/>
    <w:rsid w:val="00DB01BB"/>
    <w:pPr>
      <w:keepNext/>
      <w:keepLines/>
      <w:suppressAutoHyphens/>
      <w:spacing w:after="240"/>
      <w:ind w:left="3969"/>
      <w:jc w:val="center"/>
    </w:pPr>
    <w:rPr>
      <w:rFonts w:ascii="Antiqua" w:hAnsi="Antiqua" w:cs="Antiqua"/>
      <w:bCs w:val="0"/>
      <w:sz w:val="26"/>
      <w:szCs w:val="20"/>
      <w:lang w:eastAsia="zh-CN"/>
    </w:rPr>
  </w:style>
  <w:style w:type="numbering" w:customStyle="1" w:styleId="1">
    <w:name w:val="Стиль1"/>
    <w:rsid w:val="00D8745A"/>
    <w:pPr>
      <w:numPr>
        <w:numId w:val="5"/>
      </w:numPr>
    </w:pPr>
  </w:style>
  <w:style w:type="numbering" w:customStyle="1" w:styleId="2">
    <w:name w:val="Стиль2"/>
    <w:rsid w:val="00D8745A"/>
    <w:pPr>
      <w:numPr>
        <w:numId w:val="6"/>
      </w:numPr>
    </w:pPr>
  </w:style>
  <w:style w:type="numbering" w:customStyle="1" w:styleId="3">
    <w:name w:val="Стиль3"/>
    <w:rsid w:val="00D8745A"/>
    <w:pPr>
      <w:numPr>
        <w:numId w:val="7"/>
      </w:numPr>
    </w:pPr>
  </w:style>
  <w:style w:type="numbering" w:customStyle="1" w:styleId="4">
    <w:name w:val="Стиль4"/>
    <w:rsid w:val="00D8745A"/>
    <w:pPr>
      <w:numPr>
        <w:numId w:val="8"/>
      </w:numPr>
    </w:pPr>
  </w:style>
  <w:style w:type="numbering" w:customStyle="1" w:styleId="5">
    <w:name w:val="Стиль5"/>
    <w:rsid w:val="00D8745A"/>
    <w:pPr>
      <w:numPr>
        <w:numId w:val="9"/>
      </w:numPr>
    </w:pPr>
  </w:style>
  <w:style w:type="numbering" w:customStyle="1" w:styleId="6">
    <w:name w:val="Стиль6"/>
    <w:rsid w:val="00D8745A"/>
    <w:pPr>
      <w:numPr>
        <w:numId w:val="10"/>
      </w:numPr>
    </w:pPr>
  </w:style>
  <w:style w:type="numbering" w:customStyle="1" w:styleId="7">
    <w:name w:val="Стиль7"/>
    <w:rsid w:val="00D8745A"/>
    <w:pPr>
      <w:numPr>
        <w:numId w:val="11"/>
      </w:numPr>
    </w:pPr>
  </w:style>
  <w:style w:type="paragraph" w:customStyle="1" w:styleId="15">
    <w:name w:val="Заголовок1"/>
    <w:basedOn w:val="a0"/>
    <w:next w:val="af2"/>
    <w:qFormat/>
    <w:rsid w:val="00D7164F"/>
    <w:pPr>
      <w:widowControl w:val="0"/>
      <w:shd w:val="clear" w:color="auto" w:fill="FFFFFF"/>
      <w:suppressAutoHyphens/>
      <w:autoSpaceDE w:val="0"/>
      <w:spacing w:before="418"/>
      <w:ind w:left="94"/>
      <w:jc w:val="center"/>
    </w:pPr>
    <w:rPr>
      <w:b/>
      <w:color w:val="000000"/>
      <w:spacing w:val="-5"/>
      <w:sz w:val="20"/>
      <w:szCs w:val="20"/>
      <w:lang w:eastAsia="zh-CN"/>
    </w:rPr>
  </w:style>
  <w:style w:type="character" w:customStyle="1" w:styleId="3596">
    <w:name w:val="3596"/>
    <w:aliases w:val="baiaagaaboqcaaadzwmaaaxvcqaaaaaaaaaaaaaaaaaaaaaaaaaaaaaaaaaaaaaaaaaaaaaaaaaaaaaaaaaaaaaaaaaaaaaaaaaaaaaaaaaaaaaaaaaaaaaaaaaaaaaaaaaaaaaaaaaaaaaaaaaaaaaaaaaaaaaaaaaaaaaaaaaaaaaaaaaaaaaaaaaaaaaaaaaaaaaaaaaaaaaaaaaaaaaaaaaaaaaaaaaaaaaa"/>
    <w:rsid w:val="00ED6502"/>
  </w:style>
  <w:style w:type="paragraph" w:styleId="afe">
    <w:name w:val="List Paragraph"/>
    <w:basedOn w:val="a0"/>
    <w:uiPriority w:val="34"/>
    <w:qFormat/>
    <w:rsid w:val="0001641E"/>
    <w:pPr>
      <w:ind w:left="720"/>
      <w:contextualSpacing/>
    </w:pPr>
  </w:style>
  <w:style w:type="character" w:customStyle="1" w:styleId="212pt">
    <w:name w:val="Основной текст (2) + 12 pt"/>
    <w:rsid w:val="00853EC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styleId="aff">
    <w:name w:val="Strong"/>
    <w:uiPriority w:val="22"/>
    <w:qFormat/>
    <w:rsid w:val="00853EC6"/>
    <w:rPr>
      <w:b/>
      <w:bCs/>
    </w:rPr>
  </w:style>
  <w:style w:type="character" w:customStyle="1" w:styleId="23">
    <w:name w:val="Основной текст (2)_"/>
    <w:basedOn w:val="a1"/>
    <w:link w:val="24"/>
    <w:rsid w:val="00F8531D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0"/>
    <w:link w:val="23"/>
    <w:qFormat/>
    <w:rsid w:val="00F8531D"/>
    <w:pPr>
      <w:widowControl w:val="0"/>
      <w:shd w:val="clear" w:color="auto" w:fill="FFFFFF"/>
      <w:spacing w:after="240" w:line="485" w:lineRule="exact"/>
    </w:pPr>
    <w:rPr>
      <w:bCs w:val="0"/>
      <w:sz w:val="28"/>
      <w:szCs w:val="28"/>
      <w:lang w:eastAsia="uk-UA"/>
    </w:rPr>
  </w:style>
  <w:style w:type="character" w:customStyle="1" w:styleId="31">
    <w:name w:val="Заголовок 3 Знак"/>
    <w:basedOn w:val="a1"/>
    <w:link w:val="30"/>
    <w:uiPriority w:val="9"/>
    <w:rsid w:val="00241CDF"/>
    <w:rPr>
      <w:rFonts w:ascii="Arial" w:hAnsi="Arial" w:cs="Arial"/>
      <w:b/>
      <w:bCs/>
      <w:sz w:val="26"/>
      <w:szCs w:val="26"/>
      <w:lang w:eastAsia="ru-RU"/>
    </w:rPr>
  </w:style>
  <w:style w:type="character" w:styleId="aff0">
    <w:name w:val="Unresolved Mention"/>
    <w:basedOn w:val="a1"/>
    <w:uiPriority w:val="99"/>
    <w:semiHidden/>
    <w:unhideWhenUsed/>
    <w:rsid w:val="00741C28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D05B05"/>
    <w:pPr>
      <w:widowControl w:val="0"/>
      <w:autoSpaceDE w:val="0"/>
      <w:autoSpaceDN w:val="0"/>
      <w:jc w:val="center"/>
    </w:pPr>
    <w:rPr>
      <w:bCs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9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050370295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2;&#1086;&#1103;_&#1088;&#1086;&#1073;&#1086;&#1090;&#1072;\&#1055;&#1054;&#1051;&#1054;&#1046;&#1045;&#1053;&#1053;&#1071;%20&#1055;&#1056;&#1054;%20&#1058;&#1045;&#1056;&#1048;&#1058;&#1054;&#1056;&#1030;&#1040;&#1051;&#1068;&#1053;&#1059;%20&#1055;&#1030;&#1044;&#1057;&#1048;&#1057;&#1058;&#1045;&#1052;&#1059;%20&#1028;&#1044;&#1057;&#1062;&#1047;%20&#1051;&#1100;&#1074;&#1110;&#1074;&#1089;&#1100;&#1082;&#1086;&#1111;%20&#1086;&#1073;&#1083;&#1072;&#1089;&#1090;&#1110;\&#1055;&#1086;&#1083;&#1086;&#1078;&#1077;&#1085;&#1085;&#1103;_2024_&#1051;&#1100;&#1074;&#1110;&#1074;_&#1083;&#1072;&#1085;&#1082;&#1072;\&#1047;&#1084;&#1110;&#1085;&#1080;_&#1088;&#1086;&#1079;&#1087;&#1086;&#1088;_2024_&#1051;&#1100;&#1074;&#1110;&#1074;_&#1083;&#1072;&#1085;&#1082;&#1072;\&#1055;&#1110;&#1089;&#1083;&#1103;_&#1088;&#1077;&#1076;&#1072;&#1082;&#1090;&#1086;&#1088;&#1072;\&#1044;&#1086;&#1076;_3_%20&#1055;&#1045;&#1056;&#1045;&#1051;&#1030;&#1050;%20&#1057;&#1048;&#1051;%20&#1062;&#1047;++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EC11B-212E-4BA5-B77B-FEE3FEB26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Дод_3_ ПЕРЕЛІК СИЛ ЦЗ++</Template>
  <TotalTime>23</TotalTime>
  <Pages>76</Pages>
  <Words>103409</Words>
  <Characters>58944</Characters>
  <Application>Microsoft Office Word</Application>
  <DocSecurity>0</DocSecurity>
  <Lines>491</Lines>
  <Paragraphs>324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KVM_</dc:creator>
  <cp:lastModifiedBy>kushchdcz@gmail.com</cp:lastModifiedBy>
  <cp:revision>10</cp:revision>
  <cp:lastPrinted>2021-01-26T06:55:00Z</cp:lastPrinted>
  <dcterms:created xsi:type="dcterms:W3CDTF">2025-12-15T10:00:00Z</dcterms:created>
  <dcterms:modified xsi:type="dcterms:W3CDTF">2025-12-15T10:28:00Z</dcterms:modified>
</cp:coreProperties>
</file>